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DD2B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36DD2BF" w14:textId="77777777" w:rsidTr="00146EEC">
        <w:tc>
          <w:tcPr>
            <w:tcW w:w="2689" w:type="dxa"/>
          </w:tcPr>
          <w:p w14:paraId="536DD2B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36DD2B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D2D28" w14:paraId="615B6C65" w14:textId="77777777" w:rsidTr="00146EEC">
        <w:tc>
          <w:tcPr>
            <w:tcW w:w="2689" w:type="dxa"/>
          </w:tcPr>
          <w:p w14:paraId="0C32FB30" w14:textId="05BDF986" w:rsidR="00BD2D28" w:rsidRPr="00BD2D28" w:rsidRDefault="00BD2D28" w:rsidP="005669E1">
            <w:pPr>
              <w:pStyle w:val="SIText"/>
            </w:pPr>
            <w:r>
              <w:t>Release 3</w:t>
            </w:r>
          </w:p>
        </w:tc>
        <w:tc>
          <w:tcPr>
            <w:tcW w:w="6939" w:type="dxa"/>
          </w:tcPr>
          <w:p w14:paraId="1ADB1258" w14:textId="0A969D2A" w:rsidR="00BD2D28" w:rsidRPr="00BD2D28" w:rsidRDefault="00BD2D28" w:rsidP="005669E1">
            <w:pPr>
              <w:pStyle w:val="SIText"/>
            </w:pPr>
            <w:r w:rsidRPr="00F71489">
              <w:t xml:space="preserve">This version released with AHC Agriculture, Horticulture, Conservation and Land Management Training Package Version </w:t>
            </w:r>
            <w:r>
              <w:t>4</w:t>
            </w:r>
            <w:r w:rsidRPr="00F71489">
              <w:t>.</w:t>
            </w:r>
            <w:r>
              <w:t>0</w:t>
            </w:r>
            <w:r w:rsidRPr="00BD2D28">
              <w:t>.</w:t>
            </w:r>
          </w:p>
        </w:tc>
      </w:tr>
      <w:tr w:rsidR="00F71489" w14:paraId="68373C2C" w14:textId="77777777" w:rsidTr="00146EEC">
        <w:tc>
          <w:tcPr>
            <w:tcW w:w="2689" w:type="dxa"/>
          </w:tcPr>
          <w:p w14:paraId="2783F3AB" w14:textId="4365B211" w:rsidR="00F71489" w:rsidRPr="00F71489" w:rsidRDefault="00F71489" w:rsidP="00F71489">
            <w:pPr>
              <w:pStyle w:val="SIText"/>
            </w:pPr>
            <w:r>
              <w:t>Release 2</w:t>
            </w:r>
          </w:p>
        </w:tc>
        <w:tc>
          <w:tcPr>
            <w:tcW w:w="6939" w:type="dxa"/>
          </w:tcPr>
          <w:p w14:paraId="0C27A6D0" w14:textId="6A8377E8" w:rsidR="00F71489" w:rsidRPr="00F71489" w:rsidRDefault="00F71489" w:rsidP="00F71489">
            <w:pPr>
              <w:pStyle w:val="SIText"/>
            </w:pPr>
            <w:r w:rsidRPr="00F71489">
              <w:t>This version released with AHC Agriculture, Horticulture, Conservation and Land Management Training Package Version 1.</w:t>
            </w:r>
            <w:r>
              <w:t>1</w:t>
            </w:r>
            <w:r w:rsidRPr="00F71489">
              <w:t>.</w:t>
            </w:r>
          </w:p>
        </w:tc>
      </w:tr>
      <w:tr w:rsidR="00F71489" w14:paraId="536DD2C2" w14:textId="77777777" w:rsidTr="00146EEC">
        <w:tc>
          <w:tcPr>
            <w:tcW w:w="2689" w:type="dxa"/>
          </w:tcPr>
          <w:p w14:paraId="536DD2C0" w14:textId="77777777" w:rsidR="00F71489" w:rsidRPr="00F71489" w:rsidRDefault="00F71489" w:rsidP="00F71489">
            <w:pPr>
              <w:pStyle w:val="SIText"/>
            </w:pPr>
            <w:r w:rsidRPr="00F71489">
              <w:t>Release 1</w:t>
            </w:r>
          </w:p>
        </w:tc>
        <w:tc>
          <w:tcPr>
            <w:tcW w:w="6939" w:type="dxa"/>
          </w:tcPr>
          <w:p w14:paraId="536DD2C1" w14:textId="77777777" w:rsidR="00F71489" w:rsidRPr="00F71489" w:rsidRDefault="00F71489" w:rsidP="00F71489">
            <w:pPr>
              <w:pStyle w:val="SIText"/>
            </w:pPr>
            <w:r w:rsidRPr="00F71489">
              <w:t>This version released with AHC Agriculture, Horticulture, Conservation and Land Management Training Package Version 1.0.</w:t>
            </w:r>
          </w:p>
        </w:tc>
      </w:tr>
    </w:tbl>
    <w:p w14:paraId="536DD2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C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6DD2C4" w14:textId="2BFC49BE" w:rsidR="00F1480E" w:rsidRPr="000754EC" w:rsidRDefault="00F71489" w:rsidP="008C32A4">
            <w:pPr>
              <w:pStyle w:val="SIUNITCODE"/>
            </w:pPr>
            <w:r w:rsidRPr="00F71489">
              <w:t>AHCIRG101</w:t>
            </w:r>
          </w:p>
        </w:tc>
        <w:tc>
          <w:tcPr>
            <w:tcW w:w="3604" w:type="pct"/>
            <w:shd w:val="clear" w:color="auto" w:fill="auto"/>
          </w:tcPr>
          <w:p w14:paraId="536DD2C5" w14:textId="2387CE26" w:rsidR="00F1480E" w:rsidRPr="000754EC" w:rsidRDefault="00F71489" w:rsidP="000754EC">
            <w:pPr>
              <w:pStyle w:val="SIUnittitle"/>
            </w:pPr>
            <w:r w:rsidRPr="00F71489">
              <w:t>Support irrigation work</w:t>
            </w:r>
          </w:p>
        </w:tc>
      </w:tr>
      <w:tr w:rsidR="00F1480E" w:rsidRPr="00963A46" w14:paraId="536DD2CA" w14:textId="77777777" w:rsidTr="00CA2922">
        <w:tc>
          <w:tcPr>
            <w:tcW w:w="1396" w:type="pct"/>
            <w:shd w:val="clear" w:color="auto" w:fill="auto"/>
          </w:tcPr>
          <w:p w14:paraId="536DD2C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36DD2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33B9B9" w14:textId="49B68257" w:rsidR="00F71489" w:rsidRPr="00F71489" w:rsidRDefault="00F71489" w:rsidP="00F71489">
            <w:r w:rsidRPr="00F71489">
              <w:t xml:space="preserve">This unit of competency </w:t>
            </w:r>
            <w:r w:rsidR="00BD2D28">
              <w:t>describes</w:t>
            </w:r>
            <w:r w:rsidRPr="00F71489">
              <w:t xml:space="preserve"> the skills and knowledge required to provide support to others undertaking irrigation works</w:t>
            </w:r>
            <w:r w:rsidR="00BD2D28">
              <w:t>.</w:t>
            </w:r>
          </w:p>
          <w:p w14:paraId="7568D049" w14:textId="77777777" w:rsidR="00F71489" w:rsidRDefault="00F71489" w:rsidP="00F71489"/>
          <w:p w14:paraId="4B9D5525" w14:textId="297C052A" w:rsidR="00BD2D28" w:rsidRDefault="00BD2D28" w:rsidP="00F71489">
            <w:r>
              <w:t>The unit applies to individuals who support routine irrigation work while working alongside a supervisor exercising limited autonomy within established and well known parameters. They identify and seek help with simple problems.</w:t>
            </w:r>
          </w:p>
          <w:p w14:paraId="6DD859AF" w14:textId="77777777" w:rsidR="00BD2D28" w:rsidRPr="00F71489" w:rsidRDefault="00BD2D28" w:rsidP="00F71489"/>
          <w:p w14:paraId="536DD2C9" w14:textId="665DFD04" w:rsidR="00373436" w:rsidRPr="000754EC" w:rsidRDefault="00F71489" w:rsidP="005669E1">
            <w:r w:rsidRPr="00F71489">
              <w:t>No occupational licensing, legislative or certification requirements apply to this unit at the time of publication.</w:t>
            </w:r>
          </w:p>
        </w:tc>
      </w:tr>
      <w:tr w:rsidR="00F1480E" w:rsidRPr="00963A46" w14:paraId="536DD2CD" w14:textId="77777777" w:rsidTr="00CA2922">
        <w:tc>
          <w:tcPr>
            <w:tcW w:w="1396" w:type="pct"/>
            <w:shd w:val="clear" w:color="auto" w:fill="auto"/>
          </w:tcPr>
          <w:p w14:paraId="536DD2C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6DD2CC" w14:textId="77777777" w:rsidR="00F1480E" w:rsidRPr="000754EC" w:rsidRDefault="00F1480E" w:rsidP="00890FB8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36DD2D0" w14:textId="77777777" w:rsidTr="00CA2922">
        <w:tc>
          <w:tcPr>
            <w:tcW w:w="1396" w:type="pct"/>
            <w:shd w:val="clear" w:color="auto" w:fill="auto"/>
          </w:tcPr>
          <w:p w14:paraId="536DD2C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36DD2CF" w14:textId="2E14EA27" w:rsidR="00F1480E" w:rsidRPr="000754EC" w:rsidRDefault="008C32A4" w:rsidP="000754EC">
            <w:pPr>
              <w:pStyle w:val="SIText"/>
            </w:pPr>
            <w:r w:rsidRPr="008C32A4">
              <w:t>Irrigation (IRG)</w:t>
            </w:r>
          </w:p>
        </w:tc>
      </w:tr>
    </w:tbl>
    <w:p w14:paraId="536DD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6DD2D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36DD2D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36DD2D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36DD2D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6DD2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6DD2D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1489" w:rsidRPr="00963A46" w14:paraId="536DD2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8" w14:textId="1F878293" w:rsidR="00F71489" w:rsidRPr="00F71489" w:rsidRDefault="00F71489" w:rsidP="00F71489">
            <w:pPr>
              <w:pStyle w:val="SIText"/>
            </w:pPr>
            <w:r w:rsidRPr="00F71489">
              <w:t>1.</w:t>
            </w:r>
            <w:r>
              <w:t xml:space="preserve"> </w:t>
            </w:r>
            <w:r w:rsidRPr="00F71489">
              <w:t>Prepare materials, tools and equipment for irrigation work</w:t>
            </w:r>
          </w:p>
        </w:tc>
        <w:tc>
          <w:tcPr>
            <w:tcW w:w="3604" w:type="pct"/>
            <w:shd w:val="clear" w:color="auto" w:fill="auto"/>
          </w:tcPr>
          <w:p w14:paraId="27154B48" w14:textId="78DA4A4A" w:rsidR="00F71489" w:rsidRPr="00F71489" w:rsidRDefault="00F71489" w:rsidP="00F71489">
            <w:r w:rsidRPr="00F71489">
              <w:t>1.1</w:t>
            </w:r>
            <w:r>
              <w:t xml:space="preserve"> </w:t>
            </w:r>
            <w:r w:rsidRPr="00F71489">
              <w:t xml:space="preserve">Identify the required materials, tools and equipment according to lists provided </w:t>
            </w:r>
            <w:r w:rsidR="00BD2D28">
              <w:t>and</w:t>
            </w:r>
            <w:r w:rsidRPr="00F71489">
              <w:t xml:space="preserve"> supervisor instructions</w:t>
            </w:r>
          </w:p>
          <w:p w14:paraId="5404202D" w14:textId="33A1078B" w:rsidR="00BD2D28" w:rsidRDefault="00F71489" w:rsidP="00F71489">
            <w:r w:rsidRPr="00F71489">
              <w:t>1.2</w:t>
            </w:r>
            <w:r>
              <w:t xml:space="preserve"> </w:t>
            </w:r>
            <w:r w:rsidR="00BD2D28">
              <w:t>Select and</w:t>
            </w:r>
            <w:r w:rsidRPr="00F71489">
              <w:t xml:space="preserve"> check materials, tools and equipment </w:t>
            </w:r>
            <w:r w:rsidR="00BD2D28">
              <w:t>required to carry out routine irrigation work</w:t>
            </w:r>
          </w:p>
          <w:p w14:paraId="2661F2F2" w14:textId="081B8195" w:rsidR="00491A17" w:rsidRDefault="00BD2D28" w:rsidP="00F71489">
            <w:r>
              <w:t xml:space="preserve">1.3 </w:t>
            </w:r>
            <w:r w:rsidRPr="00F71489">
              <w:t>Select</w:t>
            </w:r>
            <w:r>
              <w:t>, fit and use</w:t>
            </w:r>
            <w:r w:rsidRPr="00F71489">
              <w:t xml:space="preserve"> personal protective equipment</w:t>
            </w:r>
            <w:r w:rsidR="00491A17">
              <w:t xml:space="preserve"> (PPE)</w:t>
            </w:r>
            <w:r w:rsidRPr="00F71489">
              <w:t xml:space="preserve"> </w:t>
            </w:r>
            <w:r w:rsidR="00491A17">
              <w:t>applicable to job requirements</w:t>
            </w:r>
          </w:p>
          <w:p w14:paraId="4EE4A6E8" w14:textId="4A59B704" w:rsidR="00F71489" w:rsidRPr="00F71489" w:rsidRDefault="00F71489" w:rsidP="00F71489">
            <w:r w:rsidRPr="00F71489">
              <w:t>1.</w:t>
            </w:r>
            <w:r w:rsidR="00491A17">
              <w:t>4</w:t>
            </w:r>
            <w:r>
              <w:t xml:space="preserve"> </w:t>
            </w:r>
            <w:r w:rsidRPr="00F71489">
              <w:t>Demonstrate correct manual handling techniques when loading and unloading materials</w:t>
            </w:r>
          </w:p>
          <w:p w14:paraId="47D84232" w14:textId="6ECEDE7B" w:rsidR="00491A17" w:rsidRPr="00491A17" w:rsidRDefault="00F71489" w:rsidP="00491A17">
            <w:r w:rsidRPr="00F71489">
              <w:t>1.</w:t>
            </w:r>
            <w:r w:rsidR="00491A17">
              <w:t>5</w:t>
            </w:r>
            <w:r>
              <w:t xml:space="preserve"> </w:t>
            </w:r>
            <w:r w:rsidR="00491A17">
              <w:t xml:space="preserve">Report </w:t>
            </w:r>
            <w:r w:rsidR="00491A17" w:rsidRPr="00F71489">
              <w:t xml:space="preserve">faulty </w:t>
            </w:r>
            <w:r w:rsidR="00491A17">
              <w:t>or unsafe tools, equipment or PPE</w:t>
            </w:r>
            <w:r w:rsidR="00491A17" w:rsidRPr="00F71489">
              <w:t xml:space="preserve"> to supervisor</w:t>
            </w:r>
          </w:p>
          <w:p w14:paraId="29251912" w14:textId="7926BDE7" w:rsidR="00F71489" w:rsidRPr="00F71489" w:rsidRDefault="00F71489" w:rsidP="00F71489">
            <w:r w:rsidRPr="00F71489">
              <w:t>1.</w:t>
            </w:r>
            <w:r w:rsidR="00491A17">
              <w:t>6</w:t>
            </w:r>
            <w:r>
              <w:t xml:space="preserve"> </w:t>
            </w:r>
            <w:r w:rsidRPr="00F71489">
              <w:t>Provide irrigation support according to work health and safety requirements and workplace information</w:t>
            </w:r>
          </w:p>
          <w:p w14:paraId="536DD2D9" w14:textId="47B9EE1C" w:rsidR="00F71489" w:rsidRPr="00F71489" w:rsidRDefault="00F71489" w:rsidP="00C22ECF">
            <w:pPr>
              <w:pStyle w:val="SIText"/>
            </w:pPr>
            <w:r w:rsidRPr="00F71489">
              <w:t>1.</w:t>
            </w:r>
            <w:r w:rsidR="00C22ECF">
              <w:t>7</w:t>
            </w:r>
            <w:r>
              <w:t xml:space="preserve"> </w:t>
            </w:r>
            <w:r w:rsidRPr="00F71489">
              <w:t>Identify and report workplace hazards to supervisor</w:t>
            </w:r>
          </w:p>
        </w:tc>
      </w:tr>
      <w:tr w:rsidR="00F71489" w:rsidRPr="00963A46" w14:paraId="536DD2D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B" w14:textId="070FA54A" w:rsidR="00F71489" w:rsidRPr="00F71489" w:rsidRDefault="00F71489" w:rsidP="00F71489">
            <w:pPr>
              <w:pStyle w:val="SIText"/>
            </w:pPr>
            <w:r w:rsidRPr="00F71489">
              <w:t>2.</w:t>
            </w:r>
            <w:r>
              <w:t xml:space="preserve"> </w:t>
            </w:r>
            <w:r w:rsidRPr="00F71489">
              <w:t>Undertake irrigation work as directed</w:t>
            </w:r>
          </w:p>
        </w:tc>
        <w:tc>
          <w:tcPr>
            <w:tcW w:w="3604" w:type="pct"/>
            <w:shd w:val="clear" w:color="auto" w:fill="auto"/>
          </w:tcPr>
          <w:p w14:paraId="2B70CECF" w14:textId="7E5C8173" w:rsidR="00F71489" w:rsidRPr="00F71489" w:rsidRDefault="00F71489" w:rsidP="00F71489">
            <w:r w:rsidRPr="00F71489">
              <w:t>2.1</w:t>
            </w:r>
            <w:r>
              <w:t xml:space="preserve"> </w:t>
            </w:r>
            <w:r w:rsidRPr="00F71489">
              <w:t>Follow instructions and directions provided by supervisor and seek clarification when necessary</w:t>
            </w:r>
          </w:p>
          <w:p w14:paraId="21BA96FF" w14:textId="2530D044" w:rsidR="00F71489" w:rsidRPr="00F71489" w:rsidRDefault="00F71489" w:rsidP="00F71489">
            <w:r w:rsidRPr="00F71489">
              <w:t>2.2</w:t>
            </w:r>
            <w:r>
              <w:t xml:space="preserve"> </w:t>
            </w:r>
            <w:r w:rsidRPr="00F71489">
              <w:t>Undertake irrigation work in a safe and environmentally appropriate manner</w:t>
            </w:r>
          </w:p>
          <w:p w14:paraId="0E3F662B" w14:textId="562C37A6" w:rsidR="00F71489" w:rsidRPr="00F71489" w:rsidRDefault="00F71489" w:rsidP="00F71489">
            <w:r w:rsidRPr="00F71489">
              <w:t>2.3</w:t>
            </w:r>
            <w:r>
              <w:t xml:space="preserve"> </w:t>
            </w:r>
            <w:r w:rsidRPr="00F71489">
              <w:t>Carry out interactions with other staff and customers in a positive manner</w:t>
            </w:r>
          </w:p>
          <w:p w14:paraId="313F3592" w14:textId="659A5B7E" w:rsidR="00F71489" w:rsidRPr="00F71489" w:rsidRDefault="00F71489" w:rsidP="00F71489">
            <w:r w:rsidRPr="00F71489">
              <w:t>2.4</w:t>
            </w:r>
            <w:r>
              <w:t xml:space="preserve"> </w:t>
            </w:r>
            <w:r w:rsidRPr="00F71489">
              <w:t>Follow enterprise policy and procedures in relation to workplace practices, handling and disposal of materials</w:t>
            </w:r>
          </w:p>
          <w:p w14:paraId="536DD2DC" w14:textId="39E9D4B3" w:rsidR="00F71489" w:rsidRPr="00F71489" w:rsidRDefault="00F71489" w:rsidP="00F71489">
            <w:pPr>
              <w:pStyle w:val="SIText"/>
            </w:pPr>
            <w:r w:rsidRPr="00F71489">
              <w:t>2.5</w:t>
            </w:r>
            <w:r>
              <w:t xml:space="preserve"> </w:t>
            </w:r>
            <w:r w:rsidRPr="00F71489">
              <w:t>Report problems or difficulties in completing work to required standards or timelines to supervisor</w:t>
            </w:r>
          </w:p>
        </w:tc>
      </w:tr>
      <w:tr w:rsidR="00F71489" w:rsidRPr="00963A46" w14:paraId="5A4F616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185E6" w14:textId="79C96374" w:rsidR="00F71489" w:rsidRPr="00F71489" w:rsidRDefault="00F71489" w:rsidP="00F71489">
            <w:pPr>
              <w:pStyle w:val="SIText"/>
            </w:pPr>
            <w:r w:rsidRPr="00F71489">
              <w:t>3.</w:t>
            </w:r>
            <w:r>
              <w:t xml:space="preserve"> </w:t>
            </w:r>
            <w:r w:rsidRPr="00F71489">
              <w:t>Handle materials and equipment</w:t>
            </w:r>
          </w:p>
        </w:tc>
        <w:tc>
          <w:tcPr>
            <w:tcW w:w="3604" w:type="pct"/>
            <w:shd w:val="clear" w:color="auto" w:fill="auto"/>
          </w:tcPr>
          <w:p w14:paraId="62C619C7" w14:textId="42F08F20" w:rsidR="00F71489" w:rsidRPr="00F71489" w:rsidRDefault="00F71489" w:rsidP="00F71489">
            <w:r w:rsidRPr="00F71489">
              <w:t>3.1</w:t>
            </w:r>
            <w:r>
              <w:t xml:space="preserve"> </w:t>
            </w:r>
            <w:r w:rsidRPr="00F71489">
              <w:t>Store waste material and debris produced during irrigation work in a designated area according to supervisor instructions</w:t>
            </w:r>
          </w:p>
          <w:p w14:paraId="64D7D85C" w14:textId="1815F125" w:rsidR="00F71489" w:rsidRPr="00F71489" w:rsidRDefault="00F71489" w:rsidP="00F71489">
            <w:r w:rsidRPr="00F71489">
              <w:t>3.2</w:t>
            </w:r>
            <w:r>
              <w:t xml:space="preserve"> </w:t>
            </w:r>
            <w:r w:rsidRPr="00F71489">
              <w:t xml:space="preserve">Handle and transport materials, equipment and machinery according to supervisor instructions and </w:t>
            </w:r>
            <w:r w:rsidR="00491A17">
              <w:t>workplace</w:t>
            </w:r>
            <w:r w:rsidRPr="00F71489">
              <w:t xml:space="preserve"> </w:t>
            </w:r>
            <w:r w:rsidR="00491A17">
              <w:t>procedures</w:t>
            </w:r>
          </w:p>
          <w:p w14:paraId="008A724B" w14:textId="1CD0E1B9" w:rsidR="00F71489" w:rsidRPr="00F71489" w:rsidRDefault="00F71489" w:rsidP="005669E1">
            <w:pPr>
              <w:pStyle w:val="SIText"/>
            </w:pPr>
            <w:r w:rsidRPr="00F71489">
              <w:t>3.3</w:t>
            </w:r>
            <w:r>
              <w:t xml:space="preserve"> </w:t>
            </w:r>
            <w:r w:rsidRPr="00F71489">
              <w:t xml:space="preserve">Maintain a clean and safe work site while undertaking </w:t>
            </w:r>
            <w:r w:rsidR="00491A17">
              <w:t>irrigation</w:t>
            </w:r>
            <w:r w:rsidRPr="00F71489">
              <w:t xml:space="preserve"> activities</w:t>
            </w:r>
          </w:p>
        </w:tc>
      </w:tr>
      <w:tr w:rsidR="00F71489" w:rsidRPr="00963A46" w14:paraId="536DD2E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6DD2DE" w14:textId="6CF40364" w:rsidR="00F71489" w:rsidRPr="00F71489" w:rsidRDefault="00F71489" w:rsidP="00F71489">
            <w:pPr>
              <w:pStyle w:val="SIText"/>
            </w:pPr>
            <w:r w:rsidRPr="00F71489">
              <w:lastRenderedPageBreak/>
              <w:t>4.</w:t>
            </w:r>
            <w:r>
              <w:t xml:space="preserve"> </w:t>
            </w:r>
            <w:r w:rsidRPr="00F71489">
              <w:t>Clean up on completion of landscaping work</w:t>
            </w:r>
          </w:p>
        </w:tc>
        <w:tc>
          <w:tcPr>
            <w:tcW w:w="3604" w:type="pct"/>
            <w:shd w:val="clear" w:color="auto" w:fill="auto"/>
          </w:tcPr>
          <w:p w14:paraId="023817F9" w14:textId="77777777" w:rsidR="00491A17" w:rsidRDefault="00F71489" w:rsidP="00F71489">
            <w:r w:rsidRPr="00F71489">
              <w:t>4.1</w:t>
            </w:r>
            <w:r>
              <w:t xml:space="preserve"> </w:t>
            </w:r>
            <w:r w:rsidR="00491A17">
              <w:t>Clean, maintain and store tools according to workplace procedures and supervisor instructions</w:t>
            </w:r>
          </w:p>
          <w:p w14:paraId="2F3275D8" w14:textId="5C00FA32" w:rsidR="00F71489" w:rsidRPr="00F71489" w:rsidRDefault="00F71489" w:rsidP="00F71489">
            <w:r w:rsidRPr="00F71489">
              <w:t>4.2</w:t>
            </w:r>
            <w:r>
              <w:t xml:space="preserve"> </w:t>
            </w:r>
            <w:r w:rsidR="00491A17" w:rsidRPr="00F71489">
              <w:t xml:space="preserve">Return materials to store or dispose of according to </w:t>
            </w:r>
            <w:r w:rsidR="00491A17">
              <w:t xml:space="preserve">workplace procedures and </w:t>
            </w:r>
            <w:r w:rsidR="00491A17" w:rsidRPr="00F71489">
              <w:t>supervisor instructions</w:t>
            </w:r>
            <w:r w:rsidR="00491A17" w:rsidRPr="00491A17" w:rsidDel="00491A17">
              <w:t xml:space="preserve"> </w:t>
            </w:r>
          </w:p>
          <w:p w14:paraId="3DDFBE7A" w14:textId="2C8B26EF" w:rsidR="00F71489" w:rsidRPr="00F71489" w:rsidRDefault="00F71489" w:rsidP="00F71489">
            <w:r w:rsidRPr="00F71489">
              <w:t>4.3</w:t>
            </w:r>
            <w:r>
              <w:t xml:space="preserve"> </w:t>
            </w:r>
            <w:r w:rsidRPr="00F71489">
              <w:t>Make good the site according to supervisor instructions</w:t>
            </w:r>
          </w:p>
          <w:p w14:paraId="536DD2DF" w14:textId="71615F56" w:rsidR="00F71489" w:rsidRPr="00F71489" w:rsidRDefault="00F71489" w:rsidP="005669E1">
            <w:pPr>
              <w:pStyle w:val="SIText"/>
            </w:pPr>
            <w:r w:rsidRPr="00F71489">
              <w:t xml:space="preserve">4.4 Report </w:t>
            </w:r>
            <w:r w:rsidR="00491A17">
              <w:t xml:space="preserve">malfunctions, faults, wear or damage of tools and </w:t>
            </w:r>
            <w:r w:rsidRPr="00F71489">
              <w:t>work outcomes to supervisor</w:t>
            </w:r>
          </w:p>
        </w:tc>
      </w:tr>
    </w:tbl>
    <w:p w14:paraId="536DD2E1" w14:textId="3CFC4A54" w:rsidR="005F771F" w:rsidRDefault="005F771F" w:rsidP="005F771F">
      <w:pPr>
        <w:pStyle w:val="SIText"/>
      </w:pPr>
    </w:p>
    <w:p w14:paraId="536DD2E2" w14:textId="77777777" w:rsidR="005F771F" w:rsidRPr="000754EC" w:rsidRDefault="005F771F" w:rsidP="000754EC">
      <w:r>
        <w:br w:type="page"/>
      </w:r>
    </w:p>
    <w:p w14:paraId="536DD2E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6DD2E6" w14:textId="77777777" w:rsidTr="00CA2922">
        <w:trPr>
          <w:tblHeader/>
        </w:trPr>
        <w:tc>
          <w:tcPr>
            <w:tcW w:w="5000" w:type="pct"/>
            <w:gridSpan w:val="2"/>
          </w:tcPr>
          <w:p w14:paraId="536DD2E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36DD2E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36DD2E9" w14:textId="77777777" w:rsidTr="00CA2922">
        <w:trPr>
          <w:tblHeader/>
        </w:trPr>
        <w:tc>
          <w:tcPr>
            <w:tcW w:w="1396" w:type="pct"/>
          </w:tcPr>
          <w:p w14:paraId="536DD2E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36DD2E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36DD2EC" w14:textId="77777777" w:rsidTr="00CA2922">
        <w:tc>
          <w:tcPr>
            <w:tcW w:w="1396" w:type="pct"/>
          </w:tcPr>
          <w:p w14:paraId="536DD2EA" w14:textId="46668136" w:rsidR="00F1480E" w:rsidRPr="000754EC" w:rsidRDefault="00491A17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19D935E" w14:textId="77777777" w:rsidR="00F1480E" w:rsidRDefault="00491A17" w:rsidP="00DD0726">
            <w:pPr>
              <w:pStyle w:val="SIBulletList1"/>
            </w:pPr>
            <w:r>
              <w:t>Use clear language to report, malfunctions, faults, wear or damage to tools</w:t>
            </w:r>
          </w:p>
          <w:p w14:paraId="536DD2EB" w14:textId="357695FB" w:rsidR="00491A17" w:rsidRPr="000754EC" w:rsidRDefault="00491A17" w:rsidP="00DD0726">
            <w:pPr>
              <w:pStyle w:val="SIBulletList1"/>
            </w:pPr>
            <w:r>
              <w:t>Participate in verbal exchanges to respond to questions and clarify information</w:t>
            </w:r>
          </w:p>
        </w:tc>
      </w:tr>
      <w:tr w:rsidR="00F1480E" w:rsidRPr="00336FCA" w:rsidDel="00423CB2" w14:paraId="536DD2F2" w14:textId="77777777" w:rsidTr="00CA2922">
        <w:tc>
          <w:tcPr>
            <w:tcW w:w="1396" w:type="pct"/>
          </w:tcPr>
          <w:p w14:paraId="536DD2F0" w14:textId="40AB2B01" w:rsidR="00F1480E" w:rsidRPr="000754EC" w:rsidRDefault="00491A17" w:rsidP="000754EC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536DD2F1" w14:textId="2C457DF1" w:rsidR="00F1480E" w:rsidRPr="000754EC" w:rsidRDefault="00491A17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and follow workplace requirements, including safety requirements, associated with own role and area of responsibility</w:t>
            </w:r>
          </w:p>
        </w:tc>
      </w:tr>
    </w:tbl>
    <w:p w14:paraId="536DD2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6DD303" w14:textId="77777777" w:rsidTr="00F33FF2">
        <w:tc>
          <w:tcPr>
            <w:tcW w:w="5000" w:type="pct"/>
            <w:gridSpan w:val="4"/>
          </w:tcPr>
          <w:p w14:paraId="536DD30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6DD308" w14:textId="77777777" w:rsidTr="00F33FF2">
        <w:tc>
          <w:tcPr>
            <w:tcW w:w="1028" w:type="pct"/>
          </w:tcPr>
          <w:p w14:paraId="536DD30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6DD30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36DD30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36DD30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36DD30E" w14:textId="77777777" w:rsidTr="00F33FF2">
        <w:tc>
          <w:tcPr>
            <w:tcW w:w="1028" w:type="pct"/>
          </w:tcPr>
          <w:p w14:paraId="4F1806D5" w14:textId="77777777" w:rsidR="00041E59" w:rsidRDefault="00F71489" w:rsidP="00F71489">
            <w:r w:rsidRPr="00F71489">
              <w:t>AHCIRG101 Support irrigation work</w:t>
            </w:r>
          </w:p>
          <w:p w14:paraId="536DD309" w14:textId="67CB0A85" w:rsidR="00BD2D28" w:rsidRPr="000754EC" w:rsidRDefault="00BD2D28" w:rsidP="00F71489">
            <w:r>
              <w:t>Release 3</w:t>
            </w:r>
          </w:p>
        </w:tc>
        <w:tc>
          <w:tcPr>
            <w:tcW w:w="1105" w:type="pct"/>
          </w:tcPr>
          <w:p w14:paraId="30107FD7" w14:textId="3F934F24" w:rsidR="00041E59" w:rsidRDefault="00F71489" w:rsidP="005669E1">
            <w:pPr>
              <w:pStyle w:val="SIText"/>
            </w:pPr>
            <w:r w:rsidRPr="00F71489">
              <w:t>AHCIRG101 Support irrigation work</w:t>
            </w:r>
          </w:p>
          <w:p w14:paraId="536DD30A" w14:textId="04052AC2" w:rsidR="00BD2D28" w:rsidRPr="000754EC" w:rsidRDefault="00BD2D28">
            <w:pPr>
              <w:pStyle w:val="SIText"/>
            </w:pPr>
            <w:r>
              <w:t>Release 2</w:t>
            </w:r>
          </w:p>
        </w:tc>
        <w:tc>
          <w:tcPr>
            <w:tcW w:w="1251" w:type="pct"/>
          </w:tcPr>
          <w:p w14:paraId="536DD30B" w14:textId="368FB8C0" w:rsidR="00041E59" w:rsidRPr="000754EC" w:rsidRDefault="00BD2D28">
            <w:pPr>
              <w:pStyle w:val="SIText"/>
            </w:pPr>
            <w:r>
              <w:t>Minor changes to performance criteria and foundation skills</w:t>
            </w:r>
          </w:p>
        </w:tc>
        <w:tc>
          <w:tcPr>
            <w:tcW w:w="1616" w:type="pct"/>
          </w:tcPr>
          <w:p w14:paraId="536DD30D" w14:textId="44B58263" w:rsidR="00916CD7" w:rsidRPr="000754EC" w:rsidRDefault="00916CD7">
            <w:pPr>
              <w:pStyle w:val="SIText"/>
            </w:pPr>
            <w:r w:rsidRPr="000754EC">
              <w:t>Equivalent unit</w:t>
            </w:r>
          </w:p>
        </w:tc>
      </w:tr>
    </w:tbl>
    <w:p w14:paraId="536DD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6DD313" w14:textId="77777777" w:rsidTr="00CA2922">
        <w:tc>
          <w:tcPr>
            <w:tcW w:w="1396" w:type="pct"/>
            <w:shd w:val="clear" w:color="auto" w:fill="auto"/>
          </w:tcPr>
          <w:p w14:paraId="536DD31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36DD31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6DD312" w14:textId="77777777" w:rsidR="00F1480E" w:rsidRPr="000754EC" w:rsidRDefault="00C13055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14" w14:textId="77777777" w:rsidR="00F1480E" w:rsidRDefault="00F1480E" w:rsidP="005F771F">
      <w:pPr>
        <w:pStyle w:val="SIText"/>
      </w:pPr>
    </w:p>
    <w:p w14:paraId="536DD31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36DD3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36DD316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36DD317" w14:textId="1F668717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F71489" w:rsidRPr="00F71489">
              <w:t>AHCIRG101 Support irrigation work</w:t>
            </w:r>
          </w:p>
        </w:tc>
      </w:tr>
      <w:tr w:rsidR="00556C4C" w:rsidRPr="00A55106" w14:paraId="536DD31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6DD31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36DD31C" w14:textId="77777777" w:rsidTr="00113678">
        <w:tc>
          <w:tcPr>
            <w:tcW w:w="5000" w:type="pct"/>
            <w:gridSpan w:val="2"/>
            <w:shd w:val="clear" w:color="auto" w:fill="auto"/>
          </w:tcPr>
          <w:p w14:paraId="1503CCFD" w14:textId="7FBD2C02" w:rsidR="00F71489" w:rsidRPr="00F71489" w:rsidRDefault="005669E1" w:rsidP="00F71489">
            <w:r w:rsidRPr="005669E1">
              <w:t>An individual demonstrating competency must satisfy all of the elements and performance criteria in this unit</w:t>
            </w:r>
            <w:r w:rsidR="00F71489" w:rsidRPr="00F71489">
              <w:t>.</w:t>
            </w:r>
          </w:p>
          <w:p w14:paraId="4DDBB291" w14:textId="77777777" w:rsidR="00F71489" w:rsidRPr="00F71489" w:rsidRDefault="00F71489" w:rsidP="00F71489"/>
          <w:p w14:paraId="005E4869" w14:textId="2F795059" w:rsidR="00F71489" w:rsidRPr="00F71489" w:rsidRDefault="00F71489" w:rsidP="00F71489">
            <w:r w:rsidRPr="00F71489">
              <w:t>The</w:t>
            </w:r>
            <w:r w:rsidR="005669E1">
              <w:t>re</w:t>
            </w:r>
            <w:r w:rsidRPr="00F71489">
              <w:t xml:space="preserve"> </w:t>
            </w:r>
            <w:r w:rsidR="005669E1" w:rsidRPr="005669E1">
              <w:t xml:space="preserve">must be evidence that the individual has </w:t>
            </w:r>
            <w:r w:rsidR="005669E1">
              <w:t xml:space="preserve">supported </w:t>
            </w:r>
            <w:r w:rsidR="005669E1" w:rsidRPr="005669E1">
              <w:t xml:space="preserve">irrigation </w:t>
            </w:r>
            <w:r w:rsidR="005669E1">
              <w:t>w</w:t>
            </w:r>
            <w:r w:rsidR="005669E1" w:rsidRPr="005669E1">
              <w:t>o</w:t>
            </w:r>
            <w:r w:rsidR="005669E1">
              <w:t>rk</w:t>
            </w:r>
            <w:r w:rsidR="005669E1" w:rsidRPr="005669E1">
              <w:t xml:space="preserve"> on at least </w:t>
            </w:r>
            <w:r w:rsidR="005669E1">
              <w:t>tw</w:t>
            </w:r>
            <w:r w:rsidR="005669E1" w:rsidRPr="005669E1">
              <w:t>o occasion</w:t>
            </w:r>
            <w:r w:rsidR="005669E1">
              <w:t>s</w:t>
            </w:r>
            <w:r w:rsidR="005669E1" w:rsidRPr="005669E1">
              <w:t xml:space="preserve"> and has</w:t>
            </w:r>
            <w:r w:rsidRPr="00F71489">
              <w:t>:</w:t>
            </w:r>
          </w:p>
          <w:p w14:paraId="3C0C8E8E" w14:textId="5C0C27F8" w:rsidR="00F71489" w:rsidRPr="00F71489" w:rsidRDefault="00F71489" w:rsidP="00F71489">
            <w:pPr>
              <w:pStyle w:val="SIBulletList1"/>
            </w:pPr>
            <w:r w:rsidRPr="00F71489">
              <w:t>appl</w:t>
            </w:r>
            <w:r w:rsidR="005669E1">
              <w:t>ied</w:t>
            </w:r>
            <w:r w:rsidRPr="00F71489">
              <w:t xml:space="preserve"> safe work practices</w:t>
            </w:r>
          </w:p>
          <w:p w14:paraId="48C5B015" w14:textId="3D61B9C3" w:rsidR="00F71489" w:rsidRPr="00F71489" w:rsidRDefault="00F71489" w:rsidP="00F71489">
            <w:pPr>
              <w:pStyle w:val="SIBulletList1"/>
            </w:pPr>
            <w:r w:rsidRPr="00F71489">
              <w:t>clean</w:t>
            </w:r>
            <w:r w:rsidR="005669E1">
              <w:t>ed</w:t>
            </w:r>
            <w:r w:rsidRPr="00F71489">
              <w:t xml:space="preserve"> up on completion of work </w:t>
            </w:r>
          </w:p>
          <w:p w14:paraId="6300FD54" w14:textId="69204DBF" w:rsidR="00F71489" w:rsidRPr="00F71489" w:rsidRDefault="00F71489" w:rsidP="00F71489">
            <w:pPr>
              <w:pStyle w:val="SIBulletList1"/>
            </w:pPr>
            <w:r w:rsidRPr="00F71489">
              <w:t>prepare</w:t>
            </w:r>
            <w:r w:rsidR="005669E1">
              <w:t>d</w:t>
            </w:r>
            <w:r w:rsidRPr="00F71489">
              <w:t xml:space="preserve"> materials, tools and equipment for irrigation work</w:t>
            </w:r>
          </w:p>
          <w:p w14:paraId="536DD31B" w14:textId="5966336D" w:rsidR="00556C4C" w:rsidRPr="000754EC" w:rsidRDefault="00F71489" w:rsidP="005669E1">
            <w:pPr>
              <w:pStyle w:val="SIBulletList1"/>
            </w:pPr>
            <w:r w:rsidRPr="00F71489">
              <w:t>undertake</w:t>
            </w:r>
            <w:r w:rsidR="005669E1">
              <w:t>n</w:t>
            </w:r>
            <w:r w:rsidRPr="00F71489">
              <w:t xml:space="preserve"> irrigation work as directed</w:t>
            </w:r>
            <w:r w:rsidR="005669E1">
              <w:t>.</w:t>
            </w:r>
          </w:p>
        </w:tc>
      </w:tr>
    </w:tbl>
    <w:p w14:paraId="536DD31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1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1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6DD321" w14:textId="77777777" w:rsidTr="00CA2922">
        <w:tc>
          <w:tcPr>
            <w:tcW w:w="5000" w:type="pct"/>
            <w:shd w:val="clear" w:color="auto" w:fill="auto"/>
          </w:tcPr>
          <w:p w14:paraId="0CECCD4F" w14:textId="40CFD0BD" w:rsidR="00F71489" w:rsidRPr="00F71489" w:rsidRDefault="005669E1" w:rsidP="00F71489">
            <w:r>
              <w:t>An individual</w:t>
            </w:r>
            <w:r w:rsidR="00F71489" w:rsidRPr="00F71489">
              <w:t xml:space="preserve"> must </w:t>
            </w:r>
            <w:r>
              <w:t xml:space="preserve">be able to </w:t>
            </w:r>
            <w:r w:rsidR="00F71489" w:rsidRPr="00F71489">
              <w:t xml:space="preserve">demonstrate </w:t>
            </w:r>
            <w:r w:rsidRPr="005669E1">
              <w:t xml:space="preserve">the knowledge required to perform the tasks outlined in the elements and performance criteria of this unit. This includes </w:t>
            </w:r>
            <w:r w:rsidR="00F71489" w:rsidRPr="00F71489">
              <w:t>knowledge of:</w:t>
            </w:r>
          </w:p>
          <w:p w14:paraId="738D0592" w14:textId="77777777" w:rsidR="00F71489" w:rsidRPr="00F71489" w:rsidRDefault="00F71489" w:rsidP="00F71489">
            <w:pPr>
              <w:pStyle w:val="SIBulletList1"/>
            </w:pPr>
            <w:r w:rsidRPr="00F71489">
              <w:t>principles and practices for supporting irrigation work</w:t>
            </w:r>
          </w:p>
          <w:p w14:paraId="041BA2E3" w14:textId="77777777" w:rsidR="00F71489" w:rsidRPr="00F71489" w:rsidRDefault="00F71489" w:rsidP="00F71489">
            <w:pPr>
              <w:pStyle w:val="SIBulletList1"/>
            </w:pPr>
            <w:r w:rsidRPr="00F71489">
              <w:t>safe work practices</w:t>
            </w:r>
          </w:p>
          <w:p w14:paraId="334480DC" w14:textId="77777777" w:rsidR="00F71489" w:rsidRPr="00F71489" w:rsidRDefault="00F71489" w:rsidP="00F71489">
            <w:pPr>
              <w:pStyle w:val="SIBulletList1"/>
            </w:pPr>
            <w:r w:rsidRPr="00F71489">
              <w:t>preparing for irrigation work and cleaning up on project completion</w:t>
            </w:r>
          </w:p>
          <w:p w14:paraId="661039B5" w14:textId="77777777" w:rsidR="00F71489" w:rsidRPr="00F71489" w:rsidRDefault="00F71489" w:rsidP="00F71489">
            <w:pPr>
              <w:pStyle w:val="SIBulletList1"/>
            </w:pPr>
            <w:r w:rsidRPr="00F71489">
              <w:t>basic construction techniques</w:t>
            </w:r>
          </w:p>
          <w:p w14:paraId="1782C107" w14:textId="77777777" w:rsidR="00F71489" w:rsidRPr="00F71489" w:rsidRDefault="00F71489" w:rsidP="00F71489">
            <w:pPr>
              <w:pStyle w:val="SIBulletList1"/>
            </w:pPr>
            <w:r w:rsidRPr="00F71489">
              <w:t>irrigation tools and equipment</w:t>
            </w:r>
          </w:p>
          <w:p w14:paraId="0E33EF14" w14:textId="77777777" w:rsidR="00F71489" w:rsidRPr="00F71489" w:rsidRDefault="00F71489" w:rsidP="00F71489">
            <w:pPr>
              <w:pStyle w:val="SIBulletList1"/>
            </w:pPr>
            <w:r w:rsidRPr="00F71489">
              <w:t>repair and maintenance of irrigation fittings</w:t>
            </w:r>
          </w:p>
          <w:p w14:paraId="536DD320" w14:textId="7F87AAF6" w:rsidR="00F1480E" w:rsidRPr="000754EC" w:rsidRDefault="00F71489" w:rsidP="005669E1">
            <w:pPr>
              <w:pStyle w:val="SIBulletList1"/>
            </w:pPr>
            <w:r w:rsidRPr="00F71489">
              <w:t>work health and safety and safe work practices</w:t>
            </w:r>
            <w:r w:rsidR="005669E1">
              <w:t>.</w:t>
            </w:r>
          </w:p>
        </w:tc>
      </w:tr>
    </w:tbl>
    <w:p w14:paraId="536DD32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36DD32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36DD32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6DD326" w14:textId="77777777" w:rsidTr="00CA2922">
        <w:tc>
          <w:tcPr>
            <w:tcW w:w="5000" w:type="pct"/>
            <w:shd w:val="clear" w:color="auto" w:fill="auto"/>
          </w:tcPr>
          <w:p w14:paraId="35104E4C" w14:textId="77777777" w:rsidR="005669E1" w:rsidRPr="005669E1" w:rsidRDefault="005669E1" w:rsidP="005669E1">
            <w:pPr>
              <w:pStyle w:val="SIText"/>
            </w:pPr>
            <w:r w:rsidRPr="005669E1">
              <w:t>Assessment of skills must take place under the following conditions:</w:t>
            </w:r>
          </w:p>
          <w:p w14:paraId="4D98825D" w14:textId="77777777" w:rsidR="005669E1" w:rsidRPr="005669E1" w:rsidRDefault="005669E1" w:rsidP="005669E1">
            <w:pPr>
              <w:pStyle w:val="SIBulletList1"/>
            </w:pPr>
            <w:r w:rsidRPr="005669E1">
              <w:t>physical conditions:</w:t>
            </w:r>
          </w:p>
          <w:p w14:paraId="6ECE11EF" w14:textId="77777777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t>a workplace setting or an environment that accurately represents workplace conditions</w:t>
            </w:r>
          </w:p>
          <w:p w14:paraId="7292EA18" w14:textId="77777777" w:rsidR="005669E1" w:rsidRPr="005669E1" w:rsidRDefault="005669E1" w:rsidP="005669E1">
            <w:pPr>
              <w:pStyle w:val="SIBulletList1"/>
            </w:pPr>
            <w:r w:rsidRPr="005669E1">
              <w:t>resources, equipment and materials:</w:t>
            </w:r>
          </w:p>
          <w:p w14:paraId="092B86B2" w14:textId="62306A4E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rPr>
                <w:rFonts w:eastAsia="Calibri"/>
              </w:rPr>
              <w:t xml:space="preserve">work instructions and workplace procedures applicable to assisting </w:t>
            </w:r>
            <w:r>
              <w:rPr>
                <w:rFonts w:eastAsia="Calibri"/>
              </w:rPr>
              <w:t>supporting</w:t>
            </w:r>
            <w:r w:rsidRPr="005669E1">
              <w:rPr>
                <w:rFonts w:eastAsia="Calibri"/>
              </w:rPr>
              <w:t xml:space="preserve"> irrigation </w:t>
            </w:r>
            <w:r>
              <w:rPr>
                <w:rFonts w:eastAsia="Calibri"/>
              </w:rPr>
              <w:t>work</w:t>
            </w:r>
          </w:p>
          <w:p w14:paraId="65DB0466" w14:textId="0551E19B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rPr>
                <w:rFonts w:eastAsia="Calibri"/>
              </w:rPr>
              <w:t>irrigation maintenance tools and equipment</w:t>
            </w:r>
          </w:p>
          <w:p w14:paraId="1E449D91" w14:textId="2C3E6C3F" w:rsidR="005669E1" w:rsidRPr="005669E1" w:rsidRDefault="005669E1" w:rsidP="005669E1">
            <w:pPr>
              <w:pStyle w:val="SIBulletList2"/>
              <w:rPr>
                <w:rFonts w:eastAsia="Calibri"/>
              </w:rPr>
            </w:pPr>
            <w:r w:rsidRPr="005669E1">
              <w:t xml:space="preserve">personal protective equipment applicable to </w:t>
            </w:r>
            <w:r>
              <w:t>supporting</w:t>
            </w:r>
            <w:r w:rsidRPr="005669E1">
              <w:t xml:space="preserve"> irrigation </w:t>
            </w:r>
            <w:r>
              <w:t>work</w:t>
            </w:r>
          </w:p>
          <w:p w14:paraId="43ADF81E" w14:textId="77777777" w:rsidR="005669E1" w:rsidRPr="005669E1" w:rsidRDefault="005669E1" w:rsidP="005669E1">
            <w:pPr>
              <w:pStyle w:val="SIBulletList1"/>
            </w:pPr>
            <w:r w:rsidRPr="005669E1">
              <w:t>relationships:</w:t>
            </w:r>
          </w:p>
          <w:p w14:paraId="04148280" w14:textId="71CB83BA" w:rsidR="005669E1" w:rsidRPr="005669E1" w:rsidRDefault="005669E1" w:rsidP="005669E1">
            <w:pPr>
              <w:pStyle w:val="SIBulletList2"/>
            </w:pPr>
            <w:r w:rsidRPr="005669E1">
              <w:t>supervisor</w:t>
            </w:r>
            <w:r>
              <w:t>, staff and customers</w:t>
            </w:r>
          </w:p>
          <w:p w14:paraId="21DF15AF" w14:textId="77777777" w:rsidR="005669E1" w:rsidRPr="005669E1" w:rsidRDefault="005669E1" w:rsidP="005669E1">
            <w:pPr>
              <w:pStyle w:val="SIBulletList1"/>
            </w:pPr>
            <w:r w:rsidRPr="005669E1">
              <w:t>timeframes:</w:t>
            </w:r>
          </w:p>
          <w:p w14:paraId="064FA25C" w14:textId="77777777" w:rsidR="005669E1" w:rsidRPr="005669E1" w:rsidRDefault="005669E1" w:rsidP="005669E1">
            <w:pPr>
              <w:pStyle w:val="SIBulletList2"/>
            </w:pPr>
            <w:r w:rsidRPr="005669E1">
              <w:t>according to job requirements.</w:t>
            </w:r>
          </w:p>
          <w:p w14:paraId="38145759" w14:textId="77777777" w:rsidR="005669E1" w:rsidRPr="005669E1" w:rsidRDefault="005669E1" w:rsidP="005669E1">
            <w:pPr>
              <w:pStyle w:val="SIText"/>
            </w:pPr>
          </w:p>
          <w:p w14:paraId="536DD325" w14:textId="38D69AA7" w:rsidR="00F1480E" w:rsidRPr="000754EC" w:rsidRDefault="00F71489" w:rsidP="00B63596">
            <w:pPr>
              <w:rPr>
                <w:rFonts w:eastAsia="Calibri"/>
              </w:rPr>
            </w:pPr>
            <w:r w:rsidRPr="00F71489">
              <w:t xml:space="preserve">Assessors </w:t>
            </w:r>
            <w:r w:rsidR="005669E1">
              <w:t xml:space="preserve">of this unit </w:t>
            </w:r>
            <w:r w:rsidRPr="00F71489">
              <w:t xml:space="preserve">must satisfy </w:t>
            </w:r>
            <w:r w:rsidR="005669E1" w:rsidRPr="005669E1">
              <w:t>the requirements of assessors in applicable vocational education and training legislation, frameworks and/or</w:t>
            </w:r>
            <w:r w:rsidRPr="00F71489">
              <w:t xml:space="preserve"> standards.</w:t>
            </w:r>
          </w:p>
        </w:tc>
      </w:tr>
    </w:tbl>
    <w:p w14:paraId="536DD3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36DD32B" w14:textId="77777777" w:rsidTr="004679E3">
        <w:tc>
          <w:tcPr>
            <w:tcW w:w="990" w:type="pct"/>
            <w:shd w:val="clear" w:color="auto" w:fill="auto"/>
          </w:tcPr>
          <w:p w14:paraId="536DD32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36DD32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6DD32A" w14:textId="77777777" w:rsidR="00F1480E" w:rsidRPr="000754EC" w:rsidRDefault="00C13055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536DD32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FD5AF" w14:textId="77777777" w:rsidR="00C13055" w:rsidRDefault="00C13055" w:rsidP="00BF3F0A">
      <w:r>
        <w:separator/>
      </w:r>
    </w:p>
    <w:p w14:paraId="4705795C" w14:textId="77777777" w:rsidR="00C13055" w:rsidRDefault="00C13055"/>
  </w:endnote>
  <w:endnote w:type="continuationSeparator" w:id="0">
    <w:p w14:paraId="7B4C82E2" w14:textId="77777777" w:rsidR="00C13055" w:rsidRDefault="00C13055" w:rsidP="00BF3F0A">
      <w:r>
        <w:continuationSeparator/>
      </w:r>
    </w:p>
    <w:p w14:paraId="4145FF0E" w14:textId="77777777" w:rsidR="00C13055" w:rsidRDefault="00C130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36DD336" w14:textId="0E72A48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8275D">
          <w:rPr>
            <w:noProof/>
          </w:rPr>
          <w:t>2</w:t>
        </w:r>
        <w:r w:rsidRPr="000754EC">
          <w:fldChar w:fldCharType="end"/>
        </w:r>
      </w:p>
      <w:p w14:paraId="536DD33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36DD33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C8E70" w14:textId="77777777" w:rsidR="00C13055" w:rsidRDefault="00C13055" w:rsidP="00BF3F0A">
      <w:r>
        <w:separator/>
      </w:r>
    </w:p>
    <w:p w14:paraId="4E115599" w14:textId="77777777" w:rsidR="00C13055" w:rsidRDefault="00C13055"/>
  </w:footnote>
  <w:footnote w:type="continuationSeparator" w:id="0">
    <w:p w14:paraId="4A871772" w14:textId="77777777" w:rsidR="00C13055" w:rsidRDefault="00C13055" w:rsidP="00BF3F0A">
      <w:r>
        <w:continuationSeparator/>
      </w:r>
    </w:p>
    <w:p w14:paraId="3B9B5CE9" w14:textId="77777777" w:rsidR="00C13055" w:rsidRDefault="00C130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62218" w14:textId="190CEDCA" w:rsidR="00F71489" w:rsidRDefault="00C13055">
    <w:sdt>
      <w:sdtPr>
        <w:id w:val="1075236897"/>
        <w:docPartObj>
          <w:docPartGallery w:val="Watermarks"/>
          <w:docPartUnique/>
        </w:docPartObj>
      </w:sdtPr>
      <w:sdtEndPr/>
      <w:sdtContent>
        <w:r>
          <w:rPr>
            <w:lang w:val="en-US" w:eastAsia="en-US"/>
          </w:rPr>
          <w:pict w14:anchorId="4D58882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71489" w:rsidRPr="00F71489">
      <w:t>AHCIRG101 Support irrigation work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275D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A0C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1A17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CF2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69E1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07B1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F90"/>
    <w:rsid w:val="0076523B"/>
    <w:rsid w:val="00770EC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6C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0684"/>
    <w:rsid w:val="00886790"/>
    <w:rsid w:val="008908DE"/>
    <w:rsid w:val="00890FB8"/>
    <w:rsid w:val="008A12ED"/>
    <w:rsid w:val="008A39D3"/>
    <w:rsid w:val="008A58CC"/>
    <w:rsid w:val="008B2C77"/>
    <w:rsid w:val="008B4AD2"/>
    <w:rsid w:val="008B7138"/>
    <w:rsid w:val="008C32A4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505D"/>
    <w:rsid w:val="00B3508F"/>
    <w:rsid w:val="00B443EE"/>
    <w:rsid w:val="00B560C8"/>
    <w:rsid w:val="00B61150"/>
    <w:rsid w:val="00B63596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D28"/>
    <w:rsid w:val="00BD3B0F"/>
    <w:rsid w:val="00BF1D4C"/>
    <w:rsid w:val="00BF3F0A"/>
    <w:rsid w:val="00C13055"/>
    <w:rsid w:val="00C143C3"/>
    <w:rsid w:val="00C1739B"/>
    <w:rsid w:val="00C21ADE"/>
    <w:rsid w:val="00C22ECF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197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7E7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0946"/>
    <w:rsid w:val="00F62866"/>
    <w:rsid w:val="00F65EF0"/>
    <w:rsid w:val="00F71489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536DD2BC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D547E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547E7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D547E7"/>
    <w:pPr>
      <w:ind w:left="283" w:hanging="28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F71489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5A65AFFECB994CB809C93B5A0004DD" ma:contentTypeVersion="" ma:contentTypeDescription="Create a new document." ma:contentTypeScope="" ma:versionID="83dcbba38df8b5928a487e836100a95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A9BDC506-DF15-4FE4-8ED4-C82BFD144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BF8F27-494F-46F2-900B-21C7B33B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William Henderson</cp:lastModifiedBy>
  <cp:revision>2</cp:revision>
  <cp:lastPrinted>2016-05-27T05:21:00Z</cp:lastPrinted>
  <dcterms:created xsi:type="dcterms:W3CDTF">2019-03-05T04:33:00Z</dcterms:created>
  <dcterms:modified xsi:type="dcterms:W3CDTF">2019-03-05T04:33:00Z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0x010100D85A65AFFECB994CB809C93B5A0004DD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