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D18AA" w14:paraId="3A9E2B5B" w14:textId="77777777" w:rsidTr="00146EEC">
        <w:tc>
          <w:tcPr>
            <w:tcW w:w="2689" w:type="dxa"/>
          </w:tcPr>
          <w:p w14:paraId="75C8A176" w14:textId="6F07CDBB" w:rsidR="008D18AA" w:rsidRPr="008D18AA" w:rsidRDefault="008D18AA" w:rsidP="005F2299">
            <w:pPr>
              <w:pStyle w:val="SIText"/>
            </w:pPr>
            <w:r w:rsidRPr="008D18AA">
              <w:t>Release 2</w:t>
            </w:r>
          </w:p>
        </w:tc>
        <w:tc>
          <w:tcPr>
            <w:tcW w:w="6939" w:type="dxa"/>
          </w:tcPr>
          <w:p w14:paraId="2CE725B4" w14:textId="196C60A5" w:rsidR="008D18AA" w:rsidRPr="008D18AA" w:rsidRDefault="008D18AA" w:rsidP="005F2299">
            <w:pPr>
              <w:pStyle w:val="SIText"/>
            </w:pPr>
            <w:r w:rsidRPr="008D18AA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AD02093" w:rsidR="00F1480E" w:rsidRPr="000754EC" w:rsidRDefault="00A14CDE" w:rsidP="00764F90">
            <w:pPr>
              <w:pStyle w:val="SIUNITCODE"/>
            </w:pPr>
            <w:r w:rsidRPr="00A14CDE">
              <w:t>AHCDRG201</w:t>
            </w:r>
          </w:p>
        </w:tc>
        <w:tc>
          <w:tcPr>
            <w:tcW w:w="3604" w:type="pct"/>
            <w:shd w:val="clear" w:color="auto" w:fill="auto"/>
          </w:tcPr>
          <w:p w14:paraId="536DD2C5" w14:textId="23ABA470" w:rsidR="00F1480E" w:rsidRPr="000754EC" w:rsidRDefault="00A14CDE" w:rsidP="000754EC">
            <w:pPr>
              <w:pStyle w:val="SIUnittitle"/>
            </w:pPr>
            <w:r w:rsidRPr="00A14CDE">
              <w:t>Maintain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636209" w14:textId="342229BD" w:rsidR="00A14CDE" w:rsidRPr="00A14CDE" w:rsidRDefault="00A14CDE" w:rsidP="00A14CDE">
            <w:pPr>
              <w:pStyle w:val="SIText"/>
            </w:pPr>
            <w:r w:rsidRPr="00A14CDE">
              <w:t xml:space="preserve">This unit of competency describes the skills and knowledge required to </w:t>
            </w:r>
            <w:r w:rsidR="00F444B2">
              <w:t xml:space="preserve">inspect and </w:t>
            </w:r>
            <w:r w:rsidRPr="00A14CDE">
              <w:t>carry out routine cleaning and maintenance of draining systems.</w:t>
            </w:r>
          </w:p>
          <w:p w14:paraId="5BB49E34" w14:textId="77777777" w:rsidR="00A14CDE" w:rsidRPr="00A14CDE" w:rsidRDefault="00A14CDE" w:rsidP="00A14CDE">
            <w:pPr>
              <w:pStyle w:val="SIText"/>
            </w:pPr>
          </w:p>
          <w:p w14:paraId="3B260DCD" w14:textId="6BA370C3" w:rsidR="00A14CDE" w:rsidRPr="00A14CDE" w:rsidRDefault="00F444B2" w:rsidP="00A14CDE">
            <w:pPr>
              <w:pStyle w:val="SIText"/>
            </w:pPr>
            <w:r>
              <w:t>The uni</w:t>
            </w:r>
            <w:r w:rsidR="00A14CDE" w:rsidRPr="00A14CDE">
              <w:t xml:space="preserve">t applies to individuals who </w:t>
            </w:r>
            <w:r w:rsidRPr="00F444B2">
              <w:t>maintain drainage systems</w:t>
            </w:r>
            <w:r w:rsidR="00A14CDE" w:rsidRPr="00A14CDE">
              <w:t xml:space="preserve"> under general supervision </w:t>
            </w:r>
            <w:r>
              <w:t>with</w:t>
            </w:r>
            <w:r w:rsidR="00A14CDE" w:rsidRPr="00A14CDE">
              <w:t xml:space="preserve"> limited autonomy </w:t>
            </w:r>
            <w:r>
              <w:t>and</w:t>
            </w:r>
            <w:r w:rsidR="00A14CDE" w:rsidRPr="00A14CDE">
              <w:t xml:space="preserve"> accountability.</w:t>
            </w:r>
          </w:p>
          <w:p w14:paraId="3DEC544E" w14:textId="77777777" w:rsidR="00A14CDE" w:rsidRPr="00A14CDE" w:rsidRDefault="00A14CDE" w:rsidP="00A14CDE">
            <w:pPr>
              <w:pStyle w:val="SIText"/>
            </w:pPr>
          </w:p>
          <w:p w14:paraId="536DD2C9" w14:textId="7829D944" w:rsidR="00373436" w:rsidRPr="000754EC" w:rsidRDefault="00A14CDE" w:rsidP="00F444B2">
            <w:pPr>
              <w:pStyle w:val="SIText"/>
            </w:pPr>
            <w:r w:rsidRPr="00A14CDE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4CDE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468EC46F" w:rsidR="00A14CDE" w:rsidRPr="00A14CDE" w:rsidRDefault="00A14CDE" w:rsidP="00A14CDE">
            <w:pPr>
              <w:pStyle w:val="SIText"/>
            </w:pPr>
            <w:r w:rsidRPr="005F6E95">
              <w:t>1.</w:t>
            </w:r>
            <w:r>
              <w:t xml:space="preserve"> </w:t>
            </w:r>
            <w:r w:rsidRPr="005F6E95">
              <w:t>Inspect drainage systems</w:t>
            </w:r>
          </w:p>
        </w:tc>
        <w:tc>
          <w:tcPr>
            <w:tcW w:w="3604" w:type="pct"/>
            <w:shd w:val="clear" w:color="auto" w:fill="auto"/>
          </w:tcPr>
          <w:p w14:paraId="2A267B64" w14:textId="091CE369" w:rsidR="00A14CDE" w:rsidRPr="00A14CDE" w:rsidRDefault="00A14CDE" w:rsidP="00A14CDE">
            <w:r w:rsidRPr="005F6E95">
              <w:t>1.1</w:t>
            </w:r>
            <w:r>
              <w:t xml:space="preserve"> </w:t>
            </w:r>
            <w:r w:rsidRPr="005F6E95">
              <w:t xml:space="preserve">Confirm </w:t>
            </w:r>
            <w:r w:rsidR="005F2299">
              <w:t xml:space="preserve">with supervisor </w:t>
            </w:r>
            <w:r w:rsidR="00F444B2">
              <w:t>activity</w:t>
            </w:r>
            <w:r w:rsidRPr="005F6E95">
              <w:t xml:space="preserve"> to be undertaken</w:t>
            </w:r>
            <w:r w:rsidR="00F444B2">
              <w:t>, including identifying potential hazards and risks and implementing safe working practices to minimise risks to self and others</w:t>
            </w:r>
          </w:p>
          <w:p w14:paraId="2158786E" w14:textId="0734C188" w:rsidR="00A14CDE" w:rsidRPr="00A14CDE" w:rsidRDefault="00A14CDE" w:rsidP="00A14CDE">
            <w:r w:rsidRPr="005F6E95">
              <w:t>1.2</w:t>
            </w:r>
            <w:r>
              <w:t xml:space="preserve"> </w:t>
            </w:r>
            <w:r w:rsidR="00F444B2">
              <w:t>Select, fit and use</w:t>
            </w:r>
            <w:r w:rsidRPr="005F6E95">
              <w:t xml:space="preserve"> personal protective equipment </w:t>
            </w:r>
            <w:r w:rsidR="008D18AA">
              <w:t>applicable to the task</w:t>
            </w:r>
          </w:p>
          <w:p w14:paraId="536DD2D9" w14:textId="2A20CAE6" w:rsidR="00A14CDE" w:rsidRPr="00A14CDE" w:rsidRDefault="00A14CDE" w:rsidP="005F2299">
            <w:r w:rsidRPr="005F6E95">
              <w:t>1.3</w:t>
            </w:r>
            <w:r>
              <w:t xml:space="preserve"> </w:t>
            </w:r>
            <w:r w:rsidRPr="005F6E95">
              <w:t>Inspect drainage system visually for blockages, leaks and operating faults</w:t>
            </w:r>
          </w:p>
        </w:tc>
      </w:tr>
      <w:tr w:rsidR="00A14CDE" w:rsidRPr="00963A46" w14:paraId="319984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BF4F9" w14:textId="6EAB6237" w:rsidR="00A14CDE" w:rsidRPr="000754EC" w:rsidRDefault="00A14CDE" w:rsidP="00A14CDE">
            <w:pPr>
              <w:pStyle w:val="SIText"/>
            </w:pPr>
            <w:r w:rsidRPr="005F6E95">
              <w:t>2.</w:t>
            </w:r>
            <w:r>
              <w:t xml:space="preserve"> </w:t>
            </w:r>
            <w:r w:rsidRPr="005F6E95">
              <w:t>Maintain system components</w:t>
            </w:r>
          </w:p>
        </w:tc>
        <w:tc>
          <w:tcPr>
            <w:tcW w:w="3604" w:type="pct"/>
            <w:shd w:val="clear" w:color="auto" w:fill="auto"/>
          </w:tcPr>
          <w:p w14:paraId="533E4F13" w14:textId="2E3A8AD2" w:rsidR="00A14CDE" w:rsidRPr="00A14CDE" w:rsidRDefault="00A14CDE" w:rsidP="00A14CDE">
            <w:r w:rsidRPr="005F6E95">
              <w:t>2.1</w:t>
            </w:r>
            <w:r>
              <w:t xml:space="preserve"> </w:t>
            </w:r>
            <w:r w:rsidRPr="005F6E95">
              <w:t>Inspect components for wear or blockage</w:t>
            </w:r>
          </w:p>
          <w:p w14:paraId="186C63B9" w14:textId="4714A6BB" w:rsidR="00A14CDE" w:rsidRPr="00A14CDE" w:rsidRDefault="00A14CDE" w:rsidP="00A14CDE">
            <w:r w:rsidRPr="005F6E95">
              <w:t>2.2</w:t>
            </w:r>
            <w:r>
              <w:t xml:space="preserve"> </w:t>
            </w:r>
            <w:r w:rsidRPr="00A14CDE">
              <w:t>Service mechanical equipment</w:t>
            </w:r>
          </w:p>
          <w:p w14:paraId="2871D232" w14:textId="7E4D3137" w:rsidR="00A14CDE" w:rsidRPr="000754EC" w:rsidRDefault="00A14CDE" w:rsidP="008D18AA">
            <w:pPr>
              <w:pStyle w:val="SIText"/>
            </w:pPr>
            <w:r w:rsidRPr="005F6E95">
              <w:t>2.3</w:t>
            </w:r>
            <w:r>
              <w:t xml:space="preserve"> </w:t>
            </w:r>
            <w:r w:rsidRPr="005F6E95">
              <w:t>Replace simple components</w:t>
            </w:r>
          </w:p>
        </w:tc>
      </w:tr>
      <w:tr w:rsidR="00A14CDE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9E32236" w:rsidR="00A14CDE" w:rsidRPr="00A14CDE" w:rsidRDefault="00A14CDE" w:rsidP="00A14CDE">
            <w:pPr>
              <w:pStyle w:val="SIText"/>
            </w:pPr>
            <w:r w:rsidRPr="005F6E95">
              <w:t>3.</w:t>
            </w:r>
            <w:r>
              <w:t xml:space="preserve"> </w:t>
            </w:r>
            <w:r w:rsidRPr="005F6E95">
              <w:t>Remove silt and weed growth</w:t>
            </w:r>
          </w:p>
        </w:tc>
        <w:tc>
          <w:tcPr>
            <w:tcW w:w="3604" w:type="pct"/>
            <w:shd w:val="clear" w:color="auto" w:fill="auto"/>
          </w:tcPr>
          <w:p w14:paraId="6A5532D6" w14:textId="54CB9EB5" w:rsidR="00A14CDE" w:rsidRPr="00A14CDE" w:rsidRDefault="00A14CDE" w:rsidP="00A14CDE">
            <w:r w:rsidRPr="005F6E95">
              <w:t>3.1</w:t>
            </w:r>
            <w:r>
              <w:t xml:space="preserve"> </w:t>
            </w:r>
            <w:r w:rsidRPr="005F6E95">
              <w:t>Clean silt from channels, drains, sumps and crossings</w:t>
            </w:r>
          </w:p>
          <w:p w14:paraId="618C19DA" w14:textId="726610A6" w:rsidR="00A14CDE" w:rsidRPr="00A14CDE" w:rsidRDefault="00A14CDE" w:rsidP="00A14CDE">
            <w:r w:rsidRPr="005F6E95">
              <w:t>3.2</w:t>
            </w:r>
            <w:r>
              <w:t xml:space="preserve"> </w:t>
            </w:r>
            <w:r w:rsidRPr="005F6E95">
              <w:t>Remove weed growth</w:t>
            </w:r>
          </w:p>
          <w:p w14:paraId="56C89F6E" w14:textId="46A1F7F6" w:rsidR="00A14CDE" w:rsidRPr="00A14CDE" w:rsidRDefault="00A14CDE" w:rsidP="00A14CDE">
            <w:r w:rsidRPr="005F6E95">
              <w:t>3.3</w:t>
            </w:r>
            <w:r>
              <w:t xml:space="preserve"> </w:t>
            </w:r>
            <w:r w:rsidRPr="005F6E95">
              <w:t>Flush drainage system</w:t>
            </w:r>
          </w:p>
          <w:p w14:paraId="536DD2DC" w14:textId="356A0475" w:rsidR="00A14CDE" w:rsidRPr="00A14CDE" w:rsidRDefault="00A14CDE" w:rsidP="00A14CDE">
            <w:pPr>
              <w:pStyle w:val="SIText"/>
            </w:pPr>
            <w:r w:rsidRPr="005F6E95">
              <w:t>3.4</w:t>
            </w:r>
            <w:r>
              <w:t xml:space="preserve"> </w:t>
            </w:r>
            <w:r w:rsidRPr="005F6E95">
              <w:t xml:space="preserve">Observe water flow through channels and from </w:t>
            </w:r>
            <w:r w:rsidRPr="00A14CDE">
              <w:t>outlets to confirm it is unobstructed</w:t>
            </w:r>
          </w:p>
        </w:tc>
      </w:tr>
      <w:tr w:rsidR="00A14CDE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FBC8CC4" w:rsidR="00A14CDE" w:rsidRPr="00A14CDE" w:rsidRDefault="00A14CDE" w:rsidP="00A14CDE">
            <w:pPr>
              <w:pStyle w:val="SIText"/>
            </w:pPr>
            <w:r w:rsidRPr="005F6E95">
              <w:t>4.</w:t>
            </w:r>
            <w:r>
              <w:t xml:space="preserve"> </w:t>
            </w:r>
            <w:r w:rsidRPr="005F6E95">
              <w:t>Record and report maintenance activities</w:t>
            </w:r>
          </w:p>
        </w:tc>
        <w:tc>
          <w:tcPr>
            <w:tcW w:w="3604" w:type="pct"/>
            <w:shd w:val="clear" w:color="auto" w:fill="auto"/>
          </w:tcPr>
          <w:p w14:paraId="0F50D461" w14:textId="40192E68" w:rsidR="00A14CDE" w:rsidRPr="00A14CDE" w:rsidRDefault="00A14CDE" w:rsidP="00A14CDE">
            <w:r w:rsidRPr="005F6E95">
              <w:t>4.1</w:t>
            </w:r>
            <w:r>
              <w:t xml:space="preserve"> </w:t>
            </w:r>
            <w:r w:rsidRPr="005F6E95">
              <w:t>Record blockage or leakage by type and location of the section of the system affected</w:t>
            </w:r>
          </w:p>
          <w:p w14:paraId="2AF0419D" w14:textId="39480B15" w:rsidR="00A14CDE" w:rsidRPr="00A14CDE" w:rsidRDefault="00A14CDE" w:rsidP="00A14CDE">
            <w:r w:rsidRPr="005F6E95">
              <w:t>4.2</w:t>
            </w:r>
            <w:r>
              <w:t xml:space="preserve"> </w:t>
            </w:r>
            <w:r w:rsidRPr="005F6E95">
              <w:t>Record and report damaged or faulty equipment</w:t>
            </w:r>
          </w:p>
          <w:p w14:paraId="5E11FC99" w14:textId="055EADEB" w:rsidR="00A14CDE" w:rsidRPr="00A14CDE" w:rsidRDefault="00A14CDE" w:rsidP="00A14CDE">
            <w:r w:rsidRPr="005F6E95">
              <w:t>4.3</w:t>
            </w:r>
            <w:r>
              <w:t xml:space="preserve"> </w:t>
            </w:r>
            <w:r w:rsidRPr="005F6E95">
              <w:t>Record and report all routine maintenance activities</w:t>
            </w:r>
          </w:p>
          <w:p w14:paraId="536DD2DF" w14:textId="5099B24E" w:rsidR="00A14CDE" w:rsidRPr="00A14CDE" w:rsidRDefault="00A14CDE" w:rsidP="008D18AA">
            <w:pPr>
              <w:pStyle w:val="SIText"/>
            </w:pPr>
            <w:r w:rsidRPr="005F6E95">
              <w:t>4.4</w:t>
            </w:r>
            <w:r>
              <w:t xml:space="preserve"> </w:t>
            </w:r>
            <w:r w:rsidRPr="005F6E95">
              <w:t>Check drainage system regularly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18AA" w:rsidRPr="00336FCA" w:rsidDel="00423CB2" w14:paraId="536DD2EC" w14:textId="77777777" w:rsidTr="00CA2922">
        <w:tc>
          <w:tcPr>
            <w:tcW w:w="1396" w:type="pct"/>
          </w:tcPr>
          <w:p w14:paraId="536DD2EA" w14:textId="7C6F9E23" w:rsidR="008D18AA" w:rsidRPr="008D18AA" w:rsidRDefault="008D18AA" w:rsidP="008D18AA">
            <w:pPr>
              <w:pStyle w:val="SIText"/>
            </w:pPr>
            <w:r w:rsidRPr="008D18AA">
              <w:t>Reading</w:t>
            </w:r>
          </w:p>
        </w:tc>
        <w:tc>
          <w:tcPr>
            <w:tcW w:w="3604" w:type="pct"/>
          </w:tcPr>
          <w:p w14:paraId="536DD2EB" w14:textId="6112AD88" w:rsidR="008D18AA" w:rsidRPr="008D18AA" w:rsidRDefault="008D18AA" w:rsidP="008D18AA">
            <w:pPr>
              <w:pStyle w:val="SIBulletList1"/>
            </w:pPr>
            <w:r w:rsidRPr="008D18AA">
              <w:t>Interpret textual information from a range of sources to identify relevant and key information about workplace operations</w:t>
            </w:r>
          </w:p>
        </w:tc>
      </w:tr>
      <w:tr w:rsidR="008D18AA" w:rsidRPr="00336FCA" w:rsidDel="00423CB2" w14:paraId="536DD2EF" w14:textId="77777777" w:rsidTr="00CA2922">
        <w:tc>
          <w:tcPr>
            <w:tcW w:w="1396" w:type="pct"/>
          </w:tcPr>
          <w:p w14:paraId="536DD2ED" w14:textId="24982E53" w:rsidR="008D18AA" w:rsidRPr="008D18AA" w:rsidRDefault="008D18AA" w:rsidP="008D18AA">
            <w:pPr>
              <w:pStyle w:val="SIText"/>
            </w:pPr>
            <w:r w:rsidRPr="008D18AA">
              <w:t>Writing</w:t>
            </w:r>
          </w:p>
        </w:tc>
        <w:tc>
          <w:tcPr>
            <w:tcW w:w="3604" w:type="pct"/>
          </w:tcPr>
          <w:p w14:paraId="536DD2EE" w14:textId="14E2B975" w:rsidR="008D18AA" w:rsidRPr="008D18AA" w:rsidRDefault="008D18AA" w:rsidP="005F22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</w:t>
            </w:r>
            <w:r w:rsidRPr="008D18A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drainage system blockages or leaks, damaged or faulty equipment, and routine maintenance ac</w:t>
            </w:r>
            <w:r w:rsidRPr="008D18AA">
              <w:rPr>
                <w:rFonts w:eastAsia="Calibri"/>
              </w:rPr>
              <w:t>tivities</w:t>
            </w:r>
          </w:p>
        </w:tc>
      </w:tr>
      <w:tr w:rsidR="008D18AA" w:rsidRPr="00336FCA" w:rsidDel="00423CB2" w14:paraId="348AC8D8" w14:textId="77777777" w:rsidTr="00CA2922">
        <w:tc>
          <w:tcPr>
            <w:tcW w:w="1396" w:type="pct"/>
          </w:tcPr>
          <w:p w14:paraId="1244E7D7" w14:textId="15E7E74B" w:rsidR="008D18AA" w:rsidRPr="008D18AA" w:rsidRDefault="008D18AA" w:rsidP="008D18AA">
            <w:pPr>
              <w:pStyle w:val="SIText"/>
            </w:pPr>
            <w:r w:rsidRPr="008D18AA">
              <w:t>Oral communication</w:t>
            </w:r>
          </w:p>
        </w:tc>
        <w:tc>
          <w:tcPr>
            <w:tcW w:w="3604" w:type="pct"/>
          </w:tcPr>
          <w:p w14:paraId="787ED3A8" w14:textId="35EF8DD8" w:rsidR="008D18AA" w:rsidRPr="008D18AA" w:rsidRDefault="008D18AA" w:rsidP="008D18AA">
            <w:pPr>
              <w:pStyle w:val="SIBulletList1"/>
              <w:rPr>
                <w:rFonts w:eastAsia="Calibri"/>
              </w:rPr>
            </w:pPr>
            <w:r w:rsidRPr="008D18AA">
              <w:rPr>
                <w:rFonts w:eastAsia="Calibri"/>
              </w:rPr>
              <w:t>Use clear language to report drainage system damaged or faulty equipment and routine maintenance activities</w:t>
            </w:r>
          </w:p>
        </w:tc>
      </w:tr>
      <w:tr w:rsidR="008D18AA" w:rsidRPr="00336FCA" w:rsidDel="00423CB2" w14:paraId="55A7FFD1" w14:textId="77777777" w:rsidTr="00CA2922">
        <w:tc>
          <w:tcPr>
            <w:tcW w:w="1396" w:type="pct"/>
          </w:tcPr>
          <w:p w14:paraId="288B08E1" w14:textId="42A9D36A" w:rsidR="008D18AA" w:rsidRPr="008D18AA" w:rsidRDefault="008D18AA" w:rsidP="008D18AA">
            <w:pPr>
              <w:pStyle w:val="SIText"/>
            </w:pPr>
            <w:r w:rsidRPr="008D18AA">
              <w:t>Numeracy skills</w:t>
            </w:r>
          </w:p>
        </w:tc>
        <w:tc>
          <w:tcPr>
            <w:tcW w:w="3604" w:type="pct"/>
          </w:tcPr>
          <w:p w14:paraId="78E072FB" w14:textId="2AFB3EBF" w:rsidR="008D18AA" w:rsidRPr="008D18AA" w:rsidRDefault="008D18AA" w:rsidP="005F22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replacement component part numbers</w:t>
            </w:r>
          </w:p>
        </w:tc>
      </w:tr>
      <w:tr w:rsidR="008D18AA" w:rsidRPr="00336FCA" w:rsidDel="00423CB2" w14:paraId="536DD2F2" w14:textId="77777777" w:rsidTr="00CA2922">
        <w:tc>
          <w:tcPr>
            <w:tcW w:w="1396" w:type="pct"/>
          </w:tcPr>
          <w:p w14:paraId="536DD2F0" w14:textId="5B5CB85A" w:rsidR="008D18AA" w:rsidRPr="008D18AA" w:rsidRDefault="008D18AA" w:rsidP="008D18AA">
            <w:pPr>
              <w:pStyle w:val="SIText"/>
            </w:pPr>
            <w:r w:rsidRPr="008D18AA">
              <w:t>Navigate the world of work</w:t>
            </w:r>
          </w:p>
        </w:tc>
        <w:tc>
          <w:tcPr>
            <w:tcW w:w="3604" w:type="pct"/>
          </w:tcPr>
          <w:p w14:paraId="536DD2F1" w14:textId="0F193030" w:rsidR="008D18AA" w:rsidRPr="008D18AA" w:rsidRDefault="008D18AA" w:rsidP="008D18AA">
            <w:pPr>
              <w:pStyle w:val="SIBulletList1"/>
              <w:rPr>
                <w:rFonts w:eastAsia="Calibri"/>
              </w:rPr>
            </w:pPr>
            <w:r w:rsidRPr="008D18AA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03A2F650" w14:textId="77777777" w:rsidR="00041E59" w:rsidRDefault="00A14CDE" w:rsidP="00A14CDE">
            <w:r w:rsidRPr="00A14CDE">
              <w:t>AHCDRG201 Maintain drainage systems</w:t>
            </w:r>
          </w:p>
          <w:p w14:paraId="536DD309" w14:textId="1DD01522" w:rsidR="008D18AA" w:rsidRPr="000754EC" w:rsidRDefault="008D18AA" w:rsidP="00A14CDE">
            <w:r>
              <w:t>Release 2</w:t>
            </w:r>
          </w:p>
        </w:tc>
        <w:tc>
          <w:tcPr>
            <w:tcW w:w="1105" w:type="pct"/>
          </w:tcPr>
          <w:p w14:paraId="4C163F9A" w14:textId="335A39DF" w:rsidR="00041E59" w:rsidRDefault="00A14CDE" w:rsidP="005F2299">
            <w:pPr>
              <w:pStyle w:val="SIText"/>
            </w:pPr>
            <w:r w:rsidRPr="005F6E95">
              <w:t>AHCDRG201 Maintain drainage systems</w:t>
            </w:r>
          </w:p>
          <w:p w14:paraId="620E0FD8" w14:textId="0C92E624" w:rsidR="008D18AA" w:rsidRPr="00A14CDE" w:rsidRDefault="008D18A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E0BDCDB" w:rsidR="00041E59" w:rsidRPr="000754EC" w:rsidRDefault="008D18AA" w:rsidP="000754EC">
            <w:pPr>
              <w:pStyle w:val="SIText"/>
            </w:pPr>
            <w:r w:rsidRPr="008D18AA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4BA72CE5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54596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F6C72F3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14CDE" w:rsidRPr="00A14CDE">
              <w:t>AHCDRG201 Maintain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6F7D534" w14:textId="23D6F27B" w:rsidR="00A14CDE" w:rsidRPr="00192552" w:rsidRDefault="008D18AA" w:rsidP="00A14CDE">
            <w:r w:rsidRPr="008D18AA">
              <w:t>An individual demonstrating competency must satisfy all of the elements and performance criteria in this unit</w:t>
            </w:r>
            <w:r w:rsidR="00A14CDE" w:rsidRPr="00192552">
              <w:t>.</w:t>
            </w:r>
          </w:p>
          <w:p w14:paraId="0CBB0489" w14:textId="77777777" w:rsidR="00A14CDE" w:rsidRPr="00192552" w:rsidRDefault="00A14CDE" w:rsidP="00A14CDE"/>
          <w:p w14:paraId="7DA9AAAC" w14:textId="08212B8F" w:rsidR="00A14CDE" w:rsidRPr="00192552" w:rsidRDefault="00A14CDE" w:rsidP="00A14CDE">
            <w:r w:rsidRPr="00192552">
              <w:t>The</w:t>
            </w:r>
            <w:r w:rsidR="008D18AA">
              <w:t>re</w:t>
            </w:r>
            <w:r w:rsidRPr="00192552">
              <w:t xml:space="preserve"> </w:t>
            </w:r>
            <w:r w:rsidR="008D18AA" w:rsidRPr="008D18AA">
              <w:t xml:space="preserve">must be evidence that the individual has </w:t>
            </w:r>
            <w:r w:rsidR="008D18AA">
              <w:t>maintained</w:t>
            </w:r>
            <w:r w:rsidR="008D18AA" w:rsidRPr="008D18AA">
              <w:t xml:space="preserve"> drainage systems on at least </w:t>
            </w:r>
            <w:r w:rsidR="008D18AA">
              <w:t>two</w:t>
            </w:r>
            <w:r w:rsidR="008D18AA" w:rsidRPr="008D18AA">
              <w:t xml:space="preserve"> occasion</w:t>
            </w:r>
            <w:r w:rsidR="008D18AA">
              <w:t>s</w:t>
            </w:r>
            <w:r w:rsidR="008D18AA" w:rsidRPr="008D18AA">
              <w:t xml:space="preserve"> and has</w:t>
            </w:r>
            <w:r w:rsidRPr="00192552">
              <w:t>:</w:t>
            </w:r>
          </w:p>
          <w:p w14:paraId="71057D72" w14:textId="5EBF72A1" w:rsidR="00A14CDE" w:rsidRPr="00A14CDE" w:rsidRDefault="00A14CDE" w:rsidP="00A14CDE">
            <w:pPr>
              <w:pStyle w:val="SIBulletList1"/>
            </w:pPr>
            <w:r w:rsidRPr="00192552">
              <w:t>inspect</w:t>
            </w:r>
            <w:r w:rsidR="008D18AA">
              <w:t>ed</w:t>
            </w:r>
            <w:r w:rsidRPr="00192552">
              <w:t xml:space="preserve"> and maintain</w:t>
            </w:r>
            <w:r w:rsidR="008D18AA">
              <w:t>ed</w:t>
            </w:r>
            <w:r w:rsidRPr="00192552">
              <w:t xml:space="preserve"> simple drainage system components</w:t>
            </w:r>
          </w:p>
          <w:p w14:paraId="7AAA6D14" w14:textId="719D7D5A" w:rsidR="00A14CDE" w:rsidRPr="00A14CDE" w:rsidRDefault="00A14CDE" w:rsidP="00A14CDE">
            <w:pPr>
              <w:pStyle w:val="SIBulletList1"/>
            </w:pPr>
            <w:r w:rsidRPr="00192552">
              <w:t>inspect</w:t>
            </w:r>
            <w:r w:rsidR="008D18AA">
              <w:t>ed</w:t>
            </w:r>
            <w:r w:rsidRPr="00192552">
              <w:t xml:space="preserve"> components for wear</w:t>
            </w:r>
          </w:p>
          <w:p w14:paraId="7727A368" w14:textId="7B90BC60" w:rsidR="00A14CDE" w:rsidRPr="00A14CDE" w:rsidRDefault="00A14CDE" w:rsidP="00A14CDE">
            <w:pPr>
              <w:pStyle w:val="SIBulletList1"/>
            </w:pPr>
            <w:r w:rsidRPr="00192552">
              <w:t>monitor</w:t>
            </w:r>
            <w:r w:rsidR="008D18AA">
              <w:t>ed</w:t>
            </w:r>
            <w:r w:rsidRPr="00192552">
              <w:t xml:space="preserve"> and control</w:t>
            </w:r>
            <w:r w:rsidR="008D18AA">
              <w:t>led</w:t>
            </w:r>
            <w:r w:rsidRPr="00192552">
              <w:t xml:space="preserve"> weeds and silt build up</w:t>
            </w:r>
          </w:p>
          <w:p w14:paraId="536DD31B" w14:textId="7A97AE40" w:rsidR="00556C4C" w:rsidRPr="000754EC" w:rsidRDefault="00A14CDE" w:rsidP="005F2299">
            <w:pPr>
              <w:pStyle w:val="SIBulletList1"/>
            </w:pPr>
            <w:r w:rsidRPr="00192552">
              <w:t>record</w:t>
            </w:r>
            <w:r w:rsidR="008D18AA">
              <w:t>ed</w:t>
            </w:r>
            <w:r w:rsidRPr="00192552">
              <w:t xml:space="preserve"> and report</w:t>
            </w:r>
            <w:r w:rsidR="008D18AA">
              <w:t>ed</w:t>
            </w:r>
            <w:r w:rsidRPr="00192552">
              <w:t xml:space="preserve"> damage, blockages and leakages</w:t>
            </w:r>
            <w:r w:rsidR="008D18A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6E5ADA2" w14:textId="2804C55D" w:rsidR="00A14CDE" w:rsidRPr="00192552" w:rsidRDefault="008D18AA" w:rsidP="00A14CDE">
            <w:r>
              <w:t>An individual</w:t>
            </w:r>
            <w:r w:rsidR="00A14CDE" w:rsidRPr="00192552">
              <w:t xml:space="preserve"> must </w:t>
            </w:r>
            <w:r>
              <w:t xml:space="preserve">be able to </w:t>
            </w:r>
            <w:r w:rsidR="00A14CDE" w:rsidRPr="00192552">
              <w:t xml:space="preserve">demonstrate </w:t>
            </w:r>
            <w:r>
              <w:t xml:space="preserve">the </w:t>
            </w:r>
            <w:r w:rsidR="00A14CDE" w:rsidRPr="00192552">
              <w:t xml:space="preserve">knowledge </w:t>
            </w:r>
            <w:r w:rsidRPr="008D18AA">
              <w:t xml:space="preserve">required to perform the tasks outlined in the elements and performance criteria of this unit. This includes knowledge </w:t>
            </w:r>
            <w:r w:rsidR="00A14CDE" w:rsidRPr="00192552">
              <w:t>of:</w:t>
            </w:r>
          </w:p>
          <w:p w14:paraId="2442FDBD" w14:textId="0D4D1E21" w:rsidR="00A14CDE" w:rsidRPr="00192552" w:rsidRDefault="00A14CDE" w:rsidP="00A14CDE">
            <w:pPr>
              <w:pStyle w:val="SIBulletList1"/>
            </w:pPr>
            <w:r w:rsidRPr="00192552">
              <w:t>principles and practices of drainage system maintenance</w:t>
            </w:r>
            <w:r w:rsidR="008D18AA">
              <w:t>, including</w:t>
            </w:r>
            <w:r w:rsidRPr="00192552">
              <w:t>:</w:t>
            </w:r>
          </w:p>
          <w:p w14:paraId="390D05FD" w14:textId="77777777" w:rsidR="00A14CDE" w:rsidRPr="00192552" w:rsidRDefault="00A14CDE" w:rsidP="00A14CDE">
            <w:pPr>
              <w:pStyle w:val="SIBulletList2"/>
            </w:pPr>
            <w:r w:rsidRPr="00192552">
              <w:t>disposal procedures for chemical containers and residues, oils, grease and used parts</w:t>
            </w:r>
          </w:p>
          <w:p w14:paraId="43AB9BF1" w14:textId="77777777" w:rsidR="00A14CDE" w:rsidRPr="00192552" w:rsidRDefault="00A14CDE" w:rsidP="00A14CDE">
            <w:pPr>
              <w:pStyle w:val="SIBulletList2"/>
            </w:pPr>
            <w:r w:rsidRPr="00192552">
              <w:t>drainage system cleaning procedures</w:t>
            </w:r>
          </w:p>
          <w:p w14:paraId="298A4F02" w14:textId="77777777" w:rsidR="00A14CDE" w:rsidRPr="00192552" w:rsidRDefault="00A14CDE" w:rsidP="00A14CDE">
            <w:pPr>
              <w:pStyle w:val="SIBulletList2"/>
            </w:pPr>
            <w:r w:rsidRPr="00192552">
              <w:t>environmental impacts of drainage system maintenance</w:t>
            </w:r>
          </w:p>
          <w:p w14:paraId="3A05CD21" w14:textId="77777777" w:rsidR="00A14CDE" w:rsidRPr="00192552" w:rsidRDefault="00A14CDE" w:rsidP="00A14CDE">
            <w:pPr>
              <w:pStyle w:val="SIBulletList2"/>
            </w:pPr>
            <w:r w:rsidRPr="00192552">
              <w:t>equipment used to clean and maintain drainage systems</w:t>
            </w:r>
          </w:p>
          <w:p w14:paraId="0B9B36D2" w14:textId="77777777" w:rsidR="00A14CDE" w:rsidRPr="00192552" w:rsidRDefault="00A14CDE" w:rsidP="00A14CDE">
            <w:pPr>
              <w:pStyle w:val="SIBulletList2"/>
            </w:pPr>
            <w:r w:rsidRPr="00192552">
              <w:t>manual, mechanical and chemical weed control methods</w:t>
            </w:r>
          </w:p>
          <w:p w14:paraId="536DD320" w14:textId="5A143ADA" w:rsidR="00F1480E" w:rsidRPr="000754EC" w:rsidRDefault="00A14CDE" w:rsidP="005F2299">
            <w:pPr>
              <w:pStyle w:val="SIBulletList2"/>
            </w:pPr>
            <w:r w:rsidRPr="00192552">
              <w:t>types of drainage systems</w:t>
            </w:r>
            <w:r w:rsidR="008D18AA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6AAA8C8" w14:textId="77777777" w:rsidR="008D18AA" w:rsidRPr="008D18AA" w:rsidRDefault="008D18AA" w:rsidP="008D18AA">
            <w:pPr>
              <w:pStyle w:val="SIText"/>
            </w:pPr>
            <w:r w:rsidRPr="008D18AA">
              <w:t>Assessment of skills must take place under the following conditions:</w:t>
            </w:r>
          </w:p>
          <w:p w14:paraId="6C19D253" w14:textId="77777777" w:rsidR="008D18AA" w:rsidRPr="008D18AA" w:rsidRDefault="008D18AA" w:rsidP="008D18AA">
            <w:pPr>
              <w:pStyle w:val="SIBulletList1"/>
            </w:pPr>
            <w:r w:rsidRPr="008D18AA">
              <w:t>physical conditions:</w:t>
            </w:r>
          </w:p>
          <w:p w14:paraId="35A6B9E8" w14:textId="77777777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t>a workplace setting or an environment that accurately represents workplace conditions</w:t>
            </w:r>
          </w:p>
          <w:p w14:paraId="5836C795" w14:textId="77777777" w:rsidR="008D18AA" w:rsidRPr="008D18AA" w:rsidRDefault="008D18AA" w:rsidP="008D18AA">
            <w:pPr>
              <w:pStyle w:val="SIBulletList1"/>
            </w:pPr>
            <w:r w:rsidRPr="008D18AA">
              <w:t>resources, equipment and materials:</w:t>
            </w:r>
          </w:p>
          <w:p w14:paraId="489371D9" w14:textId="1CA7F156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maintaining</w:t>
            </w:r>
            <w:r w:rsidRPr="008D18AA">
              <w:rPr>
                <w:rFonts w:eastAsia="Calibri"/>
              </w:rPr>
              <w:t xml:space="preserve"> drainage systems</w:t>
            </w:r>
          </w:p>
          <w:p w14:paraId="5B83800D" w14:textId="7B29471F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rPr>
                <w:rFonts w:eastAsia="Calibri"/>
              </w:rPr>
              <w:t xml:space="preserve">drainage system </w:t>
            </w:r>
            <w:r>
              <w:rPr>
                <w:rFonts w:eastAsia="Calibri"/>
              </w:rPr>
              <w:t>maintenance</w:t>
            </w:r>
            <w:r w:rsidRPr="008D18A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tools and </w:t>
            </w:r>
            <w:r w:rsidRPr="008D18AA">
              <w:rPr>
                <w:rFonts w:eastAsia="Calibri"/>
              </w:rPr>
              <w:t>equipment</w:t>
            </w:r>
          </w:p>
          <w:p w14:paraId="12A6952F" w14:textId="435ECC13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t xml:space="preserve">personal protective equipment applicable to </w:t>
            </w:r>
            <w:r>
              <w:t>maintaining</w:t>
            </w:r>
            <w:r w:rsidRPr="008D18AA">
              <w:t xml:space="preserve"> drainage systems</w:t>
            </w:r>
          </w:p>
          <w:p w14:paraId="1BB5ED1D" w14:textId="77777777" w:rsidR="008D18AA" w:rsidRPr="008D18AA" w:rsidRDefault="008D18AA" w:rsidP="008D18AA">
            <w:pPr>
              <w:pStyle w:val="SIBulletList1"/>
            </w:pPr>
            <w:r w:rsidRPr="008D18AA">
              <w:t>specifications:</w:t>
            </w:r>
          </w:p>
          <w:p w14:paraId="2D563E7D" w14:textId="77777777" w:rsidR="008D18AA" w:rsidRPr="008D18AA" w:rsidRDefault="008D18AA" w:rsidP="008D18AA">
            <w:pPr>
              <w:pStyle w:val="SIBulletList2"/>
            </w:pPr>
            <w:r w:rsidRPr="008D18AA">
              <w:t>recording procedures</w:t>
            </w:r>
          </w:p>
          <w:p w14:paraId="60A809CA" w14:textId="77777777" w:rsidR="008D18AA" w:rsidRPr="008D18AA" w:rsidRDefault="008D18AA" w:rsidP="008D18AA">
            <w:pPr>
              <w:pStyle w:val="SIBulletList1"/>
            </w:pPr>
            <w:r w:rsidRPr="008D18AA">
              <w:t>relationships:</w:t>
            </w:r>
          </w:p>
          <w:p w14:paraId="298C760E" w14:textId="77777777" w:rsidR="008D18AA" w:rsidRPr="008D18AA" w:rsidRDefault="008D18AA" w:rsidP="008D18AA">
            <w:pPr>
              <w:pStyle w:val="SIBulletList2"/>
            </w:pPr>
            <w:r w:rsidRPr="008D18AA">
              <w:t>supervisor</w:t>
            </w:r>
          </w:p>
          <w:p w14:paraId="0C99D19A" w14:textId="77777777" w:rsidR="008D18AA" w:rsidRPr="008D18AA" w:rsidRDefault="008D18AA" w:rsidP="008D18AA">
            <w:pPr>
              <w:pStyle w:val="SIBulletList1"/>
            </w:pPr>
            <w:r w:rsidRPr="008D18AA">
              <w:t>timeframes:</w:t>
            </w:r>
          </w:p>
          <w:p w14:paraId="040AC49C" w14:textId="77777777" w:rsidR="008D18AA" w:rsidRPr="008D18AA" w:rsidRDefault="008D18AA" w:rsidP="008D18AA">
            <w:pPr>
              <w:pStyle w:val="SIBulletList2"/>
            </w:pPr>
            <w:r w:rsidRPr="008D18AA">
              <w:t>according to job requirements.</w:t>
            </w:r>
          </w:p>
          <w:p w14:paraId="2C2548F9" w14:textId="77777777" w:rsidR="008D18AA" w:rsidRPr="008D18AA" w:rsidRDefault="008D18AA" w:rsidP="008D18AA">
            <w:pPr>
              <w:pStyle w:val="SIText"/>
            </w:pPr>
          </w:p>
          <w:p w14:paraId="536DD325" w14:textId="3ADB2AC1" w:rsidR="00F1480E" w:rsidRPr="000754EC" w:rsidRDefault="00A14CDE" w:rsidP="00B12E16">
            <w:pPr>
              <w:rPr>
                <w:rFonts w:eastAsia="Calibri"/>
              </w:rPr>
            </w:pPr>
            <w:r w:rsidRPr="00192552">
              <w:t>Assessors</w:t>
            </w:r>
            <w:r w:rsidR="006167D6">
              <w:t xml:space="preserve"> of this unit</w:t>
            </w:r>
            <w:r w:rsidRPr="00192552">
              <w:t xml:space="preserve"> must satisfy </w:t>
            </w:r>
            <w:r w:rsidR="006167D6" w:rsidRPr="006167D6">
              <w:t>the requirements of assessors in applicable vocational education and training legislation, frameworks and/or</w:t>
            </w:r>
            <w:r w:rsidRPr="00192552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54596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F13E2" w14:textId="77777777" w:rsidR="00545965" w:rsidRDefault="00545965" w:rsidP="00BF3F0A">
      <w:r>
        <w:separator/>
      </w:r>
    </w:p>
    <w:p w14:paraId="7B0A72A8" w14:textId="77777777" w:rsidR="00545965" w:rsidRDefault="00545965"/>
  </w:endnote>
  <w:endnote w:type="continuationSeparator" w:id="0">
    <w:p w14:paraId="7EC3CFC9" w14:textId="77777777" w:rsidR="00545965" w:rsidRDefault="00545965" w:rsidP="00BF3F0A">
      <w:r>
        <w:continuationSeparator/>
      </w:r>
    </w:p>
    <w:p w14:paraId="39075658" w14:textId="77777777" w:rsidR="00545965" w:rsidRDefault="00545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073FDC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34E9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39D55" w14:textId="77777777" w:rsidR="00545965" w:rsidRDefault="00545965" w:rsidP="00BF3F0A">
      <w:r>
        <w:separator/>
      </w:r>
    </w:p>
    <w:p w14:paraId="7E77820B" w14:textId="77777777" w:rsidR="00545965" w:rsidRDefault="00545965"/>
  </w:footnote>
  <w:footnote w:type="continuationSeparator" w:id="0">
    <w:p w14:paraId="2007FFCB" w14:textId="77777777" w:rsidR="00545965" w:rsidRDefault="00545965" w:rsidP="00BF3F0A">
      <w:r>
        <w:continuationSeparator/>
      </w:r>
    </w:p>
    <w:p w14:paraId="6DECC9A3" w14:textId="77777777" w:rsidR="00545965" w:rsidRDefault="005459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D335" w14:textId="5AD5860B" w:rsidR="009C2650" w:rsidRPr="006A07B1" w:rsidRDefault="00545965" w:rsidP="00A14CDE">
    <w:sdt>
      <w:sdtPr>
        <w:id w:val="-125712729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14F66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4CDE" w:rsidRPr="00A14CDE">
      <w:t>AHCDRG201 Maintain drainage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3F96B81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4E9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45965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299"/>
    <w:rsid w:val="005F33CC"/>
    <w:rsid w:val="005F771F"/>
    <w:rsid w:val="006121D4"/>
    <w:rsid w:val="00613B49"/>
    <w:rsid w:val="006167D6"/>
    <w:rsid w:val="00616845"/>
    <w:rsid w:val="006173B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8CD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D18A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CDE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E16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4B2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408"/>
    <w:rsid w:val="00FD557D"/>
    <w:rsid w:val="00FE0282"/>
    <w:rsid w:val="00FE124D"/>
    <w:rsid w:val="00FE792C"/>
    <w:rsid w:val="00FF58F8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A14CDE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14C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4CDE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A14CDE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14CDE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9423F-7F1B-4196-982C-317F4B09C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887637-BF59-43D0-A78D-2FE5E4DD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2019-03-05T03:59:00Z</dcterms:created>
  <dcterms:modified xsi:type="dcterms:W3CDTF">2019-03-05T03:59:00Z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