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7F2186F" w:rsidR="00F1480E" w:rsidRPr="000754EC" w:rsidRDefault="00CF795F" w:rsidP="00652F4E">
            <w:pPr>
              <w:pStyle w:val="SIUNITCODE"/>
            </w:pPr>
            <w:r>
              <w:t>A</w:t>
            </w:r>
            <w:r w:rsidR="0051042A">
              <w:t>CMATE</w:t>
            </w:r>
            <w:r w:rsidR="00EA0523">
              <w:t>5</w:t>
            </w:r>
            <w:r w:rsidR="006D701C">
              <w:t>X2</w:t>
            </w:r>
          </w:p>
        </w:tc>
        <w:tc>
          <w:tcPr>
            <w:tcW w:w="3604" w:type="pct"/>
            <w:shd w:val="clear" w:color="auto" w:fill="auto"/>
          </w:tcPr>
          <w:p w14:paraId="3D6D7407" w14:textId="6BB18F66" w:rsidR="00F1480E" w:rsidRPr="000754EC" w:rsidRDefault="00E06BA4" w:rsidP="00020991">
            <w:pPr>
              <w:pStyle w:val="SIUnittitle"/>
            </w:pPr>
            <w:r>
              <w:t>C</w:t>
            </w:r>
            <w:r w:rsidR="00EA0523">
              <w:t xml:space="preserve">ontribute to </w:t>
            </w:r>
            <w:r w:rsidR="00FC7AA5" w:rsidRPr="00FC7AA5">
              <w:t>ethic</w:t>
            </w:r>
            <w:r w:rsidR="00EA0523">
              <w:t xml:space="preserve">al treatment of </w:t>
            </w:r>
            <w:r w:rsidR="00FC7AA5" w:rsidRPr="00FC7AA5">
              <w:t>animal</w:t>
            </w:r>
            <w:r w:rsidR="00EA0523">
              <w:t>s in</w:t>
            </w:r>
            <w:r w:rsidR="00FC7AA5" w:rsidRPr="00FC7AA5">
              <w:t xml:space="preserve"> research </w:t>
            </w:r>
            <w:r w:rsidR="00EA0523">
              <w:t>facilities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7B99984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1611EF" w:rsidRPr="00C24E81">
              <w:rPr>
                <w:rFonts w:eastAsiaTheme="minorHAnsi"/>
              </w:rPr>
              <w:t xml:space="preserve">assist with the monitoring of work </w:t>
            </w:r>
            <w:r w:rsidR="00C24E81" w:rsidRPr="00C24E81">
              <w:rPr>
                <w:rFonts w:eastAsiaTheme="minorHAnsi"/>
              </w:rPr>
              <w:t>undertaken</w:t>
            </w:r>
            <w:r w:rsidR="001611EF" w:rsidRPr="00C24E81">
              <w:rPr>
                <w:rFonts w:eastAsiaTheme="minorHAnsi"/>
              </w:rPr>
              <w:t xml:space="preserve"> in animal research facilities to ensure compliance with the standards required by the organisation's Animal Ethics Committee (AEC)</w:t>
            </w:r>
            <w:r w:rsidR="00C24E81" w:rsidRPr="00C24E81">
              <w:rPr>
                <w:rFonts w:eastAsiaTheme="minorHAnsi"/>
              </w:rPr>
              <w:t>,</w:t>
            </w:r>
            <w:r w:rsidR="001611EF" w:rsidRPr="00C24E81">
              <w:rPr>
                <w:rFonts w:eastAsiaTheme="minorHAnsi"/>
              </w:rPr>
              <w:t xml:space="preserve"> relevant legislation and </w:t>
            </w:r>
            <w:r w:rsidR="00C24E81">
              <w:rPr>
                <w:rFonts w:eastAsiaTheme="minorHAnsi"/>
              </w:rPr>
              <w:t xml:space="preserve">the </w:t>
            </w:r>
            <w:r w:rsidR="00C24E81" w:rsidRPr="00C24E81">
              <w:rPr>
                <w:rFonts w:eastAsia="Calibri"/>
              </w:rPr>
              <w:t>Australian Code for the Care and Use of Animals for Scientific Purposes</w:t>
            </w:r>
            <w:r w:rsidR="001611EF" w:rsidRPr="00C24E81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5816EB1D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work </w:t>
            </w:r>
            <w:r w:rsidR="002D3CBA">
              <w:t>as</w:t>
            </w:r>
            <w:r w:rsidR="001611EF">
              <w:t xml:space="preserve"> animal technicians and have a </w:t>
            </w:r>
            <w:r w:rsidR="00C24E81">
              <w:t xml:space="preserve">specific </w:t>
            </w:r>
            <w:r w:rsidR="001611EF">
              <w:t xml:space="preserve">role in </w:t>
            </w:r>
            <w:r w:rsidR="00C24E81">
              <w:t>monitoring research ethics and animal welfare.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7B1A20" w:rsidRDefault="00F1480E" w:rsidP="0026193C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7B1A20">
              <w:rPr>
                <w:rStyle w:val="SIText-Italic"/>
                <w:i w:val="0"/>
                <w:szCs w:val="22"/>
              </w:rPr>
              <w:t>Performance criteria describe the performance needed to 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1862EF69" w:rsidR="00C42DC0" w:rsidRDefault="00E03CDF" w:rsidP="00C42DC0">
            <w:pPr>
              <w:pStyle w:val="SIText"/>
            </w:pPr>
            <w:r>
              <w:t xml:space="preserve">1. </w:t>
            </w:r>
            <w:r w:rsidR="00C42DC0">
              <w:t xml:space="preserve">Monitor </w:t>
            </w:r>
            <w:r w:rsidR="00842198">
              <w:t xml:space="preserve">and oversee the </w:t>
            </w:r>
            <w:r w:rsidR="00C42DC0">
              <w:t>welfare of animals</w:t>
            </w:r>
            <w:r w:rsidR="008D737C">
              <w:t xml:space="preserve"> </w:t>
            </w:r>
            <w:r w:rsidR="00C42DC0">
              <w:t>in day to day operations</w:t>
            </w:r>
          </w:p>
        </w:tc>
        <w:tc>
          <w:tcPr>
            <w:tcW w:w="3600" w:type="pct"/>
            <w:shd w:val="clear" w:color="auto" w:fill="auto"/>
          </w:tcPr>
          <w:p w14:paraId="619F5A1B" w14:textId="15D73045" w:rsidR="00C42DC0" w:rsidRPr="00365AED" w:rsidRDefault="00842198" w:rsidP="003C2DD9">
            <w:pPr>
              <w:pStyle w:val="SIText"/>
            </w:pPr>
            <w:r w:rsidRPr="0026193C">
              <w:t xml:space="preserve">1.1 </w:t>
            </w:r>
            <w:r w:rsidR="005679F0" w:rsidRPr="0026193C">
              <w:t>Observe</w:t>
            </w:r>
            <w:r w:rsidR="00FC4AAE" w:rsidRPr="0026193C">
              <w:t>,</w:t>
            </w:r>
            <w:r w:rsidR="005679F0" w:rsidRPr="007B1A20">
              <w:t xml:space="preserve"> record </w:t>
            </w:r>
            <w:r w:rsidR="00FC4AAE" w:rsidRPr="003C2DD9">
              <w:rPr>
                <w:rStyle w:val="SITemporaryText"/>
                <w:color w:val="auto"/>
                <w:sz w:val="20"/>
              </w:rPr>
              <w:t>and report</w:t>
            </w:r>
            <w:r w:rsidR="00FC4AAE" w:rsidRPr="0026193C">
              <w:t xml:space="preserve"> </w:t>
            </w:r>
            <w:r w:rsidR="005679F0" w:rsidRPr="0026193C">
              <w:t xml:space="preserve">information relating to the health and </w:t>
            </w:r>
            <w:r w:rsidR="00867397" w:rsidRPr="007B1A20">
              <w:t>welfare</w:t>
            </w:r>
            <w:r w:rsidR="005679F0" w:rsidRPr="007B1A20">
              <w:t xml:space="preserve"> of animals</w:t>
            </w:r>
            <w:r w:rsidR="00AD5DA3" w:rsidRPr="007B1A20">
              <w:t>, including expected and unexpected adverse events,</w:t>
            </w:r>
            <w:r w:rsidR="005679F0" w:rsidRPr="007B1A20">
              <w:t xml:space="preserve"> </w:t>
            </w:r>
            <w:r w:rsidRPr="00365AED">
              <w:t>in area of responsibility</w:t>
            </w:r>
          </w:p>
          <w:p w14:paraId="26875A4D" w14:textId="642AFF5C" w:rsidR="00842198" w:rsidRPr="003C2DD9" w:rsidRDefault="00842198" w:rsidP="003C2DD9">
            <w:pPr>
              <w:pStyle w:val="SIText"/>
            </w:pPr>
            <w:r w:rsidRPr="003C2DD9">
              <w:t xml:space="preserve">1.2 </w:t>
            </w:r>
            <w:r w:rsidR="00C22237" w:rsidRPr="003C2DD9">
              <w:t>Analyse data and monitor animal records related to the</w:t>
            </w:r>
            <w:r w:rsidRPr="003C2DD9">
              <w:t xml:space="preserve"> welfare of research animals</w:t>
            </w:r>
            <w:r w:rsidR="00C22237" w:rsidRPr="003C2DD9">
              <w:t xml:space="preserve"> in area of responsibility</w:t>
            </w:r>
          </w:p>
          <w:p w14:paraId="0CB40B02" w14:textId="16084903" w:rsidR="00842198" w:rsidRPr="003C2DD9" w:rsidRDefault="00842198" w:rsidP="003C2DD9">
            <w:pPr>
              <w:pStyle w:val="SIText"/>
            </w:pPr>
            <w:r w:rsidRPr="003C2DD9">
              <w:t xml:space="preserve">1.3 </w:t>
            </w:r>
            <w:r w:rsidR="001F713E" w:rsidRPr="003C2DD9">
              <w:t xml:space="preserve">Report on overall animal welfare </w:t>
            </w:r>
            <w:r w:rsidRPr="003C2DD9">
              <w:t xml:space="preserve">according to organisational </w:t>
            </w:r>
            <w:r w:rsidR="00C24E81" w:rsidRPr="003C2DD9">
              <w:t xml:space="preserve">and AEC </w:t>
            </w:r>
            <w:r w:rsidRPr="003C2DD9">
              <w:t>procedures</w:t>
            </w:r>
          </w:p>
        </w:tc>
      </w:tr>
      <w:tr w:rsidR="00C42DC0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6FA17B47" w:rsidR="00C42DC0" w:rsidRDefault="00E03CDF" w:rsidP="00414A14">
            <w:pPr>
              <w:pStyle w:val="SIText"/>
            </w:pPr>
            <w:r>
              <w:t xml:space="preserve">2. </w:t>
            </w:r>
            <w:r w:rsidR="008D737C">
              <w:t>Convey information about new research projects to team members</w:t>
            </w:r>
          </w:p>
        </w:tc>
        <w:tc>
          <w:tcPr>
            <w:tcW w:w="3600" w:type="pct"/>
            <w:shd w:val="clear" w:color="auto" w:fill="auto"/>
          </w:tcPr>
          <w:p w14:paraId="3960F12D" w14:textId="3A79841C" w:rsidR="00020991" w:rsidRPr="007B1A20" w:rsidRDefault="00842198" w:rsidP="003C2DD9">
            <w:pPr>
              <w:pStyle w:val="SIText"/>
            </w:pPr>
            <w:r w:rsidRPr="0026193C">
              <w:t xml:space="preserve">2.1 </w:t>
            </w:r>
            <w:r w:rsidR="008D737C" w:rsidRPr="0026193C">
              <w:t xml:space="preserve">Identify </w:t>
            </w:r>
            <w:r w:rsidR="00020991" w:rsidRPr="0026193C">
              <w:t>key information relating to animal care, welfare and ethics in new research projects</w:t>
            </w:r>
          </w:p>
          <w:p w14:paraId="0190E648" w14:textId="368E480F" w:rsidR="00AD5DA3" w:rsidRPr="003C2DD9" w:rsidRDefault="00842198" w:rsidP="003C2DD9">
            <w:pPr>
              <w:pStyle w:val="SIText"/>
            </w:pPr>
            <w:r w:rsidRPr="007B1A20">
              <w:t xml:space="preserve">2.2 </w:t>
            </w:r>
            <w:r w:rsidR="00020991" w:rsidRPr="007B1A20">
              <w:t>B</w:t>
            </w:r>
            <w:r w:rsidR="005679F0" w:rsidRPr="007B1A20">
              <w:t xml:space="preserve">rief relevant </w:t>
            </w:r>
            <w:r w:rsidR="001F713E" w:rsidRPr="00365AED">
              <w:t>team members</w:t>
            </w:r>
            <w:r w:rsidR="005679F0" w:rsidRPr="00365AED">
              <w:t xml:space="preserve"> on</w:t>
            </w:r>
            <w:r w:rsidR="008D737C" w:rsidRPr="003C2DD9">
              <w:t xml:space="preserve"> approved research pro</w:t>
            </w:r>
            <w:r w:rsidR="005679F0" w:rsidRPr="003C2DD9">
              <w:t>jects</w:t>
            </w:r>
            <w:r w:rsidR="00F04414" w:rsidRPr="003C2DD9">
              <w:t xml:space="preserve"> including the</w:t>
            </w:r>
            <w:r w:rsidR="008D737C" w:rsidRPr="003C2DD9">
              <w:t xml:space="preserve"> </w:t>
            </w:r>
            <w:r w:rsidR="00F04414" w:rsidRPr="003C2DD9">
              <w:t xml:space="preserve">animal holding and experimental space requirements </w:t>
            </w:r>
            <w:r w:rsidR="005679F0" w:rsidRPr="003C2DD9">
              <w:t xml:space="preserve">and </w:t>
            </w:r>
            <w:r w:rsidR="00F04414" w:rsidRPr="003C2DD9">
              <w:t xml:space="preserve">team </w:t>
            </w:r>
            <w:r w:rsidR="005679F0" w:rsidRPr="003C2DD9">
              <w:t>roles</w:t>
            </w:r>
          </w:p>
          <w:p w14:paraId="5798FC33" w14:textId="7FFF1039" w:rsidR="00C42DC0" w:rsidRPr="007B1A20" w:rsidRDefault="001F713E" w:rsidP="003C2DD9">
            <w:pPr>
              <w:pStyle w:val="SIText"/>
            </w:pPr>
            <w:r w:rsidRPr="003C2DD9">
              <w:t xml:space="preserve">2.3 </w:t>
            </w:r>
            <w:r w:rsidR="005679F0" w:rsidRPr="003C2DD9">
              <w:t>Explain</w:t>
            </w:r>
            <w:r w:rsidR="00020991" w:rsidRPr="003C2DD9">
              <w:t xml:space="preserve"> </w:t>
            </w:r>
            <w:r w:rsidR="00C24E81" w:rsidRPr="003C2DD9">
              <w:t xml:space="preserve">the project's </w:t>
            </w:r>
            <w:r w:rsidR="00FC4AAE" w:rsidRPr="003C2DD9">
              <w:rPr>
                <w:rStyle w:val="SITemporaryText"/>
                <w:color w:val="auto"/>
                <w:sz w:val="20"/>
              </w:rPr>
              <w:t>impact on</w:t>
            </w:r>
            <w:r w:rsidR="005679F0" w:rsidRPr="0026193C">
              <w:t xml:space="preserve"> and potential risks to animals</w:t>
            </w:r>
            <w:r w:rsidRPr="007B1A20">
              <w:t xml:space="preserve"> in research projects</w:t>
            </w:r>
          </w:p>
          <w:p w14:paraId="28B63740" w14:textId="63EC2EF0" w:rsidR="00020991" w:rsidRPr="003C2DD9" w:rsidRDefault="001F713E" w:rsidP="003C2DD9">
            <w:pPr>
              <w:pStyle w:val="SIText"/>
            </w:pPr>
            <w:r w:rsidRPr="00365AED">
              <w:t xml:space="preserve">2.4 </w:t>
            </w:r>
            <w:r w:rsidR="005679F0" w:rsidRPr="00365AED">
              <w:t xml:space="preserve">Inform </w:t>
            </w:r>
            <w:r w:rsidRPr="003C2DD9">
              <w:t>team members</w:t>
            </w:r>
            <w:r w:rsidR="005679F0" w:rsidRPr="003C2DD9">
              <w:t xml:space="preserve"> of animal welfare monitoring </w:t>
            </w:r>
            <w:r w:rsidR="00A2130F" w:rsidRPr="003C2DD9">
              <w:t xml:space="preserve">and recording </w:t>
            </w:r>
            <w:r w:rsidR="005679F0" w:rsidRPr="003C2DD9">
              <w:t xml:space="preserve">requirements </w:t>
            </w:r>
            <w:r w:rsidRPr="003C2DD9">
              <w:t>in addition to</w:t>
            </w:r>
            <w:r w:rsidR="005679F0" w:rsidRPr="003C2DD9">
              <w:t xml:space="preserve"> day to day care and husbandry activities </w:t>
            </w:r>
          </w:p>
        </w:tc>
      </w:tr>
      <w:tr w:rsidR="00C42DC0" w:rsidRPr="00963A46" w14:paraId="24013A8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88EE365" w14:textId="44339899" w:rsidR="00C42DC0" w:rsidRDefault="00E03CDF" w:rsidP="00414A14">
            <w:pPr>
              <w:pStyle w:val="SIText"/>
            </w:pPr>
            <w:r>
              <w:t xml:space="preserve">3. </w:t>
            </w:r>
            <w:r w:rsidR="008D737C">
              <w:t>Take action on animal welfare issues</w:t>
            </w:r>
          </w:p>
        </w:tc>
        <w:tc>
          <w:tcPr>
            <w:tcW w:w="3600" w:type="pct"/>
            <w:shd w:val="clear" w:color="auto" w:fill="auto"/>
          </w:tcPr>
          <w:p w14:paraId="1108F531" w14:textId="3643294E" w:rsidR="00C42DC0" w:rsidRPr="007B1A20" w:rsidRDefault="001F713E" w:rsidP="003C2DD9">
            <w:pPr>
              <w:pStyle w:val="SIText"/>
            </w:pPr>
            <w:r w:rsidRPr="0026193C">
              <w:t xml:space="preserve">3.1 </w:t>
            </w:r>
            <w:r w:rsidR="008D737C" w:rsidRPr="0026193C">
              <w:t xml:space="preserve">Report </w:t>
            </w:r>
            <w:r w:rsidR="00A2130F" w:rsidRPr="0026193C">
              <w:t>non-compliance, research misconduct</w:t>
            </w:r>
            <w:r w:rsidR="008D737C" w:rsidRPr="0026193C">
              <w:t xml:space="preserve"> or concerns relating</w:t>
            </w:r>
            <w:r w:rsidR="008D737C" w:rsidRPr="007B1A20">
              <w:t xml:space="preserve"> to animal welfare </w:t>
            </w:r>
            <w:r w:rsidR="005679F0" w:rsidRPr="007B1A20">
              <w:t xml:space="preserve">according to organisational </w:t>
            </w:r>
            <w:r w:rsidR="00C24E81" w:rsidRPr="007B1A20">
              <w:t xml:space="preserve">and AEC </w:t>
            </w:r>
            <w:r w:rsidR="005679F0" w:rsidRPr="007B1A20">
              <w:t>procedures</w:t>
            </w:r>
          </w:p>
          <w:p w14:paraId="6AD973E0" w14:textId="5DE6B80A" w:rsidR="008D737C" w:rsidRPr="003C2DD9" w:rsidRDefault="001F713E" w:rsidP="003C2DD9">
            <w:pPr>
              <w:pStyle w:val="SIText"/>
            </w:pPr>
            <w:r w:rsidRPr="00365AED">
              <w:t xml:space="preserve">3.2 </w:t>
            </w:r>
            <w:r w:rsidR="008D737C" w:rsidRPr="00365AED">
              <w:t xml:space="preserve">Respond to animals in pain or suffering </w:t>
            </w:r>
            <w:r w:rsidR="001510B3" w:rsidRPr="003C2DD9">
              <w:t>according to</w:t>
            </w:r>
            <w:r w:rsidR="005679F0" w:rsidRPr="003C2DD9">
              <w:t xml:space="preserve"> job role</w:t>
            </w:r>
            <w:r w:rsidR="00B86EDD" w:rsidRPr="003C2DD9">
              <w:t xml:space="preserve"> </w:t>
            </w:r>
            <w:r w:rsidR="001611EF" w:rsidRPr="003C2DD9">
              <w:t>responsibilities</w:t>
            </w:r>
            <w:r w:rsidR="00EB32E7" w:rsidRPr="003C2DD9">
              <w:t xml:space="preserve"> and organisational pr</w:t>
            </w:r>
            <w:r w:rsidR="00974162" w:rsidRPr="003C2DD9">
              <w:t>ocedures</w:t>
            </w:r>
          </w:p>
          <w:p w14:paraId="1CB69866" w14:textId="25B6CEDE" w:rsidR="00E03CDF" w:rsidRPr="003C2DD9" w:rsidRDefault="001F713E" w:rsidP="003C2DD9">
            <w:pPr>
              <w:pStyle w:val="SIText"/>
            </w:pPr>
            <w:r w:rsidRPr="003C2DD9">
              <w:t>3.</w:t>
            </w:r>
            <w:r w:rsidR="0026193C">
              <w:t>3</w:t>
            </w:r>
            <w:r w:rsidRPr="007B1A20">
              <w:t xml:space="preserve"> </w:t>
            </w:r>
            <w:r w:rsidR="00E03CDF" w:rsidRPr="007B1A20">
              <w:t xml:space="preserve">Contribute feedback on ethics and animal welfare </w:t>
            </w:r>
            <w:r w:rsidR="005679F0" w:rsidRPr="007B1A20">
              <w:t>to</w:t>
            </w:r>
            <w:r w:rsidR="00867397" w:rsidRPr="007B1A20">
              <w:t xml:space="preserve"> </w:t>
            </w:r>
            <w:r w:rsidR="005679F0" w:rsidRPr="007B1A20">
              <w:t xml:space="preserve">improve processes </w:t>
            </w:r>
            <w:r w:rsidR="00E03CDF" w:rsidRPr="00365AED">
              <w:t xml:space="preserve">according to organisational </w:t>
            </w:r>
            <w:r w:rsidR="00C24E81" w:rsidRPr="00365AED">
              <w:t xml:space="preserve">and AEC </w:t>
            </w:r>
            <w:r w:rsidR="00E03CDF" w:rsidRPr="003C2DD9">
              <w:t>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298895A" w:rsidR="004F4BC0" w:rsidRPr="004F4BC0" w:rsidRDefault="009D739E" w:rsidP="009D739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and analyse text with complex requirements and medical terminology </w:t>
            </w:r>
            <w:r w:rsidR="00C22237">
              <w:rPr>
                <w:rFonts w:eastAsia="Calibri"/>
              </w:rPr>
              <w:t>in research project documentation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104C10CE" w14:textId="6C856794" w:rsidR="00867397" w:rsidRDefault="00867397" w:rsidP="0086739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10ED9F4D" w:rsidR="00646778" w:rsidRPr="00646778" w:rsidRDefault="00646778" w:rsidP="00646778">
            <w:pPr>
              <w:pStyle w:val="SIBulletList1"/>
              <w:rPr>
                <w:rFonts w:eastAsia="Calibri"/>
              </w:rPr>
            </w:pPr>
            <w:r>
              <w:t xml:space="preserve">Maintain an understanding of organisational </w:t>
            </w:r>
            <w:r w:rsidRPr="00646778">
              <w:t>procedures so they are followed according to relevant legislation and industry standards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lastRenderedPageBreak/>
              <w:t>Get the work done</w:t>
            </w:r>
          </w:p>
        </w:tc>
        <w:tc>
          <w:tcPr>
            <w:tcW w:w="3600" w:type="pct"/>
          </w:tcPr>
          <w:p w14:paraId="378C97BE" w14:textId="5712103D" w:rsidR="00C22237" w:rsidRDefault="004F4BC0" w:rsidP="00C22237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C22237">
              <w:rPr>
                <w:rFonts w:eastAsia="Calibri"/>
              </w:rPr>
              <w:t>, organise and prioritise</w:t>
            </w:r>
            <w:r w:rsidRPr="004F4BC0">
              <w:rPr>
                <w:rFonts w:eastAsia="Calibri"/>
              </w:rPr>
              <w:t xml:space="preserve"> tasks</w:t>
            </w:r>
            <w:r w:rsidR="00C22237">
              <w:rPr>
                <w:rFonts w:eastAsia="Calibri"/>
              </w:rPr>
              <w:t xml:space="preserve"> to achieve work outcomes</w:t>
            </w:r>
            <w:r w:rsidRPr="004F4BC0">
              <w:rPr>
                <w:rFonts w:eastAsia="Calibri"/>
              </w:rPr>
              <w:t xml:space="preserve"> </w:t>
            </w:r>
          </w:p>
          <w:p w14:paraId="4F0076D7" w14:textId="21C58638" w:rsidR="004F4BC0" w:rsidRPr="004F4BC0" w:rsidRDefault="00C22237" w:rsidP="00C2223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following formal problem solving processes to take action to resolve animal welfare issues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12E4AB48" w:rsidR="004F4BC0" w:rsidRPr="004F4BC0" w:rsidRDefault="004F4BC0">
            <w:pPr>
              <w:pStyle w:val="SIText"/>
            </w:pPr>
            <w:r w:rsidRPr="004F4BC0">
              <w:t>ACMATE</w:t>
            </w:r>
            <w:r w:rsidR="009D739E">
              <w:t>5</w:t>
            </w:r>
            <w:r w:rsidR="006D701C">
              <w:t>X2</w:t>
            </w:r>
            <w:r w:rsidR="009D739E">
              <w:t xml:space="preserve"> </w:t>
            </w:r>
            <w:r w:rsidR="00334C88">
              <w:t>C</w:t>
            </w:r>
            <w:r w:rsidR="006C3A96" w:rsidRPr="006C3A96">
              <w:t>ontribute to ethical treatment of animals in research facilities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2DE7AEC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600B57">
              <w:t>5</w:t>
            </w:r>
            <w:r w:rsidR="006D701C">
              <w:t>X2</w:t>
            </w:r>
            <w:r w:rsidR="002D3CBA" w:rsidRPr="002D3CBA">
              <w:t xml:space="preserve"> </w:t>
            </w:r>
            <w:r w:rsidR="00334C88">
              <w:t>C</w:t>
            </w:r>
            <w:r w:rsidR="00870588" w:rsidRPr="006C3A96">
              <w:t>ontribute to ethical treatment of animals in research facilities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28D03897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56593B76" w:rsidR="007048CC" w:rsidRPr="001F713E" w:rsidRDefault="001F713E" w:rsidP="007048CC">
            <w:pPr>
              <w:pStyle w:val="SIBulletList1"/>
            </w:pPr>
            <w:r>
              <w:rPr>
                <w:rFonts w:eastAsia="Calibri"/>
              </w:rPr>
              <w:t xml:space="preserve">provided a report </w:t>
            </w:r>
            <w:r>
              <w:t xml:space="preserve">on overall animal welfare in area of responsibility according to organisational </w:t>
            </w:r>
            <w:r w:rsidR="00C24E81">
              <w:t xml:space="preserve">and </w:t>
            </w:r>
            <w:r w:rsidR="009F4E55">
              <w:t>Animal Ethics Committee (</w:t>
            </w:r>
            <w:r w:rsidR="00C24E81">
              <w:t>AEC</w:t>
            </w:r>
            <w:r w:rsidR="009F4E55">
              <w:t>)</w:t>
            </w:r>
            <w:r w:rsidR="00C24E81">
              <w:t xml:space="preserve"> </w:t>
            </w:r>
            <w:r>
              <w:t>procedures and formats on at least two occasions</w:t>
            </w:r>
          </w:p>
          <w:p w14:paraId="6E255239" w14:textId="2C299FB4" w:rsidR="001F713E" w:rsidRPr="007048CC" w:rsidRDefault="001F713E" w:rsidP="007048CC">
            <w:pPr>
              <w:pStyle w:val="SIBulletList1"/>
            </w:pPr>
            <w:r>
              <w:rPr>
                <w:rFonts w:eastAsia="Calibri"/>
              </w:rPr>
              <w:t>briefed team members on one animal research project and explained roles</w:t>
            </w:r>
          </w:p>
          <w:p w14:paraId="21AA4309" w14:textId="6AFE2FA5" w:rsidR="00556C4C" w:rsidRDefault="001F713E" w:rsidP="00DE5BA1">
            <w:pPr>
              <w:pStyle w:val="SIBulletList1"/>
            </w:pPr>
            <w:r>
              <w:t>contributed feedback to improve animal welfare related to a research project or day to day operation within the facility on at least one occasion</w:t>
            </w:r>
            <w:r w:rsidR="00C56E3D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1E68B449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1B1364E4" w14:textId="77777777" w:rsidR="009F4E55" w:rsidRPr="009F4E55" w:rsidRDefault="009F4E55" w:rsidP="009F4E55">
            <w:pPr>
              <w:pStyle w:val="SIBulletList1"/>
            </w:pPr>
            <w:r w:rsidRPr="009F4E55">
              <w:rPr>
                <w:rFonts w:eastAsia="Calibri"/>
              </w:rPr>
              <w:t>role of the AEC in approving and monitoring research proposals</w:t>
            </w:r>
          </w:p>
          <w:p w14:paraId="55071A79" w14:textId="4BD5D21F" w:rsidR="009F4E55" w:rsidRDefault="009F4E55" w:rsidP="009F4E55">
            <w:pPr>
              <w:pStyle w:val="SIBulletList1"/>
            </w:pPr>
            <w:r>
              <w:t>organisation and AEC operating procedures for monitoring animal welfare</w:t>
            </w:r>
          </w:p>
          <w:p w14:paraId="52122D82" w14:textId="31D9291D" w:rsidR="009F4E55" w:rsidRDefault="009F4E55" w:rsidP="009F4E5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role of animal technicians in monitoring animal welfare and ethical animal research practices</w:t>
            </w:r>
          </w:p>
          <w:p w14:paraId="0C8F7EF5" w14:textId="77777777" w:rsidR="009F4E55" w:rsidRPr="009F4E55" w:rsidRDefault="009F4E55" w:rsidP="009F4E55">
            <w:pPr>
              <w:pStyle w:val="SIBulletList1"/>
              <w:rPr>
                <w:rFonts w:eastAsia="Calibri"/>
              </w:rPr>
            </w:pPr>
            <w:r w:rsidRPr="009F4E55">
              <w:rPr>
                <w:rFonts w:eastAsia="Calibri"/>
              </w:rPr>
              <w:t>protocols, legal and ethical considerations in documenting observations, measurements, treatments and decisions relating to animal research</w:t>
            </w:r>
          </w:p>
          <w:p w14:paraId="78063F2A" w14:textId="3476B851" w:rsidR="009F4E55" w:rsidRPr="009F4E55" w:rsidRDefault="0014349C" w:rsidP="009F4E55">
            <w:pPr>
              <w:pStyle w:val="SIBulletList1"/>
              <w:rPr>
                <w:rFonts w:eastAsia="Calibri"/>
              </w:rPr>
            </w:pPr>
            <w:r w:rsidRPr="0014349C">
              <w:rPr>
                <w:rFonts w:eastAsia="Calibri"/>
              </w:rPr>
              <w:t xml:space="preserve">key requirements of </w:t>
            </w:r>
            <w:r w:rsidR="009F4E55" w:rsidRPr="009F4E55">
              <w:rPr>
                <w:rFonts w:eastAsia="Calibri"/>
              </w:rPr>
              <w:t xml:space="preserve">the Australian Code for the Care and Use of Animals for Scientific Purposes (or its successor) </w:t>
            </w:r>
          </w:p>
          <w:p w14:paraId="24545699" w14:textId="78C1BCE3" w:rsidR="009F4E55" w:rsidRPr="009F4E55" w:rsidRDefault="0014349C" w:rsidP="009F4E55">
            <w:pPr>
              <w:pStyle w:val="SIBulletList1"/>
            </w:pPr>
            <w:r w:rsidRPr="0014349C">
              <w:rPr>
                <w:rFonts w:eastAsia="Calibri"/>
              </w:rPr>
              <w:t xml:space="preserve">key requirements of </w:t>
            </w:r>
            <w:r w:rsidR="009F4E55" w:rsidRPr="009F4E55">
              <w:rPr>
                <w:rFonts w:eastAsia="Calibri"/>
              </w:rPr>
              <w:t>relevant state or territory legislation and regulations relating to health and safety, animal welfare and research</w:t>
            </w:r>
          </w:p>
          <w:p w14:paraId="3BDFCC80" w14:textId="051F97DF" w:rsidR="00AD5DA3" w:rsidRPr="00AD5DA3" w:rsidRDefault="00AD5DA3" w:rsidP="009F4E55">
            <w:pPr>
              <w:pStyle w:val="SIBulletList1"/>
            </w:pPr>
            <w:r w:rsidRPr="00AD5DA3">
              <w:t>animal holding and experimental space requirements for the intended purpose</w:t>
            </w:r>
            <w:r>
              <w:t>, including</w:t>
            </w:r>
            <w:r w:rsidRPr="00AD5DA3">
              <w:t xml:space="preserve"> temperature, alarms, humidity, physical space, separation of species/procedures </w:t>
            </w:r>
          </w:p>
          <w:p w14:paraId="3A760C30" w14:textId="7CCA6010" w:rsidR="00652F4E" w:rsidRPr="003C2DD9" w:rsidRDefault="009F4E55" w:rsidP="009F4E55">
            <w:pPr>
              <w:pStyle w:val="SIBulletList1"/>
            </w:pPr>
            <w:r>
              <w:rPr>
                <w:rFonts w:eastAsiaTheme="minorHAnsi"/>
              </w:rPr>
              <w:t xml:space="preserve">overview of </w:t>
            </w:r>
            <w:r w:rsidRPr="009F4E55">
              <w:rPr>
                <w:rFonts w:eastAsiaTheme="minorHAnsi"/>
              </w:rPr>
              <w:t>anaesthetic or analgesic regimen</w:t>
            </w:r>
            <w:r>
              <w:rPr>
                <w:rFonts w:eastAsiaTheme="minorHAnsi"/>
              </w:rPr>
              <w:t xml:space="preserve"> to address </w:t>
            </w:r>
            <w:r w:rsidR="00A2130F" w:rsidRPr="00A2130F">
              <w:rPr>
                <w:rFonts w:eastAsiaTheme="minorHAnsi"/>
              </w:rPr>
              <w:t xml:space="preserve">potential animal pain or distress </w:t>
            </w:r>
            <w:r w:rsidR="00A2130F">
              <w:rPr>
                <w:rFonts w:eastAsiaTheme="minorHAnsi"/>
              </w:rPr>
              <w:t>in research project</w:t>
            </w:r>
            <w:r w:rsidR="00A2130F" w:rsidRPr="00A2130F">
              <w:rPr>
                <w:rFonts w:eastAsiaTheme="minorHAnsi"/>
              </w:rPr>
              <w:t xml:space="preserve"> </w:t>
            </w:r>
          </w:p>
          <w:p w14:paraId="5F3C0D66" w14:textId="1DDAF7D8" w:rsidR="00566354" w:rsidRPr="00652F4E" w:rsidRDefault="00566354" w:rsidP="009F4E55">
            <w:pPr>
              <w:pStyle w:val="SIBulletList1"/>
            </w:pPr>
            <w:r>
              <w:rPr>
                <w:rFonts w:eastAsiaTheme="minorHAnsi"/>
              </w:rPr>
              <w:t>expected adverse effects and unexpected adverse events related to animal research</w:t>
            </w:r>
          </w:p>
          <w:p w14:paraId="4D058D98" w14:textId="023E013C" w:rsidR="009F4E55" w:rsidRDefault="009F4E55" w:rsidP="009B4560">
            <w:pPr>
              <w:pStyle w:val="SIBulletList1"/>
            </w:pPr>
            <w:r>
              <w:t>organisation and AEC</w:t>
            </w:r>
            <w:r w:rsidRPr="009F4E55">
              <w:rPr>
                <w:rFonts w:eastAsia="Calibri"/>
              </w:rPr>
              <w:t xml:space="preserve"> reporting procedures and formats</w:t>
            </w:r>
            <w:r>
              <w:t xml:space="preserve"> </w:t>
            </w:r>
          </w:p>
          <w:p w14:paraId="7AD4383A" w14:textId="6915E4FF" w:rsidR="009F4E55" w:rsidRDefault="00B86EDD" w:rsidP="009B4560">
            <w:pPr>
              <w:pStyle w:val="SIBulletList1"/>
            </w:pPr>
            <w:r>
              <w:t xml:space="preserve">potential areas of </w:t>
            </w:r>
            <w:r w:rsidR="00867397">
              <w:t>i</w:t>
            </w:r>
            <w:r w:rsidR="00867397" w:rsidRPr="00867397">
              <w:t>mprovement</w:t>
            </w:r>
            <w:r>
              <w:t xml:space="preserve"> in ethical animal research</w:t>
            </w:r>
            <w:r w:rsidR="009B4560">
              <w:t>,</w:t>
            </w:r>
            <w:r w:rsidR="00867397" w:rsidRPr="00867397">
              <w:t xml:space="preserve"> </w:t>
            </w:r>
            <w:r w:rsidR="009B4560">
              <w:t>including</w:t>
            </w:r>
            <w:r w:rsidR="009F4E55">
              <w:t>:</w:t>
            </w:r>
          </w:p>
          <w:p w14:paraId="2045022A" w14:textId="635523B1" w:rsidR="009F4E55" w:rsidRDefault="00867397" w:rsidP="009F4E55">
            <w:pPr>
              <w:pStyle w:val="SIBulletList2"/>
            </w:pPr>
            <w:r w:rsidRPr="00867397">
              <w:t>animal welfare</w:t>
            </w:r>
            <w:r w:rsidR="009F4E55">
              <w:t>, care and husbandry</w:t>
            </w:r>
          </w:p>
          <w:p w14:paraId="5F616F37" w14:textId="77777777" w:rsidR="009F4E55" w:rsidRDefault="00867397" w:rsidP="009F4E55">
            <w:pPr>
              <w:pStyle w:val="SIBulletList2"/>
            </w:pPr>
            <w:r w:rsidRPr="00867397">
              <w:t>environmental enrichment</w:t>
            </w:r>
          </w:p>
          <w:p w14:paraId="63416AAD" w14:textId="77777777" w:rsidR="009F4E55" w:rsidRDefault="00867397" w:rsidP="009F4E55">
            <w:pPr>
              <w:pStyle w:val="SIBulletList2"/>
            </w:pPr>
            <w:r w:rsidRPr="00867397">
              <w:t>health and safety</w:t>
            </w:r>
          </w:p>
          <w:p w14:paraId="27DD5FB0" w14:textId="77777777" w:rsidR="009F4E55" w:rsidRDefault="00867397" w:rsidP="009F4E55">
            <w:pPr>
              <w:pStyle w:val="SIBulletList2"/>
            </w:pPr>
            <w:r w:rsidRPr="00867397">
              <w:t xml:space="preserve">hygiene/cleanliness </w:t>
            </w:r>
          </w:p>
          <w:p w14:paraId="6D44C4DF" w14:textId="0231B8D5" w:rsidR="008B2E64" w:rsidRPr="00845A35" w:rsidRDefault="00867397" w:rsidP="003C2DD9">
            <w:pPr>
              <w:pStyle w:val="SIBulletList2"/>
              <w:rPr>
                <w:rFonts w:eastAsia="Calibri"/>
              </w:rPr>
            </w:pPr>
            <w:r w:rsidRPr="00867397">
              <w:t>procedural efficiencies</w:t>
            </w:r>
            <w:r w:rsidR="00366A68"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C6BAE43" w:rsidR="005F61A1" w:rsidRDefault="005F61A1" w:rsidP="005F61A1">
            <w:pPr>
              <w:pStyle w:val="SIBulletList1"/>
            </w:pPr>
            <w:r>
              <w:t>resources</w:t>
            </w:r>
            <w:r w:rsidR="00461ADB">
              <w:t>, equipment and materials</w:t>
            </w:r>
            <w:r>
              <w:t>:</w:t>
            </w:r>
          </w:p>
          <w:p w14:paraId="0C12CDA7" w14:textId="488C63F9" w:rsidR="00366A68" w:rsidRDefault="00C56E3D" w:rsidP="00600B57">
            <w:pPr>
              <w:pStyle w:val="SIBulletList2"/>
            </w:pPr>
            <w:r>
              <w:t xml:space="preserve">laboratory </w:t>
            </w:r>
            <w:r w:rsidR="005F61A1">
              <w:t>animals</w:t>
            </w:r>
          </w:p>
          <w:p w14:paraId="63C0959A" w14:textId="77777777" w:rsidR="00366A68" w:rsidRPr="00366A68" w:rsidRDefault="00366A68" w:rsidP="00366A68">
            <w:pPr>
              <w:pStyle w:val="SIBulletList1"/>
            </w:pPr>
            <w:r>
              <w:t>s</w:t>
            </w:r>
            <w:r w:rsidRPr="00366A68">
              <w:t>pecifications:</w:t>
            </w:r>
          </w:p>
          <w:p w14:paraId="6E381680" w14:textId="0427C587" w:rsidR="00366A68" w:rsidRDefault="00366A68" w:rsidP="00366A68">
            <w:pPr>
              <w:pStyle w:val="SIBulletList2"/>
            </w:pPr>
            <w:r>
              <w:t>organisation and AEC procedures</w:t>
            </w:r>
          </w:p>
          <w:p w14:paraId="5D362C6A" w14:textId="359F0ED9" w:rsidR="005F61A1" w:rsidRDefault="00366A68" w:rsidP="00B714CA">
            <w:pPr>
              <w:pStyle w:val="SIBulletList2"/>
            </w:pPr>
            <w:r w:rsidRPr="00366A68">
              <w:rPr>
                <w:rFonts w:eastAsia="Calibri"/>
              </w:rPr>
              <w:t>Australian Code for the Care and Use of Animals for Scientific Purposes</w:t>
            </w:r>
            <w:r w:rsidRPr="00366A68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1F052B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502DF0" w16cid:durableId="2017C20A"/>
  <w16cid:commentId w16cid:paraId="7F02FE29" w16cid:durableId="2018DF22"/>
  <w16cid:commentId w16cid:paraId="6EDE5B56" w16cid:durableId="2018DF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CFC1A" w14:textId="77777777" w:rsidR="001F052B" w:rsidRDefault="001F052B" w:rsidP="00BF3F0A">
      <w:r>
        <w:separator/>
      </w:r>
    </w:p>
    <w:p w14:paraId="408033E8" w14:textId="77777777" w:rsidR="001F052B" w:rsidRDefault="001F052B"/>
  </w:endnote>
  <w:endnote w:type="continuationSeparator" w:id="0">
    <w:p w14:paraId="64CA804D" w14:textId="77777777" w:rsidR="001F052B" w:rsidRDefault="001F052B" w:rsidP="00BF3F0A">
      <w:r>
        <w:continuationSeparator/>
      </w:r>
    </w:p>
    <w:p w14:paraId="47A8FCC3" w14:textId="77777777" w:rsidR="001F052B" w:rsidRDefault="001F0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11059" w14:textId="77777777" w:rsidR="003C2DD9" w:rsidRDefault="003C2D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47DF5DEB" w:rsidR="008D737C" w:rsidRPr="000754EC" w:rsidRDefault="008D737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2DD9">
          <w:rPr>
            <w:noProof/>
          </w:rPr>
          <w:t>1</w:t>
        </w:r>
        <w:r w:rsidRPr="000754EC">
          <w:fldChar w:fldCharType="end"/>
        </w:r>
      </w:p>
      <w:p w14:paraId="1F38AAB3" w14:textId="77777777" w:rsidR="008D737C" w:rsidRDefault="008D737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8D737C" w:rsidRDefault="008D737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8CFF" w14:textId="77777777" w:rsidR="003C2DD9" w:rsidRDefault="003C2D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98D" w14:textId="77777777" w:rsidR="001F052B" w:rsidRDefault="001F052B" w:rsidP="00BF3F0A">
      <w:r>
        <w:separator/>
      </w:r>
    </w:p>
    <w:p w14:paraId="33449CA7" w14:textId="77777777" w:rsidR="001F052B" w:rsidRDefault="001F052B"/>
  </w:footnote>
  <w:footnote w:type="continuationSeparator" w:id="0">
    <w:p w14:paraId="5F2AF711" w14:textId="77777777" w:rsidR="001F052B" w:rsidRDefault="001F052B" w:rsidP="00BF3F0A">
      <w:r>
        <w:continuationSeparator/>
      </w:r>
    </w:p>
    <w:p w14:paraId="0E552DFB" w14:textId="77777777" w:rsidR="001F052B" w:rsidRDefault="001F0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66137" w14:textId="77777777" w:rsidR="003C2DD9" w:rsidRDefault="003C2D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61C8" w14:textId="3A762477" w:rsidR="008D737C" w:rsidRPr="000754EC" w:rsidRDefault="003C2DD9" w:rsidP="00146EEC">
    <w:pPr>
      <w:pStyle w:val="SIText"/>
    </w:pPr>
    <w:sdt>
      <w:sdtPr>
        <w:id w:val="-1027410442"/>
        <w:docPartObj>
          <w:docPartGallery w:val="Watermarks"/>
          <w:docPartUnique/>
        </w:docPartObj>
      </w:sdtPr>
      <w:sdtContent>
        <w:r w:rsidRPr="003C2DD9">
          <w:pict w14:anchorId="1B42CF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737C">
      <w:t>ACMATE5</w:t>
    </w:r>
    <w:r w:rsidR="006D701C">
      <w:t>X2</w:t>
    </w:r>
    <w:r w:rsidR="008D737C">
      <w:t xml:space="preserve"> Monitor and contribute to </w:t>
    </w:r>
    <w:r w:rsidR="008D737C" w:rsidRPr="00FC7AA5">
      <w:t>ethic</w:t>
    </w:r>
    <w:r w:rsidR="008D737C">
      <w:t xml:space="preserve">al treatment of </w:t>
    </w:r>
    <w:r w:rsidR="008D737C" w:rsidRPr="00FC7AA5">
      <w:t>animal</w:t>
    </w:r>
    <w:r w:rsidR="008D737C">
      <w:t>s in</w:t>
    </w:r>
    <w:r w:rsidR="008D737C" w:rsidRPr="00FC7AA5">
      <w:t xml:space="preserve"> research </w:t>
    </w:r>
    <w:r w:rsidR="008D737C">
      <w:t>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8B222" w14:textId="77777777" w:rsidR="003C2DD9" w:rsidRDefault="003C2D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33957"/>
    <w:rsid w:val="001372F6"/>
    <w:rsid w:val="0014349C"/>
    <w:rsid w:val="00144385"/>
    <w:rsid w:val="00146EEC"/>
    <w:rsid w:val="001510B3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33EE"/>
    <w:rsid w:val="001C4390"/>
    <w:rsid w:val="001D30EB"/>
    <w:rsid w:val="001D5C1B"/>
    <w:rsid w:val="001D7F5B"/>
    <w:rsid w:val="001E0849"/>
    <w:rsid w:val="001E16BC"/>
    <w:rsid w:val="001E16DF"/>
    <w:rsid w:val="001F052B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193C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4C88"/>
    <w:rsid w:val="00335A5E"/>
    <w:rsid w:val="00337E82"/>
    <w:rsid w:val="00344709"/>
    <w:rsid w:val="00346FDC"/>
    <w:rsid w:val="00350BB1"/>
    <w:rsid w:val="00352C83"/>
    <w:rsid w:val="00365AED"/>
    <w:rsid w:val="00366805"/>
    <w:rsid w:val="00366A68"/>
    <w:rsid w:val="00366DBE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DD9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52F3E"/>
    <w:rsid w:val="00461ADB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6C5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354"/>
    <w:rsid w:val="005679F0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86A49"/>
    <w:rsid w:val="00687B62"/>
    <w:rsid w:val="00690C44"/>
    <w:rsid w:val="006969D9"/>
    <w:rsid w:val="006A2B68"/>
    <w:rsid w:val="006C2F32"/>
    <w:rsid w:val="006C3A96"/>
    <w:rsid w:val="006D38C3"/>
    <w:rsid w:val="006D3BCC"/>
    <w:rsid w:val="006D4448"/>
    <w:rsid w:val="006D6DFD"/>
    <w:rsid w:val="006D701C"/>
    <w:rsid w:val="006E2C4D"/>
    <w:rsid w:val="006E42FE"/>
    <w:rsid w:val="006F0D02"/>
    <w:rsid w:val="006F10FE"/>
    <w:rsid w:val="006F3622"/>
    <w:rsid w:val="006F6B29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1489"/>
    <w:rsid w:val="007A300D"/>
    <w:rsid w:val="007B1A20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6790"/>
    <w:rsid w:val="008908DE"/>
    <w:rsid w:val="008A12ED"/>
    <w:rsid w:val="008A39D3"/>
    <w:rsid w:val="008B2C77"/>
    <w:rsid w:val="008B2E64"/>
    <w:rsid w:val="008B4AD2"/>
    <w:rsid w:val="008B7138"/>
    <w:rsid w:val="008D737C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657DF"/>
    <w:rsid w:val="00970747"/>
    <w:rsid w:val="00974162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349"/>
    <w:rsid w:val="00A216A8"/>
    <w:rsid w:val="00A223A6"/>
    <w:rsid w:val="00A3639E"/>
    <w:rsid w:val="00A5092E"/>
    <w:rsid w:val="00A554D6"/>
    <w:rsid w:val="00A56E14"/>
    <w:rsid w:val="00A64042"/>
    <w:rsid w:val="00A6476B"/>
    <w:rsid w:val="00A76C6C"/>
    <w:rsid w:val="00A851F3"/>
    <w:rsid w:val="00A87356"/>
    <w:rsid w:val="00A92DD1"/>
    <w:rsid w:val="00AA5338"/>
    <w:rsid w:val="00AB1B8E"/>
    <w:rsid w:val="00AB1ECD"/>
    <w:rsid w:val="00AC0696"/>
    <w:rsid w:val="00AC4C98"/>
    <w:rsid w:val="00AC5F6B"/>
    <w:rsid w:val="00AD0CFE"/>
    <w:rsid w:val="00AD3896"/>
    <w:rsid w:val="00AD5B47"/>
    <w:rsid w:val="00AD5DA3"/>
    <w:rsid w:val="00AE1ED9"/>
    <w:rsid w:val="00AE32CB"/>
    <w:rsid w:val="00AF3957"/>
    <w:rsid w:val="00AF77EB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D7090"/>
    <w:rsid w:val="00BF0C52"/>
    <w:rsid w:val="00BF1D4C"/>
    <w:rsid w:val="00BF3F0A"/>
    <w:rsid w:val="00C143C3"/>
    <w:rsid w:val="00C143F6"/>
    <w:rsid w:val="00C15F70"/>
    <w:rsid w:val="00C1739B"/>
    <w:rsid w:val="00C21ADE"/>
    <w:rsid w:val="00C22237"/>
    <w:rsid w:val="00C24E81"/>
    <w:rsid w:val="00C26067"/>
    <w:rsid w:val="00C30A29"/>
    <w:rsid w:val="00C317DC"/>
    <w:rsid w:val="00C42DC0"/>
    <w:rsid w:val="00C56E3D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5A3A"/>
    <w:rsid w:val="00DD0726"/>
    <w:rsid w:val="00DD6740"/>
    <w:rsid w:val="00E03CDF"/>
    <w:rsid w:val="00E06BA4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32E7"/>
    <w:rsid w:val="00EB5C88"/>
    <w:rsid w:val="00EC0469"/>
    <w:rsid w:val="00EE62CC"/>
    <w:rsid w:val="00EF01F8"/>
    <w:rsid w:val="00EF40EF"/>
    <w:rsid w:val="00EF47FE"/>
    <w:rsid w:val="00F04414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456E"/>
    <w:rsid w:val="00FC32C8"/>
    <w:rsid w:val="00FC4AA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1CEEA-3138-4608-869F-00E80326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2016-05-27T05:21:00Z</cp:lastPrinted>
  <dcterms:created xsi:type="dcterms:W3CDTF">2019-03-20T02:23:00Z</dcterms:created>
  <dcterms:modified xsi:type="dcterms:W3CDTF">2019-03-20T02:24:00Z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3119</vt:lpwstr>
  </property>
  <property fmtid="{D5CDD505-2E9C-101B-9397-08002B2CF9AE}" pid="19" name="AuthorIds_UIVersion_2560">
    <vt:lpwstr>3119</vt:lpwstr>
  </property>
  <property fmtid="{D5CDD505-2E9C-101B-9397-08002B2CF9AE}" pid="20" name="AuthorIds_UIVersion_5632">
    <vt:lpwstr>964</vt:lpwstr>
  </property>
</Properties>
</file>