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3815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346EBA" w14:textId="77777777" w:rsidTr="00146EEC">
        <w:tc>
          <w:tcPr>
            <w:tcW w:w="2689" w:type="dxa"/>
          </w:tcPr>
          <w:p w14:paraId="7B55D22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6B08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E4D15" w14:paraId="678278C7" w14:textId="77777777" w:rsidTr="00CD1604">
        <w:tc>
          <w:tcPr>
            <w:tcW w:w="2689" w:type="dxa"/>
          </w:tcPr>
          <w:p w14:paraId="5FA1FBCD" w14:textId="72F3F20D" w:rsidR="00BE4D15" w:rsidRPr="00BE4D15" w:rsidRDefault="00BE4D15" w:rsidP="00BE4D15">
            <w:pPr>
              <w:pStyle w:val="SIText"/>
            </w:pPr>
            <w:r w:rsidRPr="00BE4D1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445DED5" w14:textId="0DA9A548" w:rsidR="00BE4D15" w:rsidRPr="00BE4D15" w:rsidRDefault="00BE4D15" w:rsidP="00BE4D15">
            <w:pPr>
              <w:pStyle w:val="SIText"/>
            </w:pPr>
            <w:r w:rsidRPr="00BE4D15">
              <w:t>This version released with AHC Agriculture, Horticulture, Conservation and Land Manag</w:t>
            </w:r>
            <w:r>
              <w:t>ement Training Package Version 4</w:t>
            </w:r>
            <w:r w:rsidRPr="00BE4D15">
              <w:t>.0.</w:t>
            </w:r>
          </w:p>
        </w:tc>
      </w:tr>
      <w:tr w:rsidR="00E918B8" w14:paraId="0972E49D" w14:textId="77777777" w:rsidTr="00146EEC">
        <w:tc>
          <w:tcPr>
            <w:tcW w:w="2689" w:type="dxa"/>
          </w:tcPr>
          <w:p w14:paraId="3D88BD6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1D7A8C8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17B91A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335C33" w14:textId="77777777" w:rsidTr="00CD1604">
        <w:trPr>
          <w:tblHeader/>
        </w:trPr>
        <w:tc>
          <w:tcPr>
            <w:tcW w:w="1396" w:type="pct"/>
            <w:shd w:val="clear" w:color="auto" w:fill="auto"/>
          </w:tcPr>
          <w:p w14:paraId="3334B4D4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8740FF">
              <w:t>501</w:t>
            </w:r>
          </w:p>
        </w:tc>
        <w:tc>
          <w:tcPr>
            <w:tcW w:w="3604" w:type="pct"/>
            <w:shd w:val="clear" w:color="auto" w:fill="auto"/>
          </w:tcPr>
          <w:p w14:paraId="080A0375" w14:textId="77777777" w:rsidR="00F1480E" w:rsidRPr="000754EC" w:rsidRDefault="008740FF" w:rsidP="000754EC">
            <w:pPr>
              <w:pStyle w:val="SIUnittitle"/>
            </w:pPr>
            <w:r w:rsidRPr="008740FF">
              <w:t>Plan the establishment of sports turf playing surfaces</w:t>
            </w:r>
          </w:p>
        </w:tc>
      </w:tr>
      <w:tr w:rsidR="00F1480E" w:rsidRPr="00963A46" w14:paraId="04DD61B2" w14:textId="77777777" w:rsidTr="00CD1604">
        <w:tc>
          <w:tcPr>
            <w:tcW w:w="1396" w:type="pct"/>
            <w:shd w:val="clear" w:color="auto" w:fill="auto"/>
          </w:tcPr>
          <w:p w14:paraId="6464C8F2" w14:textId="72D59893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97DE3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8D9272" w14:textId="474FA314" w:rsidR="008740FF" w:rsidRPr="008740FF" w:rsidRDefault="008740FF" w:rsidP="008740FF">
            <w:pPr>
              <w:pStyle w:val="SIText"/>
            </w:pPr>
            <w:r w:rsidRPr="00752217">
              <w:t xml:space="preserve">This unit of competency describes the skills and knowledge </w:t>
            </w:r>
            <w:r w:rsidRPr="008740FF">
              <w:t>required to establish sports turf playing surfaces and develop a design for the site, its specifications and work</w:t>
            </w:r>
            <w:r w:rsidR="00CF680A">
              <w:t>s</w:t>
            </w:r>
            <w:r w:rsidRPr="008740FF">
              <w:t xml:space="preserve"> procedures</w:t>
            </w:r>
            <w:r w:rsidR="00BE1848">
              <w:t xml:space="preserve">, </w:t>
            </w:r>
            <w:r w:rsidRPr="008740FF">
              <w:t>planning processes involved in establishing turf in new constructions and major renovations of existing sports turf surfaces.</w:t>
            </w:r>
          </w:p>
          <w:p w14:paraId="7B37FD4C" w14:textId="77777777" w:rsidR="008740FF" w:rsidRPr="00752217" w:rsidRDefault="008740FF" w:rsidP="008740FF">
            <w:pPr>
              <w:pStyle w:val="SIText"/>
            </w:pPr>
          </w:p>
          <w:p w14:paraId="2DFD3D4E" w14:textId="5530065D" w:rsidR="008740FF" w:rsidRPr="008740FF" w:rsidRDefault="008740FF" w:rsidP="008740FF">
            <w:pPr>
              <w:pStyle w:val="SIText"/>
            </w:pPr>
            <w:r w:rsidRPr="00752217">
              <w:t xml:space="preserve">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67259401" w14:textId="77777777" w:rsidR="008740FF" w:rsidRPr="00752217" w:rsidRDefault="008740FF" w:rsidP="008740FF">
            <w:pPr>
              <w:pStyle w:val="SIText"/>
            </w:pPr>
          </w:p>
          <w:p w14:paraId="27ABCCD2" w14:textId="77777777" w:rsidR="00373436" w:rsidRPr="000754EC" w:rsidRDefault="008740FF" w:rsidP="008740FF">
            <w:pPr>
              <w:pStyle w:val="SIText"/>
            </w:pPr>
            <w:r w:rsidRPr="0075221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A412897" w14:textId="77777777" w:rsidTr="00CD1604">
        <w:tc>
          <w:tcPr>
            <w:tcW w:w="1396" w:type="pct"/>
            <w:shd w:val="clear" w:color="auto" w:fill="auto"/>
          </w:tcPr>
          <w:p w14:paraId="3BF98F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F4B7E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F2AD39D" w14:textId="77777777" w:rsidTr="00CD1604">
        <w:tc>
          <w:tcPr>
            <w:tcW w:w="1396" w:type="pct"/>
            <w:shd w:val="clear" w:color="auto" w:fill="auto"/>
          </w:tcPr>
          <w:p w14:paraId="50BED78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5F82D4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904E4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492AA" w14:textId="77777777" w:rsidTr="00CD160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B68B7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511A1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9643C2" w14:textId="77777777" w:rsidTr="00CD160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2B40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4E9A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740FF" w:rsidRPr="00963A46" w14:paraId="5E7B927F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6EB2184E" w14:textId="3FD85B4A" w:rsidR="008740FF" w:rsidRPr="008740FF" w:rsidRDefault="008740FF" w:rsidP="00794C22">
            <w:pPr>
              <w:pStyle w:val="SIText"/>
            </w:pPr>
            <w:r>
              <w:t>1.</w:t>
            </w:r>
            <w:r w:rsidR="000859B9">
              <w:t xml:space="preserve"> </w:t>
            </w:r>
            <w:r w:rsidR="00F02202">
              <w:t>Conduct site assessment and develop a performance brief for sports turf playing surface</w:t>
            </w:r>
          </w:p>
        </w:tc>
        <w:tc>
          <w:tcPr>
            <w:tcW w:w="3604" w:type="pct"/>
            <w:shd w:val="clear" w:color="auto" w:fill="auto"/>
          </w:tcPr>
          <w:p w14:paraId="415B5655" w14:textId="6C17F6CD" w:rsidR="008740FF" w:rsidRPr="008740FF" w:rsidRDefault="008740FF" w:rsidP="008740FF">
            <w:pPr>
              <w:pStyle w:val="SIText"/>
            </w:pPr>
            <w:r w:rsidRPr="00752217">
              <w:t>1.1</w:t>
            </w:r>
            <w:r>
              <w:t xml:space="preserve"> </w:t>
            </w:r>
            <w:r w:rsidR="00F066B4">
              <w:t xml:space="preserve">Liaise </w:t>
            </w:r>
            <w:r w:rsidR="00960E40">
              <w:t xml:space="preserve">with </w:t>
            </w:r>
            <w:r w:rsidRPr="00752217">
              <w:t xml:space="preserve">client </w:t>
            </w:r>
            <w:r w:rsidR="00AD22C5">
              <w:t xml:space="preserve">to determine </w:t>
            </w:r>
            <w:r w:rsidRPr="00752217">
              <w:t xml:space="preserve">requirements for </w:t>
            </w:r>
            <w:r w:rsidR="001B22BB">
              <w:t xml:space="preserve">establishing </w:t>
            </w:r>
            <w:r w:rsidRPr="00752217">
              <w:t>sports turf playing surface</w:t>
            </w:r>
          </w:p>
          <w:p w14:paraId="1B565A1E" w14:textId="20BEB74E" w:rsidR="00950BE8" w:rsidRDefault="008740FF" w:rsidP="008740FF">
            <w:pPr>
              <w:pStyle w:val="SIText"/>
            </w:pPr>
            <w:r w:rsidRPr="00752217">
              <w:t>1.2</w:t>
            </w:r>
            <w:r>
              <w:t xml:space="preserve"> </w:t>
            </w:r>
            <w:r w:rsidRPr="00752217">
              <w:t xml:space="preserve">Assess site for </w:t>
            </w:r>
            <w:r w:rsidR="00F066B4">
              <w:t>hydrological</w:t>
            </w:r>
            <w:r w:rsidR="00E55597">
              <w:t xml:space="preserve">, </w:t>
            </w:r>
            <w:r w:rsidRPr="00752217">
              <w:t xml:space="preserve">biophysical </w:t>
            </w:r>
            <w:r w:rsidR="00E55597">
              <w:t xml:space="preserve">and chemical </w:t>
            </w:r>
            <w:r w:rsidR="00950BE8">
              <w:t xml:space="preserve">characteristics and effect on sports turf </w:t>
            </w:r>
            <w:r w:rsidR="000859B9">
              <w:t>establishment</w:t>
            </w:r>
          </w:p>
          <w:p w14:paraId="763366EE" w14:textId="36F34B67" w:rsidR="00950BE8" w:rsidRDefault="00950BE8" w:rsidP="008740FF">
            <w:pPr>
              <w:pStyle w:val="SIText"/>
            </w:pPr>
            <w:r>
              <w:t xml:space="preserve">1.3 </w:t>
            </w:r>
            <w:r w:rsidR="004263C1" w:rsidRPr="004263C1">
              <w:t>Assess and evaluate the current drainage and irrigation conditions and calculate drainage design rate</w:t>
            </w:r>
          </w:p>
          <w:p w14:paraId="1F7778EA" w14:textId="7F616F9F" w:rsidR="00F40888" w:rsidRDefault="00950BE8" w:rsidP="008740FF">
            <w:pPr>
              <w:pStyle w:val="SIText"/>
            </w:pPr>
            <w:r>
              <w:t>1.</w:t>
            </w:r>
            <w:r w:rsidR="00960E40">
              <w:t>4</w:t>
            </w:r>
            <w:r>
              <w:t xml:space="preserve"> </w:t>
            </w:r>
            <w:r w:rsidR="00F40888">
              <w:t>Establish a site survey to locate existing features, levels and services according to workplace and client requirements</w:t>
            </w:r>
          </w:p>
          <w:p w14:paraId="704BE5F1" w14:textId="46733C45" w:rsidR="001F24E3" w:rsidRDefault="008740FF" w:rsidP="008740FF">
            <w:pPr>
              <w:pStyle w:val="SIText"/>
            </w:pPr>
            <w:r w:rsidRPr="00752217">
              <w:t>1.</w:t>
            </w:r>
            <w:r w:rsidR="001B22BB">
              <w:t>5</w:t>
            </w:r>
            <w:r>
              <w:t xml:space="preserve"> </w:t>
            </w:r>
            <w:r w:rsidR="00AD58E6">
              <w:t xml:space="preserve">Investigate and </w:t>
            </w:r>
            <w:r w:rsidR="00C6104A">
              <w:t>selected</w:t>
            </w:r>
            <w:r w:rsidR="00AD58E6" w:rsidRPr="00752217">
              <w:t xml:space="preserve"> </w:t>
            </w:r>
            <w:r w:rsidRPr="00752217">
              <w:t xml:space="preserve">turf </w:t>
            </w:r>
            <w:r w:rsidR="00C6104A">
              <w:t>grass</w:t>
            </w:r>
            <w:r w:rsidR="00C6104A" w:rsidRPr="00752217">
              <w:t xml:space="preserve"> </w:t>
            </w:r>
            <w:r w:rsidRPr="00752217">
              <w:t>species and cultivars</w:t>
            </w:r>
            <w:r w:rsidR="00AD58E6">
              <w:t xml:space="preserve"> suitable for turf establishment</w:t>
            </w:r>
            <w:r w:rsidR="00F0206D">
              <w:t xml:space="preserve"> </w:t>
            </w:r>
            <w:r w:rsidR="00C6104A">
              <w:t xml:space="preserve">according to </w:t>
            </w:r>
            <w:r w:rsidR="00AD22C5">
              <w:t>client requirements</w:t>
            </w:r>
            <w:r w:rsidR="00F0206D">
              <w:t xml:space="preserve"> and sport </w:t>
            </w:r>
            <w:r w:rsidR="00850713">
              <w:t xml:space="preserve">play </w:t>
            </w:r>
            <w:r w:rsidR="00F0206D">
              <w:t>standards</w:t>
            </w:r>
          </w:p>
          <w:p w14:paraId="3168FEF0" w14:textId="4DDC0DEA" w:rsidR="00AD58E6" w:rsidRDefault="001F24E3" w:rsidP="008740FF">
            <w:pPr>
              <w:pStyle w:val="SIText"/>
            </w:pPr>
            <w:r>
              <w:t xml:space="preserve">1.6 Investigate and </w:t>
            </w:r>
            <w:r w:rsidR="00F02202">
              <w:t>select</w:t>
            </w:r>
            <w:r>
              <w:t xml:space="preserve"> turf area construction techniques suitable to client requirements and site characteristics</w:t>
            </w:r>
          </w:p>
          <w:p w14:paraId="26E6FFCC" w14:textId="5FFD57A7" w:rsidR="008740FF" w:rsidRPr="008740FF" w:rsidRDefault="001F24E3" w:rsidP="008740FF">
            <w:pPr>
              <w:pStyle w:val="SIText"/>
            </w:pPr>
            <w:r>
              <w:t>1.7</w:t>
            </w:r>
            <w:r w:rsidR="00AD58E6">
              <w:t xml:space="preserve"> Investigate </w:t>
            </w:r>
            <w:r w:rsidR="008740FF" w:rsidRPr="00752217">
              <w:t>leg</w:t>
            </w:r>
            <w:r w:rsidR="00AD58E6">
              <w:t xml:space="preserve">islative and regulatory implications </w:t>
            </w:r>
            <w:r w:rsidR="00AD22C5">
              <w:t>and solutions for</w:t>
            </w:r>
            <w:r w:rsidR="00AD58E6">
              <w:t xml:space="preserve"> </w:t>
            </w:r>
            <w:r w:rsidR="00AD22C5">
              <w:t>proposed works</w:t>
            </w:r>
            <w:r w:rsidR="00AD58E6">
              <w:t xml:space="preserve"> </w:t>
            </w:r>
          </w:p>
          <w:p w14:paraId="06EFF507" w14:textId="54641001" w:rsidR="008740FF" w:rsidRPr="008740FF" w:rsidRDefault="008740FF" w:rsidP="008740FF">
            <w:pPr>
              <w:pStyle w:val="SIText"/>
            </w:pPr>
            <w:r w:rsidRPr="00752217">
              <w:t>1.</w:t>
            </w:r>
            <w:r w:rsidR="001F24E3">
              <w:t>8</w:t>
            </w:r>
            <w:r>
              <w:t xml:space="preserve"> </w:t>
            </w:r>
            <w:r w:rsidR="00BE1848">
              <w:t xml:space="preserve">Determine </w:t>
            </w:r>
            <w:r w:rsidRPr="00752217">
              <w:t xml:space="preserve">environmental </w:t>
            </w:r>
            <w:r w:rsidR="001F24E3">
              <w:t>impact</w:t>
            </w:r>
            <w:r w:rsidR="001F24E3" w:rsidRPr="00752217">
              <w:t xml:space="preserve"> </w:t>
            </w:r>
            <w:r w:rsidR="00BE1848">
              <w:t xml:space="preserve">on proposed works </w:t>
            </w:r>
            <w:r w:rsidRPr="00752217">
              <w:t xml:space="preserve">and </w:t>
            </w:r>
            <w:r w:rsidR="00AD58E6">
              <w:t>r</w:t>
            </w:r>
            <w:r w:rsidRPr="00752217">
              <w:t>e</w:t>
            </w:r>
            <w:r w:rsidR="00AD58E6">
              <w:t xml:space="preserve">commend </w:t>
            </w:r>
            <w:r w:rsidR="001F24E3">
              <w:t>action</w:t>
            </w:r>
            <w:r w:rsidR="00F0206D">
              <w:t>s to minimise impact according to legislative and regulatory requirements</w:t>
            </w:r>
          </w:p>
          <w:p w14:paraId="3E97BEB2" w14:textId="3B954896" w:rsidR="008740FF" w:rsidRPr="008740FF" w:rsidRDefault="008740FF" w:rsidP="006C2AF7">
            <w:pPr>
              <w:pStyle w:val="SIText"/>
            </w:pPr>
            <w:r w:rsidRPr="00752217">
              <w:t>1.</w:t>
            </w:r>
            <w:r w:rsidR="001F24E3">
              <w:t>9</w:t>
            </w:r>
            <w:r>
              <w:t xml:space="preserve"> </w:t>
            </w:r>
            <w:r w:rsidR="00C43153">
              <w:t>Compile results and recommendations</w:t>
            </w:r>
            <w:r w:rsidR="00D73E3E">
              <w:t>,</w:t>
            </w:r>
            <w:r w:rsidR="00C43153">
              <w:t xml:space="preserve"> and d</w:t>
            </w:r>
            <w:r w:rsidRPr="00752217">
              <w:t xml:space="preserve">evelop </w:t>
            </w:r>
            <w:r w:rsidR="004263C1">
              <w:t xml:space="preserve">performance brief </w:t>
            </w:r>
            <w:r w:rsidR="001F24E3">
              <w:t xml:space="preserve">for </w:t>
            </w:r>
            <w:r w:rsidRPr="00752217">
              <w:t>client approval</w:t>
            </w:r>
          </w:p>
        </w:tc>
      </w:tr>
      <w:tr w:rsidR="004263C1" w:rsidRPr="00963A46" w14:paraId="03F18B34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7495B52F" w14:textId="2608382A" w:rsidR="004263C1" w:rsidRDefault="004263C1" w:rsidP="006C2AF7">
            <w:pPr>
              <w:pStyle w:val="SIText"/>
            </w:pPr>
            <w:r>
              <w:lastRenderedPageBreak/>
              <w:t xml:space="preserve">2. Evaluate and select </w:t>
            </w:r>
            <w:r w:rsidR="003F783D">
              <w:t>sports turf</w:t>
            </w:r>
            <w:r>
              <w:t xml:space="preserve"> profile </w:t>
            </w:r>
            <w:r w:rsidR="001170DD">
              <w:t xml:space="preserve">and </w:t>
            </w:r>
            <w:r w:rsidR="00BC5407">
              <w:t xml:space="preserve">construction </w:t>
            </w:r>
            <w:r w:rsidRPr="00386FB8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73550CE5" w14:textId="32F55733" w:rsidR="001170DD" w:rsidRDefault="004263C1" w:rsidP="004263C1">
            <w:pPr>
              <w:pStyle w:val="SIText"/>
            </w:pPr>
            <w:r>
              <w:t>2.</w:t>
            </w:r>
            <w:r w:rsidR="00D82D12">
              <w:t>1</w:t>
            </w:r>
            <w:r>
              <w:t xml:space="preserve"> </w:t>
            </w:r>
            <w:r w:rsidR="001170DD">
              <w:t>Investigate and evaluate sports turf profile options consistent with client brief</w:t>
            </w:r>
          </w:p>
          <w:p w14:paraId="07B7BAD3" w14:textId="48929A27" w:rsidR="004263C1" w:rsidRPr="004263C1" w:rsidRDefault="001170DD" w:rsidP="004263C1">
            <w:pPr>
              <w:pStyle w:val="SIText"/>
            </w:pPr>
            <w:r>
              <w:t xml:space="preserve">2.2 </w:t>
            </w:r>
            <w:r w:rsidR="004263C1">
              <w:t xml:space="preserve">Identify and select </w:t>
            </w:r>
            <w:r w:rsidR="004263C1" w:rsidRPr="004263C1">
              <w:t>a reliable source of materials</w:t>
            </w:r>
            <w:r w:rsidR="00BC5407">
              <w:t xml:space="preserve"> for </w:t>
            </w:r>
            <w:r w:rsidR="00BC5407" w:rsidRPr="00BC5407">
              <w:t xml:space="preserve">sports turf </w:t>
            </w:r>
            <w:r w:rsidR="00BC5407">
              <w:t>profile options</w:t>
            </w:r>
          </w:p>
          <w:p w14:paraId="2E86DD76" w14:textId="690E6879" w:rsidR="004263C1" w:rsidRPr="004263C1" w:rsidRDefault="004263C1" w:rsidP="004263C1">
            <w:pPr>
              <w:pStyle w:val="SIText"/>
            </w:pPr>
            <w:r>
              <w:t>2.</w:t>
            </w:r>
            <w:r w:rsidR="001170DD">
              <w:t>3</w:t>
            </w:r>
            <w:r>
              <w:t xml:space="preserve"> Conduct test</w:t>
            </w:r>
            <w:r w:rsidRPr="004263C1">
              <w:t xml:space="preserve">s to determine </w:t>
            </w:r>
            <w:r w:rsidR="003F783D">
              <w:t xml:space="preserve">chemical and </w:t>
            </w:r>
            <w:r w:rsidRPr="004263C1">
              <w:t xml:space="preserve">physical characteristics of profile materials according to industry </w:t>
            </w:r>
            <w:r w:rsidR="008246A6">
              <w:t>standards</w:t>
            </w:r>
          </w:p>
          <w:p w14:paraId="774E3783" w14:textId="53221D22" w:rsidR="004263C1" w:rsidRDefault="004263C1" w:rsidP="004263C1">
            <w:pPr>
              <w:pStyle w:val="SIText"/>
            </w:pPr>
            <w:r>
              <w:t>2.</w:t>
            </w:r>
            <w:r w:rsidR="001170DD">
              <w:t>4</w:t>
            </w:r>
            <w:r>
              <w:t xml:space="preserve"> Compare test results against known performance benchmarks</w:t>
            </w:r>
            <w:r w:rsidR="001170DD">
              <w:t xml:space="preserve"> </w:t>
            </w:r>
          </w:p>
          <w:p w14:paraId="005CB6EC" w14:textId="2429447D" w:rsidR="00D73E3E" w:rsidRPr="004263C1" w:rsidRDefault="00D73E3E" w:rsidP="004263C1">
            <w:pPr>
              <w:pStyle w:val="SIText"/>
            </w:pPr>
            <w:r>
              <w:t>2.</w:t>
            </w:r>
            <w:r w:rsidR="001170DD">
              <w:t>5</w:t>
            </w:r>
            <w:r>
              <w:t xml:space="preserve"> </w:t>
            </w:r>
            <w:r w:rsidR="00BC5407">
              <w:t>I</w:t>
            </w:r>
            <w:r>
              <w:t xml:space="preserve">dentify corrective </w:t>
            </w:r>
            <w:r w:rsidR="001170DD">
              <w:t>measures</w:t>
            </w:r>
            <w:r>
              <w:t xml:space="preserve"> to improve performance</w:t>
            </w:r>
            <w:r w:rsidR="00BC5407">
              <w:t xml:space="preserve"> of profile materials</w:t>
            </w:r>
          </w:p>
          <w:p w14:paraId="113FBD4A" w14:textId="77777777" w:rsidR="002C382E" w:rsidRDefault="004263C1" w:rsidP="006C2AF7">
            <w:pPr>
              <w:pStyle w:val="SIText"/>
            </w:pPr>
            <w:r>
              <w:t>2.</w:t>
            </w:r>
            <w:r w:rsidR="001170DD">
              <w:t>6</w:t>
            </w:r>
            <w:r>
              <w:t xml:space="preserve"> Assess materials against performance brief and select acceptable </w:t>
            </w:r>
            <w:r w:rsidR="001170DD">
              <w:t>profile</w:t>
            </w:r>
          </w:p>
          <w:p w14:paraId="2E54BD5E" w14:textId="5A7995F6" w:rsidR="001170DD" w:rsidRPr="00752217" w:rsidRDefault="001170DD" w:rsidP="001749CA">
            <w:pPr>
              <w:pStyle w:val="SIText"/>
            </w:pPr>
            <w:r>
              <w:t xml:space="preserve">2.7 </w:t>
            </w:r>
            <w:r w:rsidR="00BE34D3">
              <w:t>Ensure s</w:t>
            </w:r>
            <w:r w:rsidR="00BC5407">
              <w:t>elect</w:t>
            </w:r>
            <w:r w:rsidR="00BE34D3">
              <w:t>ed</w:t>
            </w:r>
            <w:r w:rsidR="00BC5407">
              <w:t xml:space="preserve"> sports turf profile structure </w:t>
            </w:r>
            <w:r w:rsidR="00BE34D3">
              <w:t xml:space="preserve">is </w:t>
            </w:r>
            <w:r w:rsidR="00BC5407">
              <w:t>consistent with available materials and performance brief</w:t>
            </w:r>
          </w:p>
        </w:tc>
      </w:tr>
      <w:tr w:rsidR="003F783D" w:rsidRPr="00963A46" w14:paraId="2417FDD0" w14:textId="77777777" w:rsidTr="003F783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AF31" w14:textId="46AA2E06" w:rsidR="003F783D" w:rsidRPr="003F783D" w:rsidRDefault="003F783D" w:rsidP="006C2AF7">
            <w:pPr>
              <w:pStyle w:val="SIText"/>
            </w:pPr>
            <w:r w:rsidRPr="003F783D">
              <w:t>3. Develop concept</w:t>
            </w:r>
            <w:r w:rsidR="00230CC4">
              <w:t xml:space="preserve"> </w:t>
            </w:r>
            <w:r w:rsidR="00BC5407">
              <w:t>design</w:t>
            </w:r>
            <w:r w:rsidRPr="003F783D">
              <w:t xml:space="preserve"> for </w:t>
            </w:r>
            <w:r>
              <w:t xml:space="preserve">sports turf </w:t>
            </w:r>
            <w:r w:rsidR="00BC5407">
              <w:t>playing surface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1DB33" w14:textId="76DA15E9" w:rsidR="00BC5407" w:rsidRDefault="003F783D" w:rsidP="003F783D">
            <w:pPr>
              <w:pStyle w:val="SIText"/>
            </w:pPr>
            <w:r w:rsidRPr="003F783D">
              <w:t>3.</w:t>
            </w:r>
            <w:r w:rsidR="001170DD">
              <w:t>1</w:t>
            </w:r>
            <w:r w:rsidRPr="003F783D">
              <w:t xml:space="preserve"> </w:t>
            </w:r>
            <w:r w:rsidR="00E42105">
              <w:t xml:space="preserve">Develop and design </w:t>
            </w:r>
            <w:r w:rsidR="008F321C">
              <w:t xml:space="preserve">sports turf </w:t>
            </w:r>
            <w:r w:rsidR="00BE34D3" w:rsidRPr="00BE34D3">
              <w:t>profile</w:t>
            </w:r>
            <w:r w:rsidR="008F321C">
              <w:t xml:space="preserve"> consistent with drainage and irrigation designs, and </w:t>
            </w:r>
            <w:r w:rsidR="00BE34D3" w:rsidRPr="00BE34D3">
              <w:t>performance brief</w:t>
            </w:r>
          </w:p>
          <w:p w14:paraId="393AE961" w14:textId="04478A41" w:rsidR="003F783D" w:rsidRPr="003F783D" w:rsidRDefault="003F783D" w:rsidP="001749CA">
            <w:pPr>
              <w:pStyle w:val="SIText"/>
            </w:pPr>
            <w:r w:rsidRPr="003F783D">
              <w:t>3.</w:t>
            </w:r>
            <w:r w:rsidR="00BE34D3">
              <w:t>2</w:t>
            </w:r>
            <w:r w:rsidRPr="003F783D">
              <w:t xml:space="preserve"> Document </w:t>
            </w:r>
            <w:r w:rsidR="00BC5407">
              <w:t xml:space="preserve">turf establishment </w:t>
            </w:r>
            <w:r w:rsidRPr="003F783D">
              <w:t xml:space="preserve">concept </w:t>
            </w:r>
            <w:r w:rsidR="00BC5407">
              <w:t>design</w:t>
            </w:r>
            <w:r w:rsidRPr="003F783D">
              <w:t xml:space="preserve"> and present to client for approval</w:t>
            </w:r>
          </w:p>
        </w:tc>
      </w:tr>
      <w:tr w:rsidR="004263C1" w:rsidRPr="00963A46" w14:paraId="78B877FD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45AFF830" w14:textId="49864F96" w:rsidR="004263C1" w:rsidRPr="004263C1" w:rsidRDefault="003F783D" w:rsidP="006C2AF7">
            <w:pPr>
              <w:pStyle w:val="SIText"/>
            </w:pPr>
            <w:r>
              <w:t>4</w:t>
            </w:r>
            <w:r w:rsidR="004263C1">
              <w:t>.</w:t>
            </w:r>
            <w:r w:rsidR="004263C1" w:rsidRPr="004263C1">
              <w:t xml:space="preserve"> Determine requirements </w:t>
            </w:r>
            <w:r w:rsidR="00BC5407">
              <w:t>for</w:t>
            </w:r>
            <w:r w:rsidR="00BC5407" w:rsidRPr="004263C1">
              <w:t xml:space="preserve"> </w:t>
            </w:r>
            <w:r w:rsidR="004263C1" w:rsidRPr="004263C1">
              <w:t>turf establishment works</w:t>
            </w:r>
          </w:p>
        </w:tc>
        <w:tc>
          <w:tcPr>
            <w:tcW w:w="3604" w:type="pct"/>
            <w:shd w:val="clear" w:color="auto" w:fill="auto"/>
          </w:tcPr>
          <w:p w14:paraId="0AD1326A" w14:textId="04C49AC3" w:rsidR="004263C1" w:rsidRDefault="00D82D12" w:rsidP="004263C1">
            <w:pPr>
              <w:pStyle w:val="SIText"/>
            </w:pPr>
            <w:r>
              <w:t>4</w:t>
            </w:r>
            <w:r w:rsidR="004263C1" w:rsidRPr="00752217">
              <w:t>.1</w:t>
            </w:r>
            <w:r w:rsidR="004263C1" w:rsidRPr="004263C1">
              <w:t xml:space="preserve"> </w:t>
            </w:r>
            <w:r w:rsidR="004E5E33">
              <w:t>Determine</w:t>
            </w:r>
            <w:r w:rsidR="004E5E33" w:rsidRPr="004263C1">
              <w:t xml:space="preserve"> </w:t>
            </w:r>
            <w:r w:rsidR="004263C1" w:rsidRPr="004263C1">
              <w:t xml:space="preserve">turf establishment procedures consistent with the concept </w:t>
            </w:r>
            <w:r w:rsidR="00230CC4">
              <w:t>design</w:t>
            </w:r>
            <w:r w:rsidR="000B4740">
              <w:t xml:space="preserve">, </w:t>
            </w:r>
            <w:r w:rsidR="004263C1" w:rsidRPr="004263C1">
              <w:t xml:space="preserve">site factors and available resources and equipment </w:t>
            </w:r>
          </w:p>
          <w:p w14:paraId="3F090892" w14:textId="0571CD76" w:rsidR="00224142" w:rsidRDefault="00224142" w:rsidP="004263C1">
            <w:pPr>
              <w:pStyle w:val="SIText"/>
            </w:pPr>
            <w:r>
              <w:t xml:space="preserve">4.2 Reviewed and confirmed concept designs for profile, drainage system and irrigation system </w:t>
            </w:r>
            <w:r w:rsidR="00BE34D3" w:rsidRPr="00BE34D3">
              <w:t>meets performance brief and industry standards</w:t>
            </w:r>
          </w:p>
          <w:p w14:paraId="3D952DA9" w14:textId="77060796" w:rsidR="004263C1" w:rsidRPr="004263C1" w:rsidRDefault="00D82D12" w:rsidP="004263C1">
            <w:pPr>
              <w:pStyle w:val="SIText"/>
            </w:pPr>
            <w:r>
              <w:t>4</w:t>
            </w:r>
            <w:r w:rsidR="004263C1" w:rsidRPr="004263C1">
              <w:t>.</w:t>
            </w:r>
            <w:r w:rsidR="00224142">
              <w:t>3</w:t>
            </w:r>
            <w:r w:rsidR="004263C1" w:rsidRPr="004263C1">
              <w:t xml:space="preserve"> Determine resources and contractor requirements for construction of </w:t>
            </w:r>
            <w:r w:rsidR="00224142">
              <w:t>turf playing surface</w:t>
            </w:r>
            <w:r w:rsidR="004263C1" w:rsidRPr="004263C1">
              <w:t xml:space="preserve">, planting </w:t>
            </w:r>
            <w:r w:rsidR="00224142">
              <w:t xml:space="preserve">of turf </w:t>
            </w:r>
            <w:r w:rsidR="004263C1" w:rsidRPr="004263C1">
              <w:t xml:space="preserve">and </w:t>
            </w:r>
            <w:r w:rsidR="00224142">
              <w:t xml:space="preserve">turf </w:t>
            </w:r>
            <w:r w:rsidR="004263C1" w:rsidRPr="004263C1">
              <w:t>establishment</w:t>
            </w:r>
          </w:p>
          <w:p w14:paraId="098D9D5A" w14:textId="15553A6D" w:rsidR="004263C1" w:rsidRPr="004263C1" w:rsidRDefault="00D82D12" w:rsidP="004263C1">
            <w:pPr>
              <w:pStyle w:val="SIText"/>
            </w:pPr>
            <w:r>
              <w:t>4</w:t>
            </w:r>
            <w:r w:rsidR="004263C1" w:rsidRPr="00752217">
              <w:t>.</w:t>
            </w:r>
            <w:r w:rsidR="00224142">
              <w:t>4</w:t>
            </w:r>
            <w:r w:rsidR="004263C1" w:rsidRPr="004263C1">
              <w:t xml:space="preserve"> Prepare a </w:t>
            </w:r>
            <w:r w:rsidR="00632D22">
              <w:t>list</w:t>
            </w:r>
            <w:r w:rsidR="004263C1" w:rsidRPr="004263C1">
              <w:t xml:space="preserve"> of materials, costs and confirm availability with suppliers</w:t>
            </w:r>
          </w:p>
          <w:p w14:paraId="09BB7D09" w14:textId="3D88D92F" w:rsidR="004263C1" w:rsidRPr="004263C1" w:rsidRDefault="00D82D12">
            <w:pPr>
              <w:pStyle w:val="SIText"/>
            </w:pPr>
            <w:r>
              <w:t>4</w:t>
            </w:r>
            <w:r w:rsidR="004263C1" w:rsidRPr="00752217">
              <w:t>.</w:t>
            </w:r>
            <w:r w:rsidR="00224142">
              <w:t>5</w:t>
            </w:r>
            <w:r w:rsidR="004263C1" w:rsidRPr="004263C1">
              <w:t xml:space="preserve"> Determine </w:t>
            </w:r>
            <w:r w:rsidR="00BE34D3">
              <w:t xml:space="preserve">achievable </w:t>
            </w:r>
            <w:r w:rsidR="004263C1" w:rsidRPr="004263C1">
              <w:t xml:space="preserve">timelines </w:t>
            </w:r>
            <w:r w:rsidR="00BE34D3">
              <w:t xml:space="preserve">and contingencies </w:t>
            </w:r>
            <w:r w:rsidR="004263C1" w:rsidRPr="004263C1">
              <w:t xml:space="preserve">for </w:t>
            </w:r>
            <w:r w:rsidR="000B4740">
              <w:t xml:space="preserve">preparation and </w:t>
            </w:r>
            <w:r w:rsidR="004263C1" w:rsidRPr="004263C1">
              <w:t>construction</w:t>
            </w:r>
            <w:r w:rsidR="000B4740">
              <w:t xml:space="preserve"> phase</w:t>
            </w:r>
          </w:p>
        </w:tc>
      </w:tr>
      <w:tr w:rsidR="004263C1" w:rsidRPr="00963A46" w14:paraId="2C8585B4" w14:textId="77777777" w:rsidTr="00CD1604">
        <w:trPr>
          <w:cantSplit/>
        </w:trPr>
        <w:tc>
          <w:tcPr>
            <w:tcW w:w="1396" w:type="pct"/>
            <w:shd w:val="clear" w:color="auto" w:fill="auto"/>
          </w:tcPr>
          <w:p w14:paraId="57E02E2D" w14:textId="26AC6361" w:rsidR="004263C1" w:rsidRPr="004263C1" w:rsidRDefault="00D82D12" w:rsidP="006C2AF7">
            <w:pPr>
              <w:pStyle w:val="SIText"/>
            </w:pPr>
            <w:r>
              <w:t>5</w:t>
            </w:r>
            <w:r w:rsidR="004263C1">
              <w:t>.</w:t>
            </w:r>
            <w:r w:rsidR="004263C1" w:rsidRPr="004263C1">
              <w:t xml:space="preserve"> Prepare and document turf establishment plan and specification</w:t>
            </w:r>
          </w:p>
        </w:tc>
        <w:tc>
          <w:tcPr>
            <w:tcW w:w="3604" w:type="pct"/>
            <w:shd w:val="clear" w:color="auto" w:fill="auto"/>
          </w:tcPr>
          <w:p w14:paraId="230B9205" w14:textId="3E6D386F" w:rsidR="00230CC4" w:rsidRPr="00230CC4" w:rsidRDefault="00D82D12" w:rsidP="00230CC4">
            <w:pPr>
              <w:pStyle w:val="SIText"/>
            </w:pPr>
            <w:r>
              <w:t>5</w:t>
            </w:r>
            <w:r w:rsidR="004263C1" w:rsidRPr="00752217">
              <w:t>.1</w:t>
            </w:r>
            <w:r w:rsidR="004263C1" w:rsidRPr="004263C1">
              <w:t xml:space="preserve"> </w:t>
            </w:r>
            <w:r w:rsidR="00230CC4" w:rsidRPr="00230CC4">
              <w:t>Compile technical data for design, and reconcile against per</w:t>
            </w:r>
            <w:r w:rsidR="00405F23">
              <w:t>formance brief and concept plans</w:t>
            </w:r>
          </w:p>
          <w:p w14:paraId="045DF0C0" w14:textId="7F1ADD00" w:rsidR="00230CC4" w:rsidRPr="00230CC4" w:rsidRDefault="00230CC4" w:rsidP="00230CC4">
            <w:pPr>
              <w:pStyle w:val="SIText"/>
            </w:pPr>
            <w:r>
              <w:t>5</w:t>
            </w:r>
            <w:r w:rsidRPr="00230CC4">
              <w:t xml:space="preserve">.2 </w:t>
            </w:r>
            <w:r w:rsidR="008F321C">
              <w:t>Prepare and e</w:t>
            </w:r>
            <w:r w:rsidR="00BE34D3" w:rsidRPr="00BE34D3">
              <w:t>nsure final profile design meets client needs, performance brief and industry standards</w:t>
            </w:r>
          </w:p>
          <w:p w14:paraId="6E6C9705" w14:textId="775D6534" w:rsidR="00230CC4" w:rsidRPr="00230CC4" w:rsidRDefault="00230CC4" w:rsidP="00230CC4">
            <w:pPr>
              <w:pStyle w:val="SIText"/>
            </w:pPr>
            <w:r>
              <w:t>5</w:t>
            </w:r>
            <w:r w:rsidRPr="00230CC4">
              <w:t>.3 Produce scale drawings of design</w:t>
            </w:r>
            <w:r w:rsidR="000B4740">
              <w:t>s</w:t>
            </w:r>
            <w:r w:rsidRPr="00230CC4">
              <w:t xml:space="preserve"> according to client requirements and industry standards</w:t>
            </w:r>
          </w:p>
          <w:p w14:paraId="4E586B8F" w14:textId="7AB00ED8" w:rsidR="004263C1" w:rsidRPr="004263C1" w:rsidRDefault="00D82D12" w:rsidP="004263C1">
            <w:pPr>
              <w:pStyle w:val="SIText"/>
            </w:pPr>
            <w:r>
              <w:t>5</w:t>
            </w:r>
            <w:r w:rsidR="004263C1">
              <w:t>.</w:t>
            </w:r>
            <w:r w:rsidR="00230CC4">
              <w:t>4</w:t>
            </w:r>
            <w:r w:rsidR="004263C1">
              <w:t xml:space="preserve"> Prepare </w:t>
            </w:r>
            <w:r w:rsidR="004263C1" w:rsidRPr="004263C1">
              <w:t xml:space="preserve">specifications </w:t>
            </w:r>
            <w:r w:rsidR="000B4740">
              <w:t>for</w:t>
            </w:r>
            <w:r w:rsidR="000B4740" w:rsidRPr="004263C1">
              <w:t xml:space="preserve"> </w:t>
            </w:r>
            <w:r w:rsidR="000B4740">
              <w:t>tenders</w:t>
            </w:r>
            <w:r w:rsidR="000B4740" w:rsidRPr="004263C1">
              <w:t xml:space="preserve"> </w:t>
            </w:r>
            <w:r w:rsidR="004263C1" w:rsidRPr="004263C1">
              <w:t>based on the requirements of turf establishment work</w:t>
            </w:r>
          </w:p>
          <w:p w14:paraId="3123266A" w14:textId="215AA203" w:rsidR="004263C1" w:rsidRPr="004263C1" w:rsidRDefault="00D82D12">
            <w:pPr>
              <w:pStyle w:val="SIText"/>
            </w:pPr>
            <w:r>
              <w:t>5</w:t>
            </w:r>
            <w:r w:rsidR="004263C1" w:rsidRPr="00752217">
              <w:t>.</w:t>
            </w:r>
            <w:r w:rsidR="00230CC4">
              <w:t>5</w:t>
            </w:r>
            <w:r w:rsidR="004263C1" w:rsidRPr="004263C1">
              <w:t xml:space="preserve"> Develop and document procedures and schedules for establishment of sports turf playing surface according to workplace and industry standards</w:t>
            </w:r>
          </w:p>
        </w:tc>
      </w:tr>
    </w:tbl>
    <w:p w14:paraId="1967120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31A36" w:rsidRPr="00346B50" w14:paraId="3B3E754F" w14:textId="77777777" w:rsidTr="00CD160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EDDB" w14:textId="77777777" w:rsidR="00E31A36" w:rsidRPr="00E31A36" w:rsidRDefault="00E31A36" w:rsidP="00E31A36">
            <w:pPr>
              <w:pStyle w:val="SIHeading2"/>
            </w:pPr>
            <w:r w:rsidRPr="00346B50">
              <w:t>Foundation Skills</w:t>
            </w:r>
          </w:p>
          <w:p w14:paraId="7B16F83F" w14:textId="77777777" w:rsidR="00E31A36" w:rsidRPr="00E31A36" w:rsidRDefault="00E31A36" w:rsidP="00E31A36">
            <w:pPr>
              <w:pStyle w:val="SIText"/>
              <w:rPr>
                <w:rStyle w:val="SIText-Italic"/>
              </w:rPr>
            </w:pPr>
            <w:r w:rsidRPr="00E31A3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31A36" w:rsidRPr="00346B50" w14:paraId="73089568" w14:textId="77777777" w:rsidTr="00CD160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2B3E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D7AC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Description</w:t>
            </w:r>
          </w:p>
        </w:tc>
      </w:tr>
      <w:tr w:rsidR="00E31A36" w:rsidRPr="00346B50" w14:paraId="2EFBF532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F1BF" w14:textId="77777777" w:rsidR="00E31A36" w:rsidRPr="00E31A36" w:rsidRDefault="00E31A36" w:rsidP="00E31A36">
            <w:pPr>
              <w:pStyle w:val="SIText"/>
            </w:pPr>
            <w:r w:rsidRPr="00346B5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1630" w14:textId="3BFC21A3" w:rsidR="00E31A36" w:rsidRPr="00346B50" w:rsidRDefault="00B85DE1" w:rsidP="00794C22">
            <w:pPr>
              <w:pStyle w:val="SIBulletList1"/>
            </w:pPr>
            <w:r w:rsidRPr="00B85DE1">
              <w:t>Critically analyses</w:t>
            </w:r>
            <w:r>
              <w:t xml:space="preserve"> technical </w:t>
            </w:r>
            <w:r w:rsidRPr="00B85DE1">
              <w:t xml:space="preserve">documentation from a </w:t>
            </w:r>
            <w:r>
              <w:t xml:space="preserve">range </w:t>
            </w:r>
            <w:r w:rsidRPr="00B85DE1">
              <w:t xml:space="preserve">sources </w:t>
            </w:r>
            <w:r>
              <w:t xml:space="preserve">to </w:t>
            </w:r>
            <w:r w:rsidRPr="00B85DE1">
              <w:t xml:space="preserve"> consolidate information </w:t>
            </w:r>
            <w:r>
              <w:t>into turf grass profile plans and designs</w:t>
            </w:r>
          </w:p>
        </w:tc>
      </w:tr>
      <w:tr w:rsidR="00E31A36" w:rsidRPr="00346B50" w14:paraId="2DF9EBA6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5D21" w14:textId="77777777" w:rsidR="00E31A36" w:rsidRPr="00E31A36" w:rsidRDefault="00E31A36" w:rsidP="00E31A36">
            <w:pPr>
              <w:pStyle w:val="SIText"/>
            </w:pPr>
            <w:r w:rsidRPr="00346B5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ED" w14:textId="2D060C08" w:rsidR="00E31A36" w:rsidRPr="00346B50" w:rsidRDefault="00B85DE1" w:rsidP="00A36EC6">
            <w:pPr>
              <w:pStyle w:val="SIBulletList1"/>
            </w:pPr>
            <w:r w:rsidRPr="00B85DE1">
              <w:t>Generates complex written texts, demonstrating control over a range of writing styles and purpose</w:t>
            </w:r>
            <w:r>
              <w:t xml:space="preserve"> for developing concepts, designs and specifications</w:t>
            </w:r>
          </w:p>
        </w:tc>
      </w:tr>
      <w:tr w:rsidR="00D44106" w:rsidRPr="00346B50" w14:paraId="64BA73C6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130A" w14:textId="1BB7DC4C" w:rsidR="00D44106" w:rsidRPr="00346B50" w:rsidRDefault="005F6829" w:rsidP="00E31A36">
            <w:pPr>
              <w:pStyle w:val="SIText"/>
            </w:pPr>
            <w:r>
              <w:t>Oral c</w:t>
            </w:r>
            <w:r w:rsidR="00D44106">
              <w:t>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1B4F" w14:textId="7AC168C5" w:rsidR="00D44106" w:rsidRPr="00B85DE1" w:rsidRDefault="00D44106" w:rsidP="005F6829">
            <w:pPr>
              <w:pStyle w:val="SIBulletList1"/>
            </w:pPr>
            <w:r>
              <w:t>Determines client requirements through open ended questioning, active listening, paraphrasing and summarising</w:t>
            </w:r>
          </w:p>
        </w:tc>
      </w:tr>
      <w:tr w:rsidR="00E31A36" w:rsidRPr="00346B50" w14:paraId="532A5ED3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D1E9" w14:textId="77777777" w:rsidR="00E31A36" w:rsidRPr="00E31A36" w:rsidRDefault="00E31A36" w:rsidP="00E31A36">
            <w:pPr>
              <w:pStyle w:val="SIText"/>
            </w:pPr>
            <w:r w:rsidRPr="00346B5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020" w14:textId="23DB7575" w:rsidR="00E31A36" w:rsidRPr="00346B50" w:rsidRDefault="00B85DE1" w:rsidP="00FA0B96">
            <w:pPr>
              <w:pStyle w:val="SIBulletList1"/>
            </w:pPr>
            <w:r w:rsidRPr="00B85DE1">
              <w:t xml:space="preserve">Analyses and synthesises mathematical information in a broad range of contexts for testing materials, </w:t>
            </w:r>
            <w:r w:rsidR="00C6104A">
              <w:t xml:space="preserve">sizing </w:t>
            </w:r>
            <w:r w:rsidRPr="00B85DE1">
              <w:t>drainage pipe</w:t>
            </w:r>
            <w:r w:rsidR="00A36EC6">
              <w:t>s</w:t>
            </w:r>
            <w:r w:rsidRPr="00B85DE1">
              <w:t xml:space="preserve"> and flow rates</w:t>
            </w:r>
            <w:r w:rsidR="00C6104A">
              <w:t>,</w:t>
            </w:r>
            <w:r w:rsidRPr="00B85DE1">
              <w:t xml:space="preserve"> developing root zone profile designs</w:t>
            </w:r>
            <w:r w:rsidR="00C6104A">
              <w:t xml:space="preserve"> and estimating </w:t>
            </w:r>
            <w:r w:rsidR="00A36EC6">
              <w:t xml:space="preserve">and </w:t>
            </w:r>
            <w:r w:rsidR="00A36EC6" w:rsidRPr="00A36EC6">
              <w:t xml:space="preserve">costing </w:t>
            </w:r>
            <w:r w:rsidR="00C6104A">
              <w:t xml:space="preserve">materials for </w:t>
            </w:r>
            <w:r w:rsidR="00A36EC6">
              <w:t xml:space="preserve">a </w:t>
            </w:r>
            <w:r w:rsidR="00C6104A">
              <w:t>turf grass profile project</w:t>
            </w:r>
          </w:p>
        </w:tc>
      </w:tr>
      <w:tr w:rsidR="00E31A36" w:rsidRPr="00346B50" w14:paraId="2823E402" w14:textId="77777777" w:rsidTr="00CD16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E6E0" w14:textId="77777777" w:rsidR="00E31A36" w:rsidRPr="00E31A36" w:rsidRDefault="00E31A36" w:rsidP="00E31A36">
            <w:pPr>
              <w:pStyle w:val="SIText"/>
            </w:pPr>
            <w:r w:rsidRPr="00346B5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F997" w14:textId="0FE1E9CA" w:rsidR="00DC0BC2" w:rsidRPr="00346B50" w:rsidRDefault="00DC0BC2" w:rsidP="006C2AF7">
            <w:pPr>
              <w:pStyle w:val="SIBulletList1"/>
            </w:pPr>
            <w:r w:rsidRPr="00DC0BC2">
              <w:t xml:space="preserve">Uses digital technologies </w:t>
            </w:r>
            <w:r>
              <w:t>for</w:t>
            </w:r>
            <w:r w:rsidRPr="00DC0BC2">
              <w:t xml:space="preserve"> </w:t>
            </w:r>
            <w:r>
              <w:t xml:space="preserve">investigative, design and documentation </w:t>
            </w:r>
            <w:r w:rsidRPr="00DC0BC2">
              <w:t>activities</w:t>
            </w:r>
          </w:p>
        </w:tc>
      </w:tr>
    </w:tbl>
    <w:p w14:paraId="65165A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36872E" w14:textId="77777777" w:rsidTr="00F33FF2">
        <w:tc>
          <w:tcPr>
            <w:tcW w:w="5000" w:type="pct"/>
            <w:gridSpan w:val="4"/>
          </w:tcPr>
          <w:p w14:paraId="258ACF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EC5A0D" w14:textId="77777777" w:rsidTr="00F33FF2">
        <w:tc>
          <w:tcPr>
            <w:tcW w:w="1028" w:type="pct"/>
          </w:tcPr>
          <w:p w14:paraId="1BECDEE8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6930330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22C8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6F9D2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40FF" w14:paraId="5ED90E94" w14:textId="77777777" w:rsidTr="00F33FF2">
        <w:tc>
          <w:tcPr>
            <w:tcW w:w="1028" w:type="pct"/>
          </w:tcPr>
          <w:p w14:paraId="004774C0" w14:textId="77777777" w:rsidR="008740FF" w:rsidRPr="008740FF" w:rsidRDefault="008740FF" w:rsidP="008740FF">
            <w:pPr>
              <w:pStyle w:val="SIText"/>
            </w:pPr>
            <w:r w:rsidRPr="00203213">
              <w:t>AHCTRF501 Plan the establishment of sports turf playing surfaces</w:t>
            </w:r>
          </w:p>
        </w:tc>
        <w:tc>
          <w:tcPr>
            <w:tcW w:w="1105" w:type="pct"/>
          </w:tcPr>
          <w:p w14:paraId="50569CED" w14:textId="589ABE09" w:rsidR="008740FF" w:rsidRPr="008740FF" w:rsidRDefault="008740FF" w:rsidP="00794C22">
            <w:pPr>
              <w:pStyle w:val="SIText"/>
            </w:pPr>
            <w:r w:rsidRPr="00203213">
              <w:t xml:space="preserve">AHCTRF501 Plan the </w:t>
            </w:r>
            <w:r w:rsidRPr="008740FF">
              <w:t>establishment of sports turf playing surfaces</w:t>
            </w:r>
          </w:p>
        </w:tc>
        <w:tc>
          <w:tcPr>
            <w:tcW w:w="1251" w:type="pct"/>
          </w:tcPr>
          <w:p w14:paraId="6B5C6C12" w14:textId="77777777" w:rsidR="00F70A22" w:rsidRDefault="00F70A22" w:rsidP="005D5014">
            <w:pPr>
              <w:pStyle w:val="SIText"/>
            </w:pPr>
            <w:r>
              <w:t xml:space="preserve">New </w:t>
            </w:r>
            <w:r w:rsidRPr="00F70A22">
              <w:t xml:space="preserve">Element 2 and 3 </w:t>
            </w:r>
            <w:r>
              <w:t>added</w:t>
            </w:r>
          </w:p>
          <w:p w14:paraId="13E1E792" w14:textId="71AD12B5" w:rsidR="005D5014" w:rsidRPr="005D5014" w:rsidRDefault="003B764E" w:rsidP="005D5014">
            <w:pPr>
              <w:pStyle w:val="SIText"/>
            </w:pPr>
            <w:r>
              <w:t>Changes made to e</w:t>
            </w:r>
            <w:r w:rsidR="00CF680A">
              <w:t xml:space="preserve">lements and </w:t>
            </w:r>
            <w:r>
              <w:t xml:space="preserve">Performance </w:t>
            </w:r>
            <w:r w:rsidR="00CF680A">
              <w:t>C</w:t>
            </w:r>
            <w:r>
              <w:t>riteria</w:t>
            </w:r>
            <w:r w:rsidR="00CF680A">
              <w:t xml:space="preserve"> for clarity</w:t>
            </w:r>
            <w:r w:rsidR="00A36EC6">
              <w:t xml:space="preserve"> </w:t>
            </w:r>
          </w:p>
          <w:p w14:paraId="09E226FE" w14:textId="36E8967C" w:rsidR="008740FF" w:rsidRDefault="008740FF" w:rsidP="008740FF">
            <w:pPr>
              <w:pStyle w:val="SIText"/>
            </w:pPr>
          </w:p>
          <w:p w14:paraId="25CF0C43" w14:textId="2770CD4C" w:rsidR="00EA59AF" w:rsidRPr="000754EC" w:rsidRDefault="00EA59AF">
            <w:pPr>
              <w:pStyle w:val="SIText"/>
            </w:pPr>
            <w:r w:rsidRPr="00EA59AF">
              <w:t>Updated Performance Evidence and Knowledge Evidence</w:t>
            </w:r>
          </w:p>
        </w:tc>
        <w:tc>
          <w:tcPr>
            <w:tcW w:w="1616" w:type="pct"/>
          </w:tcPr>
          <w:p w14:paraId="1316383D" w14:textId="17B39B93" w:rsidR="008740FF" w:rsidRPr="008740FF" w:rsidRDefault="00CF680A" w:rsidP="008740FF">
            <w:pPr>
              <w:pStyle w:val="SIText"/>
            </w:pPr>
            <w:r>
              <w:t>No e</w:t>
            </w:r>
            <w:r w:rsidR="008740FF" w:rsidRPr="000754EC">
              <w:t xml:space="preserve">quivalent unit </w:t>
            </w:r>
          </w:p>
          <w:p w14:paraId="56784417" w14:textId="77777777" w:rsidR="008740FF" w:rsidRPr="008740FF" w:rsidRDefault="008740FF" w:rsidP="008740FF">
            <w:pPr>
              <w:pStyle w:val="SIText"/>
            </w:pPr>
          </w:p>
        </w:tc>
      </w:tr>
    </w:tbl>
    <w:p w14:paraId="48113701" w14:textId="18B71E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731C5E" w14:textId="77777777" w:rsidTr="00CD1604">
        <w:tc>
          <w:tcPr>
            <w:tcW w:w="1396" w:type="pct"/>
            <w:shd w:val="clear" w:color="auto" w:fill="auto"/>
          </w:tcPr>
          <w:p w14:paraId="577809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03738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9140955" w14:textId="77777777" w:rsidR="00F1480E" w:rsidRDefault="00F1480E" w:rsidP="005F771F">
      <w:pPr>
        <w:pStyle w:val="SIText"/>
      </w:pPr>
    </w:p>
    <w:p w14:paraId="00B6CA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B083FD" w14:textId="77777777" w:rsidTr="00CD1604">
        <w:trPr>
          <w:tblHeader/>
        </w:trPr>
        <w:tc>
          <w:tcPr>
            <w:tcW w:w="1478" w:type="pct"/>
            <w:shd w:val="clear" w:color="auto" w:fill="auto"/>
          </w:tcPr>
          <w:p w14:paraId="7F8E50B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BC6D0F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8740FF" w:rsidRPr="00203213">
              <w:t>AHCTRF501 Plan the establishment of sports turf playing surfaces</w:t>
            </w:r>
          </w:p>
        </w:tc>
      </w:tr>
      <w:tr w:rsidR="00556C4C" w:rsidRPr="00A55106" w14:paraId="396B8A8C" w14:textId="77777777" w:rsidTr="00CD160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422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C4198C" w14:textId="77777777" w:rsidTr="00CD1604">
        <w:tc>
          <w:tcPr>
            <w:tcW w:w="5000" w:type="pct"/>
            <w:gridSpan w:val="2"/>
            <w:shd w:val="clear" w:color="auto" w:fill="auto"/>
          </w:tcPr>
          <w:p w14:paraId="65F8889D" w14:textId="7F2E6C25" w:rsidR="00CD4B78" w:rsidRPr="00CD4B78" w:rsidRDefault="00CD4B78" w:rsidP="00525D05">
            <w:pPr>
              <w:pStyle w:val="SIText"/>
            </w:pPr>
            <w:r w:rsidRPr="00CD4B78">
              <w:t xml:space="preserve">An individual demonstrating competency must satisfy all of the elements and performance criteria in this unit. </w:t>
            </w:r>
            <w:r w:rsidRPr="00D82D12">
              <w:t xml:space="preserve">There must be evidence that the individual has on at least one occasion demonstrated the ability to </w:t>
            </w:r>
            <w:r w:rsidR="00521C5A" w:rsidRPr="00525D05">
              <w:t>plan the establishment of sports turf playing surface</w:t>
            </w:r>
            <w:r w:rsidRPr="00D82D12">
              <w:t xml:space="preserve"> </w:t>
            </w:r>
            <w:r w:rsidR="00DE7A3B" w:rsidRPr="00DE7A3B">
              <w:t xml:space="preserve">taking into consideration the soil profile </w:t>
            </w:r>
            <w:r w:rsidRPr="00D82D12">
              <w:t>ensuring</w:t>
            </w:r>
            <w:r w:rsidRPr="00CD4B78">
              <w:t xml:space="preserve"> they have:</w:t>
            </w:r>
          </w:p>
          <w:p w14:paraId="710B1940" w14:textId="7536C203" w:rsidR="00CD4B78" w:rsidRPr="008740FF" w:rsidRDefault="00CD4B78" w:rsidP="008740FF">
            <w:pPr>
              <w:pStyle w:val="SIText"/>
            </w:pPr>
          </w:p>
          <w:p w14:paraId="2A02D3BC" w14:textId="6C4B6108" w:rsidR="003A1741" w:rsidRDefault="005E61B0" w:rsidP="008740FF">
            <w:pPr>
              <w:pStyle w:val="SIBulletList1"/>
            </w:pPr>
            <w:r>
              <w:t>l</w:t>
            </w:r>
            <w:r w:rsidR="003A1741">
              <w:t xml:space="preserve">iaised with client and allied professional to establish the scope of the </w:t>
            </w:r>
            <w:r w:rsidR="00521C5A">
              <w:t xml:space="preserve">turf </w:t>
            </w:r>
            <w:r w:rsidR="003A1741">
              <w:t>establishment project</w:t>
            </w:r>
          </w:p>
          <w:p w14:paraId="0E56B415" w14:textId="31338DCB" w:rsidR="003A1741" w:rsidRDefault="005E61B0" w:rsidP="008740FF">
            <w:pPr>
              <w:pStyle w:val="SIBulletList1"/>
            </w:pPr>
            <w:r>
              <w:t>a</w:t>
            </w:r>
            <w:r w:rsidR="003A1741">
              <w:t xml:space="preserve">ssessed </w:t>
            </w:r>
            <w:r>
              <w:t xml:space="preserve">the hydrological, biophysical and chemical characteristics and their impact on </w:t>
            </w:r>
            <w:r w:rsidR="00521C5A">
              <w:t>turf establishment site and</w:t>
            </w:r>
            <w:r>
              <w:t xml:space="preserve"> playing surface design</w:t>
            </w:r>
          </w:p>
          <w:p w14:paraId="0153B68A" w14:textId="3B64DE3D" w:rsidR="005E61B0" w:rsidRDefault="00C6104A" w:rsidP="008740FF">
            <w:pPr>
              <w:pStyle w:val="SIBulletList1"/>
            </w:pPr>
            <w:r>
              <w:t>assessed and evaluated</w:t>
            </w:r>
            <w:r w:rsidR="005E61B0">
              <w:t xml:space="preserve"> drainage and irrigation requirements for </w:t>
            </w:r>
            <w:r>
              <w:t xml:space="preserve">sports </w:t>
            </w:r>
            <w:r w:rsidR="005E61B0">
              <w:t xml:space="preserve">turf </w:t>
            </w:r>
            <w:r>
              <w:t>playing surface</w:t>
            </w:r>
          </w:p>
          <w:p w14:paraId="0AD06DE9" w14:textId="3D128617" w:rsidR="005E61B0" w:rsidRDefault="005E61B0" w:rsidP="008740FF">
            <w:pPr>
              <w:pStyle w:val="SIBulletList1"/>
            </w:pPr>
            <w:r>
              <w:t xml:space="preserve">established a site survey depicting key features, </w:t>
            </w:r>
            <w:r w:rsidR="00DE7A3B">
              <w:t xml:space="preserve">benchmarks, </w:t>
            </w:r>
            <w:r>
              <w:t>levels and services</w:t>
            </w:r>
          </w:p>
          <w:p w14:paraId="4A6390F0" w14:textId="3FFF4B0C" w:rsidR="00F02202" w:rsidRDefault="00C6104A" w:rsidP="008740FF">
            <w:pPr>
              <w:pStyle w:val="SIBulletList1"/>
            </w:pPr>
            <w:r>
              <w:t>investigated and selected</w:t>
            </w:r>
            <w:r w:rsidR="00F02202">
              <w:t xml:space="preserve"> each of the following </w:t>
            </w:r>
            <w:r w:rsidR="006C2AF7">
              <w:t>for inclusion in</w:t>
            </w:r>
            <w:r w:rsidR="00F02202">
              <w:t xml:space="preserve"> performance brief:</w:t>
            </w:r>
          </w:p>
          <w:p w14:paraId="38A14CAB" w14:textId="556CBC95" w:rsidR="00C6104A" w:rsidRDefault="00C6104A" w:rsidP="00525D05">
            <w:pPr>
              <w:pStyle w:val="SIBulletList2"/>
            </w:pPr>
            <w:r>
              <w:t>turf area construction</w:t>
            </w:r>
            <w:r w:rsidR="00794C22">
              <w:t xml:space="preserve"> technique suitable for client requirements and site characteristics</w:t>
            </w:r>
          </w:p>
          <w:p w14:paraId="10C09FB3" w14:textId="218B8F4F" w:rsidR="00F02202" w:rsidRPr="00F02202" w:rsidRDefault="00F02202" w:rsidP="00525D05">
            <w:pPr>
              <w:pStyle w:val="SIBulletList2"/>
            </w:pPr>
            <w:r w:rsidRPr="00F02202">
              <w:t xml:space="preserve">turf grass species and cultivars suitable </w:t>
            </w:r>
            <w:r w:rsidR="00794C22">
              <w:t>playing surface</w:t>
            </w:r>
          </w:p>
          <w:p w14:paraId="55D9F632" w14:textId="1D841D3B" w:rsidR="00F02202" w:rsidRPr="00F02202" w:rsidRDefault="00794C22" w:rsidP="00525D05">
            <w:pPr>
              <w:pStyle w:val="SIBulletList1"/>
            </w:pPr>
            <w:r>
              <w:t xml:space="preserve">identified </w:t>
            </w:r>
            <w:r w:rsidR="00F02202">
              <w:t xml:space="preserve">conflicts with </w:t>
            </w:r>
            <w:r w:rsidR="00F02202" w:rsidRPr="00F02202">
              <w:t>legislat</w:t>
            </w:r>
            <w:r w:rsidR="00F02202">
              <w:t>ive and regulatory</w:t>
            </w:r>
            <w:r>
              <w:t xml:space="preserve"> requirements and proposed solutions</w:t>
            </w:r>
          </w:p>
          <w:p w14:paraId="25C6C01F" w14:textId="1FDD05FE" w:rsidR="00F02202" w:rsidRDefault="00794C22" w:rsidP="00525D05">
            <w:pPr>
              <w:pStyle w:val="SIBulletList1"/>
            </w:pPr>
            <w:r>
              <w:t>i</w:t>
            </w:r>
            <w:r w:rsidRPr="00F02202">
              <w:t>dentif</w:t>
            </w:r>
            <w:r>
              <w:t>ied</w:t>
            </w:r>
            <w:r w:rsidR="00F02202" w:rsidRPr="00F02202">
              <w:t xml:space="preserve"> environmental impact of turf establishment and recommend</w:t>
            </w:r>
            <w:r>
              <w:t>ed</w:t>
            </w:r>
            <w:r w:rsidR="00F02202" w:rsidRPr="00F02202">
              <w:t xml:space="preserve"> action</w:t>
            </w:r>
            <w:r>
              <w:t>s</w:t>
            </w:r>
            <w:r w:rsidR="00DE7A3B">
              <w:t xml:space="preserve"> of proposed works</w:t>
            </w:r>
          </w:p>
          <w:p w14:paraId="59A808B0" w14:textId="1966DC5A" w:rsidR="00A936DF" w:rsidRDefault="00A936DF" w:rsidP="00525D05">
            <w:pPr>
              <w:pStyle w:val="SIBulletList1"/>
            </w:pPr>
            <w:r>
              <w:t>investigated and selected sports turf profile options</w:t>
            </w:r>
          </w:p>
          <w:p w14:paraId="5B2A4BA5" w14:textId="77777777" w:rsidR="00A936DF" w:rsidRPr="00A936DF" w:rsidRDefault="00A936DF" w:rsidP="00A936DF">
            <w:pPr>
              <w:pStyle w:val="SIBulletList1"/>
            </w:pPr>
            <w:r w:rsidRPr="00A936DF">
              <w:t>developed a performance brief for a sports turf surface and presented to client for approval</w:t>
            </w:r>
          </w:p>
          <w:p w14:paraId="75AB8E3D" w14:textId="5BD481F1" w:rsidR="004263C1" w:rsidRPr="004263C1" w:rsidRDefault="004263C1" w:rsidP="004263C1">
            <w:pPr>
              <w:pStyle w:val="SIBulletList1"/>
            </w:pPr>
            <w:r>
              <w:t xml:space="preserve">sourced, tested and evaluated materials suitable for </w:t>
            </w:r>
            <w:r w:rsidR="00A936DF">
              <w:t xml:space="preserve">sports turf </w:t>
            </w:r>
            <w:r>
              <w:t xml:space="preserve">profile including </w:t>
            </w:r>
            <w:r w:rsidR="00850713">
              <w:t>conducted the following tests</w:t>
            </w:r>
            <w:r>
              <w:t>:</w:t>
            </w:r>
          </w:p>
          <w:p w14:paraId="517CAF46" w14:textId="77777777" w:rsidR="004263C1" w:rsidRPr="004263C1" w:rsidRDefault="004263C1" w:rsidP="004263C1">
            <w:pPr>
              <w:pStyle w:val="SIBulletList2"/>
            </w:pPr>
            <w:r>
              <w:t>s</w:t>
            </w:r>
            <w:r w:rsidRPr="004263C1">
              <w:t>aturated infiltration</w:t>
            </w:r>
          </w:p>
          <w:p w14:paraId="375CE6AC" w14:textId="77777777" w:rsidR="004263C1" w:rsidRPr="004263C1" w:rsidRDefault="004263C1" w:rsidP="004263C1">
            <w:pPr>
              <w:pStyle w:val="SIBulletList2"/>
            </w:pPr>
            <w:r>
              <w:t>porosity</w:t>
            </w:r>
          </w:p>
          <w:p w14:paraId="020A30F3" w14:textId="77777777" w:rsidR="004263C1" w:rsidRPr="004263C1" w:rsidRDefault="004263C1" w:rsidP="004263C1">
            <w:pPr>
              <w:pStyle w:val="SIBulletList2"/>
            </w:pPr>
            <w:r>
              <w:t>volumetric moisture retention</w:t>
            </w:r>
          </w:p>
          <w:p w14:paraId="5C04934C" w14:textId="77777777" w:rsidR="004263C1" w:rsidRPr="004263C1" w:rsidRDefault="004263C1" w:rsidP="004263C1">
            <w:pPr>
              <w:pStyle w:val="SIBulletList2"/>
            </w:pPr>
            <w:r>
              <w:t>bulk density</w:t>
            </w:r>
          </w:p>
          <w:p w14:paraId="3693AD38" w14:textId="6064E9C8" w:rsidR="004263C1" w:rsidRPr="004263C1" w:rsidRDefault="004263C1" w:rsidP="004263C1">
            <w:pPr>
              <w:pStyle w:val="SIBulletList2"/>
            </w:pPr>
            <w:r>
              <w:t>moisture release</w:t>
            </w:r>
            <w:r w:rsidR="002634A5">
              <w:t xml:space="preserve"> curve</w:t>
            </w:r>
          </w:p>
          <w:p w14:paraId="5A690952" w14:textId="77777777" w:rsidR="004263C1" w:rsidRPr="004263C1" w:rsidRDefault="004263C1" w:rsidP="004263C1">
            <w:pPr>
              <w:pStyle w:val="SIBulletList2"/>
            </w:pPr>
            <w:r>
              <w:t>particle size and distribution</w:t>
            </w:r>
          </w:p>
          <w:p w14:paraId="0A976FAD" w14:textId="77777777" w:rsidR="004263C1" w:rsidRDefault="004263C1" w:rsidP="004263C1">
            <w:pPr>
              <w:pStyle w:val="SIBulletList2"/>
            </w:pPr>
            <w:r>
              <w:t>pH</w:t>
            </w:r>
          </w:p>
          <w:p w14:paraId="6EA3EE00" w14:textId="77777777" w:rsidR="004263C1" w:rsidRPr="004263C1" w:rsidRDefault="004263C1" w:rsidP="004263C1">
            <w:pPr>
              <w:pStyle w:val="SIBulletList1"/>
            </w:pPr>
            <w:r w:rsidRPr="00784FB9">
              <w:t xml:space="preserve">selected suitable </w:t>
            </w:r>
            <w:r w:rsidRPr="004263C1">
              <w:t>materials for turf grass profile construction consistent with performance brief and industry best practice</w:t>
            </w:r>
          </w:p>
          <w:p w14:paraId="44F5F183" w14:textId="58B13A39" w:rsidR="006C2AF7" w:rsidRDefault="0023559C" w:rsidP="008740FF">
            <w:pPr>
              <w:pStyle w:val="SIBulletList1"/>
            </w:pPr>
            <w:r>
              <w:t xml:space="preserve">developed and designed </w:t>
            </w:r>
            <w:r w:rsidR="00E42105">
              <w:t xml:space="preserve">profile </w:t>
            </w:r>
            <w:r>
              <w:t>consistent with</w:t>
            </w:r>
            <w:r w:rsidR="00E42105">
              <w:t xml:space="preserve"> irrigation and drainage design requirements and </w:t>
            </w:r>
            <w:r>
              <w:t>performance brief</w:t>
            </w:r>
          </w:p>
          <w:p w14:paraId="323614EB" w14:textId="3D6C938B" w:rsidR="005E61B0" w:rsidRDefault="006C2AF7" w:rsidP="008740FF">
            <w:pPr>
              <w:pStyle w:val="SIBulletList1"/>
            </w:pPr>
            <w:r>
              <w:t xml:space="preserve">documented concept design and presented to </w:t>
            </w:r>
            <w:r w:rsidR="005E61B0">
              <w:t>client for approval</w:t>
            </w:r>
          </w:p>
          <w:p w14:paraId="3032FD2C" w14:textId="78CCA316" w:rsidR="006C2AF7" w:rsidRDefault="004E5E33" w:rsidP="008740FF">
            <w:pPr>
              <w:pStyle w:val="SIBulletList1"/>
            </w:pPr>
            <w:r>
              <w:t>determined</w:t>
            </w:r>
            <w:r w:rsidR="00A22835">
              <w:t xml:space="preserve"> turf establishment procedures</w:t>
            </w:r>
          </w:p>
          <w:p w14:paraId="12D44DD6" w14:textId="64F1CAD8" w:rsidR="006C2AF7" w:rsidRDefault="00A22835" w:rsidP="008740FF">
            <w:pPr>
              <w:pStyle w:val="SIBulletList1"/>
            </w:pPr>
            <w:r>
              <w:t>confirmed profile, irrigation and drainage concept designs are consistent with performance brief</w:t>
            </w:r>
          </w:p>
          <w:p w14:paraId="68BBAE73" w14:textId="40C7CFB5" w:rsidR="008740FF" w:rsidRDefault="005E61B0" w:rsidP="008740FF">
            <w:pPr>
              <w:pStyle w:val="SIBulletList1"/>
            </w:pPr>
            <w:r>
              <w:t>produced</w:t>
            </w:r>
            <w:r w:rsidR="003A1741">
              <w:t xml:space="preserve"> </w:t>
            </w:r>
            <w:r w:rsidR="00A22835">
              <w:t xml:space="preserve">scale </w:t>
            </w:r>
            <w:r>
              <w:t xml:space="preserve">drawings and </w:t>
            </w:r>
            <w:r w:rsidR="003A1741">
              <w:t xml:space="preserve">plans for </w:t>
            </w:r>
            <w:r w:rsidR="00A22835">
              <w:t xml:space="preserve">the design of </w:t>
            </w:r>
            <w:r w:rsidR="008740FF" w:rsidRPr="00D80DBC">
              <w:t xml:space="preserve">turf establishment </w:t>
            </w:r>
            <w:r w:rsidR="00A22835">
              <w:t>project</w:t>
            </w:r>
            <w:r w:rsidR="00F70A22">
              <w:t>, including</w:t>
            </w:r>
            <w:r w:rsidR="003A1741">
              <w:t>:</w:t>
            </w:r>
          </w:p>
          <w:p w14:paraId="2F2DE837" w14:textId="45E6A8EF" w:rsidR="003A1741" w:rsidRDefault="003A1741" w:rsidP="00525D05">
            <w:pPr>
              <w:pStyle w:val="SIBulletList2"/>
            </w:pPr>
            <w:r w:rsidRPr="00D80DBC">
              <w:t>elevation</w:t>
            </w:r>
            <w:r>
              <w:t xml:space="preserve">s and views </w:t>
            </w:r>
            <w:r w:rsidR="00AB69BB">
              <w:t xml:space="preserve">consistent with </w:t>
            </w:r>
            <w:r>
              <w:t>industry standards</w:t>
            </w:r>
          </w:p>
          <w:p w14:paraId="3103B05A" w14:textId="2782B5AF" w:rsidR="00A22835" w:rsidRPr="00A22835" w:rsidRDefault="00A22835" w:rsidP="00A22835">
            <w:pPr>
              <w:pStyle w:val="SIBulletList2"/>
            </w:pPr>
            <w:r>
              <w:t>s</w:t>
            </w:r>
            <w:r w:rsidRPr="00A22835">
              <w:t>ection drawings of sports turf profile</w:t>
            </w:r>
          </w:p>
          <w:p w14:paraId="14084C97" w14:textId="3B16E096" w:rsidR="00A22835" w:rsidRDefault="00A22835">
            <w:pPr>
              <w:pStyle w:val="SIBulletList1"/>
            </w:pPr>
            <w:r>
              <w:t>prepared documentation to accompany turf establishment plan</w:t>
            </w:r>
            <w:r w:rsidR="00F70A22">
              <w:t>, including</w:t>
            </w:r>
            <w:r>
              <w:t>:</w:t>
            </w:r>
          </w:p>
          <w:p w14:paraId="03205F40" w14:textId="1805F3CD" w:rsidR="008740FF" w:rsidRPr="008740FF" w:rsidRDefault="008740FF" w:rsidP="00525D05">
            <w:pPr>
              <w:pStyle w:val="SIBulletList2"/>
            </w:pPr>
            <w:r w:rsidRPr="00D80DBC">
              <w:t xml:space="preserve">a schedule </w:t>
            </w:r>
            <w:r w:rsidR="00640392">
              <w:t xml:space="preserve">of works </w:t>
            </w:r>
          </w:p>
          <w:p w14:paraId="0BF2DC31" w14:textId="65781B01" w:rsidR="008740FF" w:rsidRPr="008740FF" w:rsidRDefault="00A22835" w:rsidP="00525D05">
            <w:pPr>
              <w:pStyle w:val="SIBulletList2"/>
            </w:pPr>
            <w:r>
              <w:t xml:space="preserve">details of </w:t>
            </w:r>
            <w:r w:rsidR="008740FF" w:rsidRPr="00D80DBC">
              <w:t>construction</w:t>
            </w:r>
          </w:p>
          <w:p w14:paraId="1B3C947C" w14:textId="4BB0D5CC" w:rsidR="00A22835" w:rsidRDefault="008740FF" w:rsidP="00525D05">
            <w:pPr>
              <w:pStyle w:val="SIBulletList2"/>
            </w:pPr>
            <w:r w:rsidRPr="00D80DBC">
              <w:t>specifications</w:t>
            </w:r>
            <w:r w:rsidR="00A22835">
              <w:t xml:space="preserve"> for construction</w:t>
            </w:r>
          </w:p>
          <w:p w14:paraId="7EF5F148" w14:textId="4C997975" w:rsidR="008740FF" w:rsidRPr="008740FF" w:rsidRDefault="008740FF" w:rsidP="00525D05">
            <w:pPr>
              <w:pStyle w:val="SIBulletList2"/>
            </w:pPr>
            <w:r w:rsidRPr="00D80DBC">
              <w:t>prepare</w:t>
            </w:r>
            <w:r w:rsidR="00547434">
              <w:t>d</w:t>
            </w:r>
            <w:r w:rsidRPr="00D80DBC">
              <w:t xml:space="preserve"> a </w:t>
            </w:r>
            <w:r w:rsidR="00632D22">
              <w:t xml:space="preserve">list </w:t>
            </w:r>
            <w:r w:rsidRPr="00D80DBC">
              <w:t xml:space="preserve">of </w:t>
            </w:r>
            <w:r w:rsidR="00640392">
              <w:t>materials</w:t>
            </w:r>
          </w:p>
          <w:p w14:paraId="6E21E521" w14:textId="5AC5A9E7" w:rsidR="00814BDB" w:rsidRDefault="00A22835" w:rsidP="00525D05">
            <w:pPr>
              <w:pStyle w:val="SIBulletList2"/>
            </w:pPr>
            <w:r>
              <w:t xml:space="preserve">identified </w:t>
            </w:r>
            <w:r w:rsidR="008740FF" w:rsidRPr="00D80DBC">
              <w:t>sub-contracted works</w:t>
            </w:r>
          </w:p>
          <w:p w14:paraId="3C3651CE" w14:textId="6C13F255" w:rsidR="008740FF" w:rsidRPr="008740FF" w:rsidRDefault="00814BDB">
            <w:pPr>
              <w:pStyle w:val="SIBulletList1"/>
            </w:pPr>
            <w:r>
              <w:t>prepared work procedures for turf establishment activities and practices</w:t>
            </w:r>
          </w:p>
          <w:p w14:paraId="468072E2" w14:textId="38CE1587" w:rsidR="00556C4C" w:rsidRPr="000754EC" w:rsidRDefault="008740FF" w:rsidP="001A604E">
            <w:pPr>
              <w:pStyle w:val="SIBulletList1"/>
            </w:pPr>
            <w:proofErr w:type="gramStart"/>
            <w:r w:rsidRPr="00D80DBC">
              <w:t>prepare</w:t>
            </w:r>
            <w:r w:rsidR="0058446B">
              <w:t>d</w:t>
            </w:r>
            <w:proofErr w:type="gramEnd"/>
            <w:r w:rsidRPr="00D80DBC">
              <w:t xml:space="preserve"> maintenance </w:t>
            </w:r>
            <w:r w:rsidR="000F1BDC">
              <w:t>procedures</w:t>
            </w:r>
            <w:r w:rsidR="000F1BDC" w:rsidRPr="00D80DBC">
              <w:t xml:space="preserve"> </w:t>
            </w:r>
            <w:r w:rsidRPr="00D80DBC">
              <w:t>for turf establishment</w:t>
            </w:r>
            <w:r w:rsidR="00A22835">
              <w:t xml:space="preserve"> phase</w:t>
            </w:r>
            <w:r w:rsidR="0058446B">
              <w:t>.</w:t>
            </w:r>
          </w:p>
        </w:tc>
      </w:tr>
    </w:tbl>
    <w:p w14:paraId="2614FAB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C61699" w14:textId="77777777" w:rsidTr="00CD1604">
        <w:trPr>
          <w:tblHeader/>
        </w:trPr>
        <w:tc>
          <w:tcPr>
            <w:tcW w:w="5000" w:type="pct"/>
            <w:shd w:val="clear" w:color="auto" w:fill="auto"/>
          </w:tcPr>
          <w:p w14:paraId="0DE2CC5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0F02EC" w14:textId="77777777" w:rsidTr="00CD1604">
        <w:tc>
          <w:tcPr>
            <w:tcW w:w="5000" w:type="pct"/>
            <w:shd w:val="clear" w:color="auto" w:fill="auto"/>
          </w:tcPr>
          <w:p w14:paraId="04EA3BED" w14:textId="3077AB74" w:rsidR="00CD4B78" w:rsidRPr="00CD4B78" w:rsidRDefault="00CD4B78" w:rsidP="00CD1604">
            <w:pPr>
              <w:pStyle w:val="SIText"/>
            </w:pPr>
            <w:r w:rsidRPr="00CD4B78">
              <w:t>An individual must be able to demonstrate the knowledge required to perform the tasks outlined in the elements and performance criteria of this unit. This includes knowledge of:</w:t>
            </w:r>
          </w:p>
          <w:p w14:paraId="06F45FB8" w14:textId="551CB522" w:rsidR="00017FF3" w:rsidRPr="00EA59AF" w:rsidRDefault="00017FF3" w:rsidP="00525D05">
            <w:pPr>
              <w:pStyle w:val="SIBulletList1"/>
            </w:pPr>
            <w:r w:rsidRPr="00EA59AF">
              <w:t xml:space="preserve">establishing and maintaining sports turf playing surfaces </w:t>
            </w:r>
          </w:p>
          <w:p w14:paraId="358D300A" w14:textId="626A9F55" w:rsidR="00017FF3" w:rsidRPr="001749CA" w:rsidRDefault="00017FF3" w:rsidP="00525D05">
            <w:pPr>
              <w:pStyle w:val="SIBulletList2"/>
            </w:pPr>
            <w:r w:rsidRPr="001749CA">
              <w:t xml:space="preserve">construction procedures, turf species selection and cultural practices for sports turf playing surfaces </w:t>
            </w:r>
          </w:p>
          <w:p w14:paraId="251303F4" w14:textId="5E54A1CD" w:rsidR="00017FF3" w:rsidRDefault="00017FF3" w:rsidP="00525D05">
            <w:pPr>
              <w:pStyle w:val="SIBulletList2"/>
            </w:pPr>
            <w:r w:rsidRPr="003B764E">
              <w:t xml:space="preserve">growth habits and cultural requirements of specific turf plant species and cultivars under a range of soil and environmental conditions </w:t>
            </w:r>
          </w:p>
          <w:p w14:paraId="39F2EBEF" w14:textId="77777777" w:rsidR="00FD2A40" w:rsidRDefault="00FD2A40" w:rsidP="00525D05">
            <w:pPr>
              <w:pStyle w:val="SIBulletList2"/>
            </w:pPr>
            <w:r>
              <w:lastRenderedPageBreak/>
              <w:t>Crop Factor</w:t>
            </w:r>
          </w:p>
          <w:p w14:paraId="375204CB" w14:textId="77777777" w:rsidR="00FD2A40" w:rsidRDefault="00FD2A40" w:rsidP="00525D05">
            <w:pPr>
              <w:pStyle w:val="SIBulletList2"/>
            </w:pPr>
            <w:r>
              <w:t>Readily Available Water Estimates (RAW)</w:t>
            </w:r>
          </w:p>
          <w:p w14:paraId="658B8081" w14:textId="3A44625C" w:rsidR="00017FF3" w:rsidRPr="003B764E" w:rsidRDefault="00017FF3" w:rsidP="00525D05">
            <w:pPr>
              <w:pStyle w:val="SIBulletList1"/>
            </w:pPr>
            <w:r w:rsidRPr="003B764E">
              <w:t xml:space="preserve">best practices in turf grass profile design including: </w:t>
            </w:r>
          </w:p>
          <w:p w14:paraId="33CDBF0A" w14:textId="4373D454" w:rsidR="00017FF3" w:rsidRPr="003B764E" w:rsidRDefault="00017FF3" w:rsidP="00525D05">
            <w:pPr>
              <w:pStyle w:val="SIBulletList2"/>
            </w:pPr>
            <w:r w:rsidRPr="003B764E">
              <w:t xml:space="preserve">United States Golf Association (USGA) method </w:t>
            </w:r>
          </w:p>
          <w:p w14:paraId="7726A4DE" w14:textId="60310FEF" w:rsidR="00017FF3" w:rsidRPr="00AD22C5" w:rsidRDefault="00017FF3" w:rsidP="00525D05">
            <w:pPr>
              <w:pStyle w:val="SIBulletList2"/>
            </w:pPr>
            <w:r w:rsidRPr="00AD22C5">
              <w:t>California method</w:t>
            </w:r>
          </w:p>
          <w:p w14:paraId="208FC85E" w14:textId="2895E72B" w:rsidR="00017FF3" w:rsidRPr="005D5014" w:rsidRDefault="00017FF3" w:rsidP="00525D05">
            <w:pPr>
              <w:pStyle w:val="SIBulletList2"/>
            </w:pPr>
            <w:r w:rsidRPr="005D5014">
              <w:t xml:space="preserve">National best practice </w:t>
            </w:r>
          </w:p>
          <w:p w14:paraId="47069165" w14:textId="2CFF46E4" w:rsidR="00017FF3" w:rsidRPr="00A36EC6" w:rsidRDefault="00017FF3" w:rsidP="00525D05">
            <w:pPr>
              <w:pStyle w:val="SIBulletList2"/>
            </w:pPr>
            <w:r w:rsidRPr="00A36EC6">
              <w:t xml:space="preserve">Local practices </w:t>
            </w:r>
          </w:p>
          <w:p w14:paraId="012BEBA3" w14:textId="77777777" w:rsidR="008740FF" w:rsidRDefault="008740FF" w:rsidP="00525D05">
            <w:pPr>
              <w:pStyle w:val="SIBulletList1"/>
            </w:pPr>
            <w:r w:rsidRPr="00D80DBC">
              <w:t>irrigation, drainage and the interrelationship of soil air, water and the physical structure of existing and manufactured soils and sports turf mixes</w:t>
            </w:r>
          </w:p>
          <w:p w14:paraId="3DBEE829" w14:textId="4B9FDF19" w:rsidR="008B300E" w:rsidRPr="008B300E" w:rsidRDefault="008B300E" w:rsidP="008B300E">
            <w:pPr>
              <w:pStyle w:val="SIBulletList1"/>
            </w:pPr>
            <w:r>
              <w:t xml:space="preserve">considerations for </w:t>
            </w:r>
            <w:r w:rsidRPr="008B300E">
              <w:t xml:space="preserve">establishment </w:t>
            </w:r>
            <w:r>
              <w:t xml:space="preserve">of type and depth of soil profiles </w:t>
            </w:r>
            <w:r w:rsidRPr="008B300E">
              <w:t>including:</w:t>
            </w:r>
          </w:p>
          <w:p w14:paraId="5FDD3845" w14:textId="77777777" w:rsidR="008B300E" w:rsidRPr="008B300E" w:rsidRDefault="008B300E" w:rsidP="00525D05">
            <w:pPr>
              <w:pStyle w:val="SIBulletList2"/>
            </w:pPr>
            <w:r w:rsidRPr="008B300E">
              <w:t>retaining existing soil profile and infrastructure</w:t>
            </w:r>
          </w:p>
          <w:p w14:paraId="44C4A4EE" w14:textId="6935A1AD" w:rsidR="008B300E" w:rsidRPr="008B300E" w:rsidRDefault="008B300E" w:rsidP="00525D05">
            <w:pPr>
              <w:pStyle w:val="SIBulletList2"/>
            </w:pPr>
            <w:r w:rsidRPr="008B300E">
              <w:t>remedial action</w:t>
            </w:r>
            <w:r>
              <w:t xml:space="preserve"> on existing profile</w:t>
            </w:r>
          </w:p>
          <w:p w14:paraId="5E4BA3D9" w14:textId="6E7CC271" w:rsidR="008B300E" w:rsidRDefault="008B300E">
            <w:pPr>
              <w:pStyle w:val="SIBulletList2"/>
            </w:pPr>
            <w:r>
              <w:t xml:space="preserve">full renovation/replacement </w:t>
            </w:r>
            <w:r w:rsidRPr="008B300E">
              <w:t>of soil profile</w:t>
            </w:r>
          </w:p>
          <w:p w14:paraId="1ACD049E" w14:textId="77777777" w:rsidR="0054233D" w:rsidRDefault="0054233D" w:rsidP="00525D05">
            <w:pPr>
              <w:pStyle w:val="SIBulletList1"/>
            </w:pPr>
            <w:r>
              <w:t>sources of irrigation water including</w:t>
            </w:r>
          </w:p>
          <w:p w14:paraId="437705AE" w14:textId="5A3BAFFF" w:rsidR="0054233D" w:rsidRDefault="000F1BDC">
            <w:pPr>
              <w:pStyle w:val="SIBulletList2"/>
            </w:pPr>
            <w:r>
              <w:t>source, volume</w:t>
            </w:r>
            <w:r w:rsidR="0054233D">
              <w:t xml:space="preserve"> </w:t>
            </w:r>
            <w:r w:rsidR="009E02E9">
              <w:t xml:space="preserve">and quality </w:t>
            </w:r>
            <w:r w:rsidR="0054233D">
              <w:t>of water supply</w:t>
            </w:r>
          </w:p>
          <w:p w14:paraId="746BC203" w14:textId="77777777" w:rsidR="0054233D" w:rsidRDefault="0054233D">
            <w:pPr>
              <w:pStyle w:val="SIBulletList2"/>
            </w:pPr>
            <w:r>
              <w:t>relative cost</w:t>
            </w:r>
          </w:p>
          <w:p w14:paraId="608EB8D6" w14:textId="3F17B12D" w:rsidR="00FD2A40" w:rsidRDefault="0054233D" w:rsidP="00AB334D">
            <w:pPr>
              <w:pStyle w:val="SIBulletList2"/>
            </w:pPr>
            <w:r>
              <w:t xml:space="preserve">irrigation </w:t>
            </w:r>
            <w:r w:rsidR="009E02E9">
              <w:t>demand and specifications (flow rate, pressure</w:t>
            </w:r>
            <w:r w:rsidR="00FD2A40">
              <w:t>, water quality testing)</w:t>
            </w:r>
          </w:p>
          <w:p w14:paraId="45755806" w14:textId="77777777" w:rsidR="00017FF3" w:rsidRPr="00017FF3" w:rsidRDefault="00017FF3" w:rsidP="00525D05">
            <w:pPr>
              <w:pStyle w:val="SIBulletList1"/>
            </w:pPr>
            <w:r w:rsidRPr="00017FF3">
              <w:t xml:space="preserve">hydrological characteristics of soil profile, materials and tests for root zone profiles including: </w:t>
            </w:r>
          </w:p>
          <w:p w14:paraId="41BEA630" w14:textId="3EC0E557" w:rsidR="00017FF3" w:rsidRPr="00017FF3" w:rsidRDefault="00017FF3" w:rsidP="00525D05">
            <w:pPr>
              <w:pStyle w:val="SIBulletList2"/>
            </w:pPr>
            <w:r w:rsidRPr="00017FF3">
              <w:t xml:space="preserve">saturated infiltration rate and testing procedures </w:t>
            </w:r>
          </w:p>
          <w:p w14:paraId="49FA4844" w14:textId="52C521B8" w:rsidR="00017FF3" w:rsidRPr="00017FF3" w:rsidRDefault="00017FF3" w:rsidP="00525D05">
            <w:pPr>
              <w:pStyle w:val="SIBulletList2"/>
            </w:pPr>
            <w:r w:rsidRPr="00017FF3">
              <w:t xml:space="preserve">sub-soil stability and moisture content </w:t>
            </w:r>
          </w:p>
          <w:p w14:paraId="21B347D3" w14:textId="5CBDC1ED" w:rsidR="00017FF3" w:rsidRPr="00017FF3" w:rsidRDefault="002634A5" w:rsidP="00525D05">
            <w:pPr>
              <w:pStyle w:val="SIBulletList2"/>
            </w:pPr>
            <w:r>
              <w:t xml:space="preserve">perched </w:t>
            </w:r>
            <w:r w:rsidR="00017FF3" w:rsidRPr="00017FF3">
              <w:t xml:space="preserve">water table </w:t>
            </w:r>
          </w:p>
          <w:p w14:paraId="75D72B70" w14:textId="56D8BDC9" w:rsidR="00017FF3" w:rsidRPr="00017FF3" w:rsidRDefault="00017FF3" w:rsidP="00525D05">
            <w:pPr>
              <w:pStyle w:val="SIBulletList2"/>
            </w:pPr>
            <w:r w:rsidRPr="00017FF3">
              <w:t xml:space="preserve">climate and rainfall and impact on soil moisture and growth rate </w:t>
            </w:r>
          </w:p>
          <w:p w14:paraId="5AAA53F5" w14:textId="145D236C" w:rsidR="00017FF3" w:rsidRPr="00017FF3" w:rsidRDefault="00017FF3" w:rsidP="00525D05">
            <w:pPr>
              <w:pStyle w:val="SIBulletList2"/>
            </w:pPr>
            <w:r w:rsidRPr="00017FF3">
              <w:t xml:space="preserve">factors for establishing 'drainage design rate' (drainage modulus) </w:t>
            </w:r>
          </w:p>
          <w:p w14:paraId="5363C9FA" w14:textId="19D67C0D" w:rsidR="00017FF3" w:rsidRPr="00017FF3" w:rsidRDefault="00017FF3" w:rsidP="00525D05">
            <w:pPr>
              <w:pStyle w:val="SIBulletList2"/>
            </w:pPr>
            <w:r w:rsidRPr="00017FF3">
              <w:t xml:space="preserve">volumetric moisture retention (water holding capacity) and moisture release </w:t>
            </w:r>
          </w:p>
          <w:p w14:paraId="36484BD8" w14:textId="46CF743A" w:rsidR="00017FF3" w:rsidRPr="00017FF3" w:rsidRDefault="00017FF3" w:rsidP="00525D05">
            <w:pPr>
              <w:pStyle w:val="SIBulletList2"/>
            </w:pPr>
            <w:r w:rsidRPr="00017FF3">
              <w:t xml:space="preserve">precipitation rate </w:t>
            </w:r>
          </w:p>
          <w:p w14:paraId="0E927703" w14:textId="74B11389" w:rsidR="00017FF3" w:rsidRDefault="00017FF3" w:rsidP="00525D05">
            <w:pPr>
              <w:pStyle w:val="SIBulletList2"/>
            </w:pPr>
            <w:r w:rsidRPr="00017FF3">
              <w:t>infiltration rate and depth of soil profile</w:t>
            </w:r>
          </w:p>
          <w:p w14:paraId="187DAD88" w14:textId="77777777" w:rsidR="00017FF3" w:rsidRPr="00017FF3" w:rsidRDefault="00017FF3" w:rsidP="00525D05">
            <w:pPr>
              <w:pStyle w:val="SIBulletList1"/>
            </w:pPr>
            <w:r w:rsidRPr="00017FF3">
              <w:t>computations for soil profile design and specifications including:</w:t>
            </w:r>
          </w:p>
          <w:p w14:paraId="76823DE8" w14:textId="7CE919C3" w:rsidR="00017FF3" w:rsidRPr="00017FF3" w:rsidRDefault="00017FF3" w:rsidP="00017FF3">
            <w:pPr>
              <w:pStyle w:val="SIBulletList2"/>
            </w:pPr>
            <w:r w:rsidRPr="00017FF3">
              <w:t>calculating areas and volumes</w:t>
            </w:r>
          </w:p>
          <w:p w14:paraId="48A8C21F" w14:textId="0E7497D5" w:rsidR="00017FF3" w:rsidRPr="00017FF3" w:rsidRDefault="00017FF3" w:rsidP="00017FF3">
            <w:pPr>
              <w:pStyle w:val="SIBulletList2"/>
            </w:pPr>
            <w:r w:rsidRPr="00017FF3">
              <w:t>hydrological calculations, flow rates, infiltration rate, precipitation rates, '</w:t>
            </w:r>
            <w:proofErr w:type="spellStart"/>
            <w:r w:rsidRPr="00017FF3">
              <w:t>Hooghoutdts</w:t>
            </w:r>
            <w:proofErr w:type="spellEnd"/>
            <w:r w:rsidRPr="00017FF3">
              <w:t>' equation,</w:t>
            </w:r>
          </w:p>
          <w:p w14:paraId="484758CB" w14:textId="65CF15C9" w:rsidR="00017FF3" w:rsidRDefault="00017FF3" w:rsidP="00525D05">
            <w:pPr>
              <w:pStyle w:val="SIBulletList2"/>
            </w:pPr>
            <w:r w:rsidRPr="00017FF3">
              <w:t xml:space="preserve">costing and documenting a </w:t>
            </w:r>
            <w:r w:rsidR="00632D22">
              <w:t>list</w:t>
            </w:r>
            <w:r w:rsidRPr="00017FF3">
              <w:t xml:space="preserve"> of materials</w:t>
            </w:r>
          </w:p>
          <w:p w14:paraId="35A8F871" w14:textId="22CD358C" w:rsidR="00E55597" w:rsidRPr="00525D05" w:rsidRDefault="00E55597" w:rsidP="00525D05">
            <w:pPr>
              <w:pStyle w:val="SIBulletList1"/>
            </w:pPr>
            <w:r w:rsidRPr="00F0206D">
              <w:t>biophysical</w:t>
            </w:r>
            <w:r w:rsidRPr="00525D05">
              <w:t xml:space="preserve"> environment of the turf establishment site including:</w:t>
            </w:r>
          </w:p>
          <w:p w14:paraId="39B9318A" w14:textId="0F29EE24" w:rsidR="00E55597" w:rsidRPr="00525D05" w:rsidRDefault="00E55597">
            <w:pPr>
              <w:pStyle w:val="SIBulletList2"/>
            </w:pPr>
            <w:r w:rsidRPr="00525D05">
              <w:t xml:space="preserve">microbial activity </w:t>
            </w:r>
            <w:r w:rsidR="00C43153" w:rsidRPr="00525D05">
              <w:t>(p</w:t>
            </w:r>
            <w:r w:rsidRPr="00525D05">
              <w:t>ests</w:t>
            </w:r>
            <w:r w:rsidR="00C43153" w:rsidRPr="00525D05">
              <w:t xml:space="preserve">, </w:t>
            </w:r>
            <w:r w:rsidRPr="00525D05">
              <w:t>diseases</w:t>
            </w:r>
            <w:r w:rsidR="00C43153" w:rsidRPr="00525D05">
              <w:t>, beneficial organisms)</w:t>
            </w:r>
          </w:p>
          <w:p w14:paraId="48132419" w14:textId="77777777" w:rsidR="00017FF3" w:rsidRDefault="00C43153">
            <w:pPr>
              <w:pStyle w:val="SIBulletList2"/>
            </w:pPr>
            <w:r w:rsidRPr="00525D05">
              <w:t xml:space="preserve">competition with </w:t>
            </w:r>
            <w:r w:rsidR="00E55597" w:rsidRPr="00525D05">
              <w:t>weeds</w:t>
            </w:r>
          </w:p>
          <w:p w14:paraId="176B440A" w14:textId="1C1DB61C" w:rsidR="00C43153" w:rsidRPr="00525D05" w:rsidRDefault="00C43153">
            <w:pPr>
              <w:pStyle w:val="SIBulletList2"/>
            </w:pPr>
            <w:r w:rsidRPr="00525D05">
              <w:t>shade trees shade trees</w:t>
            </w:r>
          </w:p>
          <w:p w14:paraId="599C8384" w14:textId="640A9DD8" w:rsidR="00E55597" w:rsidRPr="00525D05" w:rsidRDefault="00C43153" w:rsidP="00525D05">
            <w:pPr>
              <w:pStyle w:val="SIBulletList1"/>
            </w:pPr>
            <w:r w:rsidRPr="00525D05">
              <w:t xml:space="preserve">physical and </w:t>
            </w:r>
            <w:r w:rsidR="00E55597" w:rsidRPr="00F0206D">
              <w:t xml:space="preserve">chemical </w:t>
            </w:r>
            <w:r w:rsidR="00E55597" w:rsidRPr="00525D05">
              <w:t>characteristics</w:t>
            </w:r>
            <w:r w:rsidR="00E55597" w:rsidRPr="00F0206D">
              <w:t xml:space="preserve"> </w:t>
            </w:r>
            <w:r w:rsidR="00E55597" w:rsidRPr="00525D05">
              <w:t>of the soil on turf grass establishment including:</w:t>
            </w:r>
          </w:p>
          <w:p w14:paraId="50A376FB" w14:textId="3D8AAD12" w:rsidR="00E55597" w:rsidRPr="00525D05" w:rsidRDefault="00C43153">
            <w:pPr>
              <w:pStyle w:val="SIBulletList2"/>
            </w:pPr>
            <w:r>
              <w:t>c</w:t>
            </w:r>
            <w:r w:rsidR="00E55597" w:rsidRPr="00525D05">
              <w:t>ompaction</w:t>
            </w:r>
            <w:r>
              <w:t>, porosity and bulk density</w:t>
            </w:r>
            <w:r w:rsidR="00850713">
              <w:t xml:space="preserve"> of profile materials</w:t>
            </w:r>
          </w:p>
          <w:p w14:paraId="779D3ADA" w14:textId="23E81ACB" w:rsidR="00E55597" w:rsidRPr="00525D05" w:rsidRDefault="00E55597">
            <w:pPr>
              <w:pStyle w:val="SIBulletList2"/>
            </w:pPr>
            <w:r w:rsidRPr="00525D05">
              <w:t>pH</w:t>
            </w:r>
            <w:r w:rsidR="00C43153">
              <w:t xml:space="preserve">, </w:t>
            </w:r>
            <w:r w:rsidRPr="00525D05">
              <w:t>salinity and nutrition</w:t>
            </w:r>
            <w:r w:rsidR="00850713">
              <w:t xml:space="preserve"> and their respective standards for measuring</w:t>
            </w:r>
          </w:p>
          <w:p w14:paraId="070EDBBC" w14:textId="5BF25D6A" w:rsidR="00E55597" w:rsidRPr="00525D05" w:rsidRDefault="00C43153">
            <w:pPr>
              <w:pStyle w:val="SIBulletList2"/>
            </w:pPr>
            <w:r>
              <w:t xml:space="preserve">soil profiles, </w:t>
            </w:r>
            <w:r w:rsidRPr="00F0206D">
              <w:t xml:space="preserve">texture, </w:t>
            </w:r>
            <w:r w:rsidR="00E55597" w:rsidRPr="00525D05">
              <w:t>soil type</w:t>
            </w:r>
            <w:r>
              <w:t xml:space="preserve"> and particle size distribution</w:t>
            </w:r>
          </w:p>
          <w:p w14:paraId="6F122F25" w14:textId="5E155472" w:rsidR="00E55597" w:rsidRPr="00525D05" w:rsidRDefault="00C43153">
            <w:pPr>
              <w:pStyle w:val="SIBulletList2"/>
            </w:pPr>
            <w:r w:rsidRPr="00525D05">
              <w:t>soil sampling techniques</w:t>
            </w:r>
          </w:p>
          <w:p w14:paraId="785AF08C" w14:textId="4250BFC8" w:rsidR="00E55597" w:rsidRPr="00F0206D" w:rsidRDefault="00E55597">
            <w:pPr>
              <w:pStyle w:val="SIBulletList2"/>
            </w:pPr>
            <w:r w:rsidRPr="00525D05">
              <w:t>field testing techniques for soils</w:t>
            </w:r>
          </w:p>
          <w:p w14:paraId="0CFB8A1C" w14:textId="4CCEE736" w:rsidR="008740FF" w:rsidRPr="008740FF" w:rsidRDefault="008740FF" w:rsidP="00525D05">
            <w:pPr>
              <w:pStyle w:val="SIBulletList1"/>
            </w:pPr>
            <w:r w:rsidRPr="00D80DBC">
              <w:t>legislation and regulations relating to sports turf sites and turf establishment works</w:t>
            </w:r>
            <w:r w:rsidR="00C21E4F">
              <w:t xml:space="preserve"> including national and international standards for sports turf surfaces</w:t>
            </w:r>
          </w:p>
          <w:p w14:paraId="28EE0900" w14:textId="77777777" w:rsidR="008740FF" w:rsidRPr="008740FF" w:rsidRDefault="008740FF" w:rsidP="00525D05">
            <w:pPr>
              <w:pStyle w:val="SIBulletList1"/>
            </w:pPr>
            <w:r w:rsidRPr="00D80DBC">
              <w:t>maintenance requirements and practices for specific turf plant species and cultivars prior to and after initial establishment</w:t>
            </w:r>
          </w:p>
          <w:p w14:paraId="4EDC0626" w14:textId="77777777" w:rsidR="008740FF" w:rsidRPr="008740FF" w:rsidRDefault="008740FF" w:rsidP="00525D05">
            <w:pPr>
              <w:pStyle w:val="SIBulletList1"/>
            </w:pPr>
            <w:r w:rsidRPr="00D80DBC">
              <w:t>site evaluation techniques including analysis of the condition of soils, plants and the site for turf establishment activities</w:t>
            </w:r>
          </w:p>
          <w:p w14:paraId="69E4CA63" w14:textId="77777777" w:rsidR="008740FF" w:rsidRDefault="008740FF" w:rsidP="008740FF">
            <w:pPr>
              <w:pStyle w:val="SIBulletList2"/>
            </w:pPr>
            <w:r w:rsidRPr="00D80DBC">
              <w:t>surveying principles and techniques</w:t>
            </w:r>
          </w:p>
          <w:p w14:paraId="149EC83A" w14:textId="77777777" w:rsidR="001B22BB" w:rsidRPr="001B22BB" w:rsidRDefault="001B22BB" w:rsidP="001B22BB">
            <w:pPr>
              <w:pStyle w:val="SIBulletList2"/>
            </w:pPr>
            <w:r>
              <w:t>surveying services</w:t>
            </w:r>
          </w:p>
          <w:p w14:paraId="4034E97E" w14:textId="77777777" w:rsidR="001B22BB" w:rsidRDefault="001B22BB" w:rsidP="001B22BB">
            <w:pPr>
              <w:pStyle w:val="SIBulletList2"/>
            </w:pPr>
            <w:r>
              <w:t>basic surveying techniques and equipment for establishing main features, services and levels</w:t>
            </w:r>
          </w:p>
          <w:p w14:paraId="31ACA550" w14:textId="77777777" w:rsidR="00017FF3" w:rsidRPr="00017FF3" w:rsidRDefault="00017FF3" w:rsidP="00525D05">
            <w:pPr>
              <w:pStyle w:val="SIBulletList2"/>
            </w:pPr>
            <w:r w:rsidRPr="00017FF3">
              <w:t xml:space="preserve">basic geospatial and digital surveying techniques </w:t>
            </w:r>
          </w:p>
          <w:p w14:paraId="474EC581" w14:textId="186C055F" w:rsidR="00017FF3" w:rsidRPr="00017FF3" w:rsidRDefault="0099380E" w:rsidP="00525D05">
            <w:pPr>
              <w:pStyle w:val="SIBulletList2"/>
            </w:pPr>
            <w:r>
              <w:t>basic plan drawing skills</w:t>
            </w:r>
          </w:p>
          <w:p w14:paraId="111115DC" w14:textId="5483BD73" w:rsidR="00F1480E" w:rsidRDefault="008740FF" w:rsidP="00525D05">
            <w:pPr>
              <w:pStyle w:val="SIBulletList1"/>
            </w:pPr>
            <w:r w:rsidRPr="00D80DBC">
              <w:t>role of project briefs and client consultation processes in planning turf establishment works</w:t>
            </w:r>
          </w:p>
          <w:p w14:paraId="53EFAB7C" w14:textId="77777777" w:rsidR="001B22BB" w:rsidRDefault="001B22BB" w:rsidP="00525D05">
            <w:pPr>
              <w:pStyle w:val="SIBulletList2"/>
            </w:pPr>
            <w:r>
              <w:t>client liaison and negotiation skills</w:t>
            </w:r>
          </w:p>
          <w:p w14:paraId="2C929827" w14:textId="0EE3DD6C" w:rsidR="001B22BB" w:rsidRPr="001B22BB" w:rsidRDefault="001B22BB" w:rsidP="00525D05">
            <w:pPr>
              <w:pStyle w:val="SIBulletList2"/>
            </w:pPr>
            <w:r>
              <w:t>working with consultants and professional services</w:t>
            </w:r>
          </w:p>
          <w:p w14:paraId="6D8BB40F" w14:textId="5D07C12A" w:rsidR="008B300E" w:rsidRDefault="00865B48" w:rsidP="00CD1604">
            <w:pPr>
              <w:pStyle w:val="SIBulletList1"/>
            </w:pPr>
            <w:r>
              <w:t xml:space="preserve">preparation of plans, </w:t>
            </w:r>
            <w:r w:rsidR="0054069E">
              <w:t xml:space="preserve">specifications and </w:t>
            </w:r>
            <w:r w:rsidR="00632D22">
              <w:t>list</w:t>
            </w:r>
            <w:r w:rsidR="0054069E">
              <w:t xml:space="preserve"> o</w:t>
            </w:r>
            <w:r w:rsidR="008B300E">
              <w:t>f materials including:</w:t>
            </w:r>
          </w:p>
          <w:p w14:paraId="5BAF5E97" w14:textId="7D2C0A21" w:rsidR="003A1741" w:rsidRDefault="003A1741" w:rsidP="00525D05">
            <w:pPr>
              <w:pStyle w:val="SIBulletList2"/>
            </w:pPr>
            <w:r>
              <w:t>drawing skills, views, scale, dimensions and documentation</w:t>
            </w:r>
          </w:p>
          <w:p w14:paraId="1E41F00E" w14:textId="77777777" w:rsidR="008B300E" w:rsidRDefault="008B300E" w:rsidP="00525D05">
            <w:pPr>
              <w:pStyle w:val="SIBulletList2"/>
            </w:pPr>
            <w:r>
              <w:lastRenderedPageBreak/>
              <w:t>calculating areas, volumes, rates</w:t>
            </w:r>
          </w:p>
          <w:p w14:paraId="2D92A47B" w14:textId="3A4A516B" w:rsidR="008B300E" w:rsidRDefault="008B300E" w:rsidP="00525D05">
            <w:pPr>
              <w:pStyle w:val="SIBulletList2"/>
            </w:pPr>
            <w:r>
              <w:t>costing materials</w:t>
            </w:r>
          </w:p>
          <w:p w14:paraId="50225182" w14:textId="0D8A40AD" w:rsidR="008B300E" w:rsidRDefault="008B300E" w:rsidP="00525D05">
            <w:pPr>
              <w:pStyle w:val="SIBulletList2"/>
            </w:pPr>
            <w:r>
              <w:t xml:space="preserve">documenting a </w:t>
            </w:r>
            <w:r w:rsidR="00632D22">
              <w:t>list</w:t>
            </w:r>
            <w:r>
              <w:t xml:space="preserve"> of materials</w:t>
            </w:r>
          </w:p>
          <w:p w14:paraId="32021FC6" w14:textId="4FA432FA" w:rsidR="003A1741" w:rsidRDefault="00865B48" w:rsidP="00525D05">
            <w:pPr>
              <w:pStyle w:val="SIBulletList2"/>
            </w:pPr>
            <w:r w:rsidRPr="00865B48">
              <w:t xml:space="preserve">plan development including manual and </w:t>
            </w:r>
            <w:r w:rsidR="0099380E">
              <w:t>digital</w:t>
            </w:r>
            <w:r w:rsidRPr="00865B48">
              <w:t xml:space="preserve"> drawing </w:t>
            </w:r>
            <w:r w:rsidR="0099380E">
              <w:t>principles</w:t>
            </w:r>
          </w:p>
          <w:p w14:paraId="097DCCF9" w14:textId="3E21A82A" w:rsidR="00865B48" w:rsidRDefault="003A1741" w:rsidP="00525D05">
            <w:pPr>
              <w:pStyle w:val="SIBulletList2"/>
            </w:pPr>
            <w:r>
              <w:t>industry standards for drawing plans</w:t>
            </w:r>
            <w:r w:rsidR="00865B48" w:rsidRPr="00865B48">
              <w:t xml:space="preserve"> </w:t>
            </w:r>
          </w:p>
          <w:p w14:paraId="0DAFE883" w14:textId="3BAF068A" w:rsidR="008B300E" w:rsidRDefault="00865B48" w:rsidP="008B300E">
            <w:pPr>
              <w:pStyle w:val="SIBulletList1"/>
            </w:pPr>
            <w:r>
              <w:t xml:space="preserve">identifying </w:t>
            </w:r>
            <w:r w:rsidR="008B300E">
              <w:t>resource implications including:</w:t>
            </w:r>
          </w:p>
          <w:p w14:paraId="523E4272" w14:textId="42185CDB" w:rsidR="008B300E" w:rsidRPr="008B300E" w:rsidRDefault="00865B48" w:rsidP="00525D05">
            <w:pPr>
              <w:pStyle w:val="SIBulletList2"/>
            </w:pPr>
            <w:r>
              <w:t xml:space="preserve">availability and use of </w:t>
            </w:r>
            <w:r w:rsidR="008B300E">
              <w:t xml:space="preserve">tools, equipment </w:t>
            </w:r>
            <w:r w:rsidR="008B300E" w:rsidRPr="008B300E">
              <w:t xml:space="preserve">and machinery used in preparing new turf surfaces </w:t>
            </w:r>
          </w:p>
          <w:p w14:paraId="4438AB6E" w14:textId="410E034E" w:rsidR="008B300E" w:rsidRDefault="008B300E" w:rsidP="00525D05">
            <w:pPr>
              <w:pStyle w:val="SIBulletList2"/>
            </w:pPr>
            <w:r w:rsidRPr="00E223A9">
              <w:t xml:space="preserve">turf </w:t>
            </w:r>
            <w:r w:rsidR="00865B48">
              <w:t>establishment</w:t>
            </w:r>
            <w:r w:rsidRPr="00E223A9">
              <w:t xml:space="preserve"> treatments </w:t>
            </w:r>
            <w:r w:rsidR="00865B48">
              <w:t>and costs</w:t>
            </w:r>
          </w:p>
          <w:p w14:paraId="449AB2D3" w14:textId="73F99836" w:rsidR="00865B48" w:rsidRDefault="00865B48" w:rsidP="00525D05">
            <w:pPr>
              <w:pStyle w:val="SIBulletList2"/>
            </w:pPr>
            <w:r>
              <w:t>delivery and management of raw materials during construction</w:t>
            </w:r>
          </w:p>
          <w:p w14:paraId="093533C0" w14:textId="17D6C74C" w:rsidR="00960E40" w:rsidRPr="000754EC" w:rsidRDefault="000F1BDC">
            <w:pPr>
              <w:pStyle w:val="SIBulletList2"/>
            </w:pPr>
            <w:proofErr w:type="gramStart"/>
            <w:r>
              <w:t>accessing</w:t>
            </w:r>
            <w:proofErr w:type="gramEnd"/>
            <w:r>
              <w:t xml:space="preserve"> </w:t>
            </w:r>
            <w:r w:rsidR="00850713">
              <w:t xml:space="preserve">specialist consultants and </w:t>
            </w:r>
            <w:r>
              <w:t xml:space="preserve">professional </w:t>
            </w:r>
            <w:r w:rsidR="00850713">
              <w:t>services</w:t>
            </w:r>
            <w:r w:rsidR="00865B48">
              <w:t>.</w:t>
            </w:r>
          </w:p>
        </w:tc>
      </w:tr>
    </w:tbl>
    <w:p w14:paraId="2FEFFE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ED409" w14:textId="77777777" w:rsidTr="00CD1604">
        <w:trPr>
          <w:tblHeader/>
        </w:trPr>
        <w:tc>
          <w:tcPr>
            <w:tcW w:w="5000" w:type="pct"/>
            <w:shd w:val="clear" w:color="auto" w:fill="auto"/>
          </w:tcPr>
          <w:p w14:paraId="24F3707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372B54" w14:textId="77777777" w:rsidTr="00CD1604">
        <w:tc>
          <w:tcPr>
            <w:tcW w:w="5000" w:type="pct"/>
            <w:shd w:val="clear" w:color="auto" w:fill="auto"/>
          </w:tcPr>
          <w:p w14:paraId="6FE8BE82" w14:textId="58759FC3" w:rsidR="00CD4B78" w:rsidRPr="00CD4B78" w:rsidRDefault="00CD4B78" w:rsidP="00CD4B78">
            <w:pPr>
              <w:rPr>
                <w:lang w:eastAsia="en-US"/>
              </w:rPr>
            </w:pPr>
            <w:r w:rsidRPr="00CD4B78">
              <w:rPr>
                <w:lang w:eastAsia="en-US"/>
              </w:rPr>
              <w:t xml:space="preserve">Assessment of skills must take place under the following conditions: </w:t>
            </w:r>
          </w:p>
          <w:p w14:paraId="4EE16A5A" w14:textId="77777777" w:rsidR="00CD4B78" w:rsidRPr="00CD4B78" w:rsidRDefault="00CD4B78" w:rsidP="00CD4B78">
            <w:pPr>
              <w:pStyle w:val="SIBulletList1"/>
            </w:pPr>
            <w:r w:rsidRPr="00CD4B78" w:rsidDel="00171E64">
              <w:t xml:space="preserve"> </w:t>
            </w:r>
            <w:r w:rsidRPr="00CD4B78">
              <w:t>physical conditions:</w:t>
            </w:r>
          </w:p>
          <w:p w14:paraId="38B9D28A" w14:textId="77777777" w:rsidR="00CD4B78" w:rsidRPr="00525D05" w:rsidRDefault="00CD4B78" w:rsidP="00CD4B78">
            <w:pPr>
              <w:pStyle w:val="SIBulletList2"/>
              <w:rPr>
                <w:rFonts w:eastAsia="Calibri"/>
              </w:rPr>
            </w:pPr>
            <w:r w:rsidRPr="00CD4B78">
              <w:t>skills must be demonstrated in a typical workplace environment or an environment that accurately represents workplace conditions</w:t>
            </w:r>
          </w:p>
          <w:p w14:paraId="2E899012" w14:textId="6E68D602" w:rsidR="00CC6674" w:rsidRPr="00CD4B78" w:rsidRDefault="00CC6674" w:rsidP="00CD4B78">
            <w:pPr>
              <w:pStyle w:val="SIBulletList2"/>
              <w:rPr>
                <w:rFonts w:eastAsia="Calibri"/>
              </w:rPr>
            </w:pPr>
            <w:r>
              <w:t>access to a site suitable for establishing a sports turf surface</w:t>
            </w:r>
          </w:p>
          <w:p w14:paraId="4BCEDBC9" w14:textId="77777777" w:rsidR="00CD4B78" w:rsidRPr="00CD4B78" w:rsidRDefault="00CD4B78" w:rsidP="00CD4B78">
            <w:pPr>
              <w:pStyle w:val="SIBulletList1"/>
            </w:pPr>
            <w:r w:rsidRPr="00CD4B78">
              <w:t>resources, equipment and materials:</w:t>
            </w:r>
          </w:p>
          <w:p w14:paraId="15F78553" w14:textId="7C84E009" w:rsidR="00814BDB" w:rsidRPr="00525D05" w:rsidRDefault="0099380E">
            <w:pPr>
              <w:pStyle w:val="SIBulletList2"/>
              <w:rPr>
                <w:rFonts w:eastAsia="Calibri"/>
              </w:rPr>
            </w:pPr>
            <w:r>
              <w:t xml:space="preserve">manual and digital drawing </w:t>
            </w:r>
            <w:r w:rsidR="00814BDB" w:rsidRPr="00525D05">
              <w:t xml:space="preserve">programs </w:t>
            </w:r>
            <w:r>
              <w:t>and</w:t>
            </w:r>
            <w:r w:rsidR="00814BDB" w:rsidRPr="00525D05">
              <w:t xml:space="preserve"> </w:t>
            </w:r>
            <w:r w:rsidR="00CC6674" w:rsidRPr="00525D05">
              <w:t xml:space="preserve">drawing </w:t>
            </w:r>
            <w:r w:rsidR="00814BDB" w:rsidRPr="00525D05">
              <w:t>equipment</w:t>
            </w:r>
          </w:p>
          <w:p w14:paraId="3123ED76" w14:textId="0BDFED37" w:rsidR="00836317" w:rsidRPr="00525D05" w:rsidRDefault="00836317">
            <w:pPr>
              <w:pStyle w:val="SIBulletList2"/>
              <w:rPr>
                <w:rFonts w:eastAsia="Calibri"/>
              </w:rPr>
            </w:pPr>
            <w:r>
              <w:t>computers and software for searching information and preparing documentation</w:t>
            </w:r>
          </w:p>
          <w:p w14:paraId="5189E806" w14:textId="77777777" w:rsidR="00CD4B78" w:rsidRPr="00CD4B78" w:rsidRDefault="00CD4B78" w:rsidP="00CD4B78">
            <w:pPr>
              <w:pStyle w:val="SIBulletList1"/>
              <w:rPr>
                <w:rFonts w:eastAsia="Calibri"/>
              </w:rPr>
            </w:pPr>
            <w:r w:rsidRPr="00CD4B78">
              <w:rPr>
                <w:rFonts w:eastAsia="Calibri"/>
              </w:rPr>
              <w:t>specifications:</w:t>
            </w:r>
          </w:p>
          <w:p w14:paraId="32971F53" w14:textId="77777777" w:rsidR="00CD4B78" w:rsidRPr="00525D05" w:rsidRDefault="00CD4B78">
            <w:pPr>
              <w:pStyle w:val="SIBulletList2"/>
              <w:rPr>
                <w:rFonts w:eastAsia="Calibri"/>
              </w:rPr>
            </w:pPr>
            <w:r w:rsidRPr="00525D05">
              <w:rPr>
                <w:rFonts w:eastAsia="Calibri"/>
              </w:rPr>
              <w:t>workplace documents including work instructions, turf area construction plans</w:t>
            </w:r>
          </w:p>
          <w:p w14:paraId="4C6AE799" w14:textId="77777777" w:rsidR="00814BDB" w:rsidRPr="00525D05" w:rsidRDefault="00814BDB">
            <w:pPr>
              <w:pStyle w:val="SIBulletList2"/>
              <w:rPr>
                <w:rFonts w:eastAsia="Calibri"/>
              </w:rPr>
            </w:pPr>
            <w:r w:rsidRPr="00525D05">
              <w:rPr>
                <w:rFonts w:eastAsia="Calibri"/>
              </w:rPr>
              <w:t>local, national and international standards for turf grass establishment</w:t>
            </w:r>
          </w:p>
          <w:p w14:paraId="6A997EE7" w14:textId="0650A7B4" w:rsidR="00CD4B78" w:rsidRPr="00525D05" w:rsidRDefault="00814BDB">
            <w:pPr>
              <w:pStyle w:val="SIBulletList2"/>
              <w:rPr>
                <w:rFonts w:eastAsia="Calibri"/>
              </w:rPr>
            </w:pPr>
            <w:r w:rsidRPr="00525D05">
              <w:rPr>
                <w:rFonts w:eastAsia="Calibri"/>
              </w:rPr>
              <w:t>reports, results and testing equipment for soil, plant tissue and biophysical characteristics of the site</w:t>
            </w:r>
          </w:p>
          <w:p w14:paraId="673E349F" w14:textId="289C0B95" w:rsidR="00814BDB" w:rsidRPr="00525D05" w:rsidRDefault="00814BDB">
            <w:pPr>
              <w:pStyle w:val="SIBulletList2"/>
            </w:pPr>
            <w:r w:rsidRPr="00525D05">
              <w:t>meteorological data to assess climatic conditions of site</w:t>
            </w:r>
          </w:p>
          <w:p w14:paraId="1DA65643" w14:textId="05751A3D" w:rsidR="00CD4B78" w:rsidRPr="00525D05" w:rsidRDefault="00814BDB">
            <w:pPr>
              <w:pStyle w:val="SIBulletList2"/>
            </w:pPr>
            <w:r w:rsidRPr="00525D05">
              <w:t>plans and maps of the site location</w:t>
            </w:r>
            <w:r w:rsidR="00836317">
              <w:t xml:space="preserve"> and levels</w:t>
            </w:r>
          </w:p>
          <w:p w14:paraId="114802DD" w14:textId="77777777" w:rsidR="00CD4B78" w:rsidRPr="00CD4B78" w:rsidRDefault="00CD4B78" w:rsidP="00CD4B78">
            <w:pPr>
              <w:pStyle w:val="SIBulletList1"/>
            </w:pPr>
            <w:r w:rsidRPr="00CD4B78">
              <w:t>relationships:</w:t>
            </w:r>
          </w:p>
          <w:p w14:paraId="12A28672" w14:textId="747A89D3" w:rsidR="00CD4B78" w:rsidRPr="00525D05" w:rsidRDefault="00814BDB">
            <w:pPr>
              <w:pStyle w:val="SIBulletList2"/>
            </w:pPr>
            <w:proofErr w:type="gramStart"/>
            <w:r w:rsidRPr="00525D05">
              <w:t>client</w:t>
            </w:r>
            <w:proofErr w:type="gramEnd"/>
            <w:r w:rsidRPr="00525D05">
              <w:t xml:space="preserve">, </w:t>
            </w:r>
            <w:r w:rsidR="00525D05">
              <w:t xml:space="preserve">sports turf </w:t>
            </w:r>
            <w:r w:rsidRPr="00525D05">
              <w:t>professional and contractor</w:t>
            </w:r>
            <w:r w:rsidR="00FF2973">
              <w:t>.</w:t>
            </w:r>
          </w:p>
          <w:p w14:paraId="55870CE8" w14:textId="77777777" w:rsidR="00814BDB" w:rsidRDefault="00814BDB" w:rsidP="00CD1604"/>
          <w:p w14:paraId="1C191004" w14:textId="77777777" w:rsidR="00CD4B78" w:rsidRPr="00CD4B78" w:rsidRDefault="00CD4B78" w:rsidP="00CD1604">
            <w:r w:rsidRPr="00CD4B78">
              <w:t>Assessors of this unit must satisfy the requirements for assessors in applicable vocational education and training legislation, frameworks and/or standards.</w:t>
            </w:r>
          </w:p>
          <w:p w14:paraId="61891D55" w14:textId="1C065AC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3863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A9F4D9" w14:textId="77777777" w:rsidTr="004679E3">
        <w:tc>
          <w:tcPr>
            <w:tcW w:w="990" w:type="pct"/>
            <w:shd w:val="clear" w:color="auto" w:fill="auto"/>
          </w:tcPr>
          <w:p w14:paraId="3E7169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E529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57AA21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F22F9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C8D82" w14:textId="77777777" w:rsidR="00C86498" w:rsidRDefault="00C86498" w:rsidP="00BF3F0A">
      <w:r>
        <w:separator/>
      </w:r>
    </w:p>
    <w:p w14:paraId="4D9D5BA3" w14:textId="77777777" w:rsidR="00C86498" w:rsidRDefault="00C86498"/>
  </w:endnote>
  <w:endnote w:type="continuationSeparator" w:id="0">
    <w:p w14:paraId="04FE44CF" w14:textId="77777777" w:rsidR="00C86498" w:rsidRDefault="00C86498" w:rsidP="00BF3F0A">
      <w:r>
        <w:continuationSeparator/>
      </w:r>
    </w:p>
    <w:p w14:paraId="29A27179" w14:textId="77777777" w:rsidR="00C86498" w:rsidRDefault="00C86498"/>
  </w:endnote>
  <w:endnote w:type="continuationNotice" w:id="1">
    <w:p w14:paraId="784512B5" w14:textId="77777777" w:rsidR="00C86498" w:rsidRDefault="00C86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EA25E4" w14:textId="084457BB" w:rsidR="00CD1604" w:rsidRPr="000754EC" w:rsidRDefault="00CD160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5691">
          <w:rPr>
            <w:noProof/>
          </w:rPr>
          <w:t>6</w:t>
        </w:r>
        <w:r w:rsidRPr="000754EC">
          <w:fldChar w:fldCharType="end"/>
        </w:r>
      </w:p>
      <w:p w14:paraId="3ABC6ACE" w14:textId="77777777" w:rsidR="00CD1604" w:rsidRDefault="00CD160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95A258B" w14:textId="77777777" w:rsidR="00CD1604" w:rsidRDefault="00CD16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34871" w14:textId="77777777" w:rsidR="00C86498" w:rsidRDefault="00C86498" w:rsidP="00BF3F0A">
      <w:r>
        <w:separator/>
      </w:r>
    </w:p>
    <w:p w14:paraId="17CF0905" w14:textId="77777777" w:rsidR="00C86498" w:rsidRDefault="00C86498"/>
  </w:footnote>
  <w:footnote w:type="continuationSeparator" w:id="0">
    <w:p w14:paraId="31D8148E" w14:textId="77777777" w:rsidR="00C86498" w:rsidRDefault="00C86498" w:rsidP="00BF3F0A">
      <w:r>
        <w:continuationSeparator/>
      </w:r>
    </w:p>
    <w:p w14:paraId="49995B3C" w14:textId="77777777" w:rsidR="00C86498" w:rsidRDefault="00C86498"/>
  </w:footnote>
  <w:footnote w:type="continuationNotice" w:id="1">
    <w:p w14:paraId="17116754" w14:textId="77777777" w:rsidR="00C86498" w:rsidRDefault="00C864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08983" w14:textId="77777777" w:rsidR="00CD1604" w:rsidRPr="008740FF" w:rsidRDefault="00CD1604" w:rsidP="008740FF">
    <w:pPr>
      <w:pStyle w:val="SIText"/>
    </w:pPr>
    <w:r>
      <w:t xml:space="preserve">AHCTRF501 </w:t>
    </w:r>
    <w:r w:rsidRPr="008740FF">
      <w:t>Plan the establishment of sports turf playing surfaces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D43CA4"/>
    <w:multiLevelType w:val="hybridMultilevel"/>
    <w:tmpl w:val="45F89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706B90"/>
    <w:multiLevelType w:val="hybridMultilevel"/>
    <w:tmpl w:val="8148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F047E"/>
    <w:multiLevelType w:val="hybridMultilevel"/>
    <w:tmpl w:val="FB661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7BAD"/>
    <w:rsid w:val="00017FF3"/>
    <w:rsid w:val="00023992"/>
    <w:rsid w:val="000275AE"/>
    <w:rsid w:val="00041E59"/>
    <w:rsid w:val="00041FCB"/>
    <w:rsid w:val="00064BFE"/>
    <w:rsid w:val="00070B3E"/>
    <w:rsid w:val="00071F95"/>
    <w:rsid w:val="000737BB"/>
    <w:rsid w:val="00074E47"/>
    <w:rsid w:val="000754EC"/>
    <w:rsid w:val="000859B9"/>
    <w:rsid w:val="0009093B"/>
    <w:rsid w:val="000A5441"/>
    <w:rsid w:val="000B4740"/>
    <w:rsid w:val="000C149A"/>
    <w:rsid w:val="000C224E"/>
    <w:rsid w:val="000E25E6"/>
    <w:rsid w:val="000E2C86"/>
    <w:rsid w:val="000F153C"/>
    <w:rsid w:val="000F1BDC"/>
    <w:rsid w:val="000F29F2"/>
    <w:rsid w:val="00101659"/>
    <w:rsid w:val="00105AEA"/>
    <w:rsid w:val="001078BF"/>
    <w:rsid w:val="001170DD"/>
    <w:rsid w:val="00133957"/>
    <w:rsid w:val="001372F6"/>
    <w:rsid w:val="00144385"/>
    <w:rsid w:val="00146EEC"/>
    <w:rsid w:val="00151D55"/>
    <w:rsid w:val="00151D93"/>
    <w:rsid w:val="00156EF3"/>
    <w:rsid w:val="00160C82"/>
    <w:rsid w:val="0016216B"/>
    <w:rsid w:val="001749CA"/>
    <w:rsid w:val="00176E4F"/>
    <w:rsid w:val="0018546B"/>
    <w:rsid w:val="001A604E"/>
    <w:rsid w:val="001A6A3E"/>
    <w:rsid w:val="001A7B6D"/>
    <w:rsid w:val="001B22BB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4E3"/>
    <w:rsid w:val="001F2BA5"/>
    <w:rsid w:val="001F308D"/>
    <w:rsid w:val="00201A7C"/>
    <w:rsid w:val="0021210E"/>
    <w:rsid w:val="0021414D"/>
    <w:rsid w:val="00223124"/>
    <w:rsid w:val="00224142"/>
    <w:rsid w:val="00230CC4"/>
    <w:rsid w:val="00233143"/>
    <w:rsid w:val="00234444"/>
    <w:rsid w:val="0023559C"/>
    <w:rsid w:val="00242293"/>
    <w:rsid w:val="00244EA7"/>
    <w:rsid w:val="00262FC3"/>
    <w:rsid w:val="002634A5"/>
    <w:rsid w:val="0026394F"/>
    <w:rsid w:val="00267AF6"/>
    <w:rsid w:val="00276DB8"/>
    <w:rsid w:val="00282664"/>
    <w:rsid w:val="00285FB8"/>
    <w:rsid w:val="002970C3"/>
    <w:rsid w:val="002A4BF6"/>
    <w:rsid w:val="002A4CD3"/>
    <w:rsid w:val="002A6CC4"/>
    <w:rsid w:val="002C382E"/>
    <w:rsid w:val="002C55E9"/>
    <w:rsid w:val="002D0C8B"/>
    <w:rsid w:val="002D330A"/>
    <w:rsid w:val="002E170C"/>
    <w:rsid w:val="002E193E"/>
    <w:rsid w:val="002F4BEC"/>
    <w:rsid w:val="00302FE2"/>
    <w:rsid w:val="00305EFF"/>
    <w:rsid w:val="00310A6A"/>
    <w:rsid w:val="003144E6"/>
    <w:rsid w:val="00321E06"/>
    <w:rsid w:val="003246AB"/>
    <w:rsid w:val="00337E82"/>
    <w:rsid w:val="00346FDC"/>
    <w:rsid w:val="00350BB1"/>
    <w:rsid w:val="00352C83"/>
    <w:rsid w:val="00363D33"/>
    <w:rsid w:val="00366805"/>
    <w:rsid w:val="0037067D"/>
    <w:rsid w:val="00373436"/>
    <w:rsid w:val="0038735B"/>
    <w:rsid w:val="003916D1"/>
    <w:rsid w:val="003A1741"/>
    <w:rsid w:val="003A21F0"/>
    <w:rsid w:val="003A277F"/>
    <w:rsid w:val="003A58BA"/>
    <w:rsid w:val="003A5AE7"/>
    <w:rsid w:val="003A7221"/>
    <w:rsid w:val="003A7566"/>
    <w:rsid w:val="003B3493"/>
    <w:rsid w:val="003B764E"/>
    <w:rsid w:val="003C13AE"/>
    <w:rsid w:val="003D2E73"/>
    <w:rsid w:val="003E38C0"/>
    <w:rsid w:val="003E72B6"/>
    <w:rsid w:val="003E7BBE"/>
    <w:rsid w:val="003F783D"/>
    <w:rsid w:val="00405F23"/>
    <w:rsid w:val="004127E3"/>
    <w:rsid w:val="004263C1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E33"/>
    <w:rsid w:val="004E5FAE"/>
    <w:rsid w:val="004E6245"/>
    <w:rsid w:val="004E6741"/>
    <w:rsid w:val="004E7094"/>
    <w:rsid w:val="004F5DC7"/>
    <w:rsid w:val="004F73B6"/>
    <w:rsid w:val="004F78DA"/>
    <w:rsid w:val="00520E9A"/>
    <w:rsid w:val="00521C5A"/>
    <w:rsid w:val="005248C1"/>
    <w:rsid w:val="00525D05"/>
    <w:rsid w:val="00526134"/>
    <w:rsid w:val="005405B2"/>
    <w:rsid w:val="0054069E"/>
    <w:rsid w:val="0054233D"/>
    <w:rsid w:val="005427C8"/>
    <w:rsid w:val="005446D1"/>
    <w:rsid w:val="00547434"/>
    <w:rsid w:val="00556C4C"/>
    <w:rsid w:val="00557369"/>
    <w:rsid w:val="00564ADD"/>
    <w:rsid w:val="005708EB"/>
    <w:rsid w:val="00575BC6"/>
    <w:rsid w:val="00576951"/>
    <w:rsid w:val="00583902"/>
    <w:rsid w:val="0058446B"/>
    <w:rsid w:val="00595AB9"/>
    <w:rsid w:val="005A1D70"/>
    <w:rsid w:val="005A3AA5"/>
    <w:rsid w:val="005A6C9C"/>
    <w:rsid w:val="005A74DC"/>
    <w:rsid w:val="005B2096"/>
    <w:rsid w:val="005B5146"/>
    <w:rsid w:val="005D1AFD"/>
    <w:rsid w:val="005D5014"/>
    <w:rsid w:val="005E0E6D"/>
    <w:rsid w:val="005E51E6"/>
    <w:rsid w:val="005E61B0"/>
    <w:rsid w:val="005F027A"/>
    <w:rsid w:val="005F33CC"/>
    <w:rsid w:val="005F6829"/>
    <w:rsid w:val="005F771F"/>
    <w:rsid w:val="006121D4"/>
    <w:rsid w:val="00613B49"/>
    <w:rsid w:val="00616845"/>
    <w:rsid w:val="00620E8E"/>
    <w:rsid w:val="00632D22"/>
    <w:rsid w:val="00633CFE"/>
    <w:rsid w:val="00634FCA"/>
    <w:rsid w:val="00640392"/>
    <w:rsid w:val="00643D1B"/>
    <w:rsid w:val="006452B8"/>
    <w:rsid w:val="00652E62"/>
    <w:rsid w:val="00686A49"/>
    <w:rsid w:val="00687B62"/>
    <w:rsid w:val="00690C44"/>
    <w:rsid w:val="006969D9"/>
    <w:rsid w:val="0069783D"/>
    <w:rsid w:val="006A2B68"/>
    <w:rsid w:val="006C23FA"/>
    <w:rsid w:val="006C2AF7"/>
    <w:rsid w:val="006C2F32"/>
    <w:rsid w:val="006D38C3"/>
    <w:rsid w:val="006D4448"/>
    <w:rsid w:val="006D6DFD"/>
    <w:rsid w:val="006E1D9C"/>
    <w:rsid w:val="006E2C4D"/>
    <w:rsid w:val="006E42FE"/>
    <w:rsid w:val="006F0D02"/>
    <w:rsid w:val="006F10FE"/>
    <w:rsid w:val="006F3622"/>
    <w:rsid w:val="00705EEC"/>
    <w:rsid w:val="00707741"/>
    <w:rsid w:val="007134FE"/>
    <w:rsid w:val="00715141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D7F"/>
    <w:rsid w:val="00781D77"/>
    <w:rsid w:val="00783549"/>
    <w:rsid w:val="007860B7"/>
    <w:rsid w:val="00786DC8"/>
    <w:rsid w:val="00794C22"/>
    <w:rsid w:val="007A300D"/>
    <w:rsid w:val="007D5A78"/>
    <w:rsid w:val="007E3BD1"/>
    <w:rsid w:val="007F1563"/>
    <w:rsid w:val="007F1EB2"/>
    <w:rsid w:val="007F44DB"/>
    <w:rsid w:val="007F5A8B"/>
    <w:rsid w:val="00814BDB"/>
    <w:rsid w:val="00817D51"/>
    <w:rsid w:val="00823530"/>
    <w:rsid w:val="00823FF4"/>
    <w:rsid w:val="008246A6"/>
    <w:rsid w:val="00830267"/>
    <w:rsid w:val="0083040E"/>
    <w:rsid w:val="008306E7"/>
    <w:rsid w:val="008322BE"/>
    <w:rsid w:val="00834BC8"/>
    <w:rsid w:val="00836317"/>
    <w:rsid w:val="00837EFA"/>
    <w:rsid w:val="00837FD6"/>
    <w:rsid w:val="00847B60"/>
    <w:rsid w:val="00850243"/>
    <w:rsid w:val="00850713"/>
    <w:rsid w:val="00851BE5"/>
    <w:rsid w:val="008545EB"/>
    <w:rsid w:val="00865011"/>
    <w:rsid w:val="00865B48"/>
    <w:rsid w:val="008740FF"/>
    <w:rsid w:val="00886790"/>
    <w:rsid w:val="008908DE"/>
    <w:rsid w:val="008A12ED"/>
    <w:rsid w:val="008A39D3"/>
    <w:rsid w:val="008B2C77"/>
    <w:rsid w:val="008B300E"/>
    <w:rsid w:val="008B4AD2"/>
    <w:rsid w:val="008B7138"/>
    <w:rsid w:val="008E260C"/>
    <w:rsid w:val="008E39BE"/>
    <w:rsid w:val="008E62EC"/>
    <w:rsid w:val="008F0350"/>
    <w:rsid w:val="008F321C"/>
    <w:rsid w:val="008F32F6"/>
    <w:rsid w:val="00916CD7"/>
    <w:rsid w:val="00920927"/>
    <w:rsid w:val="00921B38"/>
    <w:rsid w:val="00923720"/>
    <w:rsid w:val="009278C9"/>
    <w:rsid w:val="00932CD7"/>
    <w:rsid w:val="00944C09"/>
    <w:rsid w:val="00950BE8"/>
    <w:rsid w:val="009527CB"/>
    <w:rsid w:val="00953835"/>
    <w:rsid w:val="00960E40"/>
    <w:rsid w:val="00960F6C"/>
    <w:rsid w:val="00970747"/>
    <w:rsid w:val="0099380E"/>
    <w:rsid w:val="00997BFC"/>
    <w:rsid w:val="009A5900"/>
    <w:rsid w:val="009A6E6C"/>
    <w:rsid w:val="009A6F3F"/>
    <w:rsid w:val="009B331A"/>
    <w:rsid w:val="009C2650"/>
    <w:rsid w:val="009C6A6E"/>
    <w:rsid w:val="009D15E2"/>
    <w:rsid w:val="009D15FE"/>
    <w:rsid w:val="009D5D2C"/>
    <w:rsid w:val="009D6657"/>
    <w:rsid w:val="009E02E9"/>
    <w:rsid w:val="009F0DCC"/>
    <w:rsid w:val="009F11CA"/>
    <w:rsid w:val="00A0695B"/>
    <w:rsid w:val="00A13052"/>
    <w:rsid w:val="00A216A8"/>
    <w:rsid w:val="00A223A6"/>
    <w:rsid w:val="00A22835"/>
    <w:rsid w:val="00A3639E"/>
    <w:rsid w:val="00A36EC6"/>
    <w:rsid w:val="00A5092E"/>
    <w:rsid w:val="00A554D6"/>
    <w:rsid w:val="00A56E14"/>
    <w:rsid w:val="00A6476B"/>
    <w:rsid w:val="00A67122"/>
    <w:rsid w:val="00A76C6C"/>
    <w:rsid w:val="00A87356"/>
    <w:rsid w:val="00A92DD1"/>
    <w:rsid w:val="00A936DF"/>
    <w:rsid w:val="00AA5338"/>
    <w:rsid w:val="00AB1B8E"/>
    <w:rsid w:val="00AB69BB"/>
    <w:rsid w:val="00AC0696"/>
    <w:rsid w:val="00AC4C98"/>
    <w:rsid w:val="00AC5F6B"/>
    <w:rsid w:val="00AD22C5"/>
    <w:rsid w:val="00AD3896"/>
    <w:rsid w:val="00AD58E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D20"/>
    <w:rsid w:val="00B560C8"/>
    <w:rsid w:val="00B61150"/>
    <w:rsid w:val="00B65BC7"/>
    <w:rsid w:val="00B66E5C"/>
    <w:rsid w:val="00B746B9"/>
    <w:rsid w:val="00B848D4"/>
    <w:rsid w:val="00B85DE1"/>
    <w:rsid w:val="00B865B7"/>
    <w:rsid w:val="00BA1CB1"/>
    <w:rsid w:val="00BA4178"/>
    <w:rsid w:val="00BA482D"/>
    <w:rsid w:val="00BB1755"/>
    <w:rsid w:val="00BB23F4"/>
    <w:rsid w:val="00BC5075"/>
    <w:rsid w:val="00BC5407"/>
    <w:rsid w:val="00BC5419"/>
    <w:rsid w:val="00BD3B0F"/>
    <w:rsid w:val="00BD5691"/>
    <w:rsid w:val="00BE1848"/>
    <w:rsid w:val="00BE34D3"/>
    <w:rsid w:val="00BE4D15"/>
    <w:rsid w:val="00BF1D4C"/>
    <w:rsid w:val="00BF236A"/>
    <w:rsid w:val="00BF3F0A"/>
    <w:rsid w:val="00C143C3"/>
    <w:rsid w:val="00C15F70"/>
    <w:rsid w:val="00C1739B"/>
    <w:rsid w:val="00C21ADE"/>
    <w:rsid w:val="00C21E4F"/>
    <w:rsid w:val="00C26067"/>
    <w:rsid w:val="00C30A29"/>
    <w:rsid w:val="00C317DC"/>
    <w:rsid w:val="00C43153"/>
    <w:rsid w:val="00C578E9"/>
    <w:rsid w:val="00C6104A"/>
    <w:rsid w:val="00C70626"/>
    <w:rsid w:val="00C72860"/>
    <w:rsid w:val="00C73582"/>
    <w:rsid w:val="00C73B90"/>
    <w:rsid w:val="00C742EC"/>
    <w:rsid w:val="00C86498"/>
    <w:rsid w:val="00C96AF3"/>
    <w:rsid w:val="00C97CCC"/>
    <w:rsid w:val="00CA0274"/>
    <w:rsid w:val="00CB4EF5"/>
    <w:rsid w:val="00CB746F"/>
    <w:rsid w:val="00CC451E"/>
    <w:rsid w:val="00CC611F"/>
    <w:rsid w:val="00CC6674"/>
    <w:rsid w:val="00CD1604"/>
    <w:rsid w:val="00CD4B78"/>
    <w:rsid w:val="00CD4E9D"/>
    <w:rsid w:val="00CD4F4D"/>
    <w:rsid w:val="00CE6505"/>
    <w:rsid w:val="00CE7D19"/>
    <w:rsid w:val="00CF0CF5"/>
    <w:rsid w:val="00CF2B3E"/>
    <w:rsid w:val="00CF680A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4106"/>
    <w:rsid w:val="00D54C76"/>
    <w:rsid w:val="00D71E43"/>
    <w:rsid w:val="00D72231"/>
    <w:rsid w:val="00D727F3"/>
    <w:rsid w:val="00D73695"/>
    <w:rsid w:val="00D73E3E"/>
    <w:rsid w:val="00D810DE"/>
    <w:rsid w:val="00D82D12"/>
    <w:rsid w:val="00D87D32"/>
    <w:rsid w:val="00D91188"/>
    <w:rsid w:val="00D92C83"/>
    <w:rsid w:val="00D9324B"/>
    <w:rsid w:val="00DA0A81"/>
    <w:rsid w:val="00DA3C10"/>
    <w:rsid w:val="00DA53B5"/>
    <w:rsid w:val="00DC0BC2"/>
    <w:rsid w:val="00DC1D69"/>
    <w:rsid w:val="00DC5A3A"/>
    <w:rsid w:val="00DD0726"/>
    <w:rsid w:val="00DE7A3B"/>
    <w:rsid w:val="00E238E6"/>
    <w:rsid w:val="00E31A36"/>
    <w:rsid w:val="00E35064"/>
    <w:rsid w:val="00E3681D"/>
    <w:rsid w:val="00E40225"/>
    <w:rsid w:val="00E42105"/>
    <w:rsid w:val="00E501F0"/>
    <w:rsid w:val="00E55597"/>
    <w:rsid w:val="00E6166D"/>
    <w:rsid w:val="00E918B8"/>
    <w:rsid w:val="00E91BFF"/>
    <w:rsid w:val="00E92933"/>
    <w:rsid w:val="00E94FAD"/>
    <w:rsid w:val="00E97725"/>
    <w:rsid w:val="00EA59AF"/>
    <w:rsid w:val="00EA61A9"/>
    <w:rsid w:val="00EB0AA4"/>
    <w:rsid w:val="00EB27E5"/>
    <w:rsid w:val="00EB5C88"/>
    <w:rsid w:val="00EC0469"/>
    <w:rsid w:val="00EC1B0F"/>
    <w:rsid w:val="00EF01F8"/>
    <w:rsid w:val="00EF40EF"/>
    <w:rsid w:val="00EF47FE"/>
    <w:rsid w:val="00F0206D"/>
    <w:rsid w:val="00F02202"/>
    <w:rsid w:val="00F066B4"/>
    <w:rsid w:val="00F069BD"/>
    <w:rsid w:val="00F1480E"/>
    <w:rsid w:val="00F1497D"/>
    <w:rsid w:val="00F16AAC"/>
    <w:rsid w:val="00F21AF4"/>
    <w:rsid w:val="00F33FF2"/>
    <w:rsid w:val="00F40888"/>
    <w:rsid w:val="00F438FC"/>
    <w:rsid w:val="00F5616F"/>
    <w:rsid w:val="00F56451"/>
    <w:rsid w:val="00F56827"/>
    <w:rsid w:val="00F62866"/>
    <w:rsid w:val="00F65EF0"/>
    <w:rsid w:val="00F70A22"/>
    <w:rsid w:val="00F71651"/>
    <w:rsid w:val="00F76191"/>
    <w:rsid w:val="00F76CC6"/>
    <w:rsid w:val="00F82FC3"/>
    <w:rsid w:val="00F83D7C"/>
    <w:rsid w:val="00F953DB"/>
    <w:rsid w:val="00F95970"/>
    <w:rsid w:val="00FA0B96"/>
    <w:rsid w:val="00FB232E"/>
    <w:rsid w:val="00FD2A40"/>
    <w:rsid w:val="00FD557D"/>
    <w:rsid w:val="00FE0282"/>
    <w:rsid w:val="00FE124D"/>
    <w:rsid w:val="00FE792C"/>
    <w:rsid w:val="00FF297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C92E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30CC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B1597-794F-4273-9431-AA9D36FBC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F4C75D-185F-488C-8CFD-313F446A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637</TotalTime>
  <Pages>6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64</cp:revision>
  <cp:lastPrinted>2018-12-14T00:41:00Z</cp:lastPrinted>
  <dcterms:created xsi:type="dcterms:W3CDTF">2018-08-07T00:32:00Z</dcterms:created>
  <dcterms:modified xsi:type="dcterms:W3CDTF">2019-01-31T07:33:00Z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