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C966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44B503" w14:textId="77777777" w:rsidTr="00146EEC">
        <w:tc>
          <w:tcPr>
            <w:tcW w:w="2689" w:type="dxa"/>
          </w:tcPr>
          <w:p w14:paraId="2102CFF3" w14:textId="77777777" w:rsidR="00F1480E" w:rsidRPr="000754EC" w:rsidRDefault="00830267" w:rsidP="000754EC">
            <w:pPr>
              <w:pStyle w:val="SIText-Bold"/>
            </w:pPr>
            <w:r w:rsidRPr="00A326C2">
              <w:t>Release</w:t>
            </w:r>
          </w:p>
        </w:tc>
        <w:tc>
          <w:tcPr>
            <w:tcW w:w="6939" w:type="dxa"/>
          </w:tcPr>
          <w:p w14:paraId="03F071A7" w14:textId="77777777" w:rsidR="00F1480E" w:rsidRPr="000754EC" w:rsidRDefault="00830267" w:rsidP="000754EC">
            <w:pPr>
              <w:pStyle w:val="SIText-Bold"/>
            </w:pPr>
            <w:r w:rsidRPr="00A326C2">
              <w:t>Comments</w:t>
            </w:r>
          </w:p>
        </w:tc>
      </w:tr>
      <w:tr w:rsidR="006D0B0F" w14:paraId="143C7709" w14:textId="77777777" w:rsidTr="006D0B0F">
        <w:tc>
          <w:tcPr>
            <w:tcW w:w="2689" w:type="dxa"/>
            <w:tcBorders>
              <w:top w:val="single" w:sz="4" w:space="0" w:color="auto"/>
              <w:left w:val="single" w:sz="4" w:space="0" w:color="auto"/>
              <w:bottom w:val="single" w:sz="4" w:space="0" w:color="auto"/>
              <w:right w:val="single" w:sz="4" w:space="0" w:color="auto"/>
            </w:tcBorders>
          </w:tcPr>
          <w:p w14:paraId="46426040" w14:textId="77777777" w:rsidR="006D0B0F" w:rsidRPr="006D0B0F" w:rsidRDefault="006D0B0F" w:rsidP="006D0B0F">
            <w:pPr>
              <w:pStyle w:val="SIText"/>
            </w:pPr>
            <w:r w:rsidRPr="006D0B0F">
              <w:t>Release 2</w:t>
            </w:r>
          </w:p>
        </w:tc>
        <w:tc>
          <w:tcPr>
            <w:tcW w:w="6939" w:type="dxa"/>
            <w:tcBorders>
              <w:top w:val="single" w:sz="4" w:space="0" w:color="auto"/>
              <w:left w:val="single" w:sz="4" w:space="0" w:color="auto"/>
              <w:bottom w:val="single" w:sz="4" w:space="0" w:color="auto"/>
              <w:right w:val="single" w:sz="4" w:space="0" w:color="auto"/>
            </w:tcBorders>
          </w:tcPr>
          <w:p w14:paraId="7B736025" w14:textId="77777777" w:rsidR="006D0B0F" w:rsidRPr="006D0B0F" w:rsidRDefault="006D0B0F" w:rsidP="006D0B0F">
            <w:pPr>
              <w:pStyle w:val="SIText"/>
            </w:pPr>
            <w:r w:rsidRPr="006D0B0F">
              <w:t>This version released with AHC Agriculture, Horticulture, Conservation and Land Management Training Package Version 4.0.</w:t>
            </w:r>
          </w:p>
        </w:tc>
      </w:tr>
      <w:tr w:rsidR="00E918B8" w14:paraId="76753653" w14:textId="77777777" w:rsidTr="00146EEC">
        <w:tc>
          <w:tcPr>
            <w:tcW w:w="2689" w:type="dxa"/>
          </w:tcPr>
          <w:p w14:paraId="78E10768" w14:textId="77777777" w:rsidR="00E918B8" w:rsidRPr="00E918B8" w:rsidRDefault="00E918B8" w:rsidP="00E918B8">
            <w:pPr>
              <w:pStyle w:val="SIText"/>
            </w:pPr>
            <w:r w:rsidRPr="00CC451E">
              <w:t>Release</w:t>
            </w:r>
            <w:r w:rsidRPr="00E918B8">
              <w:t xml:space="preserve"> 1</w:t>
            </w:r>
          </w:p>
        </w:tc>
        <w:tc>
          <w:tcPr>
            <w:tcW w:w="6939" w:type="dxa"/>
          </w:tcPr>
          <w:p w14:paraId="6BE62062" w14:textId="77777777" w:rsidR="00E918B8" w:rsidRPr="00E918B8" w:rsidRDefault="00E918B8" w:rsidP="00E918B8">
            <w:pPr>
              <w:pStyle w:val="SIText"/>
            </w:pPr>
            <w:r w:rsidRPr="007C778A">
              <w:t>This version released with AHC Agriculture, Horticulture, Conservation and Land Management Training Package Version 1.0.</w:t>
            </w:r>
          </w:p>
        </w:tc>
      </w:tr>
    </w:tbl>
    <w:p w14:paraId="09B20F8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EB0883" w14:textId="77777777" w:rsidTr="00CA2922">
        <w:trPr>
          <w:tblHeader/>
        </w:trPr>
        <w:tc>
          <w:tcPr>
            <w:tcW w:w="1396" w:type="pct"/>
            <w:shd w:val="clear" w:color="auto" w:fill="auto"/>
          </w:tcPr>
          <w:p w14:paraId="0F0B88BD" w14:textId="77777777" w:rsidR="00F1480E" w:rsidRPr="000754EC" w:rsidRDefault="00CF795F" w:rsidP="00DA4C18">
            <w:pPr>
              <w:pStyle w:val="SIUNITCODE"/>
            </w:pPr>
            <w:r>
              <w:t>AHC</w:t>
            </w:r>
            <w:r w:rsidR="00DA4C18">
              <w:t>SOL303</w:t>
            </w:r>
          </w:p>
        </w:tc>
        <w:tc>
          <w:tcPr>
            <w:tcW w:w="3604" w:type="pct"/>
            <w:shd w:val="clear" w:color="auto" w:fill="auto"/>
          </w:tcPr>
          <w:p w14:paraId="48897F72" w14:textId="67EED7B5" w:rsidR="00F1480E" w:rsidRPr="000754EC" w:rsidRDefault="00DA4C18" w:rsidP="00426F6E">
            <w:pPr>
              <w:pStyle w:val="SIUnittitle"/>
            </w:pPr>
            <w:r w:rsidRPr="00DA4C18">
              <w:t>Implement soil improvements for garden and turf areas</w:t>
            </w:r>
          </w:p>
        </w:tc>
      </w:tr>
      <w:tr w:rsidR="00F1480E" w:rsidRPr="00963A46" w14:paraId="2EB46596" w14:textId="77777777" w:rsidTr="00CA2922">
        <w:tc>
          <w:tcPr>
            <w:tcW w:w="1396" w:type="pct"/>
            <w:shd w:val="clear" w:color="auto" w:fill="auto"/>
          </w:tcPr>
          <w:p w14:paraId="1CB26A1A" w14:textId="77777777" w:rsidR="00F1480E" w:rsidRPr="000754EC" w:rsidRDefault="00FD557D" w:rsidP="000754EC">
            <w:pPr>
              <w:pStyle w:val="SIHeading2"/>
            </w:pPr>
            <w:r w:rsidRPr="00FD557D">
              <w:t>Application</w:t>
            </w:r>
          </w:p>
          <w:p w14:paraId="039D1920" w14:textId="77777777" w:rsidR="00FD557D" w:rsidRPr="00923720" w:rsidRDefault="00FD557D" w:rsidP="000754EC">
            <w:pPr>
              <w:pStyle w:val="SIHeading2"/>
            </w:pPr>
          </w:p>
        </w:tc>
        <w:tc>
          <w:tcPr>
            <w:tcW w:w="3604" w:type="pct"/>
            <w:shd w:val="clear" w:color="auto" w:fill="auto"/>
          </w:tcPr>
          <w:p w14:paraId="3CD9A483" w14:textId="57BA5DAD" w:rsidR="00DA4C18" w:rsidRPr="00DA4C18" w:rsidRDefault="00DA4C18" w:rsidP="00DA4C18">
            <w:pPr>
              <w:pStyle w:val="SIText"/>
            </w:pPr>
            <w:r w:rsidRPr="00C40929">
              <w:t xml:space="preserve">This unit of competency describes the skills and knowledge </w:t>
            </w:r>
            <w:r w:rsidRPr="00DA4C18">
              <w:t>required to</w:t>
            </w:r>
            <w:r w:rsidR="00426F6E">
              <w:t xml:space="preserve"> collect and test soil sample</w:t>
            </w:r>
            <w:r w:rsidR="00DF611D">
              <w:t>s</w:t>
            </w:r>
            <w:r w:rsidR="00426F6E">
              <w:t xml:space="preserve"> for their physical and chemical characteristics </w:t>
            </w:r>
            <w:r w:rsidR="00426F6E" w:rsidRPr="00DA4C18">
              <w:t xml:space="preserve">and </w:t>
            </w:r>
            <w:r w:rsidR="00426F6E" w:rsidRPr="00426F6E">
              <w:t xml:space="preserve">take corrective action </w:t>
            </w:r>
            <w:r w:rsidR="00426F6E">
              <w:t xml:space="preserve">to improve the soil for </w:t>
            </w:r>
            <w:r w:rsidRPr="00DA4C18">
              <w:t xml:space="preserve">garden beds </w:t>
            </w:r>
            <w:r w:rsidR="00426F6E">
              <w:t>and</w:t>
            </w:r>
            <w:r w:rsidR="00426F6E" w:rsidRPr="00DA4C18">
              <w:t xml:space="preserve"> </w:t>
            </w:r>
            <w:r w:rsidRPr="00DA4C18">
              <w:t>turf areas</w:t>
            </w:r>
            <w:r w:rsidR="00426F6E">
              <w:t>.</w:t>
            </w:r>
          </w:p>
          <w:p w14:paraId="0488FECC" w14:textId="77777777" w:rsidR="00DA4C18" w:rsidRPr="00C40929" w:rsidRDefault="00DA4C18" w:rsidP="00DA4C18">
            <w:pPr>
              <w:pStyle w:val="SIText"/>
            </w:pPr>
          </w:p>
          <w:p w14:paraId="0C87103D" w14:textId="77777777" w:rsidR="005A6AFE" w:rsidRPr="005A6AFE" w:rsidDel="00AE6D0F" w:rsidRDefault="005A6AFE" w:rsidP="00A64723">
            <w:pPr>
              <w:pStyle w:val="SIText"/>
            </w:pPr>
            <w:r w:rsidRPr="005A6AFE">
              <w:t>The unit applies to individuals who work under broad direction and take responsibility for their own work. They use discretion and judgement in the selection, allocation and use of available resources and for solving problems.</w:t>
            </w:r>
          </w:p>
          <w:p w14:paraId="1DD80C84" w14:textId="77777777" w:rsidR="00DA4C18" w:rsidRPr="00C40929" w:rsidRDefault="00DA4C18" w:rsidP="00DA4C18">
            <w:pPr>
              <w:pStyle w:val="SIText"/>
            </w:pPr>
          </w:p>
          <w:p w14:paraId="0464EBBD" w14:textId="77777777" w:rsidR="00373436" w:rsidRPr="000754EC" w:rsidRDefault="00DA4C18" w:rsidP="00DA4C18">
            <w:pPr>
              <w:pStyle w:val="SIText"/>
            </w:pPr>
            <w:r w:rsidRPr="00C40929">
              <w:t>No occupational licensing, legislative or certification requirements are known to apply to this unit at the time of publication.</w:t>
            </w:r>
          </w:p>
        </w:tc>
      </w:tr>
      <w:tr w:rsidR="00F1480E" w:rsidRPr="00963A46" w14:paraId="42596E80" w14:textId="77777777" w:rsidTr="00CA2922">
        <w:tc>
          <w:tcPr>
            <w:tcW w:w="1396" w:type="pct"/>
            <w:shd w:val="clear" w:color="auto" w:fill="auto"/>
          </w:tcPr>
          <w:p w14:paraId="59AA009C" w14:textId="77777777" w:rsidR="00F1480E" w:rsidRPr="000754EC" w:rsidRDefault="00FD557D" w:rsidP="000754EC">
            <w:pPr>
              <w:pStyle w:val="SIHeading2"/>
            </w:pPr>
            <w:r w:rsidRPr="00923720">
              <w:t>Prerequisite Unit</w:t>
            </w:r>
          </w:p>
        </w:tc>
        <w:tc>
          <w:tcPr>
            <w:tcW w:w="3604" w:type="pct"/>
            <w:shd w:val="clear" w:color="auto" w:fill="auto"/>
          </w:tcPr>
          <w:p w14:paraId="69E647B2" w14:textId="77777777" w:rsidR="00F1480E" w:rsidRPr="000754EC" w:rsidRDefault="00F1480E" w:rsidP="002F4BEC">
            <w:pPr>
              <w:pStyle w:val="SIText"/>
            </w:pPr>
            <w:r w:rsidRPr="008908DE">
              <w:t>Ni</w:t>
            </w:r>
            <w:r w:rsidR="007A300D" w:rsidRPr="000754EC">
              <w:t xml:space="preserve">l </w:t>
            </w:r>
          </w:p>
        </w:tc>
      </w:tr>
      <w:tr w:rsidR="00F1480E" w:rsidRPr="00963A46" w14:paraId="1F48D998" w14:textId="77777777" w:rsidTr="00CA2922">
        <w:tc>
          <w:tcPr>
            <w:tcW w:w="1396" w:type="pct"/>
            <w:shd w:val="clear" w:color="auto" w:fill="auto"/>
          </w:tcPr>
          <w:p w14:paraId="7BF1017C" w14:textId="77777777" w:rsidR="00F1480E" w:rsidRPr="000754EC" w:rsidRDefault="00FD557D" w:rsidP="000754EC">
            <w:pPr>
              <w:pStyle w:val="SIHeading2"/>
            </w:pPr>
            <w:r w:rsidRPr="00923720">
              <w:t>Unit Sector</w:t>
            </w:r>
          </w:p>
        </w:tc>
        <w:tc>
          <w:tcPr>
            <w:tcW w:w="3604" w:type="pct"/>
            <w:shd w:val="clear" w:color="auto" w:fill="auto"/>
          </w:tcPr>
          <w:p w14:paraId="67D2DBD8" w14:textId="6942C8B3" w:rsidR="00F1480E" w:rsidRPr="000754EC" w:rsidRDefault="0070780E" w:rsidP="00CF795F">
            <w:pPr>
              <w:pStyle w:val="SIText"/>
            </w:pPr>
            <w:r>
              <w:t>Soil (SOL)</w:t>
            </w:r>
          </w:p>
        </w:tc>
      </w:tr>
    </w:tbl>
    <w:p w14:paraId="48D053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D153B" w14:textId="77777777" w:rsidTr="00CA2922">
        <w:trPr>
          <w:cantSplit/>
          <w:tblHeader/>
        </w:trPr>
        <w:tc>
          <w:tcPr>
            <w:tcW w:w="1396" w:type="pct"/>
            <w:tcBorders>
              <w:bottom w:val="single" w:sz="4" w:space="0" w:color="C0C0C0"/>
            </w:tcBorders>
            <w:shd w:val="clear" w:color="auto" w:fill="auto"/>
          </w:tcPr>
          <w:p w14:paraId="7B2C4A3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28499E" w14:textId="77777777" w:rsidR="00F1480E" w:rsidRPr="000754EC" w:rsidRDefault="00FD557D" w:rsidP="000754EC">
            <w:pPr>
              <w:pStyle w:val="SIHeading2"/>
            </w:pPr>
            <w:r w:rsidRPr="00923720">
              <w:t>Performance Criteria</w:t>
            </w:r>
          </w:p>
        </w:tc>
      </w:tr>
      <w:tr w:rsidR="00F1480E" w:rsidRPr="00963A46" w14:paraId="28212304" w14:textId="77777777" w:rsidTr="00CA2922">
        <w:trPr>
          <w:cantSplit/>
          <w:tblHeader/>
        </w:trPr>
        <w:tc>
          <w:tcPr>
            <w:tcW w:w="1396" w:type="pct"/>
            <w:tcBorders>
              <w:top w:val="single" w:sz="4" w:space="0" w:color="C0C0C0"/>
            </w:tcBorders>
            <w:shd w:val="clear" w:color="auto" w:fill="auto"/>
          </w:tcPr>
          <w:p w14:paraId="4E44426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BB3B48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A4C18" w:rsidRPr="00963A46" w14:paraId="3747BDAE" w14:textId="77777777" w:rsidTr="00CA2922">
        <w:trPr>
          <w:cantSplit/>
        </w:trPr>
        <w:tc>
          <w:tcPr>
            <w:tcW w:w="1396" w:type="pct"/>
            <w:shd w:val="clear" w:color="auto" w:fill="auto"/>
          </w:tcPr>
          <w:p w14:paraId="1A491BFC" w14:textId="6861316B" w:rsidR="00DA4C18" w:rsidRPr="00DA4C18" w:rsidRDefault="00DA4C18" w:rsidP="00DA4C18">
            <w:pPr>
              <w:pStyle w:val="SIText"/>
            </w:pPr>
            <w:r>
              <w:t>1.</w:t>
            </w:r>
            <w:r w:rsidR="00917E4C">
              <w:t xml:space="preserve"> </w:t>
            </w:r>
            <w:r w:rsidRPr="00DA4C18">
              <w:t>Prepare and collect soil samples for testing</w:t>
            </w:r>
          </w:p>
        </w:tc>
        <w:tc>
          <w:tcPr>
            <w:tcW w:w="3604" w:type="pct"/>
            <w:shd w:val="clear" w:color="auto" w:fill="auto"/>
          </w:tcPr>
          <w:p w14:paraId="01C349A0" w14:textId="3BD2EF8B" w:rsidR="00DA4C18" w:rsidRPr="00DA4C18" w:rsidRDefault="00DA4C18" w:rsidP="00DA4C18">
            <w:pPr>
              <w:pStyle w:val="SIText"/>
            </w:pPr>
            <w:r w:rsidRPr="00C40929">
              <w:t>1.1</w:t>
            </w:r>
            <w:r>
              <w:t xml:space="preserve"> </w:t>
            </w:r>
            <w:r w:rsidR="00662F67">
              <w:t>Identify purpose and method of soil sampling and testing according to workplace requirements</w:t>
            </w:r>
          </w:p>
          <w:p w14:paraId="3BEC1FA5" w14:textId="31B85C04" w:rsidR="00DA4C18" w:rsidRPr="00DA4C18" w:rsidRDefault="00DA4C18" w:rsidP="00DA4C18">
            <w:pPr>
              <w:pStyle w:val="SIText"/>
            </w:pPr>
            <w:r w:rsidRPr="00C40929">
              <w:t>1.2</w:t>
            </w:r>
            <w:r>
              <w:t xml:space="preserve"> </w:t>
            </w:r>
            <w:r w:rsidR="00662F67">
              <w:t xml:space="preserve">Select </w:t>
            </w:r>
            <w:r w:rsidRPr="00C40929">
              <w:t>tools</w:t>
            </w:r>
            <w:r w:rsidR="00662F67">
              <w:t xml:space="preserve">, equipment </w:t>
            </w:r>
            <w:r w:rsidRPr="00C40929">
              <w:t xml:space="preserve">and materials </w:t>
            </w:r>
            <w:r w:rsidR="00662F67">
              <w:t xml:space="preserve">required for </w:t>
            </w:r>
            <w:r w:rsidR="00CB320C">
              <w:t xml:space="preserve">safely </w:t>
            </w:r>
            <w:r w:rsidRPr="00C40929">
              <w:t xml:space="preserve">collecting </w:t>
            </w:r>
            <w:r w:rsidR="00662F67">
              <w:t xml:space="preserve">soil </w:t>
            </w:r>
            <w:r w:rsidRPr="00C40929">
              <w:t>samples</w:t>
            </w:r>
            <w:r w:rsidR="00662F67">
              <w:t xml:space="preserve"> according to testing procedures and workplace requirements</w:t>
            </w:r>
          </w:p>
          <w:p w14:paraId="6B93CDA4" w14:textId="0044FB9C" w:rsidR="00026DCA" w:rsidRDefault="00026DCA" w:rsidP="00DA4C18">
            <w:pPr>
              <w:pStyle w:val="SIText"/>
            </w:pPr>
            <w:r>
              <w:t>1.3</w:t>
            </w:r>
            <w:r w:rsidRPr="00026DCA">
              <w:t xml:space="preserve"> Collect representative soil samples </w:t>
            </w:r>
            <w:r>
              <w:t xml:space="preserve">for testing </w:t>
            </w:r>
            <w:r w:rsidRPr="00026DCA">
              <w:t>according to workplace procedures</w:t>
            </w:r>
          </w:p>
          <w:p w14:paraId="0AF36A75" w14:textId="412A8B42" w:rsidR="00662F67" w:rsidRPr="00DA4C18" w:rsidRDefault="00026DCA" w:rsidP="006D0B0F">
            <w:r>
              <w:t>1.4</w:t>
            </w:r>
            <w:r w:rsidR="00662F67" w:rsidRPr="00662F67">
              <w:t xml:space="preserve"> Package and label soil samples </w:t>
            </w:r>
            <w:r>
              <w:t>ready</w:t>
            </w:r>
            <w:r w:rsidR="00662F67" w:rsidRPr="00662F67">
              <w:t xml:space="preserve"> for testing according to laboratory</w:t>
            </w:r>
            <w:r>
              <w:t xml:space="preserve"> and workplace procedures</w:t>
            </w:r>
          </w:p>
        </w:tc>
      </w:tr>
      <w:tr w:rsidR="00DA4C18" w:rsidRPr="00963A46" w14:paraId="4A474FF5" w14:textId="77777777" w:rsidTr="00CA2922">
        <w:trPr>
          <w:cantSplit/>
        </w:trPr>
        <w:tc>
          <w:tcPr>
            <w:tcW w:w="1396" w:type="pct"/>
            <w:shd w:val="clear" w:color="auto" w:fill="auto"/>
          </w:tcPr>
          <w:p w14:paraId="5644985F" w14:textId="73B1D625" w:rsidR="00DA4C18" w:rsidRPr="00DA4C18" w:rsidRDefault="00DA4C18" w:rsidP="00DA4C18">
            <w:pPr>
              <w:pStyle w:val="SIText"/>
            </w:pPr>
            <w:r>
              <w:t>2.</w:t>
            </w:r>
            <w:r w:rsidR="00917E4C">
              <w:t xml:space="preserve"> </w:t>
            </w:r>
            <w:r w:rsidRPr="00DA4C18">
              <w:t>Determine physical characteristics of sample</w:t>
            </w:r>
          </w:p>
        </w:tc>
        <w:tc>
          <w:tcPr>
            <w:tcW w:w="3604" w:type="pct"/>
            <w:shd w:val="clear" w:color="auto" w:fill="auto"/>
          </w:tcPr>
          <w:p w14:paraId="20965E63" w14:textId="1B26C83B" w:rsidR="00DA4C18" w:rsidRPr="00DA4C18" w:rsidRDefault="00DA4C18" w:rsidP="00DA4C18">
            <w:pPr>
              <w:pStyle w:val="SIText"/>
            </w:pPr>
            <w:r w:rsidRPr="00C40929">
              <w:t>2.1</w:t>
            </w:r>
            <w:r>
              <w:t xml:space="preserve"> </w:t>
            </w:r>
            <w:r w:rsidRPr="00C40929">
              <w:t xml:space="preserve">Conduct tests </w:t>
            </w:r>
            <w:r w:rsidR="00026DCA">
              <w:t xml:space="preserve">to determine the physical characteristics of soils according to laboratory procedures and </w:t>
            </w:r>
            <w:r w:rsidR="00CB320C">
              <w:t xml:space="preserve">safe </w:t>
            </w:r>
            <w:r w:rsidR="00026DCA">
              <w:t>work</w:t>
            </w:r>
            <w:r w:rsidR="00CB320C">
              <w:t xml:space="preserve"> practices</w:t>
            </w:r>
          </w:p>
          <w:p w14:paraId="2D2ABAA3" w14:textId="4FA41A61" w:rsidR="0087382F" w:rsidRDefault="00DA4C18" w:rsidP="00DA4C18">
            <w:pPr>
              <w:pStyle w:val="SIText"/>
            </w:pPr>
            <w:r w:rsidRPr="00C40929">
              <w:t>2.</w:t>
            </w:r>
            <w:r w:rsidR="0087382F">
              <w:t>2</w:t>
            </w:r>
            <w:r>
              <w:t xml:space="preserve"> </w:t>
            </w:r>
            <w:r w:rsidR="0087382F">
              <w:t xml:space="preserve">Identify </w:t>
            </w:r>
            <w:r w:rsidRPr="00C40929">
              <w:t xml:space="preserve">depth of topsoil and </w:t>
            </w:r>
            <w:r w:rsidR="0087382F">
              <w:t>assess suitability for cultural requirements of plants to be grown</w:t>
            </w:r>
          </w:p>
          <w:p w14:paraId="27448524" w14:textId="08338EF1" w:rsidR="00DA4C18" w:rsidRPr="00DA4C18" w:rsidRDefault="00DA4C18" w:rsidP="00DA4C18">
            <w:pPr>
              <w:pStyle w:val="SIText"/>
            </w:pPr>
            <w:r w:rsidRPr="00C40929">
              <w:t>2.</w:t>
            </w:r>
            <w:r w:rsidR="00ED3E2F">
              <w:t>3</w:t>
            </w:r>
            <w:r>
              <w:t xml:space="preserve"> </w:t>
            </w:r>
            <w:r w:rsidR="0087382F">
              <w:t xml:space="preserve">Assess soil </w:t>
            </w:r>
            <w:r w:rsidR="0087382F" w:rsidRPr="0087382F">
              <w:t xml:space="preserve">physical characteristic </w:t>
            </w:r>
            <w:r w:rsidR="0087382F">
              <w:t>test results to determine d</w:t>
            </w:r>
            <w:r w:rsidRPr="00C40929">
              <w:t>rain</w:t>
            </w:r>
            <w:r w:rsidR="0087382F">
              <w:t>age</w:t>
            </w:r>
            <w:r w:rsidR="00917E4C">
              <w:t xml:space="preserve"> and</w:t>
            </w:r>
            <w:r w:rsidR="0087382F">
              <w:t xml:space="preserve"> </w:t>
            </w:r>
            <w:r w:rsidR="00917E4C">
              <w:t xml:space="preserve">water holding </w:t>
            </w:r>
            <w:r w:rsidR="00ED3E2F">
              <w:t>performance</w:t>
            </w:r>
          </w:p>
          <w:p w14:paraId="46381307" w14:textId="172A9146" w:rsidR="00DA4C18" w:rsidRDefault="00DA4C18" w:rsidP="00212F3B">
            <w:pPr>
              <w:pStyle w:val="SIText"/>
            </w:pPr>
            <w:r w:rsidRPr="00C40929">
              <w:t>2.</w:t>
            </w:r>
            <w:r w:rsidR="00ED3E2F">
              <w:t>4</w:t>
            </w:r>
            <w:r>
              <w:t xml:space="preserve"> </w:t>
            </w:r>
            <w:r w:rsidR="0087382F">
              <w:t xml:space="preserve">Identify and select soil </w:t>
            </w:r>
            <w:r w:rsidRPr="00C40929">
              <w:t xml:space="preserve">improvements </w:t>
            </w:r>
            <w:r w:rsidR="0087382F">
              <w:t>required to meet cultural requirements of plants to be grown according to industry standards</w:t>
            </w:r>
          </w:p>
          <w:p w14:paraId="0AB48462" w14:textId="2DC9F90B" w:rsidR="001661FF" w:rsidRPr="00DA4C18" w:rsidRDefault="001661FF" w:rsidP="00212F3B">
            <w:pPr>
              <w:pStyle w:val="SIText"/>
            </w:pPr>
            <w:r>
              <w:t>2.5 Prepare a soil improvement plan for improving physical characteristics according to workplace procedures</w:t>
            </w:r>
          </w:p>
        </w:tc>
      </w:tr>
      <w:tr w:rsidR="00DA4C18" w:rsidRPr="00963A46" w14:paraId="643B9187" w14:textId="77777777" w:rsidTr="00CA2922">
        <w:trPr>
          <w:cantSplit/>
        </w:trPr>
        <w:tc>
          <w:tcPr>
            <w:tcW w:w="1396" w:type="pct"/>
            <w:shd w:val="clear" w:color="auto" w:fill="auto"/>
          </w:tcPr>
          <w:p w14:paraId="2CD3583A" w14:textId="08714873" w:rsidR="00DA4C18" w:rsidRPr="00DA4C18" w:rsidRDefault="00DA4C18" w:rsidP="00DA4C18">
            <w:pPr>
              <w:pStyle w:val="SIText"/>
            </w:pPr>
            <w:r w:rsidRPr="00C40929">
              <w:t>3.</w:t>
            </w:r>
            <w:r w:rsidR="00917E4C">
              <w:t xml:space="preserve"> </w:t>
            </w:r>
            <w:r w:rsidRPr="00C40929">
              <w:t xml:space="preserve">Determine chemical </w:t>
            </w:r>
            <w:r w:rsidRPr="00DA4C18">
              <w:t>characteristics of sample</w:t>
            </w:r>
          </w:p>
        </w:tc>
        <w:tc>
          <w:tcPr>
            <w:tcW w:w="3604" w:type="pct"/>
            <w:shd w:val="clear" w:color="auto" w:fill="auto"/>
          </w:tcPr>
          <w:p w14:paraId="42EC63F7" w14:textId="5713E552" w:rsidR="00DA4C18" w:rsidRPr="00DA4C18" w:rsidRDefault="00DA4C18" w:rsidP="00DA4C18">
            <w:pPr>
              <w:pStyle w:val="SIText"/>
            </w:pPr>
            <w:r w:rsidRPr="00C40929">
              <w:t>3.1</w:t>
            </w:r>
            <w:r>
              <w:t xml:space="preserve"> </w:t>
            </w:r>
            <w:r w:rsidRPr="00C40929">
              <w:t xml:space="preserve">Conduct tests </w:t>
            </w:r>
            <w:r w:rsidR="0087382F">
              <w:t xml:space="preserve">to determine chemical properties of soil </w:t>
            </w:r>
            <w:r w:rsidR="0087382F" w:rsidRPr="0087382F">
              <w:t xml:space="preserve">according to laboratory procedures and </w:t>
            </w:r>
            <w:r w:rsidR="00CB320C">
              <w:t>safe work practices</w:t>
            </w:r>
          </w:p>
          <w:p w14:paraId="01C3CBBB" w14:textId="1C950335" w:rsidR="00DA4C18" w:rsidRPr="00DA4C18" w:rsidRDefault="00DA4C18" w:rsidP="00DA4C18">
            <w:pPr>
              <w:pStyle w:val="SIText"/>
            </w:pPr>
            <w:r w:rsidRPr="00C40929">
              <w:t>3.2</w:t>
            </w:r>
            <w:r>
              <w:t xml:space="preserve"> </w:t>
            </w:r>
            <w:r w:rsidR="00ED3E2F" w:rsidRPr="00ED3E2F">
              <w:t xml:space="preserve">Assess soil </w:t>
            </w:r>
            <w:r w:rsidR="00ED3E2F">
              <w:t>chemical properties t</w:t>
            </w:r>
            <w:r w:rsidR="00ED3E2F" w:rsidRPr="00ED3E2F">
              <w:t xml:space="preserve">est results to determine </w:t>
            </w:r>
            <w:r w:rsidR="00ED3E2F">
              <w:t>effect on cultural requirements of plants to be grown</w:t>
            </w:r>
          </w:p>
          <w:p w14:paraId="588B2A60" w14:textId="7B8B8205" w:rsidR="001661FF" w:rsidRDefault="00DA4C18">
            <w:pPr>
              <w:pStyle w:val="SIText"/>
            </w:pPr>
            <w:r w:rsidRPr="00C40929">
              <w:t>3.3</w:t>
            </w:r>
            <w:r>
              <w:t xml:space="preserve"> </w:t>
            </w:r>
            <w:r w:rsidR="00ED3E2F">
              <w:t xml:space="preserve">Identify and select soil chemical improvements </w:t>
            </w:r>
            <w:r w:rsidR="00ED3E2F" w:rsidRPr="00ED3E2F">
              <w:t>required to meet cultural requirements of plants to be grown according to industry standards</w:t>
            </w:r>
          </w:p>
          <w:p w14:paraId="6AFF6E69" w14:textId="3207F29A" w:rsidR="00DA4C18" w:rsidRPr="00DA4C18" w:rsidRDefault="001661FF">
            <w:pPr>
              <w:pStyle w:val="SIText"/>
            </w:pPr>
            <w:r>
              <w:t>3.4 Update soil improvement plan for improving chemical characteristics according to workplace procedures</w:t>
            </w:r>
          </w:p>
        </w:tc>
      </w:tr>
      <w:tr w:rsidR="00DA4C18" w:rsidRPr="00963A46" w14:paraId="3DB24244" w14:textId="77777777" w:rsidTr="00CA2922">
        <w:trPr>
          <w:cantSplit/>
        </w:trPr>
        <w:tc>
          <w:tcPr>
            <w:tcW w:w="1396" w:type="pct"/>
            <w:shd w:val="clear" w:color="auto" w:fill="auto"/>
          </w:tcPr>
          <w:p w14:paraId="5C4ACAB9" w14:textId="7CF512C1" w:rsidR="00DA4C18" w:rsidRPr="00DA4C18" w:rsidRDefault="00DA4C18" w:rsidP="00DA4C18">
            <w:pPr>
              <w:pStyle w:val="SIText"/>
            </w:pPr>
            <w:r>
              <w:lastRenderedPageBreak/>
              <w:t>4.</w:t>
            </w:r>
            <w:r w:rsidR="00917E4C">
              <w:t xml:space="preserve"> </w:t>
            </w:r>
            <w:r w:rsidRPr="00DA4C18">
              <w:t>Prepare soils for planting or replanting</w:t>
            </w:r>
          </w:p>
        </w:tc>
        <w:tc>
          <w:tcPr>
            <w:tcW w:w="3604" w:type="pct"/>
            <w:shd w:val="clear" w:color="auto" w:fill="auto"/>
          </w:tcPr>
          <w:p w14:paraId="06713867" w14:textId="5240B8C4" w:rsidR="00602D17" w:rsidRPr="00DA4C18" w:rsidRDefault="00602D17" w:rsidP="00DA4C18">
            <w:pPr>
              <w:pStyle w:val="SIText"/>
            </w:pPr>
            <w:r>
              <w:t xml:space="preserve">4.1 </w:t>
            </w:r>
            <w:r w:rsidRPr="00602D17">
              <w:t xml:space="preserve">Select tools, equipment and materials required </w:t>
            </w:r>
            <w:r>
              <w:t>to</w:t>
            </w:r>
            <w:r w:rsidRPr="00602D17">
              <w:t xml:space="preserve"> safely </w:t>
            </w:r>
            <w:r>
              <w:t>incorporate</w:t>
            </w:r>
            <w:r w:rsidRPr="00602D17">
              <w:t xml:space="preserve"> soil </w:t>
            </w:r>
            <w:r>
              <w:t xml:space="preserve">treatments </w:t>
            </w:r>
            <w:r w:rsidRPr="00602D17">
              <w:t xml:space="preserve">according to </w:t>
            </w:r>
            <w:r>
              <w:t>soil improvement plan</w:t>
            </w:r>
            <w:r w:rsidRPr="00602D17">
              <w:t xml:space="preserve"> and workplace requirements</w:t>
            </w:r>
          </w:p>
          <w:p w14:paraId="495795BD" w14:textId="4A8D2BC9" w:rsidR="00602D17" w:rsidRDefault="00DA4C18">
            <w:pPr>
              <w:pStyle w:val="SIText"/>
            </w:pPr>
            <w:r w:rsidRPr="00C40929">
              <w:t>4.</w:t>
            </w:r>
            <w:r w:rsidR="00602D17">
              <w:t>2</w:t>
            </w:r>
            <w:r>
              <w:t xml:space="preserve"> </w:t>
            </w:r>
            <w:r w:rsidR="00602D17">
              <w:t>Calibrate equipment to ensure application of soil improvement materials complies with improvement plan</w:t>
            </w:r>
          </w:p>
          <w:p w14:paraId="3D5438A3" w14:textId="13A3FF15" w:rsidR="00602D17" w:rsidRDefault="00602D17" w:rsidP="00DE388E">
            <w:pPr>
              <w:pStyle w:val="SIText"/>
            </w:pPr>
            <w:r>
              <w:t>4.3 Implement soil improvement plan for</w:t>
            </w:r>
            <w:r w:rsidRPr="00C40929">
              <w:t xml:space="preserve"> garden </w:t>
            </w:r>
            <w:r>
              <w:t>and turf areas according to workplace procedures and industry standards</w:t>
            </w:r>
          </w:p>
          <w:p w14:paraId="07F556EC" w14:textId="40801EE5" w:rsidR="0053280E" w:rsidRPr="00DA4C18" w:rsidRDefault="00602D17">
            <w:pPr>
              <w:pStyle w:val="SIText"/>
            </w:pPr>
            <w:r>
              <w:t>4.</w:t>
            </w:r>
            <w:r w:rsidR="00DE388E">
              <w:t>4</w:t>
            </w:r>
            <w:r>
              <w:t xml:space="preserve"> A</w:t>
            </w:r>
            <w:r w:rsidR="0053280E">
              <w:t xml:space="preserve">djust soil levels and consolidate ready for planting </w:t>
            </w:r>
            <w:r w:rsidR="0053280E" w:rsidRPr="0053280E">
              <w:t>according to</w:t>
            </w:r>
            <w:r w:rsidR="0053280E">
              <w:t xml:space="preserve"> workplace</w:t>
            </w:r>
            <w:r w:rsidR="0053280E" w:rsidRPr="0053280E">
              <w:t xml:space="preserve"> procedures</w:t>
            </w:r>
            <w:r w:rsidR="0053280E" w:rsidRPr="0053280E" w:rsidDel="0053280E">
              <w:t xml:space="preserve"> </w:t>
            </w:r>
          </w:p>
          <w:p w14:paraId="78C1CBBE" w14:textId="26374C97" w:rsidR="00DA4C18" w:rsidRPr="00DA4C18" w:rsidRDefault="0053280E" w:rsidP="00DE388E">
            <w:r>
              <w:t>4.</w:t>
            </w:r>
            <w:r w:rsidR="00602D17">
              <w:t>5</w:t>
            </w:r>
            <w:r>
              <w:t xml:space="preserve"> </w:t>
            </w:r>
            <w:r w:rsidRPr="0053280E">
              <w:t>Record and report work outcomes according to workplace procedures</w:t>
            </w:r>
          </w:p>
        </w:tc>
      </w:tr>
    </w:tbl>
    <w:p w14:paraId="67790AB2" w14:textId="324A2950" w:rsidR="00212F3B" w:rsidRPr="00212F3B" w:rsidRDefault="00212F3B" w:rsidP="00212F3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212F3B" w:rsidRPr="00346B50" w14:paraId="4F5DD27D" w14:textId="77777777" w:rsidTr="00D54136">
        <w:trPr>
          <w:tblHeader/>
        </w:trPr>
        <w:tc>
          <w:tcPr>
            <w:tcW w:w="5000" w:type="pct"/>
            <w:gridSpan w:val="2"/>
            <w:tcBorders>
              <w:top w:val="single" w:sz="4" w:space="0" w:color="auto"/>
              <w:left w:val="single" w:sz="4" w:space="0" w:color="auto"/>
              <w:bottom w:val="single" w:sz="4" w:space="0" w:color="auto"/>
              <w:right w:val="single" w:sz="4" w:space="0" w:color="auto"/>
            </w:tcBorders>
            <w:hideMark/>
          </w:tcPr>
          <w:p w14:paraId="299C2D13" w14:textId="77777777" w:rsidR="00212F3B" w:rsidRPr="00212F3B" w:rsidRDefault="00212F3B" w:rsidP="00212F3B">
            <w:pPr>
              <w:pStyle w:val="SIHeading2"/>
            </w:pPr>
            <w:r w:rsidRPr="00212F3B">
              <w:t>Foundation Skills</w:t>
            </w:r>
          </w:p>
          <w:p w14:paraId="677A06A5" w14:textId="77777777" w:rsidR="00212F3B" w:rsidRPr="00212F3B" w:rsidRDefault="00212F3B" w:rsidP="00212F3B">
            <w:pPr>
              <w:pStyle w:val="SIText"/>
              <w:rPr>
                <w:rStyle w:val="SIText-Italic"/>
              </w:rPr>
            </w:pPr>
            <w:r w:rsidRPr="00212F3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212F3B" w:rsidRPr="00346B50" w14:paraId="19B821BA" w14:textId="77777777" w:rsidTr="00D54136">
        <w:trPr>
          <w:tblHeader/>
        </w:trPr>
        <w:tc>
          <w:tcPr>
            <w:tcW w:w="1396" w:type="pct"/>
            <w:tcBorders>
              <w:top w:val="single" w:sz="4" w:space="0" w:color="auto"/>
              <w:left w:val="single" w:sz="4" w:space="0" w:color="auto"/>
              <w:bottom w:val="single" w:sz="4" w:space="0" w:color="auto"/>
              <w:right w:val="single" w:sz="4" w:space="0" w:color="auto"/>
            </w:tcBorders>
            <w:hideMark/>
          </w:tcPr>
          <w:p w14:paraId="5D60EA7D" w14:textId="77777777" w:rsidR="00212F3B" w:rsidRPr="00212F3B" w:rsidRDefault="00212F3B" w:rsidP="00212F3B">
            <w:pPr>
              <w:pStyle w:val="SIText-Bold"/>
              <w:rPr>
                <w:rFonts w:eastAsiaTheme="majorEastAsia"/>
              </w:rPr>
            </w:pPr>
            <w:r w:rsidRPr="00212F3B">
              <w:rPr>
                <w:rFonts w:eastAsiaTheme="majorEastAsia"/>
              </w:rPr>
              <w:t>Skill</w:t>
            </w:r>
          </w:p>
        </w:tc>
        <w:tc>
          <w:tcPr>
            <w:tcW w:w="3604" w:type="pct"/>
            <w:tcBorders>
              <w:top w:val="single" w:sz="4" w:space="0" w:color="auto"/>
              <w:left w:val="single" w:sz="4" w:space="0" w:color="auto"/>
              <w:bottom w:val="single" w:sz="4" w:space="0" w:color="auto"/>
              <w:right w:val="single" w:sz="4" w:space="0" w:color="auto"/>
            </w:tcBorders>
            <w:hideMark/>
          </w:tcPr>
          <w:p w14:paraId="6A109885" w14:textId="77777777" w:rsidR="00212F3B" w:rsidRPr="00212F3B" w:rsidRDefault="00212F3B" w:rsidP="00212F3B">
            <w:pPr>
              <w:pStyle w:val="SIText-Bold"/>
              <w:rPr>
                <w:rFonts w:eastAsiaTheme="majorEastAsia"/>
              </w:rPr>
            </w:pPr>
            <w:r w:rsidRPr="00212F3B">
              <w:rPr>
                <w:rFonts w:eastAsiaTheme="majorEastAsia"/>
              </w:rPr>
              <w:t>Description</w:t>
            </w:r>
          </w:p>
        </w:tc>
      </w:tr>
      <w:tr w:rsidR="00212F3B" w:rsidRPr="00346B50" w14:paraId="456BFD31"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1583263E" w14:textId="77777777" w:rsidR="00212F3B" w:rsidRPr="00212F3B" w:rsidRDefault="00212F3B" w:rsidP="00212F3B">
            <w:pPr>
              <w:pStyle w:val="SIText"/>
            </w:pPr>
            <w:r w:rsidRPr="00212F3B">
              <w:t>Writing</w:t>
            </w:r>
          </w:p>
        </w:tc>
        <w:tc>
          <w:tcPr>
            <w:tcW w:w="3604" w:type="pct"/>
            <w:tcBorders>
              <w:top w:val="single" w:sz="4" w:space="0" w:color="auto"/>
              <w:left w:val="single" w:sz="4" w:space="0" w:color="auto"/>
              <w:bottom w:val="single" w:sz="4" w:space="0" w:color="auto"/>
              <w:right w:val="single" w:sz="4" w:space="0" w:color="auto"/>
            </w:tcBorders>
          </w:tcPr>
          <w:p w14:paraId="635EC302" w14:textId="0EF5A746" w:rsidR="00212F3B" w:rsidRPr="00212F3B" w:rsidRDefault="004444B9" w:rsidP="00767570">
            <w:pPr>
              <w:pStyle w:val="SIBulletList1"/>
            </w:pPr>
            <w:r w:rsidRPr="004444B9">
              <w:t xml:space="preserve">Accurately record and complete organisational documentation using clear language, correct spelling, grammar and terminology when </w:t>
            </w:r>
            <w:r>
              <w:t xml:space="preserve">labelling samples, preparing soil improvement plans, and </w:t>
            </w:r>
            <w:r w:rsidRPr="004444B9">
              <w:t>reporting</w:t>
            </w:r>
            <w:r>
              <w:t xml:space="preserve"> work outcomes</w:t>
            </w:r>
          </w:p>
        </w:tc>
      </w:tr>
      <w:tr w:rsidR="00212F3B" w:rsidRPr="00346B50" w14:paraId="00984487" w14:textId="77777777" w:rsidTr="00D54136">
        <w:tc>
          <w:tcPr>
            <w:tcW w:w="1396" w:type="pct"/>
            <w:tcBorders>
              <w:top w:val="single" w:sz="4" w:space="0" w:color="auto"/>
              <w:left w:val="single" w:sz="4" w:space="0" w:color="auto"/>
              <w:bottom w:val="single" w:sz="4" w:space="0" w:color="auto"/>
              <w:right w:val="single" w:sz="4" w:space="0" w:color="auto"/>
            </w:tcBorders>
            <w:hideMark/>
          </w:tcPr>
          <w:p w14:paraId="31FF744F" w14:textId="77777777" w:rsidR="00212F3B" w:rsidRPr="00212F3B" w:rsidRDefault="00212F3B" w:rsidP="00212F3B">
            <w:pPr>
              <w:pStyle w:val="SIText"/>
            </w:pPr>
            <w:r w:rsidRPr="00212F3B">
              <w:t>Numeracy</w:t>
            </w:r>
          </w:p>
        </w:tc>
        <w:tc>
          <w:tcPr>
            <w:tcW w:w="3604" w:type="pct"/>
            <w:tcBorders>
              <w:top w:val="single" w:sz="4" w:space="0" w:color="auto"/>
              <w:left w:val="single" w:sz="4" w:space="0" w:color="auto"/>
              <w:bottom w:val="single" w:sz="4" w:space="0" w:color="auto"/>
              <w:right w:val="single" w:sz="4" w:space="0" w:color="auto"/>
            </w:tcBorders>
          </w:tcPr>
          <w:p w14:paraId="7444B4E2" w14:textId="011EDBE9" w:rsidR="007E5D2D" w:rsidRDefault="004444B9" w:rsidP="00C16C0D">
            <w:pPr>
              <w:pStyle w:val="SIBulletList1"/>
            </w:pPr>
            <w:r w:rsidRPr="004444B9">
              <w:t>Perform</w:t>
            </w:r>
            <w:r w:rsidR="00767570">
              <w:t xml:space="preserve"> </w:t>
            </w:r>
            <w:r w:rsidR="007E5D2D">
              <w:t xml:space="preserve">weight and volumetric measurements </w:t>
            </w:r>
            <w:r>
              <w:t xml:space="preserve">when </w:t>
            </w:r>
            <w:r w:rsidR="007E5D2D">
              <w:t xml:space="preserve">preparing and </w:t>
            </w:r>
            <w:r>
              <w:t>assessing soil test</w:t>
            </w:r>
            <w:r w:rsidR="007E5D2D">
              <w:t>s.</w:t>
            </w:r>
          </w:p>
          <w:p w14:paraId="301DC195" w14:textId="17E724F5" w:rsidR="00212F3B" w:rsidRPr="00212F3B" w:rsidRDefault="007E5D2D" w:rsidP="00767570">
            <w:pPr>
              <w:pStyle w:val="SIBulletList1"/>
            </w:pPr>
            <w:r>
              <w:t>Calculate soil improvement materials to include in the soil improvement plan</w:t>
            </w:r>
          </w:p>
        </w:tc>
      </w:tr>
    </w:tbl>
    <w:p w14:paraId="39A468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546A39" w14:textId="77777777" w:rsidTr="00F33FF2">
        <w:tc>
          <w:tcPr>
            <w:tcW w:w="5000" w:type="pct"/>
            <w:gridSpan w:val="4"/>
          </w:tcPr>
          <w:p w14:paraId="73585F7E" w14:textId="77777777" w:rsidR="00F1480E" w:rsidRPr="000754EC" w:rsidRDefault="00FD557D" w:rsidP="000754EC">
            <w:pPr>
              <w:pStyle w:val="SIHeading2"/>
            </w:pPr>
            <w:r w:rsidRPr="00923720">
              <w:t>U</w:t>
            </w:r>
            <w:r w:rsidRPr="000754EC">
              <w:t>nit Mapping Information</w:t>
            </w:r>
          </w:p>
        </w:tc>
      </w:tr>
      <w:tr w:rsidR="00F1480E" w14:paraId="34282B45" w14:textId="77777777" w:rsidTr="00F33FF2">
        <w:tc>
          <w:tcPr>
            <w:tcW w:w="1028" w:type="pct"/>
          </w:tcPr>
          <w:p w14:paraId="617BD383" w14:textId="77777777" w:rsidR="00F1480E" w:rsidRPr="000754EC" w:rsidRDefault="00F1480E" w:rsidP="000754EC">
            <w:pPr>
              <w:pStyle w:val="SIText-Bold"/>
            </w:pPr>
            <w:r w:rsidRPr="00923720">
              <w:t>Code and title current version</w:t>
            </w:r>
          </w:p>
        </w:tc>
        <w:tc>
          <w:tcPr>
            <w:tcW w:w="1105" w:type="pct"/>
          </w:tcPr>
          <w:p w14:paraId="666E3B6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E8DC92" w14:textId="77777777" w:rsidR="00F1480E" w:rsidRPr="000754EC" w:rsidRDefault="00F1480E" w:rsidP="000754EC">
            <w:pPr>
              <w:pStyle w:val="SIText-Bold"/>
            </w:pPr>
            <w:r w:rsidRPr="00923720">
              <w:t>Comments</w:t>
            </w:r>
          </w:p>
        </w:tc>
        <w:tc>
          <w:tcPr>
            <w:tcW w:w="1616" w:type="pct"/>
          </w:tcPr>
          <w:p w14:paraId="596288D5" w14:textId="77777777" w:rsidR="00F1480E" w:rsidRPr="000754EC" w:rsidRDefault="00F1480E" w:rsidP="000754EC">
            <w:pPr>
              <w:pStyle w:val="SIText-Bold"/>
            </w:pPr>
            <w:r w:rsidRPr="00923720">
              <w:t>Equivalence status</w:t>
            </w:r>
          </w:p>
        </w:tc>
      </w:tr>
      <w:tr w:rsidR="00DA4C18" w14:paraId="41702648" w14:textId="77777777" w:rsidTr="00F33FF2">
        <w:tc>
          <w:tcPr>
            <w:tcW w:w="1028" w:type="pct"/>
          </w:tcPr>
          <w:p w14:paraId="0410D262" w14:textId="77777777" w:rsidR="00DA4C18" w:rsidRPr="00DA4C18" w:rsidRDefault="00DA4C18" w:rsidP="00DA4C18">
            <w:pPr>
              <w:pStyle w:val="SIText"/>
            </w:pPr>
            <w:r>
              <w:t>AHCSOL30</w:t>
            </w:r>
            <w:r w:rsidRPr="00DA4C18">
              <w:t xml:space="preserve">3 Implement soil improvements for garden and turf areas </w:t>
            </w:r>
          </w:p>
        </w:tc>
        <w:tc>
          <w:tcPr>
            <w:tcW w:w="1105" w:type="pct"/>
          </w:tcPr>
          <w:p w14:paraId="1463A4B0" w14:textId="12DF5B67" w:rsidR="00DA4C18" w:rsidRPr="00DA4C18" w:rsidRDefault="00DF611D" w:rsidP="00DA4C18">
            <w:pPr>
              <w:pStyle w:val="SIText"/>
            </w:pPr>
            <w:r>
              <w:t>AHCSOL30</w:t>
            </w:r>
            <w:r w:rsidRPr="00DF611D">
              <w:t>3 Implement soil improvements for garden and turf areas</w:t>
            </w:r>
          </w:p>
        </w:tc>
        <w:tc>
          <w:tcPr>
            <w:tcW w:w="1251" w:type="pct"/>
          </w:tcPr>
          <w:p w14:paraId="58893339" w14:textId="03D6E548" w:rsidR="00767570" w:rsidRDefault="00767570" w:rsidP="00767570">
            <w:pPr>
              <w:pStyle w:val="SIText"/>
            </w:pPr>
            <w:r>
              <w:t xml:space="preserve">Changes to </w:t>
            </w:r>
            <w:r w:rsidR="00DF611D">
              <w:t xml:space="preserve"> Performance Criteria for clarity</w:t>
            </w:r>
          </w:p>
          <w:p w14:paraId="78F66F68" w14:textId="65C1D805" w:rsidR="00767570" w:rsidRDefault="00767570" w:rsidP="00767570">
            <w:pPr>
              <w:pStyle w:val="SIText"/>
            </w:pPr>
            <w:r w:rsidRPr="00767570">
              <w:t>Updated Performance Evidence and Knowledge Evidence</w:t>
            </w:r>
          </w:p>
          <w:p w14:paraId="4DB1B86C" w14:textId="45556AFE" w:rsidR="00DA4C18" w:rsidRPr="000754EC" w:rsidRDefault="00DA4C18" w:rsidP="00767570">
            <w:pPr>
              <w:pStyle w:val="SIText"/>
            </w:pPr>
          </w:p>
        </w:tc>
        <w:tc>
          <w:tcPr>
            <w:tcW w:w="1616" w:type="pct"/>
          </w:tcPr>
          <w:p w14:paraId="35FCE1D3" w14:textId="770BB73E" w:rsidR="00DA4C18" w:rsidRPr="00DA4C18" w:rsidRDefault="00DF611D" w:rsidP="00DA4C18">
            <w:pPr>
              <w:pStyle w:val="SIText"/>
            </w:pPr>
            <w:r>
              <w:t>E</w:t>
            </w:r>
            <w:r w:rsidR="00DA4C18">
              <w:t>quivalent unit</w:t>
            </w:r>
          </w:p>
        </w:tc>
      </w:tr>
    </w:tbl>
    <w:p w14:paraId="06796E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FAAE4BC" w14:textId="77777777" w:rsidTr="00CA2922">
        <w:tc>
          <w:tcPr>
            <w:tcW w:w="1396" w:type="pct"/>
            <w:shd w:val="clear" w:color="auto" w:fill="auto"/>
          </w:tcPr>
          <w:p w14:paraId="7B989AFF" w14:textId="77777777" w:rsidR="00F1480E" w:rsidRPr="000754EC" w:rsidRDefault="00FD557D" w:rsidP="000754EC">
            <w:pPr>
              <w:pStyle w:val="SIHeading2"/>
            </w:pPr>
            <w:r w:rsidRPr="00CC451E">
              <w:t>L</w:t>
            </w:r>
            <w:r w:rsidRPr="000754EC">
              <w:t>inks</w:t>
            </w:r>
          </w:p>
        </w:tc>
        <w:tc>
          <w:tcPr>
            <w:tcW w:w="3604" w:type="pct"/>
            <w:shd w:val="clear" w:color="auto" w:fill="auto"/>
          </w:tcPr>
          <w:p w14:paraId="287F1DE7"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4A15D484" w14:textId="77777777" w:rsidR="00F1480E" w:rsidRDefault="00F1480E" w:rsidP="005F771F">
      <w:pPr>
        <w:pStyle w:val="SIText"/>
      </w:pPr>
    </w:p>
    <w:p w14:paraId="4286AC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B0619A" w14:textId="77777777" w:rsidTr="00113678">
        <w:trPr>
          <w:tblHeader/>
        </w:trPr>
        <w:tc>
          <w:tcPr>
            <w:tcW w:w="1478" w:type="pct"/>
            <w:shd w:val="clear" w:color="auto" w:fill="auto"/>
          </w:tcPr>
          <w:p w14:paraId="4384A38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2835713" w14:textId="77777777" w:rsidR="00556C4C" w:rsidRPr="000754EC" w:rsidRDefault="00556C4C" w:rsidP="002F4BEC">
            <w:pPr>
              <w:pStyle w:val="SIUnittitle"/>
            </w:pPr>
            <w:r w:rsidRPr="00F56827">
              <w:t xml:space="preserve">Assessment requirements for </w:t>
            </w:r>
            <w:r w:rsidR="00DA4C18">
              <w:t>AHCSOL30</w:t>
            </w:r>
            <w:r w:rsidR="00DA4C18" w:rsidRPr="00DA4C18">
              <w:t>3 Implement soil improvements for garden and turf areas</w:t>
            </w:r>
          </w:p>
        </w:tc>
      </w:tr>
      <w:tr w:rsidR="00556C4C" w:rsidRPr="00A55106" w14:paraId="524C7A14" w14:textId="77777777" w:rsidTr="00113678">
        <w:trPr>
          <w:tblHeader/>
        </w:trPr>
        <w:tc>
          <w:tcPr>
            <w:tcW w:w="5000" w:type="pct"/>
            <w:gridSpan w:val="2"/>
            <w:shd w:val="clear" w:color="auto" w:fill="auto"/>
          </w:tcPr>
          <w:p w14:paraId="709D016C" w14:textId="77777777" w:rsidR="00556C4C" w:rsidRPr="000754EC" w:rsidRDefault="00D71E43" w:rsidP="000754EC">
            <w:pPr>
              <w:pStyle w:val="SIHeading2"/>
            </w:pPr>
            <w:r>
              <w:t>Performance E</w:t>
            </w:r>
            <w:r w:rsidRPr="000754EC">
              <w:t>vidence</w:t>
            </w:r>
          </w:p>
        </w:tc>
      </w:tr>
      <w:tr w:rsidR="00556C4C" w:rsidRPr="00067E1C" w14:paraId="599D5644" w14:textId="77777777" w:rsidTr="00113678">
        <w:tc>
          <w:tcPr>
            <w:tcW w:w="5000" w:type="pct"/>
            <w:gridSpan w:val="2"/>
            <w:shd w:val="clear" w:color="auto" w:fill="auto"/>
          </w:tcPr>
          <w:p w14:paraId="15F38EB6" w14:textId="6D0639C8" w:rsidR="00A54541" w:rsidRDefault="005A6AFE" w:rsidP="006D3F21">
            <w:r w:rsidRPr="005A6AFE">
              <w:t xml:space="preserve">An individual demonstrating competency must satisfy all of the elements and performance criteria in this unit. </w:t>
            </w:r>
          </w:p>
          <w:p w14:paraId="2A2E59CF" w14:textId="7EA874E9" w:rsidR="005A6AFE" w:rsidRPr="00932C79" w:rsidRDefault="005A6AFE" w:rsidP="006D0B0F">
            <w:pPr>
              <w:pStyle w:val="SIText"/>
            </w:pPr>
            <w:r w:rsidRPr="00932C79">
              <w:t xml:space="preserve">There must be evidence that the individual has demonstrated the ability to </w:t>
            </w:r>
            <w:r w:rsidR="00A54541" w:rsidRPr="006D0B0F">
              <w:t>collect soil samples from at least three separate sites</w:t>
            </w:r>
            <w:r w:rsidRPr="00932C79">
              <w:t xml:space="preserve"> ensuring they have:</w:t>
            </w:r>
          </w:p>
          <w:p w14:paraId="1D136C0E" w14:textId="06AA202E" w:rsidR="00A54541" w:rsidRDefault="000C434D" w:rsidP="006D0B0F">
            <w:pPr>
              <w:pStyle w:val="SIBulletList1"/>
            </w:pPr>
            <w:r>
              <w:t xml:space="preserve">determined the purpose for collecting and testing soil samples </w:t>
            </w:r>
          </w:p>
          <w:p w14:paraId="3486B44D" w14:textId="7B7B6457" w:rsidR="005A6AFE" w:rsidRPr="00DA4C18" w:rsidRDefault="00A54541" w:rsidP="006D0B0F">
            <w:pPr>
              <w:pStyle w:val="SIBulletList1"/>
            </w:pPr>
            <w:r>
              <w:t>collected representative s</w:t>
            </w:r>
            <w:r w:rsidR="000C434D">
              <w:t>oil s</w:t>
            </w:r>
            <w:r>
              <w:t>amples</w:t>
            </w:r>
            <w:r w:rsidR="000C434D">
              <w:t xml:space="preserve"> for testing and package and labelled according to workplace and laboratory requirements</w:t>
            </w:r>
            <w:r>
              <w:t xml:space="preserve"> </w:t>
            </w:r>
          </w:p>
          <w:p w14:paraId="11FE8924" w14:textId="47C554D1" w:rsidR="00DA4C18" w:rsidRDefault="00DA4C18" w:rsidP="00DA4C18">
            <w:pPr>
              <w:pStyle w:val="SIBulletList1"/>
            </w:pPr>
            <w:r w:rsidRPr="009B4ED3">
              <w:t>conduct</w:t>
            </w:r>
            <w:r w:rsidR="000C434D">
              <w:t>ed</w:t>
            </w:r>
            <w:r w:rsidRPr="009B4ED3">
              <w:t xml:space="preserve"> tests </w:t>
            </w:r>
            <w:r w:rsidR="00CB320C">
              <w:t xml:space="preserve">safely </w:t>
            </w:r>
            <w:r w:rsidRPr="009B4ED3">
              <w:t xml:space="preserve">to determine soil physical </w:t>
            </w:r>
            <w:r w:rsidR="000C434D">
              <w:t xml:space="preserve">and chemical </w:t>
            </w:r>
            <w:r w:rsidRPr="009B4ED3">
              <w:t>properties</w:t>
            </w:r>
            <w:r w:rsidR="000C434D">
              <w:t xml:space="preserve"> according to industry standards </w:t>
            </w:r>
          </w:p>
          <w:p w14:paraId="03090CF4" w14:textId="77777777" w:rsidR="00164A1A" w:rsidRDefault="000C434D" w:rsidP="00DA4C18">
            <w:pPr>
              <w:pStyle w:val="SIBulletList1"/>
            </w:pPr>
            <w:r>
              <w:t>assessed test results and prepared soil improvement plan to meet the requirements and conditions required for the plant species to be cultivated</w:t>
            </w:r>
          </w:p>
          <w:p w14:paraId="75D0F9A6" w14:textId="77777777" w:rsidR="00B33F3A" w:rsidRDefault="00B33F3A" w:rsidP="00DA4C18">
            <w:pPr>
              <w:pStyle w:val="SIBulletList1"/>
            </w:pPr>
            <w:r>
              <w:t>selected tools, materials and equipment required for implementing soil improvement plan</w:t>
            </w:r>
          </w:p>
          <w:p w14:paraId="54344F52" w14:textId="61E5215C" w:rsidR="00B33F3A" w:rsidRDefault="00B33F3A" w:rsidP="00DA4C18">
            <w:pPr>
              <w:pStyle w:val="SIBulletList1"/>
            </w:pPr>
            <w:r>
              <w:t>calibrated equipment prior to application of soil improvement materials according to workplace procedures</w:t>
            </w:r>
          </w:p>
          <w:p w14:paraId="39325859" w14:textId="7853AF76" w:rsidR="00164A1A" w:rsidRDefault="00164A1A" w:rsidP="00DA4C18">
            <w:pPr>
              <w:pStyle w:val="SIBulletList1"/>
            </w:pPr>
            <w:r>
              <w:t>implemented soil improvement plan adjusting physical and chemical properties according to workplace requirements and cultural requirements of the plants to be grown</w:t>
            </w:r>
          </w:p>
          <w:p w14:paraId="6EDAC3FB" w14:textId="2A73AF53" w:rsidR="00556C4C" w:rsidRPr="000754EC" w:rsidRDefault="00164A1A" w:rsidP="00DA4C18">
            <w:pPr>
              <w:pStyle w:val="SIBulletList1"/>
            </w:pPr>
            <w:r w:rsidRPr="00164A1A">
              <w:t xml:space="preserve">maintained records and reported </w:t>
            </w:r>
            <w:r>
              <w:t xml:space="preserve">soil test </w:t>
            </w:r>
            <w:r w:rsidRPr="00164A1A">
              <w:t>outcomes according to workplace procedures.</w:t>
            </w:r>
          </w:p>
        </w:tc>
      </w:tr>
    </w:tbl>
    <w:p w14:paraId="040356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61E475" w14:textId="77777777" w:rsidTr="00CA2922">
        <w:trPr>
          <w:tblHeader/>
        </w:trPr>
        <w:tc>
          <w:tcPr>
            <w:tcW w:w="5000" w:type="pct"/>
            <w:shd w:val="clear" w:color="auto" w:fill="auto"/>
          </w:tcPr>
          <w:p w14:paraId="0F1F35DC" w14:textId="77777777" w:rsidR="00F1480E" w:rsidRPr="000754EC" w:rsidRDefault="00D71E43" w:rsidP="000754EC">
            <w:pPr>
              <w:pStyle w:val="SIHeading2"/>
            </w:pPr>
            <w:r w:rsidRPr="002C55E9">
              <w:t>K</w:t>
            </w:r>
            <w:r w:rsidRPr="000754EC">
              <w:t>nowledge Evidence</w:t>
            </w:r>
          </w:p>
        </w:tc>
      </w:tr>
      <w:tr w:rsidR="00F1480E" w:rsidRPr="00067E1C" w14:paraId="4DFAC833" w14:textId="77777777" w:rsidTr="00CA2922">
        <w:tc>
          <w:tcPr>
            <w:tcW w:w="5000" w:type="pct"/>
            <w:shd w:val="clear" w:color="auto" w:fill="auto"/>
          </w:tcPr>
          <w:p w14:paraId="4F381DDC" w14:textId="0A64E0CE" w:rsidR="005A6AFE" w:rsidRPr="00DA4C18" w:rsidRDefault="005A6AFE" w:rsidP="00DA4C18">
            <w:pPr>
              <w:pStyle w:val="SIText"/>
            </w:pPr>
            <w:r w:rsidRPr="005A6AFE">
              <w:t>An individual must be able to demonstrate the knowledge required to perform the tasks outlined in the elements and performance criteria of this unit. This includes knowledge of:</w:t>
            </w:r>
          </w:p>
          <w:p w14:paraId="423F5419" w14:textId="4BE07C24" w:rsidR="00DA4C18" w:rsidRDefault="00DA4C18" w:rsidP="006D0B0F">
            <w:pPr>
              <w:pStyle w:val="SIBulletList1"/>
            </w:pPr>
            <w:r w:rsidRPr="009B4ED3">
              <w:t>physical properties of soils and media</w:t>
            </w:r>
            <w:r w:rsidR="00026DCA">
              <w:t xml:space="preserve"> </w:t>
            </w:r>
            <w:r w:rsidR="00ED79DC">
              <w:t xml:space="preserve">and methods for testing </w:t>
            </w:r>
            <w:r w:rsidR="00026DCA">
              <w:t>including</w:t>
            </w:r>
            <w:r w:rsidR="00ED79DC">
              <w:t>:</w:t>
            </w:r>
          </w:p>
          <w:p w14:paraId="64C9006C" w14:textId="77777777" w:rsidR="00026DCA" w:rsidRDefault="00026DCA">
            <w:pPr>
              <w:pStyle w:val="SIBulletList2"/>
            </w:pPr>
            <w:r>
              <w:t>colour</w:t>
            </w:r>
          </w:p>
          <w:p w14:paraId="234D2242" w14:textId="77777777" w:rsidR="000C434D" w:rsidRPr="000C434D" w:rsidRDefault="000C434D" w:rsidP="000C434D">
            <w:pPr>
              <w:pStyle w:val="SIBulletList2"/>
            </w:pPr>
            <w:r w:rsidRPr="000C434D">
              <w:t>organic matter</w:t>
            </w:r>
          </w:p>
          <w:p w14:paraId="4E4986F7" w14:textId="6895130D" w:rsidR="00026DCA" w:rsidRDefault="00026DCA">
            <w:pPr>
              <w:pStyle w:val="SIBulletList2"/>
            </w:pPr>
            <w:r>
              <w:t>texture</w:t>
            </w:r>
            <w:r w:rsidR="00B33F3A">
              <w:t xml:space="preserve"> tests using field and sieve </w:t>
            </w:r>
            <w:r w:rsidR="00886DE6">
              <w:t xml:space="preserve">analysis </w:t>
            </w:r>
            <w:r w:rsidR="00B33F3A">
              <w:t>techniques</w:t>
            </w:r>
          </w:p>
          <w:p w14:paraId="1E31A0A4" w14:textId="053C560D" w:rsidR="00026DCA" w:rsidRDefault="00FD30AA">
            <w:pPr>
              <w:pStyle w:val="SIBulletList2"/>
            </w:pPr>
            <w:r>
              <w:t>structure</w:t>
            </w:r>
          </w:p>
          <w:p w14:paraId="6CF90E49" w14:textId="6742B25D" w:rsidR="00FD30AA" w:rsidRDefault="002F468B">
            <w:pPr>
              <w:pStyle w:val="SIBulletList2"/>
            </w:pPr>
            <w:r>
              <w:t>air filled porosity</w:t>
            </w:r>
          </w:p>
          <w:p w14:paraId="26A26AD7" w14:textId="77777777" w:rsidR="0087382F" w:rsidRDefault="0087382F" w:rsidP="0087382F">
            <w:pPr>
              <w:pStyle w:val="SIBulletList2"/>
            </w:pPr>
            <w:r w:rsidRPr="0087382F">
              <w:t>moisture holding capacity</w:t>
            </w:r>
          </w:p>
          <w:p w14:paraId="7354EC0B" w14:textId="1BF0589C" w:rsidR="00917E4C" w:rsidRPr="0087382F" w:rsidRDefault="00917E4C" w:rsidP="0087382F">
            <w:pPr>
              <w:pStyle w:val="SIBulletList2"/>
            </w:pPr>
            <w:r>
              <w:t>soil bulk density</w:t>
            </w:r>
          </w:p>
          <w:p w14:paraId="0C891D93" w14:textId="5101CCCD" w:rsidR="00FD30AA" w:rsidRDefault="00FD30AA" w:rsidP="00212F3B">
            <w:pPr>
              <w:pStyle w:val="SIBulletList2"/>
            </w:pPr>
            <w:r>
              <w:t>infiltration rate</w:t>
            </w:r>
            <w:r w:rsidR="00886DE6">
              <w:t xml:space="preserve"> and drainage properties including hydraulic conductivity</w:t>
            </w:r>
          </w:p>
          <w:p w14:paraId="789236E8" w14:textId="7667A161" w:rsidR="00886DE6" w:rsidRDefault="00886DE6" w:rsidP="00212F3B">
            <w:pPr>
              <w:pStyle w:val="SIBulletList2"/>
            </w:pPr>
            <w:r>
              <w:t>perched water tables</w:t>
            </w:r>
          </w:p>
          <w:p w14:paraId="2499E449" w14:textId="77777777" w:rsidR="0087382F" w:rsidRDefault="00436B53">
            <w:pPr>
              <w:pStyle w:val="SIBulletList2"/>
            </w:pPr>
            <w:r>
              <w:t>wettability</w:t>
            </w:r>
          </w:p>
          <w:p w14:paraId="6E8420D3" w14:textId="4ABE4EAF" w:rsidR="00917E4C" w:rsidRDefault="00917E4C">
            <w:pPr>
              <w:pStyle w:val="SIBulletList2"/>
            </w:pPr>
            <w:r>
              <w:t>interpreting moisture release curves</w:t>
            </w:r>
          </w:p>
          <w:p w14:paraId="128A2B03" w14:textId="389C3952" w:rsidR="00DA4C18" w:rsidRDefault="00DA4C18" w:rsidP="006D0B0F">
            <w:pPr>
              <w:pStyle w:val="SIBulletList1"/>
            </w:pPr>
            <w:r w:rsidRPr="009B4ED3">
              <w:t xml:space="preserve">chemical properties of soils </w:t>
            </w:r>
            <w:r w:rsidR="000C434D">
              <w:t xml:space="preserve">(incl. </w:t>
            </w:r>
            <w:r w:rsidRPr="009B4ED3">
              <w:t>media</w:t>
            </w:r>
            <w:r w:rsidR="000C434D">
              <w:t>)</w:t>
            </w:r>
            <w:r w:rsidR="00ED79DC">
              <w:t xml:space="preserve"> and methods for testing </w:t>
            </w:r>
            <w:r w:rsidR="00395FC3">
              <w:t>including</w:t>
            </w:r>
            <w:r w:rsidR="00ED79DC">
              <w:t>:</w:t>
            </w:r>
          </w:p>
          <w:p w14:paraId="76BDD7D5" w14:textId="0B74FBFE" w:rsidR="00FD30AA" w:rsidRDefault="00FD30AA" w:rsidP="00DA4C18">
            <w:pPr>
              <w:pStyle w:val="SIBulletList2"/>
            </w:pPr>
            <w:r>
              <w:t>pH</w:t>
            </w:r>
            <w:r w:rsidR="002F468B">
              <w:t xml:space="preserve"> </w:t>
            </w:r>
            <w:r w:rsidR="000C434D">
              <w:t xml:space="preserve">using </w:t>
            </w:r>
            <w:r w:rsidR="00886DE6">
              <w:t xml:space="preserve">colorimetric </w:t>
            </w:r>
            <w:r w:rsidR="000C434D">
              <w:t xml:space="preserve">and </w:t>
            </w:r>
            <w:r w:rsidR="004444B9">
              <w:t xml:space="preserve">pH </w:t>
            </w:r>
            <w:r w:rsidR="000C434D">
              <w:t>meters</w:t>
            </w:r>
            <w:r w:rsidR="00886DE6">
              <w:t xml:space="preserve"> </w:t>
            </w:r>
          </w:p>
          <w:p w14:paraId="70112008" w14:textId="7B93E48B" w:rsidR="00FD30AA" w:rsidRDefault="00886DE6" w:rsidP="00DA4C18">
            <w:pPr>
              <w:pStyle w:val="SIBulletList2"/>
            </w:pPr>
            <w:r>
              <w:t>salinity, total dissolved salts, electrical conductivity</w:t>
            </w:r>
          </w:p>
          <w:p w14:paraId="08AA9B4A" w14:textId="01548FB3" w:rsidR="00FD30AA" w:rsidRDefault="00FD30AA" w:rsidP="00DA4C18">
            <w:pPr>
              <w:pStyle w:val="SIBulletList2"/>
            </w:pPr>
            <w:r>
              <w:t xml:space="preserve">nutrient </w:t>
            </w:r>
            <w:r w:rsidR="002F468B">
              <w:t xml:space="preserve">tests </w:t>
            </w:r>
            <w:r w:rsidR="00886DE6">
              <w:t xml:space="preserve">and interpretation of results and recommendations </w:t>
            </w:r>
          </w:p>
          <w:p w14:paraId="3B58D5C2" w14:textId="77777777" w:rsidR="00395FC3" w:rsidRPr="00395FC3" w:rsidRDefault="00395FC3" w:rsidP="00395FC3">
            <w:pPr>
              <w:pStyle w:val="SIBulletList1"/>
            </w:pPr>
            <w:r w:rsidRPr="00395FC3">
              <w:t>soil sampling, collecting and testing procedures including:</w:t>
            </w:r>
          </w:p>
          <w:p w14:paraId="5A0D56AE" w14:textId="77777777" w:rsidR="00395FC3" w:rsidRPr="00395FC3" w:rsidRDefault="00395FC3" w:rsidP="00395FC3">
            <w:pPr>
              <w:pStyle w:val="SIBulletList2"/>
            </w:pPr>
            <w:r w:rsidRPr="00395FC3">
              <w:t>tools and equipment required</w:t>
            </w:r>
          </w:p>
          <w:p w14:paraId="4CC33DEE" w14:textId="77777777" w:rsidR="00395FC3" w:rsidRPr="00395FC3" w:rsidRDefault="00395FC3" w:rsidP="00395FC3">
            <w:pPr>
              <w:pStyle w:val="SIBulletList2"/>
            </w:pPr>
            <w:r w:rsidRPr="00395FC3">
              <w:t>procedures for testing</w:t>
            </w:r>
          </w:p>
          <w:p w14:paraId="792BC2CD" w14:textId="77777777" w:rsidR="00395FC3" w:rsidRPr="00395FC3" w:rsidRDefault="00395FC3" w:rsidP="00395FC3">
            <w:pPr>
              <w:pStyle w:val="SIBulletList2"/>
            </w:pPr>
            <w:r w:rsidRPr="00395FC3">
              <w:t>procedures for sampling, securing, packaging and labelling</w:t>
            </w:r>
          </w:p>
          <w:p w14:paraId="45FA44E3" w14:textId="2DA595A7" w:rsidR="00ED3E2F" w:rsidRDefault="00ED3E2F" w:rsidP="006D0B0F">
            <w:pPr>
              <w:pStyle w:val="SIBulletList1"/>
            </w:pPr>
            <w:r>
              <w:t>soil and media improvement strategies for physical and chemical characteristics including:</w:t>
            </w:r>
          </w:p>
          <w:p w14:paraId="59A0C317" w14:textId="5C4FDC60" w:rsidR="00DA4C18" w:rsidRPr="00DA4C18" w:rsidRDefault="00DA4C18">
            <w:pPr>
              <w:pStyle w:val="SIBulletList2"/>
            </w:pPr>
            <w:r w:rsidRPr="009B4ED3">
              <w:t>products and processes for improving soil and media</w:t>
            </w:r>
            <w:r w:rsidR="00ED3E2F">
              <w:t xml:space="preserve"> physical </w:t>
            </w:r>
            <w:r w:rsidR="00395FC3">
              <w:t>condition</w:t>
            </w:r>
          </w:p>
          <w:p w14:paraId="5A529C29" w14:textId="77777777" w:rsidR="00ED3E2F" w:rsidRDefault="00ED3E2F" w:rsidP="00ED3E2F">
            <w:pPr>
              <w:pStyle w:val="SIBulletList2"/>
            </w:pPr>
            <w:r w:rsidRPr="00ED3E2F">
              <w:t>soil ameliorants and improvement techniques</w:t>
            </w:r>
          </w:p>
          <w:p w14:paraId="241977EE" w14:textId="6BDFA11F" w:rsidR="00886DE6" w:rsidRPr="00ED3E2F" w:rsidRDefault="00886DE6" w:rsidP="00ED3E2F">
            <w:pPr>
              <w:pStyle w:val="SIBulletList2"/>
            </w:pPr>
            <w:r>
              <w:t>bio-stimulants</w:t>
            </w:r>
          </w:p>
          <w:p w14:paraId="28AF8F18" w14:textId="23171BA8" w:rsidR="00ED3E2F" w:rsidRPr="00ED3E2F" w:rsidRDefault="00ED3E2F" w:rsidP="00ED3E2F">
            <w:pPr>
              <w:pStyle w:val="SIBulletList2"/>
            </w:pPr>
            <w:r w:rsidRPr="00ED3E2F">
              <w:t xml:space="preserve">organic matter </w:t>
            </w:r>
            <w:r w:rsidR="001E463E">
              <w:t xml:space="preserve">and effect on </w:t>
            </w:r>
            <w:r w:rsidRPr="00ED3E2F">
              <w:t>soil and media</w:t>
            </w:r>
          </w:p>
          <w:p w14:paraId="46FAF2B4" w14:textId="370E5E67" w:rsidR="00ED3E2F" w:rsidRDefault="00ED3E2F" w:rsidP="00ED3E2F">
            <w:pPr>
              <w:pStyle w:val="SIBulletList2"/>
            </w:pPr>
            <w:r w:rsidRPr="00ED3E2F">
              <w:t>water holding capacity and readily available water</w:t>
            </w:r>
            <w:r w:rsidR="00886DE6">
              <w:t xml:space="preserve"> including wetting agents and penetrants</w:t>
            </w:r>
          </w:p>
          <w:p w14:paraId="7D3515CC" w14:textId="488CC9A8" w:rsidR="00886DE6" w:rsidRPr="00ED3E2F" w:rsidRDefault="001E463E" w:rsidP="00ED3E2F">
            <w:pPr>
              <w:pStyle w:val="SIBulletList2"/>
            </w:pPr>
            <w:r>
              <w:t>soil biological organisms and their impact</w:t>
            </w:r>
          </w:p>
          <w:p w14:paraId="5F9EA4D6" w14:textId="3F819BA9" w:rsidR="00ED3E2F" w:rsidRDefault="00ED3E2F" w:rsidP="00DA4C18">
            <w:pPr>
              <w:pStyle w:val="SIBulletList2"/>
            </w:pPr>
            <w:r>
              <w:t xml:space="preserve">effect of </w:t>
            </w:r>
            <w:r w:rsidR="00395FC3">
              <w:t>pH, salinity and fertilisers on availability of nutrients</w:t>
            </w:r>
          </w:p>
          <w:p w14:paraId="5C2112C3" w14:textId="3834C475" w:rsidR="001E463E" w:rsidRDefault="001E463E" w:rsidP="00DA4C18">
            <w:pPr>
              <w:pStyle w:val="SIBulletList2"/>
            </w:pPr>
            <w:r>
              <w:t>soil profile both natural and constructed including Australian and international standards relevant to their construction</w:t>
            </w:r>
          </w:p>
          <w:p w14:paraId="769618F1" w14:textId="36A55D11" w:rsidR="000C434D" w:rsidRDefault="00886DE6" w:rsidP="006D0B0F">
            <w:pPr>
              <w:pStyle w:val="SIBulletList1"/>
            </w:pPr>
            <w:r>
              <w:t xml:space="preserve">assessment and interpretation of soil test results for </w:t>
            </w:r>
            <w:r w:rsidR="000C434D">
              <w:t xml:space="preserve">physical and chemical </w:t>
            </w:r>
            <w:r>
              <w:t>properties and their relationship to cultivated plants relevant to workplace</w:t>
            </w:r>
          </w:p>
          <w:p w14:paraId="162745BE" w14:textId="77E4B9B7" w:rsidR="00CB320C" w:rsidRDefault="00CB320C" w:rsidP="006D0B0F">
            <w:pPr>
              <w:pStyle w:val="SIBulletList1"/>
            </w:pPr>
            <w:r>
              <w:lastRenderedPageBreak/>
              <w:t xml:space="preserve">basic mathematics for calculating rates of application of soil additives, water holding capacity, air filled porosity and measuring and weighing materials to perform accurate soil tests </w:t>
            </w:r>
          </w:p>
          <w:p w14:paraId="6426971B" w14:textId="1A0ECF99" w:rsidR="00ED3E2F" w:rsidRDefault="000C434D" w:rsidP="006D0B0F">
            <w:pPr>
              <w:pStyle w:val="SIBulletList1"/>
            </w:pPr>
            <w:r>
              <w:t>development of a soil improvement plan</w:t>
            </w:r>
          </w:p>
          <w:p w14:paraId="51E5F96F" w14:textId="7411D1D5" w:rsidR="00CB320C" w:rsidRDefault="00CB320C" w:rsidP="006D0B0F">
            <w:pPr>
              <w:pStyle w:val="SIBulletList1"/>
            </w:pPr>
            <w:r>
              <w:t xml:space="preserve">safe </w:t>
            </w:r>
            <w:r w:rsidR="004C4C2D">
              <w:t xml:space="preserve">field and </w:t>
            </w:r>
            <w:r>
              <w:t xml:space="preserve">laboratory practices when </w:t>
            </w:r>
            <w:r w:rsidR="004C4C2D">
              <w:t xml:space="preserve">collecting and </w:t>
            </w:r>
            <w:r>
              <w:t>testing soils and media</w:t>
            </w:r>
          </w:p>
          <w:p w14:paraId="2CAB9834" w14:textId="1BF970FF" w:rsidR="00395FC3" w:rsidRPr="000754EC" w:rsidRDefault="00164A1A" w:rsidP="006D0B0F">
            <w:pPr>
              <w:pStyle w:val="SIBulletList1"/>
            </w:pPr>
            <w:r>
              <w:t>record keeping and reporting procedures for soil collecting, testing and planning procedures.</w:t>
            </w:r>
          </w:p>
        </w:tc>
      </w:tr>
    </w:tbl>
    <w:p w14:paraId="28DF27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F8CBB3" w14:textId="77777777" w:rsidTr="00CA2922">
        <w:trPr>
          <w:tblHeader/>
        </w:trPr>
        <w:tc>
          <w:tcPr>
            <w:tcW w:w="5000" w:type="pct"/>
            <w:shd w:val="clear" w:color="auto" w:fill="auto"/>
          </w:tcPr>
          <w:p w14:paraId="13E994A9" w14:textId="77777777" w:rsidR="00F1480E" w:rsidRPr="000754EC" w:rsidRDefault="00D71E43" w:rsidP="000754EC">
            <w:pPr>
              <w:pStyle w:val="SIHeading2"/>
            </w:pPr>
            <w:r w:rsidRPr="002C55E9">
              <w:t>A</w:t>
            </w:r>
            <w:r w:rsidRPr="000754EC">
              <w:t>ssessment Conditions</w:t>
            </w:r>
          </w:p>
        </w:tc>
      </w:tr>
      <w:tr w:rsidR="00F1480E" w:rsidRPr="00A55106" w14:paraId="4D5A05C3" w14:textId="77777777" w:rsidTr="00CA2922">
        <w:tc>
          <w:tcPr>
            <w:tcW w:w="5000" w:type="pct"/>
            <w:shd w:val="clear" w:color="auto" w:fill="auto"/>
          </w:tcPr>
          <w:p w14:paraId="65FA70E2" w14:textId="5F15E8A6" w:rsidR="005A6AFE" w:rsidRPr="005A6AFE" w:rsidRDefault="005A6AFE" w:rsidP="005A6AFE">
            <w:pPr>
              <w:rPr>
                <w:lang w:eastAsia="en-US"/>
              </w:rPr>
            </w:pPr>
            <w:r w:rsidRPr="005A6AFE">
              <w:rPr>
                <w:lang w:eastAsia="en-US"/>
              </w:rPr>
              <w:t xml:space="preserve">Assessment of skills must take place under the following conditions: </w:t>
            </w:r>
          </w:p>
          <w:p w14:paraId="53C97906" w14:textId="77777777" w:rsidR="005A6AFE" w:rsidRPr="005A6AFE" w:rsidRDefault="005A6AFE" w:rsidP="005A6AFE">
            <w:pPr>
              <w:pStyle w:val="SIBulletList1"/>
            </w:pPr>
            <w:r w:rsidRPr="005A6AFE" w:rsidDel="00171E64">
              <w:t xml:space="preserve"> </w:t>
            </w:r>
            <w:r w:rsidRPr="005A6AFE">
              <w:t>physical conditions:</w:t>
            </w:r>
          </w:p>
          <w:p w14:paraId="7334BCBC" w14:textId="07D46966" w:rsidR="005A6AFE" w:rsidRPr="006D0B0F" w:rsidRDefault="005A6AFE" w:rsidP="005A6AFE">
            <w:pPr>
              <w:pStyle w:val="SIBulletList2"/>
              <w:rPr>
                <w:rFonts w:eastAsia="Calibri"/>
              </w:rPr>
            </w:pPr>
            <w:r w:rsidRPr="005A6AFE">
              <w:t>skills must be demonstrated in a typical workplace environment or an environment that accurately represents workplace conditions</w:t>
            </w:r>
          </w:p>
          <w:p w14:paraId="7ADC232D" w14:textId="77F1623F" w:rsidR="00164A1A" w:rsidRPr="005A6AFE" w:rsidRDefault="00164A1A" w:rsidP="005A6AFE">
            <w:pPr>
              <w:pStyle w:val="SIBulletList2"/>
              <w:rPr>
                <w:rFonts w:eastAsia="Calibri"/>
              </w:rPr>
            </w:pPr>
            <w:r>
              <w:t>at least three separate soil sites or media for collecting and testing</w:t>
            </w:r>
          </w:p>
          <w:p w14:paraId="4939652B" w14:textId="77777777" w:rsidR="005A6AFE" w:rsidRPr="005A6AFE" w:rsidRDefault="005A6AFE" w:rsidP="005A6AFE">
            <w:pPr>
              <w:pStyle w:val="SIBulletList1"/>
            </w:pPr>
            <w:r w:rsidRPr="005A6AFE">
              <w:t>resources, equipment and materials:</w:t>
            </w:r>
          </w:p>
          <w:p w14:paraId="39EAF99D" w14:textId="78C9CDC7" w:rsidR="005A6AFE" w:rsidRPr="006D0B0F" w:rsidRDefault="00164A1A">
            <w:pPr>
              <w:pStyle w:val="SIBulletList2"/>
              <w:rPr>
                <w:rFonts w:eastAsia="Calibri"/>
              </w:rPr>
            </w:pPr>
            <w:r w:rsidRPr="006D0B0F">
              <w:t>soil testing equipment including, pH meter</w:t>
            </w:r>
            <w:r w:rsidR="00CB320C" w:rsidRPr="006D0B0F">
              <w:t xml:space="preserve"> and colour test kit</w:t>
            </w:r>
            <w:r w:rsidRPr="006D0B0F">
              <w:t>, conductivity meter, soil colour charts, NPK colour test kits</w:t>
            </w:r>
          </w:p>
          <w:p w14:paraId="70E8335E" w14:textId="4F9CC4DF" w:rsidR="00CB320C" w:rsidRPr="006D0B0F" w:rsidRDefault="00CB320C">
            <w:pPr>
              <w:pStyle w:val="SIBulletList2"/>
              <w:rPr>
                <w:rFonts w:eastAsia="Calibri"/>
              </w:rPr>
            </w:pPr>
            <w:r w:rsidRPr="006D0B0F">
              <w:t>laboratory equipment for</w:t>
            </w:r>
            <w:r w:rsidR="003E63A5">
              <w:t xml:space="preserve"> storage,</w:t>
            </w:r>
            <w:r w:rsidRPr="006D0B0F">
              <w:t xml:space="preserve"> </w:t>
            </w:r>
            <w:r w:rsidR="003E63A5">
              <w:t xml:space="preserve">handling and </w:t>
            </w:r>
            <w:r w:rsidRPr="006D0B0F">
              <w:t>accurate measurement of materials</w:t>
            </w:r>
            <w:r w:rsidR="003E63A5">
              <w:t xml:space="preserve">, </w:t>
            </w:r>
            <w:r w:rsidRPr="006D0B0F">
              <w:t>volumes</w:t>
            </w:r>
            <w:r w:rsidR="003E63A5">
              <w:t xml:space="preserve"> and weights for soil testing</w:t>
            </w:r>
          </w:p>
          <w:p w14:paraId="0676D175" w14:textId="4C3983F1" w:rsidR="005A6AFE" w:rsidRPr="006D0B0F" w:rsidRDefault="005A6AFE">
            <w:pPr>
              <w:pStyle w:val="SIBulletList2"/>
              <w:rPr>
                <w:rFonts w:eastAsia="Calibri"/>
              </w:rPr>
            </w:pPr>
            <w:r w:rsidRPr="006D0B0F">
              <w:t>personal protection and other safety equipment</w:t>
            </w:r>
            <w:r w:rsidR="003E63A5">
              <w:t xml:space="preserve"> required for safe handling of soils and laboratory chemicals</w:t>
            </w:r>
          </w:p>
          <w:p w14:paraId="174E2BAE" w14:textId="77777777" w:rsidR="005A6AFE" w:rsidRPr="005A6AFE" w:rsidRDefault="005A6AFE" w:rsidP="005A6AFE">
            <w:pPr>
              <w:pStyle w:val="SIBulletList1"/>
              <w:rPr>
                <w:rFonts w:eastAsia="Calibri"/>
              </w:rPr>
            </w:pPr>
            <w:r w:rsidRPr="005A6AFE">
              <w:rPr>
                <w:rFonts w:eastAsia="Calibri"/>
              </w:rPr>
              <w:t>specifications:</w:t>
            </w:r>
          </w:p>
          <w:p w14:paraId="22A2EAC9" w14:textId="39A9A6FB" w:rsidR="004C4C2D" w:rsidRPr="006D0B0F" w:rsidRDefault="005A6AFE">
            <w:pPr>
              <w:pStyle w:val="SIBulletList2"/>
              <w:rPr>
                <w:rFonts w:eastAsia="Calibri"/>
              </w:rPr>
            </w:pPr>
            <w:r w:rsidRPr="006D0B0F">
              <w:rPr>
                <w:rFonts w:eastAsia="Calibri"/>
              </w:rPr>
              <w:t xml:space="preserve">workplace </w:t>
            </w:r>
            <w:r w:rsidR="0026215A">
              <w:rPr>
                <w:rFonts w:eastAsia="Calibri"/>
              </w:rPr>
              <w:t xml:space="preserve">procedures and </w:t>
            </w:r>
            <w:r w:rsidRPr="006D0B0F">
              <w:rPr>
                <w:rFonts w:eastAsia="Calibri"/>
              </w:rPr>
              <w:t>instructions</w:t>
            </w:r>
            <w:r w:rsidR="0026215A">
              <w:rPr>
                <w:rFonts w:eastAsia="Calibri"/>
              </w:rPr>
              <w:t xml:space="preserve"> related to soil testing, laboratory use and soil improvement</w:t>
            </w:r>
          </w:p>
          <w:p w14:paraId="2CEE7234" w14:textId="7A0C4035" w:rsidR="005A6AFE" w:rsidRPr="006D0B0F" w:rsidRDefault="004C4C2D">
            <w:pPr>
              <w:pStyle w:val="SIBulletList2"/>
              <w:rPr>
                <w:rFonts w:eastAsia="Calibri"/>
              </w:rPr>
            </w:pPr>
            <w:r w:rsidRPr="006D0B0F">
              <w:rPr>
                <w:rFonts w:eastAsia="Calibri"/>
              </w:rPr>
              <w:t>industry standards for testing and interpreting soil test results</w:t>
            </w:r>
          </w:p>
          <w:p w14:paraId="25BC06B4" w14:textId="77777777" w:rsidR="004C4C2D" w:rsidRDefault="004C4C2D" w:rsidP="006D3F21"/>
          <w:p w14:paraId="1A19A301" w14:textId="77777777" w:rsidR="005A6AFE" w:rsidRPr="005A6AFE" w:rsidRDefault="005A6AFE" w:rsidP="006D3F21">
            <w:r w:rsidRPr="005A6AFE">
              <w:t>Assessors of this unit must satisfy the requirements for assessors in applicable vocational education and training legislation, frameworks and/or standards.</w:t>
            </w:r>
          </w:p>
          <w:p w14:paraId="1DAB3D43" w14:textId="56C06C07" w:rsidR="00F1480E" w:rsidRPr="000754EC" w:rsidRDefault="00F1480E" w:rsidP="00B66E5C">
            <w:pPr>
              <w:pStyle w:val="SIText"/>
              <w:rPr>
                <w:rFonts w:eastAsia="Calibri"/>
              </w:rPr>
            </w:pPr>
          </w:p>
        </w:tc>
      </w:tr>
    </w:tbl>
    <w:p w14:paraId="119BF3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2025723" w14:textId="77777777" w:rsidTr="004679E3">
        <w:tc>
          <w:tcPr>
            <w:tcW w:w="990" w:type="pct"/>
            <w:shd w:val="clear" w:color="auto" w:fill="auto"/>
          </w:tcPr>
          <w:p w14:paraId="26CD611D" w14:textId="77777777" w:rsidR="00F1480E" w:rsidRPr="000754EC" w:rsidRDefault="00D71E43" w:rsidP="000754EC">
            <w:pPr>
              <w:pStyle w:val="SIHeading2"/>
            </w:pPr>
            <w:r w:rsidRPr="002C55E9">
              <w:t>L</w:t>
            </w:r>
            <w:r w:rsidRPr="000754EC">
              <w:t>inks</w:t>
            </w:r>
          </w:p>
        </w:tc>
        <w:tc>
          <w:tcPr>
            <w:tcW w:w="4010" w:type="pct"/>
            <w:shd w:val="clear" w:color="auto" w:fill="auto"/>
          </w:tcPr>
          <w:p w14:paraId="301365DC" w14:textId="77777777" w:rsidR="002970C3" w:rsidRPr="000754EC" w:rsidRDefault="002970C3" w:rsidP="000754EC">
            <w:pPr>
              <w:pStyle w:val="SIText"/>
            </w:pPr>
            <w:r>
              <w:t xml:space="preserve">Companion Volumes, including Implementation </w:t>
            </w:r>
            <w:r w:rsidR="00346FDC">
              <w:t>Guides, are available at VETNet:</w:t>
            </w:r>
          </w:p>
          <w:p w14:paraId="733777F8" w14:textId="77777777" w:rsidR="00F1480E" w:rsidRPr="000754EC" w:rsidRDefault="00B66E5C" w:rsidP="000754EC">
            <w:pPr>
              <w:pStyle w:val="SIText"/>
            </w:pPr>
            <w:r w:rsidRPr="000A1436">
              <w:t>https://vetnet.education.gov.au/Pages/TrainingDocs.aspx?q=c6399549-9c62-4a5e-bf1a-524b2322cf72</w:t>
            </w:r>
          </w:p>
        </w:tc>
      </w:tr>
    </w:tbl>
    <w:p w14:paraId="1ED59EE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0B52B" w14:textId="77777777" w:rsidR="00E17773" w:rsidRDefault="00E17773" w:rsidP="00BF3F0A">
      <w:r>
        <w:separator/>
      </w:r>
    </w:p>
    <w:p w14:paraId="7F7310BA" w14:textId="77777777" w:rsidR="00E17773" w:rsidRDefault="00E17773"/>
  </w:endnote>
  <w:endnote w:type="continuationSeparator" w:id="0">
    <w:p w14:paraId="7F14075D" w14:textId="77777777" w:rsidR="00E17773" w:rsidRDefault="00E17773" w:rsidP="00BF3F0A">
      <w:r>
        <w:continuationSeparator/>
      </w:r>
    </w:p>
    <w:p w14:paraId="3E6B6569" w14:textId="77777777" w:rsidR="00E17773" w:rsidRDefault="00E17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909882D" w14:textId="49721B4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07595">
          <w:rPr>
            <w:noProof/>
          </w:rPr>
          <w:t>1</w:t>
        </w:r>
        <w:r w:rsidRPr="000754EC">
          <w:fldChar w:fldCharType="end"/>
        </w:r>
      </w:p>
      <w:p w14:paraId="7DBA2F8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ABEB1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CC3F5" w14:textId="77777777" w:rsidR="00E17773" w:rsidRDefault="00E17773" w:rsidP="00BF3F0A">
      <w:r>
        <w:separator/>
      </w:r>
    </w:p>
    <w:p w14:paraId="2A36338B" w14:textId="77777777" w:rsidR="00E17773" w:rsidRDefault="00E17773"/>
  </w:footnote>
  <w:footnote w:type="continuationSeparator" w:id="0">
    <w:p w14:paraId="2B61D5C9" w14:textId="77777777" w:rsidR="00E17773" w:rsidRDefault="00E17773" w:rsidP="00BF3F0A">
      <w:r>
        <w:continuationSeparator/>
      </w:r>
    </w:p>
    <w:p w14:paraId="6353555C" w14:textId="77777777" w:rsidR="00E17773" w:rsidRDefault="00E177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3A5E1" w14:textId="77777777" w:rsidR="009C2650" w:rsidRPr="00DA4C18" w:rsidRDefault="00CF795F" w:rsidP="00DA4C18">
    <w:pPr>
      <w:pStyle w:val="SIText"/>
    </w:pPr>
    <w:r>
      <w:t>AHC</w:t>
    </w:r>
    <w:r w:rsidR="00DA4C18">
      <w:t xml:space="preserve">SOL303 </w:t>
    </w:r>
    <w:r w:rsidR="00DA4C18" w:rsidRPr="00DA4C18">
      <w:t>Implement soil improvements for garden and turf areas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44B54D9"/>
    <w:multiLevelType w:val="hybridMultilevel"/>
    <w:tmpl w:val="93B298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6977BC1"/>
    <w:multiLevelType w:val="hybridMultilevel"/>
    <w:tmpl w:val="FA5AD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7BB045B"/>
    <w:multiLevelType w:val="hybridMultilevel"/>
    <w:tmpl w:val="A35C98C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9"/>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6DCA"/>
    <w:rsid w:val="000275AE"/>
    <w:rsid w:val="00041E59"/>
    <w:rsid w:val="00064BFE"/>
    <w:rsid w:val="00070B3E"/>
    <w:rsid w:val="00071F95"/>
    <w:rsid w:val="000737BB"/>
    <w:rsid w:val="00074E47"/>
    <w:rsid w:val="000754EC"/>
    <w:rsid w:val="0009093B"/>
    <w:rsid w:val="000A5441"/>
    <w:rsid w:val="000C149A"/>
    <w:rsid w:val="000C224E"/>
    <w:rsid w:val="000C434D"/>
    <w:rsid w:val="000E25E6"/>
    <w:rsid w:val="000E2C86"/>
    <w:rsid w:val="000F29F2"/>
    <w:rsid w:val="00101659"/>
    <w:rsid w:val="00105AEA"/>
    <w:rsid w:val="001078BF"/>
    <w:rsid w:val="00133957"/>
    <w:rsid w:val="001372F6"/>
    <w:rsid w:val="00144385"/>
    <w:rsid w:val="00146EEC"/>
    <w:rsid w:val="00151D55"/>
    <w:rsid w:val="00151D93"/>
    <w:rsid w:val="001553ED"/>
    <w:rsid w:val="00156EF3"/>
    <w:rsid w:val="00160C82"/>
    <w:rsid w:val="00164A1A"/>
    <w:rsid w:val="001661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463E"/>
    <w:rsid w:val="001F2BA5"/>
    <w:rsid w:val="001F308D"/>
    <w:rsid w:val="00201A7C"/>
    <w:rsid w:val="0021210E"/>
    <w:rsid w:val="00212F3B"/>
    <w:rsid w:val="0021414D"/>
    <w:rsid w:val="00223124"/>
    <w:rsid w:val="00233143"/>
    <w:rsid w:val="00234444"/>
    <w:rsid w:val="00242293"/>
    <w:rsid w:val="00244EA7"/>
    <w:rsid w:val="00250008"/>
    <w:rsid w:val="0026215A"/>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68B"/>
    <w:rsid w:val="002F4BEC"/>
    <w:rsid w:val="00305EFF"/>
    <w:rsid w:val="00310A6A"/>
    <w:rsid w:val="003144E6"/>
    <w:rsid w:val="00321E06"/>
    <w:rsid w:val="00337E82"/>
    <w:rsid w:val="00346FDC"/>
    <w:rsid w:val="00350BB1"/>
    <w:rsid w:val="00352C83"/>
    <w:rsid w:val="00366805"/>
    <w:rsid w:val="0037067D"/>
    <w:rsid w:val="00373436"/>
    <w:rsid w:val="00386DB8"/>
    <w:rsid w:val="0038735B"/>
    <w:rsid w:val="003916D1"/>
    <w:rsid w:val="00395FC3"/>
    <w:rsid w:val="003A21F0"/>
    <w:rsid w:val="003A277F"/>
    <w:rsid w:val="003A58BA"/>
    <w:rsid w:val="003A5AE7"/>
    <w:rsid w:val="003A7221"/>
    <w:rsid w:val="003B3493"/>
    <w:rsid w:val="003C13AE"/>
    <w:rsid w:val="003D2E73"/>
    <w:rsid w:val="003D633F"/>
    <w:rsid w:val="003E38C0"/>
    <w:rsid w:val="003E63A5"/>
    <w:rsid w:val="003E72B6"/>
    <w:rsid w:val="003E7BBE"/>
    <w:rsid w:val="004127E3"/>
    <w:rsid w:val="00426F6E"/>
    <w:rsid w:val="00427863"/>
    <w:rsid w:val="0043212E"/>
    <w:rsid w:val="00434366"/>
    <w:rsid w:val="00434ECE"/>
    <w:rsid w:val="00436B53"/>
    <w:rsid w:val="00442B2D"/>
    <w:rsid w:val="004439D6"/>
    <w:rsid w:val="00444423"/>
    <w:rsid w:val="004444B9"/>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C2D"/>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8C1"/>
    <w:rsid w:val="00526134"/>
    <w:rsid w:val="0053280E"/>
    <w:rsid w:val="005405B2"/>
    <w:rsid w:val="005427C8"/>
    <w:rsid w:val="005446D1"/>
    <w:rsid w:val="00556C4C"/>
    <w:rsid w:val="00557369"/>
    <w:rsid w:val="00564ADD"/>
    <w:rsid w:val="005708EB"/>
    <w:rsid w:val="00575BC6"/>
    <w:rsid w:val="00583902"/>
    <w:rsid w:val="005A1D70"/>
    <w:rsid w:val="005A3AA5"/>
    <w:rsid w:val="005A6AFE"/>
    <w:rsid w:val="005A6C9C"/>
    <w:rsid w:val="005A74DC"/>
    <w:rsid w:val="005B2096"/>
    <w:rsid w:val="005B5146"/>
    <w:rsid w:val="005D1AFD"/>
    <w:rsid w:val="005E51E6"/>
    <w:rsid w:val="005F027A"/>
    <w:rsid w:val="005F33CC"/>
    <w:rsid w:val="005F771F"/>
    <w:rsid w:val="00602D17"/>
    <w:rsid w:val="006121D4"/>
    <w:rsid w:val="00613B49"/>
    <w:rsid w:val="00616845"/>
    <w:rsid w:val="00620E8E"/>
    <w:rsid w:val="00633CFE"/>
    <w:rsid w:val="00634FCA"/>
    <w:rsid w:val="00643D1B"/>
    <w:rsid w:val="006452B8"/>
    <w:rsid w:val="00652E62"/>
    <w:rsid w:val="00662F67"/>
    <w:rsid w:val="00686A49"/>
    <w:rsid w:val="00687B62"/>
    <w:rsid w:val="00690C44"/>
    <w:rsid w:val="006969D9"/>
    <w:rsid w:val="006A2B68"/>
    <w:rsid w:val="006C2F32"/>
    <w:rsid w:val="006D0B0F"/>
    <w:rsid w:val="006D38C3"/>
    <w:rsid w:val="006D4448"/>
    <w:rsid w:val="006D6DFD"/>
    <w:rsid w:val="006E2C4D"/>
    <w:rsid w:val="006E42FE"/>
    <w:rsid w:val="006F0D02"/>
    <w:rsid w:val="006F10FE"/>
    <w:rsid w:val="006F3622"/>
    <w:rsid w:val="00705EEC"/>
    <w:rsid w:val="00707741"/>
    <w:rsid w:val="0070780E"/>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570"/>
    <w:rsid w:val="00771B60"/>
    <w:rsid w:val="00781D77"/>
    <w:rsid w:val="00783549"/>
    <w:rsid w:val="007860B7"/>
    <w:rsid w:val="00786DC8"/>
    <w:rsid w:val="007A300D"/>
    <w:rsid w:val="007D5A78"/>
    <w:rsid w:val="007E3BD1"/>
    <w:rsid w:val="007E5D2D"/>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7382F"/>
    <w:rsid w:val="00886790"/>
    <w:rsid w:val="00886DE6"/>
    <w:rsid w:val="008908DE"/>
    <w:rsid w:val="008A12ED"/>
    <w:rsid w:val="008A39D3"/>
    <w:rsid w:val="008B2C77"/>
    <w:rsid w:val="008B4AD2"/>
    <w:rsid w:val="008B7138"/>
    <w:rsid w:val="008E260C"/>
    <w:rsid w:val="008E39BE"/>
    <w:rsid w:val="008E62EC"/>
    <w:rsid w:val="008F32F6"/>
    <w:rsid w:val="00916CD7"/>
    <w:rsid w:val="00917E4C"/>
    <w:rsid w:val="00920927"/>
    <w:rsid w:val="00921B38"/>
    <w:rsid w:val="00923720"/>
    <w:rsid w:val="009278C9"/>
    <w:rsid w:val="00932C7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4541"/>
    <w:rsid w:val="00A554D6"/>
    <w:rsid w:val="00A56E14"/>
    <w:rsid w:val="00A6476B"/>
    <w:rsid w:val="00A76C6C"/>
    <w:rsid w:val="00A87356"/>
    <w:rsid w:val="00A92DD1"/>
    <w:rsid w:val="00AA5338"/>
    <w:rsid w:val="00AB1B8E"/>
    <w:rsid w:val="00AB7AC2"/>
    <w:rsid w:val="00AC0696"/>
    <w:rsid w:val="00AC4C98"/>
    <w:rsid w:val="00AC5F6B"/>
    <w:rsid w:val="00AD3896"/>
    <w:rsid w:val="00AD5B47"/>
    <w:rsid w:val="00AE1ED9"/>
    <w:rsid w:val="00AE32CB"/>
    <w:rsid w:val="00AF3957"/>
    <w:rsid w:val="00B0712C"/>
    <w:rsid w:val="00B12013"/>
    <w:rsid w:val="00B22C67"/>
    <w:rsid w:val="00B33F3A"/>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07595"/>
    <w:rsid w:val="00C143C3"/>
    <w:rsid w:val="00C15F70"/>
    <w:rsid w:val="00C16C0D"/>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320C"/>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73E58"/>
    <w:rsid w:val="00D810DE"/>
    <w:rsid w:val="00D87D32"/>
    <w:rsid w:val="00D91188"/>
    <w:rsid w:val="00D92C83"/>
    <w:rsid w:val="00D931A5"/>
    <w:rsid w:val="00D9324B"/>
    <w:rsid w:val="00DA0A81"/>
    <w:rsid w:val="00DA3C10"/>
    <w:rsid w:val="00DA4C18"/>
    <w:rsid w:val="00DA53B5"/>
    <w:rsid w:val="00DB5546"/>
    <w:rsid w:val="00DC1D69"/>
    <w:rsid w:val="00DC5A3A"/>
    <w:rsid w:val="00DD0726"/>
    <w:rsid w:val="00DE388E"/>
    <w:rsid w:val="00DF611D"/>
    <w:rsid w:val="00E16CA7"/>
    <w:rsid w:val="00E17773"/>
    <w:rsid w:val="00E238E6"/>
    <w:rsid w:val="00E35064"/>
    <w:rsid w:val="00E3681D"/>
    <w:rsid w:val="00E40225"/>
    <w:rsid w:val="00E501F0"/>
    <w:rsid w:val="00E6166D"/>
    <w:rsid w:val="00E76065"/>
    <w:rsid w:val="00E918B8"/>
    <w:rsid w:val="00E91BFF"/>
    <w:rsid w:val="00E92933"/>
    <w:rsid w:val="00E94FAD"/>
    <w:rsid w:val="00E97725"/>
    <w:rsid w:val="00EB0AA4"/>
    <w:rsid w:val="00EB27E5"/>
    <w:rsid w:val="00EB5C88"/>
    <w:rsid w:val="00EC0469"/>
    <w:rsid w:val="00ED3E2F"/>
    <w:rsid w:val="00ED79DC"/>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30A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B5E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62F6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284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233440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96606029">
      <w:bodyDiv w:val="1"/>
      <w:marLeft w:val="0"/>
      <w:marRight w:val="0"/>
      <w:marTop w:val="0"/>
      <w:marBottom w:val="0"/>
      <w:divBdr>
        <w:top w:val="none" w:sz="0" w:space="0" w:color="auto"/>
        <w:left w:val="none" w:sz="0" w:space="0" w:color="auto"/>
        <w:bottom w:val="none" w:sz="0" w:space="0" w:color="auto"/>
        <w:right w:val="none" w:sz="0" w:space="0" w:color="auto"/>
      </w:divBdr>
    </w:div>
    <w:div w:id="204081086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B4ADCA776E204CAFA5011FD402CAD4" ma:contentTypeVersion="" ma:contentTypeDescription="Create a new document." ma:contentTypeScope="" ma:versionID="43da5fd121805dafb3df568a55dafd3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C6DF23A-3FF7-4B7D-89B8-68893B6F4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4d074fc5-4881-4904-900d-cdf408c29254"/>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C1B7AD0-1620-4B5B-A2C1-2ACB458F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cp:revision>
  <cp:lastPrinted>2016-05-27T05:21:00Z</cp:lastPrinted>
  <dcterms:created xsi:type="dcterms:W3CDTF">2019-01-31T06:12:00Z</dcterms:created>
  <dcterms:modified xsi:type="dcterms:W3CDTF">2019-01-31T07:09:00Z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0x0101004AB4ADCA776E204CAFA5011FD402CAD4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