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FAFC6" w14:textId="77777777" w:rsidR="000E25E6" w:rsidRDefault="000E25E6" w:rsidP="00FD557D">
      <w:pPr>
        <w:pStyle w:val="SIHeading2"/>
      </w:pPr>
    </w:p>
    <w:p w14:paraId="5FEFAFC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FAFCA" w14:textId="77777777" w:rsidTr="00146EEC">
        <w:tc>
          <w:tcPr>
            <w:tcW w:w="2689" w:type="dxa"/>
          </w:tcPr>
          <w:p w14:paraId="5FEFAF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EFA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EFAFCD" w14:textId="77777777" w:rsidTr="00146EEC">
        <w:tc>
          <w:tcPr>
            <w:tcW w:w="2689" w:type="dxa"/>
          </w:tcPr>
          <w:p w14:paraId="5FEFAFCB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FEFAFCC" w14:textId="77777777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4C537B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FEFA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D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EFAFCF" w14:textId="77777777" w:rsidR="00F1480E" w:rsidRPr="000754EC" w:rsidRDefault="004C537B" w:rsidP="000754EC">
            <w:pPr>
              <w:pStyle w:val="SIUNITCODE"/>
            </w:pPr>
            <w:r>
              <w:t>AHCXXX2XX</w:t>
            </w:r>
          </w:p>
        </w:tc>
        <w:tc>
          <w:tcPr>
            <w:tcW w:w="3604" w:type="pct"/>
            <w:shd w:val="clear" w:color="auto" w:fill="auto"/>
          </w:tcPr>
          <w:p w14:paraId="5FEFAFD0" w14:textId="12DAC490" w:rsidR="00F1480E" w:rsidRPr="000754EC" w:rsidRDefault="00917221" w:rsidP="006E3017">
            <w:pPr>
              <w:pStyle w:val="SIUnittitle"/>
            </w:pPr>
            <w:r>
              <w:t>Assist with protected cropping water sampling and testing</w:t>
            </w:r>
          </w:p>
        </w:tc>
      </w:tr>
      <w:tr w:rsidR="00F1480E" w:rsidRPr="00963A46" w14:paraId="5FEFAFD9" w14:textId="77777777" w:rsidTr="00CA2922">
        <w:tc>
          <w:tcPr>
            <w:tcW w:w="1396" w:type="pct"/>
            <w:shd w:val="clear" w:color="auto" w:fill="auto"/>
          </w:tcPr>
          <w:p w14:paraId="5FEFAFD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EFAFD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EFAFD4" w14:textId="5B6D8AE2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17221">
              <w:t>assist with protected cropping water sampling and testing</w:t>
            </w:r>
            <w:r w:rsidR="004345E7">
              <w:t xml:space="preserve"> including </w:t>
            </w:r>
            <w:r w:rsidR="00917221">
              <w:t>collecting and testing water sample</w:t>
            </w:r>
            <w:r w:rsidR="006E3017">
              <w:t xml:space="preserve">, and completing </w:t>
            </w:r>
            <w:r w:rsidR="00917221">
              <w:t>sampling and testing</w:t>
            </w:r>
            <w:r w:rsidR="006E3017">
              <w:t xml:space="preserve"> </w:t>
            </w:r>
            <w:r w:rsidR="004345E7">
              <w:t>activities.</w:t>
            </w:r>
          </w:p>
          <w:p w14:paraId="5FEFAFD5" w14:textId="77777777" w:rsidR="00916CD7" w:rsidRDefault="00916CD7" w:rsidP="000754EC">
            <w:pPr>
              <w:pStyle w:val="SIText"/>
            </w:pPr>
          </w:p>
          <w:p w14:paraId="5FEFAFD6" w14:textId="5419CEDF" w:rsidR="00616845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4345E7">
              <w:t xml:space="preserve"> </w:t>
            </w:r>
            <w:r w:rsidR="00EE793D">
              <w:t>a</w:t>
            </w:r>
            <w:r w:rsidR="00917221">
              <w:t>ssist with protected cropping water sampling and testing</w:t>
            </w:r>
            <w:r w:rsidR="004345E7">
              <w:t xml:space="preserve"> under general supervision with limited autonomy or accountability.</w:t>
            </w:r>
          </w:p>
          <w:p w14:paraId="5FEFAFD7" w14:textId="77777777" w:rsidR="009154C7" w:rsidRPr="000754EC" w:rsidRDefault="009154C7" w:rsidP="000754EC">
            <w:pPr>
              <w:pStyle w:val="SIText"/>
            </w:pPr>
          </w:p>
          <w:p w14:paraId="5FEFAFD8" w14:textId="77777777" w:rsidR="00373436" w:rsidRPr="000754EC" w:rsidRDefault="00373436" w:rsidP="009154C7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5FEFAFDC" w14:textId="77777777" w:rsidTr="00CA2922">
        <w:tc>
          <w:tcPr>
            <w:tcW w:w="1396" w:type="pct"/>
            <w:shd w:val="clear" w:color="auto" w:fill="auto"/>
          </w:tcPr>
          <w:p w14:paraId="5FEFAF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FAFDB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EFAFDF" w14:textId="77777777" w:rsidTr="00CA2922">
        <w:tc>
          <w:tcPr>
            <w:tcW w:w="1396" w:type="pct"/>
            <w:shd w:val="clear" w:color="auto" w:fill="auto"/>
          </w:tcPr>
          <w:p w14:paraId="5FEFA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EFAFDE" w14:textId="77777777" w:rsidR="00F1480E" w:rsidRPr="000754EC" w:rsidRDefault="009B331A" w:rsidP="000754EC">
            <w:pPr>
              <w:pStyle w:val="SIText"/>
            </w:pPr>
            <w:r>
              <w:t>[</w:t>
            </w:r>
            <w:r w:rsidR="00F1480E" w:rsidRPr="000754EC">
              <w:t>Sector</w:t>
            </w:r>
            <w:r w:rsidRPr="000754EC">
              <w:t>]</w:t>
            </w:r>
            <w:r w:rsidR="00F1480E" w:rsidRPr="000754EC">
              <w:t xml:space="preserve"> (</w:t>
            </w:r>
            <w:r w:rsidRPr="000754EC">
              <w:t>[</w:t>
            </w:r>
            <w:r w:rsidR="00F1480E" w:rsidRPr="000754EC">
              <w:t>SEC</w:t>
            </w:r>
            <w:r w:rsidRPr="000754EC">
              <w:t>]</w:t>
            </w:r>
            <w:r w:rsidR="00F1480E" w:rsidRPr="000754EC">
              <w:t>)</w:t>
            </w:r>
          </w:p>
        </w:tc>
      </w:tr>
    </w:tbl>
    <w:p w14:paraId="5FEFAF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FAF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EFAF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EFAF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EFA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EFAF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EFA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7" w14:textId="270BCDE5" w:rsidR="00F1480E" w:rsidRPr="000754EC" w:rsidRDefault="00F1480E" w:rsidP="00917221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917221">
              <w:t>Collect water sample</w:t>
            </w:r>
          </w:p>
        </w:tc>
        <w:tc>
          <w:tcPr>
            <w:tcW w:w="3604" w:type="pct"/>
            <w:shd w:val="clear" w:color="auto" w:fill="auto"/>
          </w:tcPr>
          <w:p w14:paraId="5FEFAFE8" w14:textId="5A441BE7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CE6D63">
              <w:t xml:space="preserve">Confirm with supervisor crop </w:t>
            </w:r>
            <w:r w:rsidR="00917221">
              <w:t xml:space="preserve">water </w:t>
            </w:r>
            <w:r w:rsidR="00CE6D63">
              <w:t xml:space="preserve">to be </w:t>
            </w:r>
            <w:r w:rsidR="00917221">
              <w:t>sampled</w:t>
            </w:r>
          </w:p>
          <w:p w14:paraId="5FEFAFE9" w14:textId="54F1C6D6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665F2A">
              <w:t>Identify and s</w:t>
            </w:r>
            <w:r w:rsidR="00CE6D63">
              <w:t xml:space="preserve">elect </w:t>
            </w:r>
            <w:r w:rsidR="00917221">
              <w:t xml:space="preserve">water sample </w:t>
            </w:r>
            <w:r w:rsidR="00CE6D63">
              <w:t>tools</w:t>
            </w:r>
            <w:r w:rsidR="0035664A">
              <w:t xml:space="preserve"> and</w:t>
            </w:r>
            <w:r w:rsidR="00CE6D63">
              <w:t xml:space="preserve"> </w:t>
            </w:r>
            <w:r w:rsidR="00917221">
              <w:t>materials</w:t>
            </w:r>
          </w:p>
          <w:p w14:paraId="5A65D66F" w14:textId="7D2219CC" w:rsidR="00665F2A" w:rsidRDefault="00F1480E" w:rsidP="008322BE">
            <w:pPr>
              <w:pStyle w:val="SIText"/>
            </w:pPr>
            <w:r w:rsidRPr="008908DE">
              <w:t xml:space="preserve">1.3 </w:t>
            </w:r>
            <w:r w:rsidR="00665F2A">
              <w:t>Identify environmental and b</w:t>
            </w:r>
            <w:r w:rsidR="00EE793D">
              <w:t>i</w:t>
            </w:r>
            <w:r w:rsidR="00665F2A">
              <w:t>osecurity implications associated with sampling and testing crop water and minimise impact</w:t>
            </w:r>
          </w:p>
          <w:p w14:paraId="290D0475" w14:textId="2B805646" w:rsidR="00DC6E94" w:rsidRDefault="0035664A" w:rsidP="00917221">
            <w:pPr>
              <w:pStyle w:val="SIText"/>
            </w:pPr>
            <w:r>
              <w:t xml:space="preserve">1.4 </w:t>
            </w:r>
            <w:r w:rsidR="00665F2A">
              <w:t xml:space="preserve">Select, fit and </w:t>
            </w:r>
            <w:r w:rsidR="0041003D">
              <w:t>use</w:t>
            </w:r>
            <w:r w:rsidR="00665F2A">
              <w:t xml:space="preserve"> personal protective equipment a</w:t>
            </w:r>
            <w:r w:rsidR="0041003D">
              <w:t>pplicable</w:t>
            </w:r>
            <w:r w:rsidR="00665F2A">
              <w:t xml:space="preserve"> to </w:t>
            </w:r>
            <w:r w:rsidR="0041003D">
              <w:t>the</w:t>
            </w:r>
            <w:r w:rsidR="00665F2A">
              <w:t xml:space="preserve"> task</w:t>
            </w:r>
          </w:p>
          <w:p w14:paraId="76DA6D34" w14:textId="77777777" w:rsidR="00665F2A" w:rsidRDefault="00665F2A" w:rsidP="00917221">
            <w:pPr>
              <w:pStyle w:val="SIText"/>
            </w:pPr>
            <w:r>
              <w:t>1.5 Take samples as instructed</w:t>
            </w:r>
          </w:p>
          <w:p w14:paraId="5FEFAFEB" w14:textId="6DFB0700" w:rsidR="00665F2A" w:rsidRPr="000754EC" w:rsidRDefault="00665F2A" w:rsidP="00917221">
            <w:pPr>
              <w:pStyle w:val="SIText"/>
            </w:pPr>
            <w:r>
              <w:t>1.6</w:t>
            </w:r>
            <w:r w:rsidRPr="00665F2A">
              <w:t xml:space="preserve"> </w:t>
            </w:r>
            <w:r>
              <w:t>Assist with labelling and recording samples as required</w:t>
            </w:r>
          </w:p>
        </w:tc>
      </w:tr>
      <w:tr w:rsidR="00F1480E" w:rsidRPr="00963A46" w14:paraId="5FEFA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D" w14:textId="78EC0664" w:rsidR="00F1480E" w:rsidRPr="000754EC" w:rsidRDefault="00F1480E" w:rsidP="00917221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917221">
              <w:t>Perform basic tests on water sample</w:t>
            </w:r>
          </w:p>
        </w:tc>
        <w:tc>
          <w:tcPr>
            <w:tcW w:w="3604" w:type="pct"/>
            <w:shd w:val="clear" w:color="auto" w:fill="auto"/>
          </w:tcPr>
          <w:p w14:paraId="33944E97" w14:textId="4EE86EFD" w:rsidR="004C71A6" w:rsidRDefault="00F1480E" w:rsidP="000754EC">
            <w:pPr>
              <w:pStyle w:val="SIText"/>
            </w:pPr>
            <w:r w:rsidRPr="008908DE">
              <w:t>2.</w:t>
            </w:r>
            <w:r w:rsidR="00DC6E94">
              <w:t>1</w:t>
            </w:r>
            <w:r w:rsidRPr="008908DE">
              <w:t xml:space="preserve"> </w:t>
            </w:r>
            <w:r w:rsidR="00917221">
              <w:t>Recognise basic features of a water sample</w:t>
            </w:r>
          </w:p>
          <w:p w14:paraId="5FEFAFEF" w14:textId="36798B35" w:rsidR="00A90D56" w:rsidRDefault="004C71A6" w:rsidP="000754EC">
            <w:pPr>
              <w:pStyle w:val="SIText"/>
            </w:pPr>
            <w:r>
              <w:t xml:space="preserve">2.2 </w:t>
            </w:r>
            <w:r w:rsidR="00917221">
              <w:t xml:space="preserve">Assist with testing and inspecting physical </w:t>
            </w:r>
            <w:r w:rsidR="00975FFF">
              <w:t>properties of water sample</w:t>
            </w:r>
          </w:p>
          <w:p w14:paraId="0C5C948D" w14:textId="0A46E7F4" w:rsidR="004B4514" w:rsidRDefault="00A90D56" w:rsidP="000754EC">
            <w:pPr>
              <w:pStyle w:val="SIText"/>
            </w:pPr>
            <w:r>
              <w:t>2.</w:t>
            </w:r>
            <w:r w:rsidR="004C71A6">
              <w:t>3</w:t>
            </w:r>
            <w:r>
              <w:t xml:space="preserve"> </w:t>
            </w:r>
            <w:r w:rsidR="00975FFF">
              <w:t>Assist with testing chemical</w:t>
            </w:r>
            <w:r w:rsidR="00975FFF" w:rsidRPr="00975FFF">
              <w:t xml:space="preserve"> properties of water sample</w:t>
            </w:r>
          </w:p>
          <w:p w14:paraId="32AF70BC" w14:textId="5543C2D9" w:rsidR="004C71A6" w:rsidRDefault="004B4514" w:rsidP="004C71A6">
            <w:pPr>
              <w:pStyle w:val="SIText"/>
            </w:pPr>
            <w:r>
              <w:t xml:space="preserve">2.4 </w:t>
            </w:r>
            <w:r w:rsidR="00975FFF">
              <w:t>Relate water test results to suitability of water for growing</w:t>
            </w:r>
          </w:p>
          <w:p w14:paraId="5FEFAFF2" w14:textId="757A9544" w:rsidR="00F1480E" w:rsidRPr="000754EC" w:rsidRDefault="00B642CE" w:rsidP="00975FFF">
            <w:pPr>
              <w:pStyle w:val="SIText"/>
            </w:pPr>
            <w:r>
              <w:t>2.</w:t>
            </w:r>
            <w:r w:rsidR="00B35AAC">
              <w:t>5</w:t>
            </w:r>
            <w:r>
              <w:t xml:space="preserve"> R</w:t>
            </w:r>
            <w:r w:rsidR="0035664A">
              <w:t xml:space="preserve">ecord </w:t>
            </w:r>
            <w:r w:rsidR="00975FFF">
              <w:t>water test results</w:t>
            </w:r>
            <w:r w:rsidR="0035664A">
              <w:t xml:space="preserve"> according to workplace procedures</w:t>
            </w:r>
          </w:p>
        </w:tc>
      </w:tr>
      <w:tr w:rsidR="006E3017" w:rsidRPr="00963A46" w14:paraId="16322A81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62AAC389" w14:textId="53488428" w:rsidR="006E3017" w:rsidRPr="006E3017" w:rsidRDefault="004C71A6" w:rsidP="00917221">
            <w:pPr>
              <w:pStyle w:val="SIText"/>
            </w:pPr>
            <w:r>
              <w:t>3</w:t>
            </w:r>
            <w:r w:rsidR="006E3017" w:rsidRPr="006E3017">
              <w:t xml:space="preserve">. Complete </w:t>
            </w:r>
            <w:r w:rsidR="00917221">
              <w:t xml:space="preserve">sampling and testing </w:t>
            </w:r>
            <w:r w:rsidR="006E3017" w:rsidRPr="006E3017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3D247A09" w14:textId="77777777" w:rsidR="004C71A6" w:rsidRDefault="004C71A6" w:rsidP="006E3017">
            <w:pPr>
              <w:pStyle w:val="SIText"/>
            </w:pPr>
            <w:r>
              <w:t>3</w:t>
            </w:r>
            <w:r w:rsidR="006E3017" w:rsidRPr="008908DE">
              <w:t xml:space="preserve">.1 </w:t>
            </w:r>
            <w:r>
              <w:t>Remove and dispose of waste material</w:t>
            </w:r>
          </w:p>
          <w:p w14:paraId="4C1C3A08" w14:textId="1FC444DF" w:rsidR="006E3017" w:rsidRPr="006E3017" w:rsidRDefault="004C71A6" w:rsidP="006E3017">
            <w:pPr>
              <w:pStyle w:val="SIText"/>
            </w:pPr>
            <w:r>
              <w:t xml:space="preserve">3.2 </w:t>
            </w:r>
            <w:r w:rsidR="006E3017" w:rsidRPr="006E3017">
              <w:t xml:space="preserve">Clean and return tools and </w:t>
            </w:r>
            <w:r w:rsidR="00975FFF">
              <w:t xml:space="preserve">material </w:t>
            </w:r>
            <w:r w:rsidR="006E3017" w:rsidRPr="006E3017">
              <w:t>to required location</w:t>
            </w:r>
          </w:p>
          <w:p w14:paraId="71EB27E2" w14:textId="5EA7EBD7" w:rsidR="006E3017" w:rsidRPr="006E3017" w:rsidRDefault="004C71A6" w:rsidP="006E3017">
            <w:pPr>
              <w:pStyle w:val="SIText"/>
            </w:pPr>
            <w:r>
              <w:t>3</w:t>
            </w:r>
            <w:r w:rsidR="006E3017" w:rsidRPr="008908DE">
              <w:t>.</w:t>
            </w:r>
            <w:r>
              <w:t>3</w:t>
            </w:r>
            <w:r w:rsidR="006E3017" w:rsidRPr="008908DE">
              <w:t xml:space="preserve"> </w:t>
            </w:r>
            <w:r w:rsidR="006E3017" w:rsidRPr="006E3017">
              <w:t xml:space="preserve">Identify and report unserviceable tools and </w:t>
            </w:r>
            <w:r w:rsidR="00975FFF">
              <w:t>material</w:t>
            </w:r>
            <w:r w:rsidR="006E3017" w:rsidRPr="006E3017">
              <w:t xml:space="preserve"> according to workplace procedures</w:t>
            </w:r>
          </w:p>
          <w:p w14:paraId="65660747" w14:textId="220CA81A" w:rsidR="006E3017" w:rsidRPr="006E3017" w:rsidRDefault="004C71A6" w:rsidP="00975FFF">
            <w:pPr>
              <w:pStyle w:val="SIText"/>
            </w:pPr>
            <w:r>
              <w:t>3</w:t>
            </w:r>
            <w:r w:rsidR="006E3017" w:rsidRPr="008908DE">
              <w:t>.</w:t>
            </w:r>
            <w:r>
              <w:t>4</w:t>
            </w:r>
            <w:r w:rsidR="006E3017" w:rsidRPr="008908DE">
              <w:t xml:space="preserve"> </w:t>
            </w:r>
            <w:r w:rsidR="006E3017" w:rsidRPr="006E3017">
              <w:t xml:space="preserve">Report </w:t>
            </w:r>
            <w:r w:rsidR="00975FFF">
              <w:t>water test results</w:t>
            </w:r>
            <w:r w:rsidR="006E3017" w:rsidRPr="006E3017">
              <w:t xml:space="preserve"> to supervisor</w:t>
            </w:r>
          </w:p>
        </w:tc>
      </w:tr>
    </w:tbl>
    <w:p w14:paraId="5FEFAFF9" w14:textId="77777777" w:rsidR="005F771F" w:rsidRDefault="005F771F" w:rsidP="005F771F">
      <w:pPr>
        <w:pStyle w:val="SIText"/>
      </w:pPr>
    </w:p>
    <w:p w14:paraId="5FEFAFFA" w14:textId="77777777" w:rsidR="005F771F" w:rsidRPr="000754EC" w:rsidRDefault="005F771F" w:rsidP="000754EC">
      <w:r>
        <w:br w:type="page"/>
      </w:r>
    </w:p>
    <w:p w14:paraId="5FEFAF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EFAFFE" w14:textId="77777777" w:rsidTr="00CA2922">
        <w:trPr>
          <w:tblHeader/>
        </w:trPr>
        <w:tc>
          <w:tcPr>
            <w:tcW w:w="5000" w:type="pct"/>
            <w:gridSpan w:val="2"/>
          </w:tcPr>
          <w:p w14:paraId="5FEFAF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FAF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EFB001" w14:textId="77777777" w:rsidTr="00CA2922">
        <w:trPr>
          <w:tblHeader/>
        </w:trPr>
        <w:tc>
          <w:tcPr>
            <w:tcW w:w="1396" w:type="pct"/>
          </w:tcPr>
          <w:p w14:paraId="5FEFA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EFB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EFB004" w14:textId="77777777" w:rsidTr="00CA2922">
        <w:tc>
          <w:tcPr>
            <w:tcW w:w="1396" w:type="pct"/>
          </w:tcPr>
          <w:p w14:paraId="5FEFB002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EFB003" w14:textId="77777777" w:rsidR="00F1480E" w:rsidRPr="000754EC" w:rsidRDefault="009154C7" w:rsidP="009154C7">
            <w:pPr>
              <w:pStyle w:val="SIBulletList1"/>
            </w:pPr>
            <w:r w:rsidRPr="009154C7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F1480E" w:rsidRPr="00336FCA" w:rsidDel="00423CB2" w14:paraId="5FEFB007" w14:textId="77777777" w:rsidTr="00CA2922">
        <w:tc>
          <w:tcPr>
            <w:tcW w:w="1396" w:type="pct"/>
          </w:tcPr>
          <w:p w14:paraId="5FEFB005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EFB006" w14:textId="4610B8AE" w:rsidR="00F1480E" w:rsidRPr="000754EC" w:rsidRDefault="009154C7" w:rsidP="00975FF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language, accurate industry terminology and logical structure to prepare </w:t>
            </w:r>
            <w:r w:rsidR="00975FFF">
              <w:rPr>
                <w:rFonts w:eastAsia="Calibri"/>
              </w:rPr>
              <w:t>water test results</w:t>
            </w:r>
          </w:p>
        </w:tc>
      </w:tr>
      <w:tr w:rsidR="009154C7" w:rsidRPr="00336FCA" w:rsidDel="00423CB2" w14:paraId="5FEFB00A" w14:textId="77777777" w:rsidTr="00CA2922">
        <w:tc>
          <w:tcPr>
            <w:tcW w:w="1396" w:type="pct"/>
          </w:tcPr>
          <w:p w14:paraId="5FEFB008" w14:textId="77777777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EFB009" w14:textId="3FCFAC94" w:rsidR="009154C7" w:rsidRDefault="009154C7" w:rsidP="00975FF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confirm</w:t>
            </w:r>
            <w:r w:rsidR="00B642CE">
              <w:rPr>
                <w:rFonts w:eastAsia="Calibri"/>
              </w:rPr>
              <w:t xml:space="preserve"> crop to be </w:t>
            </w:r>
            <w:r w:rsidR="00975FFF">
              <w:rPr>
                <w:rFonts w:eastAsia="Calibri"/>
              </w:rPr>
              <w:t xml:space="preserve">sampled </w:t>
            </w:r>
            <w:r w:rsidR="00B642CE">
              <w:rPr>
                <w:rFonts w:eastAsia="Calibri"/>
              </w:rPr>
              <w:t xml:space="preserve">and report </w:t>
            </w:r>
            <w:r w:rsidR="00975FFF">
              <w:rPr>
                <w:rFonts w:eastAsia="Calibri"/>
              </w:rPr>
              <w:t>water test results</w:t>
            </w:r>
            <w:r w:rsidR="00B642CE">
              <w:rPr>
                <w:rFonts w:eastAsia="Calibri"/>
              </w:rPr>
              <w:t xml:space="preserve"> and </w:t>
            </w:r>
            <w:r w:rsidR="00665F2A">
              <w:rPr>
                <w:rFonts w:eastAsia="Calibri"/>
              </w:rPr>
              <w:t xml:space="preserve">report </w:t>
            </w:r>
            <w:r w:rsidR="00B642CE">
              <w:rPr>
                <w:rFonts w:eastAsia="Calibri"/>
              </w:rPr>
              <w:t xml:space="preserve">tool and </w:t>
            </w:r>
            <w:r w:rsidR="00975FFF">
              <w:rPr>
                <w:rFonts w:eastAsia="Calibri"/>
              </w:rPr>
              <w:t>material</w:t>
            </w:r>
            <w:r w:rsidR="00B642CE">
              <w:rPr>
                <w:rFonts w:eastAsia="Calibri"/>
              </w:rPr>
              <w:t xml:space="preserve"> </w:t>
            </w:r>
            <w:proofErr w:type="spellStart"/>
            <w:r w:rsidR="00B642CE">
              <w:rPr>
                <w:rFonts w:eastAsia="Calibri"/>
              </w:rPr>
              <w:t>unserviceabilities</w:t>
            </w:r>
            <w:proofErr w:type="spellEnd"/>
          </w:p>
        </w:tc>
      </w:tr>
      <w:tr w:rsidR="00B642CE" w:rsidRPr="00336FCA" w:rsidDel="00423CB2" w14:paraId="5FEFB00D" w14:textId="77777777" w:rsidTr="00CA2922">
        <w:tc>
          <w:tcPr>
            <w:tcW w:w="1396" w:type="pct"/>
          </w:tcPr>
          <w:p w14:paraId="5FEFB00B" w14:textId="77777777" w:rsidR="00B642CE" w:rsidRDefault="00B642CE" w:rsidP="009154C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FEFB00C" w14:textId="77777777" w:rsidR="00B642CE" w:rsidRDefault="00B642CE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F1480E" w:rsidRPr="00336FCA" w:rsidDel="00423CB2" w14:paraId="5FEFB010" w14:textId="77777777" w:rsidTr="00CA2922">
        <w:tc>
          <w:tcPr>
            <w:tcW w:w="1396" w:type="pct"/>
          </w:tcPr>
          <w:p w14:paraId="5FEFB00E" w14:textId="77777777" w:rsidR="00F1480E" w:rsidRPr="000754EC" w:rsidRDefault="00B642CE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FEFB00F" w14:textId="2532BA13" w:rsidR="00F1480E" w:rsidRPr="000754EC" w:rsidRDefault="00B642CE" w:rsidP="00975FF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Take responsibility for routine decisions about </w:t>
            </w:r>
            <w:r w:rsidR="00975FFF">
              <w:rPr>
                <w:rFonts w:eastAsia="Calibri"/>
              </w:rPr>
              <w:t>water sampling and testing</w:t>
            </w:r>
            <w:r>
              <w:rPr>
                <w:rFonts w:eastAsia="Calibri"/>
              </w:rPr>
              <w:t xml:space="preserve"> and reflect on outcomes to identify effectiveness of decisions</w:t>
            </w:r>
          </w:p>
        </w:tc>
      </w:tr>
    </w:tbl>
    <w:p w14:paraId="5FEFB01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FB013" w14:textId="77777777" w:rsidTr="00F33FF2">
        <w:tc>
          <w:tcPr>
            <w:tcW w:w="5000" w:type="pct"/>
            <w:gridSpan w:val="4"/>
          </w:tcPr>
          <w:p w14:paraId="5FEFB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EFB018" w14:textId="77777777" w:rsidTr="00F33FF2">
        <w:tc>
          <w:tcPr>
            <w:tcW w:w="1028" w:type="pct"/>
          </w:tcPr>
          <w:p w14:paraId="5FEF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EFB0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EFB0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EFB0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EFB01E" w14:textId="77777777" w:rsidTr="00F33FF2">
        <w:tc>
          <w:tcPr>
            <w:tcW w:w="1028" w:type="pct"/>
          </w:tcPr>
          <w:p w14:paraId="5FEFB019" w14:textId="48E4420B" w:rsidR="00041E59" w:rsidRDefault="004C537B" w:rsidP="000754EC">
            <w:pPr>
              <w:pStyle w:val="SIText"/>
            </w:pPr>
            <w:r>
              <w:t xml:space="preserve">AHCXXX2XX </w:t>
            </w:r>
            <w:r w:rsidR="00917221">
              <w:t>Assist with protected cropping water sampling and testing</w:t>
            </w:r>
          </w:p>
          <w:p w14:paraId="5FEFB01A" w14:textId="77777777" w:rsidR="004C537B" w:rsidRPr="000754EC" w:rsidRDefault="004C537B" w:rsidP="000754EC">
            <w:pPr>
              <w:pStyle w:val="SIText"/>
            </w:pPr>
            <w:r>
              <w:t>Release 1</w:t>
            </w:r>
          </w:p>
        </w:tc>
        <w:tc>
          <w:tcPr>
            <w:tcW w:w="1105" w:type="pct"/>
          </w:tcPr>
          <w:p w14:paraId="5FEFB01B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FEFB01C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FEFB01D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5FEFB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FB023" w14:textId="77777777" w:rsidTr="00CA2922">
        <w:tc>
          <w:tcPr>
            <w:tcW w:w="1396" w:type="pct"/>
            <w:shd w:val="clear" w:color="auto" w:fill="auto"/>
          </w:tcPr>
          <w:p w14:paraId="5FEFB0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EFB02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FEFB022" w14:textId="77777777" w:rsidR="00F1480E" w:rsidRPr="000754EC" w:rsidRDefault="0041003D" w:rsidP="004C537B">
            <w:pPr>
              <w:pStyle w:val="SIText"/>
            </w:pPr>
            <w:hyperlink r:id="rId11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24" w14:textId="77777777" w:rsidR="00F1480E" w:rsidRDefault="00F1480E" w:rsidP="005F771F">
      <w:pPr>
        <w:pStyle w:val="SIText"/>
      </w:pPr>
    </w:p>
    <w:p w14:paraId="5FEFB0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FB0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B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EFB027" w14:textId="137C4115" w:rsidR="00556C4C" w:rsidRPr="000754EC" w:rsidRDefault="00556C4C" w:rsidP="004C537B">
            <w:pPr>
              <w:pStyle w:val="SIUnittitle"/>
            </w:pPr>
            <w:r w:rsidRPr="00F56827">
              <w:t xml:space="preserve">Assessment requirements for </w:t>
            </w:r>
            <w:r w:rsidR="004C537B">
              <w:t xml:space="preserve">AHCXXX2XX </w:t>
            </w:r>
            <w:r w:rsidR="00917221">
              <w:t>Assist with protected cropping water sampling and testing</w:t>
            </w:r>
          </w:p>
        </w:tc>
      </w:tr>
      <w:tr w:rsidR="00556C4C" w:rsidRPr="00A55106" w14:paraId="5FEFB0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FB0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EFB033" w14:textId="77777777" w:rsidTr="00113678">
        <w:tc>
          <w:tcPr>
            <w:tcW w:w="5000" w:type="pct"/>
            <w:gridSpan w:val="2"/>
            <w:shd w:val="clear" w:color="auto" w:fill="auto"/>
          </w:tcPr>
          <w:p w14:paraId="5FEFB02B" w14:textId="248D7992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FEFB02C" w14:textId="4EBE56AD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975FFF">
              <w:t>sampled and tested protected cr</w:t>
            </w:r>
            <w:r w:rsidR="002D189A">
              <w:t>op</w:t>
            </w:r>
            <w:r w:rsidR="00975FFF">
              <w:t>s</w:t>
            </w:r>
            <w:r w:rsidR="002D189A">
              <w:t xml:space="preserve"> on at least two occasions and has</w:t>
            </w:r>
            <w:r w:rsidRPr="000754EC">
              <w:t>:</w:t>
            </w:r>
          </w:p>
          <w:p w14:paraId="5FEFB02D" w14:textId="7ABD49BC" w:rsidR="00584424" w:rsidRDefault="00975FFF" w:rsidP="000754EC">
            <w:pPr>
              <w:pStyle w:val="SIBulletList1"/>
            </w:pPr>
            <w:r>
              <w:t>s</w:t>
            </w:r>
            <w:r w:rsidR="00584424">
              <w:t>elected</w:t>
            </w:r>
            <w:r>
              <w:t xml:space="preserve"> and</w:t>
            </w:r>
            <w:r w:rsidR="00584424">
              <w:t xml:space="preserve"> used </w:t>
            </w:r>
            <w:r>
              <w:t>protected</w:t>
            </w:r>
            <w:r w:rsidR="00584424">
              <w:t xml:space="preserve"> </w:t>
            </w:r>
            <w:r w:rsidR="001B4DD8">
              <w:t xml:space="preserve">crop </w:t>
            </w:r>
            <w:r>
              <w:t xml:space="preserve">water sampling </w:t>
            </w:r>
            <w:r w:rsidR="00584424">
              <w:t xml:space="preserve">tools and </w:t>
            </w:r>
            <w:r>
              <w:t>material</w:t>
            </w:r>
          </w:p>
          <w:p w14:paraId="73E7F421" w14:textId="5C4D9357" w:rsidR="00975FFF" w:rsidRDefault="00975FFF" w:rsidP="009918DC">
            <w:pPr>
              <w:pStyle w:val="SIBulletList1"/>
            </w:pPr>
            <w:r>
              <w:t>collected and described water samples using descriptive terms</w:t>
            </w:r>
          </w:p>
          <w:p w14:paraId="0EB373C8" w14:textId="77777777" w:rsidR="00665F2A" w:rsidRDefault="00975FFF" w:rsidP="00584424">
            <w:pPr>
              <w:pStyle w:val="SIBulletList1"/>
            </w:pPr>
            <w:r>
              <w:t>assisted with the use of simple water testing equipment</w:t>
            </w:r>
          </w:p>
          <w:p w14:paraId="1A5CFDC3" w14:textId="50F7D77C" w:rsidR="001B4DD8" w:rsidRDefault="001B4DD8" w:rsidP="000754EC">
            <w:pPr>
              <w:pStyle w:val="SIBulletList1"/>
            </w:pPr>
            <w:r>
              <w:t>removed and disposed of wast</w:t>
            </w:r>
            <w:r w:rsidR="004B4514">
              <w:t>e</w:t>
            </w:r>
            <w:r>
              <w:t xml:space="preserve"> material</w:t>
            </w:r>
          </w:p>
          <w:p w14:paraId="5FEFB030" w14:textId="7E11DB5E" w:rsidR="00C460EC" w:rsidRDefault="00C460EC" w:rsidP="000754EC">
            <w:pPr>
              <w:pStyle w:val="SIBulletList1"/>
            </w:pPr>
            <w:r>
              <w:t xml:space="preserve">minimised </w:t>
            </w:r>
            <w:proofErr w:type="spellStart"/>
            <w:r>
              <w:t>enviromental</w:t>
            </w:r>
            <w:proofErr w:type="spellEnd"/>
            <w:r>
              <w:t xml:space="preserve"> impacts associated with </w:t>
            </w:r>
            <w:r w:rsidR="00665F2A">
              <w:t>testing protected crop water</w:t>
            </w:r>
          </w:p>
          <w:p w14:paraId="5FEFB031" w14:textId="77777777" w:rsidR="00C460EC" w:rsidRDefault="00FE4FFB" w:rsidP="000754EC">
            <w:pPr>
              <w:pStyle w:val="SIBulletList1"/>
            </w:pPr>
            <w:r>
              <w:t>followed industry and workplace biosecurity procedures</w:t>
            </w:r>
          </w:p>
          <w:p w14:paraId="111E2C81" w14:textId="77777777" w:rsidR="004B4514" w:rsidRDefault="00C460EC" w:rsidP="00C460EC">
            <w:pPr>
              <w:pStyle w:val="SIBulletList1"/>
            </w:pPr>
            <w:r>
              <w:t>applied workplace health and safety requirements</w:t>
            </w:r>
          </w:p>
          <w:p w14:paraId="5FEFB032" w14:textId="3F178DA8" w:rsidR="00556C4C" w:rsidRPr="000754EC" w:rsidRDefault="004B4514" w:rsidP="00665F2A">
            <w:pPr>
              <w:pStyle w:val="SIBulletList1"/>
            </w:pPr>
            <w:proofErr w:type="gramStart"/>
            <w:r>
              <w:t>recorded</w:t>
            </w:r>
            <w:proofErr w:type="gramEnd"/>
            <w:r>
              <w:t xml:space="preserve"> and reported </w:t>
            </w:r>
            <w:r w:rsidR="00665F2A">
              <w:t>water testing results</w:t>
            </w:r>
            <w:r>
              <w:t xml:space="preserve"> and unserviceable tools and </w:t>
            </w:r>
            <w:r w:rsidR="00665F2A">
              <w:t>material</w:t>
            </w:r>
            <w:r w:rsidR="006E42FE">
              <w:t>.</w:t>
            </w:r>
          </w:p>
        </w:tc>
      </w:tr>
    </w:tbl>
    <w:p w14:paraId="5FEFB0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EFB041" w14:textId="77777777" w:rsidTr="00CA2922">
        <w:tc>
          <w:tcPr>
            <w:tcW w:w="5000" w:type="pct"/>
            <w:shd w:val="clear" w:color="auto" w:fill="auto"/>
          </w:tcPr>
          <w:p w14:paraId="5FEFB037" w14:textId="553A7B2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FEFB038" w14:textId="5310FF3E" w:rsidR="00FE4FFB" w:rsidRPr="00665F2A" w:rsidRDefault="003972F4" w:rsidP="00665F2A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665F2A">
              <w:rPr>
                <w:rStyle w:val="SITemporaryText"/>
                <w:rFonts w:eastAsia="Calibri"/>
                <w:color w:val="auto"/>
                <w:sz w:val="20"/>
              </w:rPr>
              <w:t xml:space="preserve">crop </w:t>
            </w:r>
            <w:r w:rsidR="00665F2A" w:rsidRPr="00665F2A">
              <w:rPr>
                <w:rStyle w:val="SITemporaryText"/>
                <w:rFonts w:eastAsia="Calibri"/>
                <w:color w:val="auto"/>
                <w:sz w:val="20"/>
              </w:rPr>
              <w:t>water sampling and testing</w:t>
            </w:r>
            <w:r w:rsidRPr="00665F2A">
              <w:rPr>
                <w:rStyle w:val="SITemporaryText"/>
                <w:rFonts w:eastAsia="Calibri"/>
                <w:color w:val="auto"/>
                <w:sz w:val="20"/>
              </w:rPr>
              <w:t xml:space="preserve"> tools </w:t>
            </w:r>
            <w:r w:rsidR="00584424" w:rsidRPr="00665F2A">
              <w:rPr>
                <w:rStyle w:val="SITemporaryText"/>
                <w:rFonts w:eastAsia="Calibri"/>
                <w:color w:val="auto"/>
                <w:sz w:val="20"/>
              </w:rPr>
              <w:t xml:space="preserve">operating </w:t>
            </w:r>
            <w:r w:rsidR="00FE4FFB" w:rsidRPr="00665F2A">
              <w:rPr>
                <w:rStyle w:val="SITemporaryText"/>
                <w:rFonts w:eastAsia="Calibri"/>
                <w:color w:val="auto"/>
                <w:sz w:val="20"/>
              </w:rPr>
              <w:t>instructions</w:t>
            </w:r>
          </w:p>
          <w:p w14:paraId="5FEFB039" w14:textId="1D5AAF8B" w:rsidR="002D6306" w:rsidRPr="003972F4" w:rsidRDefault="003972F4" w:rsidP="003972F4">
            <w:pPr>
              <w:pStyle w:val="SIBulletList1"/>
            </w:pPr>
            <w:r>
              <w:t>p</w:t>
            </w:r>
            <w:r w:rsidR="002166AE">
              <w:t>rinciples and practices for recognising protected crop water properties, including</w:t>
            </w:r>
            <w:r w:rsidR="002D6306" w:rsidRPr="003972F4">
              <w:t>:</w:t>
            </w:r>
          </w:p>
          <w:p w14:paraId="5FEFB03A" w14:textId="19691F79" w:rsidR="00584424" w:rsidRDefault="002166AE" w:rsidP="002D6306">
            <w:pPr>
              <w:pStyle w:val="SIBulletList2"/>
            </w:pPr>
            <w:r>
              <w:t>basic water tests</w:t>
            </w:r>
          </w:p>
          <w:p w14:paraId="3CEBF113" w14:textId="77777777" w:rsidR="002166AE" w:rsidRDefault="002166AE" w:rsidP="002166AE">
            <w:pPr>
              <w:pStyle w:val="SIBulletList2"/>
            </w:pPr>
            <w:r>
              <w:t>water chemical properties</w:t>
            </w:r>
          </w:p>
          <w:p w14:paraId="5FEFB03C" w14:textId="2625E988" w:rsidR="002D6306" w:rsidRDefault="002166AE" w:rsidP="009632C8">
            <w:pPr>
              <w:pStyle w:val="SIBulletList2"/>
            </w:pPr>
            <w:r>
              <w:t>water physical properties</w:t>
            </w:r>
          </w:p>
          <w:p w14:paraId="4BA69556" w14:textId="77777777" w:rsidR="002166AE" w:rsidRDefault="002166AE" w:rsidP="009632C8">
            <w:pPr>
              <w:pStyle w:val="SIBulletList2"/>
            </w:pPr>
            <w:r>
              <w:t>water and plant relationship</w:t>
            </w:r>
          </w:p>
          <w:p w14:paraId="50BBF1DD" w14:textId="3F939F7F" w:rsidR="002166AE" w:rsidRDefault="002166AE" w:rsidP="009632C8">
            <w:pPr>
              <w:pStyle w:val="SIBulletList2"/>
            </w:pPr>
            <w:r>
              <w:t>water sampling techniques</w:t>
            </w:r>
          </w:p>
          <w:p w14:paraId="5FEFB03E" w14:textId="015DF4A4" w:rsidR="00C460EC" w:rsidRDefault="00C460EC" w:rsidP="00C460EC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665F2A">
              <w:t>testing</w:t>
            </w:r>
            <w:r>
              <w:t xml:space="preserve"> </w:t>
            </w:r>
            <w:r w:rsidR="00665F2A">
              <w:t xml:space="preserve">protected </w:t>
            </w:r>
            <w:r>
              <w:t>crop</w:t>
            </w:r>
            <w:r w:rsidR="00665F2A">
              <w:t xml:space="preserve"> water</w:t>
            </w:r>
          </w:p>
          <w:p w14:paraId="5FEFB03F" w14:textId="58626097" w:rsidR="00C460EC" w:rsidRDefault="00C460EC" w:rsidP="00C460EC">
            <w:pPr>
              <w:pStyle w:val="SIBulletList1"/>
            </w:pPr>
            <w:r>
              <w:t xml:space="preserve">environmental impacts associated with </w:t>
            </w:r>
            <w:r w:rsidR="00665F2A">
              <w:t>testing protected cro</w:t>
            </w:r>
            <w:r>
              <w:t>p</w:t>
            </w:r>
            <w:r w:rsidR="00665F2A">
              <w:t xml:space="preserve"> water</w:t>
            </w:r>
          </w:p>
          <w:p w14:paraId="5FEFB040" w14:textId="77777777" w:rsidR="00F1480E" w:rsidRPr="000754EC" w:rsidRDefault="00C460EC" w:rsidP="00C460EC">
            <w:pPr>
              <w:pStyle w:val="SIBulletList1"/>
            </w:pPr>
            <w:proofErr w:type="gramStart"/>
            <w:r>
              <w:t>i</w:t>
            </w:r>
            <w:r w:rsidR="00FE4FFB">
              <w:t>ndustry</w:t>
            </w:r>
            <w:proofErr w:type="gramEnd"/>
            <w:r w:rsidR="00FE4FFB">
              <w:t xml:space="preserve"> and workplace biosecurity procedures</w:t>
            </w:r>
            <w:r w:rsidR="006E42FE">
              <w:t>.</w:t>
            </w:r>
          </w:p>
        </w:tc>
      </w:tr>
    </w:tbl>
    <w:p w14:paraId="5FEFB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EFB055" w14:textId="77777777" w:rsidTr="00CA2922">
        <w:tc>
          <w:tcPr>
            <w:tcW w:w="5000" w:type="pct"/>
            <w:shd w:val="clear" w:color="auto" w:fill="auto"/>
          </w:tcPr>
          <w:p w14:paraId="5FEFB045" w14:textId="4AC2B133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  <w:bookmarkStart w:id="0" w:name="_GoBack"/>
            <w:bookmarkEnd w:id="0"/>
          </w:p>
          <w:p w14:paraId="5FEFB04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EFB047" w14:textId="77777777" w:rsidR="004E6741" w:rsidRPr="000754EC" w:rsidRDefault="00FE4FFB" w:rsidP="000754EC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represents workplace conditions</w:t>
            </w:r>
          </w:p>
          <w:p w14:paraId="5FEFB04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EFB049" w14:textId="719FCDA5" w:rsidR="00366805" w:rsidRPr="000754EC" w:rsidRDefault="003972F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crop </w:t>
            </w:r>
            <w:r w:rsidR="00665F2A">
              <w:rPr>
                <w:rFonts w:eastAsia="Calibri"/>
              </w:rPr>
              <w:t xml:space="preserve">water sampling and testing </w:t>
            </w:r>
            <w:r w:rsidR="00FE4FFB">
              <w:rPr>
                <w:rFonts w:eastAsia="Calibri"/>
              </w:rPr>
              <w:t xml:space="preserve">tools and </w:t>
            </w:r>
            <w:r w:rsidR="00665F2A">
              <w:rPr>
                <w:rFonts w:eastAsia="Calibri"/>
              </w:rPr>
              <w:t>materials</w:t>
            </w:r>
          </w:p>
          <w:p w14:paraId="5FEFB04A" w14:textId="36B8EC4A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FE4FFB">
              <w:t xml:space="preserve"> </w:t>
            </w:r>
            <w:r w:rsidR="002D6306">
              <w:t>applicable</w:t>
            </w:r>
            <w:r w:rsidR="00FE4FFB">
              <w:t xml:space="preserve"> to </w:t>
            </w:r>
            <w:r w:rsidR="00665F2A">
              <w:t xml:space="preserve">protected </w:t>
            </w:r>
            <w:r w:rsidR="003972F4">
              <w:t xml:space="preserve">crop </w:t>
            </w:r>
            <w:r w:rsidR="00665F2A">
              <w:t>water sampling and testing</w:t>
            </w:r>
          </w:p>
          <w:p w14:paraId="5FEFB04B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FEFB04C" w14:textId="404A913D" w:rsidR="00F83D7C" w:rsidRPr="002D6306" w:rsidRDefault="003972F4" w:rsidP="00785BF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crop </w:t>
            </w:r>
            <w:r w:rsidR="00665F2A">
              <w:rPr>
                <w:rFonts w:eastAsia="Calibri"/>
              </w:rPr>
              <w:t xml:space="preserve">water sampling and testing </w:t>
            </w:r>
            <w:r w:rsidR="002166AE">
              <w:rPr>
                <w:rFonts w:eastAsia="Calibri"/>
              </w:rPr>
              <w:t>tools</w:t>
            </w:r>
            <w:r w:rsidR="002D6306" w:rsidRPr="002D6306">
              <w:rPr>
                <w:rFonts w:eastAsia="Calibri"/>
              </w:rPr>
              <w:t xml:space="preserve"> operating instructions</w:t>
            </w:r>
          </w:p>
          <w:p w14:paraId="5FEFB04D" w14:textId="355BC100" w:rsidR="00F83D7C" w:rsidRPr="000754EC" w:rsidRDefault="002D630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</w:t>
            </w:r>
            <w:r w:rsidR="002166AE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and </w:t>
            </w:r>
            <w:r w:rsidR="002166AE">
              <w:rPr>
                <w:rFonts w:eastAsia="Calibri"/>
              </w:rPr>
              <w:t>sampling and testing protected</w:t>
            </w:r>
            <w:r>
              <w:rPr>
                <w:rFonts w:eastAsia="Calibri"/>
              </w:rPr>
              <w:t xml:space="preserve"> crop</w:t>
            </w:r>
            <w:r w:rsidR="002166AE">
              <w:rPr>
                <w:rFonts w:eastAsia="Calibri"/>
              </w:rPr>
              <w:t xml:space="preserve"> water</w:t>
            </w:r>
          </w:p>
          <w:p w14:paraId="5FEFB04E" w14:textId="5BDF01E0" w:rsidR="00366805" w:rsidRPr="000754EC" w:rsidRDefault="00C460E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industry and workplace biosecurity procedures applicable to </w:t>
            </w:r>
            <w:r w:rsidR="002166AE" w:rsidRPr="002166AE">
              <w:rPr>
                <w:rFonts w:eastAsia="Calibri"/>
              </w:rPr>
              <w:t>sampling and testing protected crop water</w:t>
            </w:r>
          </w:p>
          <w:p w14:paraId="5FEFB04F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FEFB050" w14:textId="7777777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5FEFB051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FEFB052" w14:textId="77777777" w:rsidR="0021210E" w:rsidRPr="000754EC" w:rsidRDefault="00B0712C" w:rsidP="00511105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job </w:t>
            </w:r>
            <w:r w:rsidR="00FE4FFB">
              <w:t>requirements</w:t>
            </w:r>
            <w:r w:rsidR="0021210E">
              <w:t>.</w:t>
            </w:r>
          </w:p>
          <w:p w14:paraId="5FEFB053" w14:textId="77777777" w:rsidR="0021210E" w:rsidRDefault="0021210E" w:rsidP="000754EC">
            <w:pPr>
              <w:pStyle w:val="SIText"/>
            </w:pPr>
          </w:p>
          <w:p w14:paraId="5FEFB054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EFB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EFB05A" w14:textId="77777777" w:rsidTr="004679E3">
        <w:tc>
          <w:tcPr>
            <w:tcW w:w="990" w:type="pct"/>
            <w:shd w:val="clear" w:color="auto" w:fill="auto"/>
          </w:tcPr>
          <w:p w14:paraId="5FEFB0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EFB05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FEFB059" w14:textId="77777777" w:rsidR="00F1480E" w:rsidRPr="000754EC" w:rsidRDefault="0041003D" w:rsidP="004C537B">
            <w:pPr>
              <w:pStyle w:val="SIText"/>
            </w:pPr>
            <w:hyperlink r:id="rId12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5B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29331B" w14:textId="77777777" w:rsidR="00403717" w:rsidRDefault="00403717" w:rsidP="00BF3F0A">
      <w:r>
        <w:separator/>
      </w:r>
    </w:p>
    <w:p w14:paraId="619A7B08" w14:textId="77777777" w:rsidR="00403717" w:rsidRDefault="00403717"/>
  </w:endnote>
  <w:endnote w:type="continuationSeparator" w:id="0">
    <w:p w14:paraId="7CF3D437" w14:textId="77777777" w:rsidR="00403717" w:rsidRDefault="00403717" w:rsidP="00BF3F0A">
      <w:r>
        <w:continuationSeparator/>
      </w:r>
    </w:p>
    <w:p w14:paraId="312131DA" w14:textId="77777777" w:rsidR="00403717" w:rsidRDefault="004037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5FD21" w14:textId="77777777" w:rsidR="003921CD" w:rsidRDefault="003921C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FB065" w14:textId="6AD2791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1003D">
          <w:rPr>
            <w:noProof/>
          </w:rPr>
          <w:t>3</w:t>
        </w:r>
        <w:r w:rsidRPr="000754EC">
          <w:fldChar w:fldCharType="end"/>
        </w:r>
      </w:p>
      <w:p w14:paraId="5FEFB06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EFB067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99C68" w14:textId="77777777" w:rsidR="003921CD" w:rsidRDefault="003921C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D533B" w14:textId="77777777" w:rsidR="00403717" w:rsidRDefault="00403717" w:rsidP="00BF3F0A">
      <w:r>
        <w:separator/>
      </w:r>
    </w:p>
    <w:p w14:paraId="571ED26D" w14:textId="77777777" w:rsidR="00403717" w:rsidRDefault="00403717"/>
  </w:footnote>
  <w:footnote w:type="continuationSeparator" w:id="0">
    <w:p w14:paraId="237DC65D" w14:textId="77777777" w:rsidR="00403717" w:rsidRDefault="00403717" w:rsidP="00BF3F0A">
      <w:r>
        <w:continuationSeparator/>
      </w:r>
    </w:p>
    <w:p w14:paraId="2B2FB527" w14:textId="77777777" w:rsidR="00403717" w:rsidRDefault="004037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96DB6" w14:textId="77777777" w:rsidR="003921CD" w:rsidRDefault="003921C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FB064" w14:textId="1601F5DB" w:rsidR="009C2650" w:rsidRPr="000754EC" w:rsidRDefault="0041003D" w:rsidP="00146EEC">
    <w:pPr>
      <w:pStyle w:val="SIText"/>
    </w:pPr>
    <w:sdt>
      <w:sdtPr>
        <w:id w:val="-328137218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4EE752F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C537B">
      <w:t xml:space="preserve">AHCXXX2XX </w:t>
    </w:r>
    <w:r w:rsidR="00917221">
      <w:t>Assist with protected cropping water sampling and testing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D453C7" w14:textId="77777777" w:rsidR="003921CD" w:rsidRDefault="003921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D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7997"/>
    <w:rsid w:val="00176E4F"/>
    <w:rsid w:val="0018546B"/>
    <w:rsid w:val="001A6A3E"/>
    <w:rsid w:val="001A7B6D"/>
    <w:rsid w:val="001B34D5"/>
    <w:rsid w:val="001B4DD8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6AE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2A4"/>
    <w:rsid w:val="0029550E"/>
    <w:rsid w:val="002970C3"/>
    <w:rsid w:val="002A31D5"/>
    <w:rsid w:val="002A4CD3"/>
    <w:rsid w:val="002A6CC4"/>
    <w:rsid w:val="002C55E9"/>
    <w:rsid w:val="002D0C8B"/>
    <w:rsid w:val="002D189A"/>
    <w:rsid w:val="002D330A"/>
    <w:rsid w:val="002D6306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64A"/>
    <w:rsid w:val="00366805"/>
    <w:rsid w:val="0037067D"/>
    <w:rsid w:val="00373436"/>
    <w:rsid w:val="0038735B"/>
    <w:rsid w:val="003916D1"/>
    <w:rsid w:val="003921CD"/>
    <w:rsid w:val="003972F4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3717"/>
    <w:rsid w:val="0041003D"/>
    <w:rsid w:val="004111AA"/>
    <w:rsid w:val="004127E3"/>
    <w:rsid w:val="0043212E"/>
    <w:rsid w:val="00434366"/>
    <w:rsid w:val="004345E7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514"/>
    <w:rsid w:val="004B7A28"/>
    <w:rsid w:val="004C008A"/>
    <w:rsid w:val="004C2244"/>
    <w:rsid w:val="004C537B"/>
    <w:rsid w:val="004C71A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42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F2A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3017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6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342"/>
    <w:rsid w:val="00865011"/>
    <w:rsid w:val="00886790"/>
    <w:rsid w:val="008908DE"/>
    <w:rsid w:val="008A12ED"/>
    <w:rsid w:val="008A39D3"/>
    <w:rsid w:val="008B2C77"/>
    <w:rsid w:val="008B4AD2"/>
    <w:rsid w:val="008B7138"/>
    <w:rsid w:val="008C7EDF"/>
    <w:rsid w:val="008E260C"/>
    <w:rsid w:val="008E39BE"/>
    <w:rsid w:val="008E62EC"/>
    <w:rsid w:val="008F32F6"/>
    <w:rsid w:val="009154C7"/>
    <w:rsid w:val="00916CD7"/>
    <w:rsid w:val="00917221"/>
    <w:rsid w:val="00920927"/>
    <w:rsid w:val="00921B38"/>
    <w:rsid w:val="00923720"/>
    <w:rsid w:val="009278C9"/>
    <w:rsid w:val="00932CD7"/>
    <w:rsid w:val="00944C09"/>
    <w:rsid w:val="00946003"/>
    <w:rsid w:val="009527CB"/>
    <w:rsid w:val="00953835"/>
    <w:rsid w:val="00960F6C"/>
    <w:rsid w:val="00970747"/>
    <w:rsid w:val="00975FF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0D56"/>
    <w:rsid w:val="00A92DD1"/>
    <w:rsid w:val="00AA4E0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BD0"/>
    <w:rsid w:val="00AF3957"/>
    <w:rsid w:val="00B0712C"/>
    <w:rsid w:val="00B12013"/>
    <w:rsid w:val="00B22C67"/>
    <w:rsid w:val="00B3508F"/>
    <w:rsid w:val="00B35AAC"/>
    <w:rsid w:val="00B443EE"/>
    <w:rsid w:val="00B560C8"/>
    <w:rsid w:val="00B61150"/>
    <w:rsid w:val="00B642CE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0E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D6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E94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793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EFAFC6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C1E3A6902E447BE6B722F6487692F" ma:contentTypeVersion="" ma:contentTypeDescription="Create a new document." ma:contentTypeScope="" ma:versionID="6ad2a24980a756baf5fe07231fb353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C33F5-CCF1-4EEB-81EE-971D39364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1E13F-E940-4540-A8C2-008E83549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crops.dotx</Template>
  <TotalTime>0</TotalTime>
  <Pages>3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Peter Miller</cp:lastModifiedBy>
  <cp:revision>2</cp:revision>
  <cp:lastPrinted>2016-05-27T05:21:00Z</cp:lastPrinted>
  <dcterms:created xsi:type="dcterms:W3CDTF">2018-12-19T22:22:00Z</dcterms:created>
  <dcterms:modified xsi:type="dcterms:W3CDTF">2018-12-19T22:22:00Z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0x010100D3BC1E3A6902E447BE6B722F6487692F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