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B6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952EF" w14:paraId="526CB5B9" w14:textId="77777777" w:rsidTr="0076503D">
        <w:tc>
          <w:tcPr>
            <w:tcW w:w="2689" w:type="dxa"/>
          </w:tcPr>
          <w:p w14:paraId="3609DCB8" w14:textId="77777777" w:rsidR="00F952EF" w:rsidRPr="00CC451E" w:rsidRDefault="00F952EF" w:rsidP="0076503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3655B4F" w14:textId="77777777" w:rsidR="00F952EF" w:rsidRPr="00CC451E" w:rsidRDefault="00F952EF" w:rsidP="0076503D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BF4D64" w14:paraId="642F4DEC" w14:textId="77777777" w:rsidTr="00CA2922">
        <w:tc>
          <w:tcPr>
            <w:tcW w:w="2689" w:type="dxa"/>
          </w:tcPr>
          <w:p w14:paraId="17048513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0F4BD8F8" w:rsidR="00F1480E" w:rsidRPr="00923720" w:rsidRDefault="008E348D" w:rsidP="004A1056">
            <w:pPr>
              <w:pStyle w:val="SIQUALCODE"/>
            </w:pPr>
            <w:r w:rsidRPr="008E348D">
              <w:t>AHC4</w:t>
            </w:r>
            <w:r w:rsidR="004A1056">
              <w:t>XX</w:t>
            </w:r>
            <w:r w:rsidRPr="008E348D">
              <w:t>1</w:t>
            </w:r>
            <w:r w:rsidR="004A1056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2FB4D632" w:rsidR="00F1480E" w:rsidRPr="00923720" w:rsidRDefault="008E348D" w:rsidP="00A772D9">
            <w:pPr>
              <w:pStyle w:val="SIQUALtitle"/>
            </w:pPr>
            <w:r w:rsidRPr="008E348D">
              <w:t>Certificate IV in Irrigation</w:t>
            </w:r>
            <w:r w:rsidR="004A1056">
              <w:t xml:space="preserve"> Management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60F21F1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6D33133" w14:textId="0C9C8D82" w:rsidR="008E348D" w:rsidRDefault="008E348D" w:rsidP="008E348D">
            <w:pPr>
              <w:pStyle w:val="SIText"/>
              <w:rPr>
                <w:color w:val="000000" w:themeColor="text1"/>
              </w:rPr>
            </w:pPr>
            <w:r w:rsidRPr="008E348D">
              <w:rPr>
                <w:color w:val="000000" w:themeColor="text1"/>
              </w:rPr>
              <w:t xml:space="preserve">This qualification </w:t>
            </w:r>
            <w:r w:rsidR="00F952EF">
              <w:rPr>
                <w:color w:val="000000" w:themeColor="text1"/>
              </w:rPr>
              <w:t xml:space="preserve">describes the skills and knowledge for job roles in the irrigation industry including; installation supervisors, installation site managers, irrigation managers and irrigation sales </w:t>
            </w:r>
            <w:r w:rsidR="004A1056">
              <w:rPr>
                <w:color w:val="000000" w:themeColor="text1"/>
              </w:rPr>
              <w:t>management</w:t>
            </w:r>
            <w:r w:rsidRPr="008E348D">
              <w:rPr>
                <w:color w:val="000000" w:themeColor="text1"/>
              </w:rPr>
              <w:t>.</w:t>
            </w:r>
          </w:p>
          <w:p w14:paraId="0148DE43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63836C81" w14:textId="7830D104" w:rsidR="00F952EF" w:rsidRDefault="00F952EF" w:rsidP="008E348D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technical skills, problem solving and supervisory skills to operate, monitor and improve performance of irrigation systems and supervise the installation of irrigation systems.</w:t>
            </w:r>
          </w:p>
          <w:p w14:paraId="03CF8FA7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4CC69D42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7A8BD187" w14:textId="77777777" w:rsidR="00F952EF" w:rsidRPr="008E348D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77811A5D" w14:textId="69BEC0EC" w:rsidR="00A772D9" w:rsidRPr="00856837" w:rsidRDefault="008E348D" w:rsidP="00F952EF">
            <w:pPr>
              <w:pStyle w:val="SIText"/>
              <w:rPr>
                <w:color w:val="000000" w:themeColor="text1"/>
              </w:rPr>
            </w:pPr>
            <w:r w:rsidRPr="008E348D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8E348D">
        <w:trPr>
          <w:trHeight w:val="4810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2867A1CE" w:rsidR="004270D2" w:rsidRDefault="008E348D" w:rsidP="008E348D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607FAEBD" w14:textId="55FC1E89" w:rsidR="004270D2" w:rsidRPr="000C490A" w:rsidRDefault="00F325BA" w:rsidP="008E348D">
            <w:pPr>
              <w:pStyle w:val="SIBulletList2"/>
            </w:pPr>
            <w:r>
              <w:t>8</w:t>
            </w:r>
            <w:r w:rsidR="004270D2" w:rsidRPr="000C490A">
              <w:t xml:space="preserve"> core units plus</w:t>
            </w:r>
          </w:p>
          <w:p w14:paraId="1D5F66EC" w14:textId="442C50D3" w:rsidR="004270D2" w:rsidRDefault="00F325BA" w:rsidP="008E348D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DB38F18" w14:textId="101FE2D3" w:rsidR="008E348D" w:rsidRDefault="008E348D" w:rsidP="008E348D">
            <w:pPr>
              <w:pStyle w:val="SIBulletList1"/>
            </w:pPr>
            <w:r>
              <w:t xml:space="preserve">2 </w:t>
            </w:r>
            <w:r w:rsidR="00535680">
              <w:t>must be</w:t>
            </w:r>
            <w:r>
              <w:t xml:space="preserve"> from </w:t>
            </w:r>
            <w:r w:rsidR="00F325BA">
              <w:t xml:space="preserve">the </w:t>
            </w:r>
            <w:r w:rsidR="00535680">
              <w:t xml:space="preserve">electives </w:t>
            </w:r>
            <w:r w:rsidR="00F325BA">
              <w:t>list below</w:t>
            </w:r>
          </w:p>
          <w:p w14:paraId="6C8584BA" w14:textId="32C2EBEF" w:rsidR="008E348D" w:rsidRDefault="008E348D" w:rsidP="008E348D">
            <w:pPr>
              <w:pStyle w:val="SIBulletList1"/>
            </w:pPr>
            <w:r>
              <w:t xml:space="preserve">2 </w:t>
            </w:r>
            <w:r w:rsidR="00535680">
              <w:t xml:space="preserve">from the remaining </w:t>
            </w:r>
            <w:r w:rsidR="00F325BA">
              <w:t xml:space="preserve">electives listed below </w:t>
            </w:r>
            <w:r>
              <w:t xml:space="preserve">or any other </w:t>
            </w:r>
            <w:r w:rsidR="00535680">
              <w:t xml:space="preserve">currently </w:t>
            </w:r>
            <w:r>
              <w:t xml:space="preserve">endorsed Training Package or </w:t>
            </w:r>
            <w:r w:rsidR="00535680">
              <w:t>a</w:t>
            </w:r>
            <w:r>
              <w:t xml:space="preserve">ccredited </w:t>
            </w:r>
            <w:r w:rsidR="00535680">
              <w:t>c</w:t>
            </w:r>
            <w:r>
              <w:t>ourse</w:t>
            </w:r>
          </w:p>
          <w:p w14:paraId="6014A410" w14:textId="77777777" w:rsidR="004270D2" w:rsidRDefault="004270D2" w:rsidP="008E348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A1056" w:rsidRPr="005C7EA8" w14:paraId="4864B0AC" w14:textId="77777777" w:rsidTr="00A254D1">
              <w:tc>
                <w:tcPr>
                  <w:tcW w:w="1718" w:type="dxa"/>
                  <w:vAlign w:val="bottom"/>
                </w:tcPr>
                <w:p w14:paraId="744B22BF" w14:textId="66628321" w:rsidR="004A1056" w:rsidRDefault="004A1056">
                  <w:pPr>
                    <w:pStyle w:val="SIText"/>
                  </w:pPr>
                  <w:r>
                    <w:t>AHC</w:t>
                  </w:r>
                  <w:r w:rsidR="005703B2">
                    <w:t>D</w:t>
                  </w:r>
                  <w:r>
                    <w:t>RG40</w:t>
                  </w:r>
                  <w:r w:rsidR="005703B2">
                    <w:t>1</w:t>
                  </w:r>
                </w:p>
              </w:tc>
              <w:tc>
                <w:tcPr>
                  <w:tcW w:w="5670" w:type="dxa"/>
                  <w:vAlign w:val="bottom"/>
                </w:tcPr>
                <w:p w14:paraId="0180E1D7" w14:textId="2CE4CABF" w:rsidR="004A1056" w:rsidRDefault="005703B2">
                  <w:pPr>
                    <w:pStyle w:val="SIText"/>
                  </w:pPr>
                  <w:r>
                    <w:t>Coordinate and supervise installation of an irrigation drainage</w:t>
                  </w:r>
                  <w:r w:rsidR="004A1056">
                    <w:t xml:space="preserve"> system</w:t>
                  </w:r>
                </w:p>
              </w:tc>
            </w:tr>
            <w:tr w:rsidR="005703B2" w:rsidRPr="005C7EA8" w14:paraId="4CA942E5" w14:textId="77777777" w:rsidTr="00A254D1">
              <w:tc>
                <w:tcPr>
                  <w:tcW w:w="1718" w:type="dxa"/>
                  <w:vAlign w:val="bottom"/>
                </w:tcPr>
                <w:p w14:paraId="0B49BC98" w14:textId="0387B6B1" w:rsidR="005703B2" w:rsidRDefault="005703B2" w:rsidP="005703B2">
                  <w:pPr>
                    <w:pStyle w:val="SIText"/>
                  </w:pPr>
                  <w:r>
                    <w:t>AHCIRG402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D4CC2B" w14:textId="0878578E" w:rsidR="005703B2" w:rsidRDefault="005703B2" w:rsidP="005703B2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4A1056" w:rsidRPr="005C7EA8" w14:paraId="60A68AB4" w14:textId="77777777" w:rsidTr="005A227D">
              <w:tc>
                <w:tcPr>
                  <w:tcW w:w="1718" w:type="dxa"/>
                  <w:vAlign w:val="bottom"/>
                </w:tcPr>
                <w:p w14:paraId="6B3A7527" w14:textId="77777777" w:rsidR="004A1056" w:rsidRPr="00856837" w:rsidRDefault="004A1056" w:rsidP="005A227D">
                  <w:pPr>
                    <w:pStyle w:val="SIText"/>
                  </w:pPr>
                  <w:r>
                    <w:t>AHCIRG404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AD551A" w14:textId="77777777" w:rsidR="004A1056" w:rsidRPr="00856837" w:rsidRDefault="004A1056" w:rsidP="005A227D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4A1056" w:rsidRPr="005C7EA8" w14:paraId="66929F58" w14:textId="77777777" w:rsidTr="00A254D1">
              <w:tc>
                <w:tcPr>
                  <w:tcW w:w="1718" w:type="dxa"/>
                  <w:vAlign w:val="bottom"/>
                </w:tcPr>
                <w:p w14:paraId="3A8CAFA3" w14:textId="6DDA8397" w:rsidR="004A1056" w:rsidRDefault="004A1056" w:rsidP="004A1056">
                  <w:pPr>
                    <w:pStyle w:val="SIText"/>
                  </w:pPr>
                  <w:r>
                    <w:t>AHCIRG410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423AD88E" w14:textId="72F71823" w:rsidR="004A1056" w:rsidRDefault="004A1056" w:rsidP="004A1056">
                  <w:pPr>
                    <w:pStyle w:val="SIText"/>
                  </w:pPr>
                  <w:r>
                    <w:t>Select and manage pumping systems for irrigation</w:t>
                  </w:r>
                </w:p>
              </w:tc>
            </w:tr>
            <w:tr w:rsidR="004A1056" w:rsidRPr="005C7EA8" w14:paraId="4BD563C8" w14:textId="77777777" w:rsidTr="00673CEB">
              <w:tc>
                <w:tcPr>
                  <w:tcW w:w="1718" w:type="dxa"/>
                </w:tcPr>
                <w:p w14:paraId="6BB014C7" w14:textId="0C65E04B" w:rsidR="004A1056" w:rsidRDefault="004A1056" w:rsidP="004A1056">
                  <w:pPr>
                    <w:pStyle w:val="SIText"/>
                  </w:pPr>
                  <w:r>
                    <w:t>AHCIRG415</w:t>
                  </w:r>
                </w:p>
              </w:tc>
              <w:tc>
                <w:tcPr>
                  <w:tcW w:w="5670" w:type="dxa"/>
                </w:tcPr>
                <w:p w14:paraId="5D1A0F9A" w14:textId="3B5A4E2D" w:rsidR="004A1056" w:rsidRDefault="004A1056" w:rsidP="004A1056">
                  <w:pPr>
                    <w:pStyle w:val="SIText"/>
                  </w:pPr>
                  <w:r>
                    <w:t>Interpret and apply irrigations designs</w:t>
                  </w:r>
                </w:p>
              </w:tc>
            </w:tr>
            <w:tr w:rsidR="004A1056" w:rsidRPr="005C7EA8" w14:paraId="4E0976BC" w14:textId="77777777" w:rsidTr="00A254D1">
              <w:tc>
                <w:tcPr>
                  <w:tcW w:w="1718" w:type="dxa"/>
                  <w:vAlign w:val="bottom"/>
                </w:tcPr>
                <w:p w14:paraId="72C69AC0" w14:textId="031E65B1" w:rsidR="004A1056" w:rsidRDefault="004A1056" w:rsidP="004A1056">
                  <w:pPr>
                    <w:pStyle w:val="SIText"/>
                  </w:pPr>
                  <w:r>
                    <w:t>AHCIRG431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82BA944" w14:textId="402FDE44" w:rsidR="004A1056" w:rsidRDefault="004A1056" w:rsidP="004A1056">
                  <w:pPr>
                    <w:pStyle w:val="SIText"/>
                  </w:pPr>
                  <w:r>
                    <w:t>Supervise irrigation system installation</w:t>
                  </w:r>
                </w:p>
              </w:tc>
            </w:tr>
            <w:tr w:rsidR="004A1056" w:rsidRPr="005C7EA8" w14:paraId="6DF71638" w14:textId="77777777" w:rsidTr="00A254D1">
              <w:tc>
                <w:tcPr>
                  <w:tcW w:w="1718" w:type="dxa"/>
                  <w:vAlign w:val="bottom"/>
                </w:tcPr>
                <w:p w14:paraId="4E5070E5" w14:textId="076E9B91" w:rsidR="004A1056" w:rsidRDefault="004A1056" w:rsidP="004A1056">
                  <w:pPr>
                    <w:pStyle w:val="SIText"/>
                  </w:pPr>
                  <w:r>
                    <w:t>AHCIRG432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F07EC09" w14:textId="3952D162" w:rsidR="004A1056" w:rsidRDefault="004A1056" w:rsidP="004A1056">
                  <w:pPr>
                    <w:pStyle w:val="SIText"/>
                  </w:pPr>
                  <w:r>
                    <w:t>Supervise irrigation system maintenance</w:t>
                  </w:r>
                </w:p>
              </w:tc>
            </w:tr>
            <w:tr w:rsidR="004A1056" w:rsidRPr="005C7EA8" w14:paraId="3E0CACFF" w14:textId="77777777" w:rsidTr="005C7EA8">
              <w:tc>
                <w:tcPr>
                  <w:tcW w:w="1718" w:type="dxa"/>
                </w:tcPr>
                <w:p w14:paraId="1473EFDD" w14:textId="7217D687" w:rsidR="004A1056" w:rsidRPr="00856837" w:rsidRDefault="004A1056" w:rsidP="004A1056">
                  <w:pPr>
                    <w:pStyle w:val="SIText"/>
                  </w:pPr>
                  <w:r>
                    <w:t>AHCWHS401</w:t>
                  </w:r>
                </w:p>
              </w:tc>
              <w:tc>
                <w:tcPr>
                  <w:tcW w:w="5670" w:type="dxa"/>
                </w:tcPr>
                <w:p w14:paraId="3EC59C5F" w14:textId="178DE89D" w:rsidR="004A1056" w:rsidRPr="00856837" w:rsidRDefault="004A1056" w:rsidP="004A1056">
                  <w:pPr>
                    <w:pStyle w:val="SIText"/>
                  </w:pPr>
                  <w:r>
                    <w:t>Maintain work health and safety processes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01DB90A" w14:textId="05B57490" w:rsidR="004270D2" w:rsidRDefault="004270D2" w:rsidP="004D2710">
            <w:pPr>
              <w:pStyle w:val="SIText-Bold"/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8E348D" w:rsidRPr="005C7EA8" w14:paraId="4E02D503" w14:textId="77777777" w:rsidTr="005703B2">
              <w:tc>
                <w:tcPr>
                  <w:tcW w:w="1725" w:type="dxa"/>
                  <w:vAlign w:val="bottom"/>
                </w:tcPr>
                <w:p w14:paraId="2F508628" w14:textId="55EC6D16" w:rsidR="008E348D" w:rsidRPr="00856837" w:rsidRDefault="008E348D" w:rsidP="008E348D">
                  <w:pPr>
                    <w:pStyle w:val="SIText"/>
                  </w:pPr>
                  <w:r>
                    <w:t>AHCBUS402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3777FC" w14:textId="6A21D7A1" w:rsidR="008E348D" w:rsidRPr="00856837" w:rsidRDefault="008E348D" w:rsidP="008E348D">
                  <w:pPr>
                    <w:pStyle w:val="SIText"/>
                  </w:pPr>
                  <w:r>
                    <w:t>Cost a project</w:t>
                  </w:r>
                </w:p>
              </w:tc>
            </w:tr>
            <w:tr w:rsidR="008E348D" w:rsidRPr="005C7EA8" w14:paraId="1C3678AA" w14:textId="77777777" w:rsidTr="005703B2">
              <w:tc>
                <w:tcPr>
                  <w:tcW w:w="1725" w:type="dxa"/>
                  <w:vAlign w:val="bottom"/>
                </w:tcPr>
                <w:p w14:paraId="1EF269A4" w14:textId="2F5A383F" w:rsidR="008E348D" w:rsidRPr="00856837" w:rsidRDefault="008E348D" w:rsidP="008E348D">
                  <w:pPr>
                    <w:pStyle w:val="SIText"/>
                  </w:pPr>
                  <w:r>
                    <w:lastRenderedPageBreak/>
                    <w:t>AHCBUS404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CB7438" w14:textId="332C8CEC" w:rsidR="008E348D" w:rsidRPr="00856837" w:rsidRDefault="008E348D" w:rsidP="008E348D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F325BA" w:rsidRPr="005C7EA8" w14:paraId="621AEE05" w14:textId="77777777" w:rsidTr="005703B2">
              <w:tc>
                <w:tcPr>
                  <w:tcW w:w="1725" w:type="dxa"/>
                  <w:vAlign w:val="bottom"/>
                </w:tcPr>
                <w:p w14:paraId="742F6CD2" w14:textId="1708AF26" w:rsidR="00F325BA" w:rsidRDefault="00F325BA" w:rsidP="00F325BA">
                  <w:pPr>
                    <w:pStyle w:val="SIText"/>
                  </w:pPr>
                  <w:r>
                    <w:t>AHCDRG402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5A6EA774" w14:textId="433413C7" w:rsidR="00F325BA" w:rsidRDefault="00F325BA" w:rsidP="00F325BA">
                  <w:pPr>
                    <w:pStyle w:val="SIText"/>
                  </w:pPr>
                  <w:r>
                    <w:t>Monitor and control irrigation drainage systems</w:t>
                  </w:r>
                </w:p>
              </w:tc>
            </w:tr>
            <w:tr w:rsidR="00F325BA" w:rsidRPr="005C7EA8" w14:paraId="13B8C806" w14:textId="77777777" w:rsidTr="005703B2">
              <w:tc>
                <w:tcPr>
                  <w:tcW w:w="1725" w:type="dxa"/>
                  <w:vAlign w:val="bottom"/>
                </w:tcPr>
                <w:p w14:paraId="42C407D9" w14:textId="4F2710E0" w:rsidR="00F325BA" w:rsidRPr="00856837" w:rsidRDefault="00F325BA" w:rsidP="00F325BA">
                  <w:pPr>
                    <w:pStyle w:val="SIText"/>
                  </w:pPr>
                  <w:r>
                    <w:t>AHCINF304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6DE360" w14:textId="28BF44BB" w:rsidR="00F325BA" w:rsidRPr="00856837" w:rsidRDefault="00F325BA" w:rsidP="00F325BA">
                  <w:pPr>
                    <w:pStyle w:val="SIText"/>
                  </w:pPr>
                  <w:r>
                    <w:t>Install and terminate extra low voltage wiring systems</w:t>
                  </w:r>
                </w:p>
              </w:tc>
            </w:tr>
            <w:tr w:rsidR="00F325BA" w:rsidRPr="005C7EA8" w14:paraId="356EC386" w14:textId="77777777" w:rsidTr="005703B2">
              <w:tc>
                <w:tcPr>
                  <w:tcW w:w="1725" w:type="dxa"/>
                </w:tcPr>
                <w:p w14:paraId="2C85007A" w14:textId="4CBC8E3A" w:rsidR="00F325BA" w:rsidRPr="00856837" w:rsidRDefault="00F325BA" w:rsidP="00F325BA">
                  <w:pPr>
                    <w:pStyle w:val="SIText"/>
                  </w:pPr>
                  <w:r>
                    <w:t>AHCIRG303</w:t>
                  </w:r>
                </w:p>
              </w:tc>
              <w:tc>
                <w:tcPr>
                  <w:tcW w:w="5670" w:type="dxa"/>
                </w:tcPr>
                <w:p w14:paraId="057004A4" w14:textId="1D455AA2" w:rsidR="00F325BA" w:rsidRPr="00856837" w:rsidRDefault="00F325BA" w:rsidP="00F325BA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F325BA" w:rsidRPr="005C7EA8" w14:paraId="3AD89D02" w14:textId="77777777" w:rsidTr="005703B2">
              <w:tc>
                <w:tcPr>
                  <w:tcW w:w="1725" w:type="dxa"/>
                  <w:vAlign w:val="bottom"/>
                </w:tcPr>
                <w:p w14:paraId="22E91E6F" w14:textId="6B7EA87D" w:rsidR="00F325BA" w:rsidRDefault="00F325BA" w:rsidP="00F325BA">
                  <w:pPr>
                    <w:pStyle w:val="SIText"/>
                  </w:pPr>
                  <w:r>
                    <w:t>AHCIRG408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64415EA4" w14:textId="7512AE2E" w:rsidR="00F325BA" w:rsidRDefault="00F325BA" w:rsidP="00F325BA">
                  <w:pPr>
                    <w:pStyle w:val="SIText"/>
                  </w:pPr>
                  <w:r>
                    <w:t>Schedule irrigations</w:t>
                  </w:r>
                </w:p>
              </w:tc>
            </w:tr>
            <w:tr w:rsidR="00F325BA" w:rsidRPr="005C7EA8" w14:paraId="33F947CD" w14:textId="77777777" w:rsidTr="005703B2">
              <w:tc>
                <w:tcPr>
                  <w:tcW w:w="1725" w:type="dxa"/>
                  <w:vAlign w:val="bottom"/>
                </w:tcPr>
                <w:p w14:paraId="7D08340E" w14:textId="5ABE0139" w:rsidR="00F325BA" w:rsidRDefault="00F325BA" w:rsidP="00F325BA">
                  <w:pPr>
                    <w:pStyle w:val="SIText"/>
                  </w:pPr>
                  <w:r>
                    <w:t>AHCIRG422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C202FC" w14:textId="4641D8B3" w:rsidR="00F325BA" w:rsidRDefault="00F325BA" w:rsidP="00F325BA">
                  <w:pPr>
                    <w:pStyle w:val="SIText"/>
                  </w:pPr>
                  <w:r>
                    <w:t>Manage a moving sprinkler irrigation system</w:t>
                  </w:r>
                </w:p>
              </w:tc>
            </w:tr>
            <w:tr w:rsidR="00F325BA" w:rsidRPr="005C7EA8" w14:paraId="44EB5248" w14:textId="77777777" w:rsidTr="005703B2">
              <w:tc>
                <w:tcPr>
                  <w:tcW w:w="1725" w:type="dxa"/>
                  <w:vAlign w:val="bottom"/>
                </w:tcPr>
                <w:p w14:paraId="0A793FFE" w14:textId="67232191" w:rsidR="00F325BA" w:rsidRDefault="00F325BA" w:rsidP="00F325BA">
                  <w:pPr>
                    <w:pStyle w:val="SIText"/>
                  </w:pPr>
                  <w:r>
                    <w:t>AHCIRG426</w:t>
                  </w:r>
                </w:p>
              </w:tc>
              <w:tc>
                <w:tcPr>
                  <w:tcW w:w="5670" w:type="dxa"/>
                  <w:vAlign w:val="bottom"/>
                </w:tcPr>
                <w:p w14:paraId="6898B1D6" w14:textId="49CBB003" w:rsidR="00F325BA" w:rsidRDefault="00F325BA" w:rsidP="00F325BA">
                  <w:pPr>
                    <w:pStyle w:val="SIText"/>
                  </w:pPr>
                  <w:r>
                    <w:t>Evaluate water supply for irrigation</w:t>
                  </w:r>
                </w:p>
              </w:tc>
            </w:tr>
            <w:tr w:rsidR="00F325BA" w:rsidRPr="005C7EA8" w14:paraId="0FFB578C" w14:textId="77777777" w:rsidTr="005703B2">
              <w:tc>
                <w:tcPr>
                  <w:tcW w:w="1725" w:type="dxa"/>
                  <w:vAlign w:val="bottom"/>
                </w:tcPr>
                <w:p w14:paraId="057AE004" w14:textId="262C31FE" w:rsidR="00F325BA" w:rsidRDefault="00F325BA" w:rsidP="00F325BA">
                  <w:pPr>
                    <w:pStyle w:val="SIText"/>
                  </w:pPr>
                  <w:r>
                    <w:t>AHCIRG433</w:t>
                  </w:r>
                </w:p>
              </w:tc>
              <w:tc>
                <w:tcPr>
                  <w:tcW w:w="5670" w:type="dxa"/>
                  <w:vAlign w:val="bottom"/>
                </w:tcPr>
                <w:p w14:paraId="55F0BFCF" w14:textId="08869B05" w:rsidR="00F325BA" w:rsidRDefault="00F325BA" w:rsidP="00F325BA">
                  <w:pPr>
                    <w:pStyle w:val="SIText"/>
                  </w:pPr>
                  <w:r>
                    <w:t>Manage irrigation systems</w:t>
                  </w:r>
                </w:p>
              </w:tc>
            </w:tr>
            <w:tr w:rsidR="00F325BA" w:rsidRPr="005C7EA8" w14:paraId="41107053" w14:textId="77777777" w:rsidTr="005703B2">
              <w:tc>
                <w:tcPr>
                  <w:tcW w:w="1725" w:type="dxa"/>
                  <w:vAlign w:val="bottom"/>
                </w:tcPr>
                <w:p w14:paraId="200E4991" w14:textId="2EF5B5B5" w:rsidR="00F325BA" w:rsidRDefault="00F325BA" w:rsidP="00F325BA">
                  <w:pPr>
                    <w:pStyle w:val="SIText"/>
                  </w:pPr>
                  <w:r>
                    <w:t>AHCIRG434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F28F373" w14:textId="23489EA6" w:rsidR="00F325BA" w:rsidRDefault="00F325BA" w:rsidP="00F325BA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F325BA" w:rsidRPr="005C7EA8" w14:paraId="577722B8" w14:textId="77777777" w:rsidTr="005703B2">
              <w:tc>
                <w:tcPr>
                  <w:tcW w:w="1725" w:type="dxa"/>
                  <w:vAlign w:val="bottom"/>
                </w:tcPr>
                <w:p w14:paraId="1F5CEFF3" w14:textId="0D5D256E" w:rsidR="00F325BA" w:rsidRPr="00856837" w:rsidRDefault="00F325BA" w:rsidP="00F325BA">
                  <w:pPr>
                    <w:pStyle w:val="SIText"/>
                  </w:pPr>
                  <w:r>
                    <w:t>AHCMER407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4B6E09B4" w14:textId="49719F8A" w:rsidR="00F325BA" w:rsidRPr="00856837" w:rsidRDefault="00F325BA" w:rsidP="00F325BA">
                  <w:pPr>
                    <w:pStyle w:val="SIText"/>
                  </w:pPr>
                  <w:r>
                    <w:t>Provide irrigation sales and service</w:t>
                  </w:r>
                </w:p>
              </w:tc>
            </w:tr>
            <w:tr w:rsidR="00F325BA" w:rsidRPr="005C7EA8" w14:paraId="0773EB27" w14:textId="77777777" w:rsidTr="005703B2">
              <w:tc>
                <w:tcPr>
                  <w:tcW w:w="1725" w:type="dxa"/>
                  <w:vAlign w:val="bottom"/>
                </w:tcPr>
                <w:p w14:paraId="650FFEF6" w14:textId="5F791B5A" w:rsidR="00F325BA" w:rsidRPr="00856837" w:rsidRDefault="00F325BA" w:rsidP="00F325BA">
                  <w:pPr>
                    <w:pStyle w:val="SIText"/>
                  </w:pPr>
                  <w:r>
                    <w:t>AHCWRK401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1B4FDA8" w14:textId="441B41B5" w:rsidR="00F325BA" w:rsidRPr="00856837" w:rsidRDefault="00F325BA" w:rsidP="00F325BA">
                  <w:pPr>
                    <w:pStyle w:val="SIText"/>
                  </w:pPr>
                  <w:r>
                    <w:t>Implement and monitor quality assurance processes</w:t>
                  </w:r>
                </w:p>
              </w:tc>
            </w:tr>
            <w:tr w:rsidR="00F325BA" w:rsidRPr="005C7EA8" w14:paraId="1BADF9FE" w14:textId="77777777" w:rsidTr="005703B2">
              <w:tc>
                <w:tcPr>
                  <w:tcW w:w="1725" w:type="dxa"/>
                  <w:vAlign w:val="bottom"/>
                </w:tcPr>
                <w:p w14:paraId="02CD036F" w14:textId="64B499D0" w:rsidR="00F325BA" w:rsidRPr="00856837" w:rsidRDefault="00F325BA" w:rsidP="00F325BA">
                  <w:pPr>
                    <w:pStyle w:val="SIText"/>
                  </w:pPr>
                  <w:r>
                    <w:t>AHCWRK403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E0973D9" w14:textId="7F7DB153" w:rsidR="00F325BA" w:rsidRPr="00856837" w:rsidRDefault="00F325BA" w:rsidP="00F325BA">
                  <w:pPr>
                    <w:pStyle w:val="SIText"/>
                  </w:pPr>
                  <w:r>
                    <w:t>Supervise work routines and staff performance</w:t>
                  </w:r>
                </w:p>
              </w:tc>
            </w:tr>
            <w:tr w:rsidR="00F325BA" w:rsidRPr="005C7EA8" w14:paraId="0F538C87" w14:textId="77777777" w:rsidTr="005703B2">
              <w:tc>
                <w:tcPr>
                  <w:tcW w:w="1725" w:type="dxa"/>
                  <w:vAlign w:val="bottom"/>
                </w:tcPr>
                <w:p w14:paraId="052C1942" w14:textId="1342C43A" w:rsidR="00F325BA" w:rsidRDefault="00F325BA" w:rsidP="00F325BA">
                  <w:pPr>
                    <w:pStyle w:val="SIText"/>
                  </w:pPr>
                  <w:r>
                    <w:t>AHCWRK405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07D19BD2" w14:textId="036EACDB" w:rsidR="00F325BA" w:rsidRDefault="00F325BA" w:rsidP="00F325BA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F325BA" w:rsidRPr="005C7EA8" w14:paraId="74FA7716" w14:textId="77777777" w:rsidTr="005703B2">
              <w:tc>
                <w:tcPr>
                  <w:tcW w:w="1725" w:type="dxa"/>
                  <w:vAlign w:val="bottom"/>
                </w:tcPr>
                <w:p w14:paraId="5AECCEA5" w14:textId="411C8282" w:rsidR="00F325BA" w:rsidRDefault="00F325BA" w:rsidP="00F325BA">
                  <w:pPr>
                    <w:pStyle w:val="SIText"/>
                  </w:pPr>
                  <w:r>
                    <w:t>AHCSOL401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9C06549" w14:textId="7DC7847F" w:rsidR="00F325BA" w:rsidRDefault="00F325BA" w:rsidP="00F325BA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F325BA" w:rsidRPr="005C7EA8" w14:paraId="040F6BF3" w14:textId="77777777" w:rsidTr="005703B2">
              <w:tc>
                <w:tcPr>
                  <w:tcW w:w="1725" w:type="dxa"/>
                  <w:vAlign w:val="bottom"/>
                </w:tcPr>
                <w:p w14:paraId="653D41F3" w14:textId="1408CB85" w:rsidR="00F325BA" w:rsidRPr="00856837" w:rsidRDefault="00F325BA" w:rsidP="00F325BA">
                  <w:pPr>
                    <w:pStyle w:val="SIText"/>
                  </w:pPr>
                  <w:r>
                    <w:t>BSBHRM405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7A17F498" w14:textId="3074654A" w:rsidR="00F325BA" w:rsidRPr="00856837" w:rsidRDefault="00F325BA" w:rsidP="00F325BA">
                  <w:pPr>
                    <w:pStyle w:val="SIText"/>
                  </w:pPr>
                  <w:r>
                    <w:t>Support the recruitment, selection and induction of staff</w:t>
                  </w:r>
                </w:p>
              </w:tc>
            </w:tr>
            <w:tr w:rsidR="00F325BA" w:rsidRPr="005C7EA8" w14:paraId="40ABEBB1" w14:textId="77777777" w:rsidTr="005703B2">
              <w:tc>
                <w:tcPr>
                  <w:tcW w:w="1725" w:type="dxa"/>
                  <w:vAlign w:val="bottom"/>
                </w:tcPr>
                <w:p w14:paraId="3D26DFD7" w14:textId="7C5E95A8" w:rsidR="00F325BA" w:rsidRPr="00856837" w:rsidRDefault="00F325BA" w:rsidP="00F325BA">
                  <w:pPr>
                    <w:pStyle w:val="SIText"/>
                  </w:pPr>
                  <w:r>
                    <w:t>BSBLDR403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660A75" w14:textId="53A03CB3" w:rsidR="00F325BA" w:rsidRPr="00856837" w:rsidRDefault="00F325BA" w:rsidP="00F325BA">
                  <w:pPr>
                    <w:pStyle w:val="SIText"/>
                  </w:pPr>
                  <w:r>
                    <w:t>Lead team effectiveness</w:t>
                  </w:r>
                </w:p>
              </w:tc>
            </w:tr>
            <w:tr w:rsidR="00F325BA" w:rsidRPr="005C7EA8" w14:paraId="0FE5269E" w14:textId="77777777" w:rsidTr="005703B2">
              <w:tc>
                <w:tcPr>
                  <w:tcW w:w="1725" w:type="dxa"/>
                  <w:vAlign w:val="bottom"/>
                </w:tcPr>
                <w:p w14:paraId="7A4BF9C0" w14:textId="454583CE" w:rsidR="00F325BA" w:rsidRPr="00856837" w:rsidRDefault="00F325BA" w:rsidP="00F325BA">
                  <w:pPr>
                    <w:pStyle w:val="SIText"/>
                  </w:pPr>
                  <w:r>
                    <w:t>BSBMGT402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FB939A4" w14:textId="16DE5B71" w:rsidR="00F325BA" w:rsidRPr="00856837" w:rsidRDefault="00F325BA" w:rsidP="00F325BA">
                  <w:pPr>
                    <w:pStyle w:val="SIText"/>
                  </w:pPr>
                  <w:r>
                    <w:t>Implement operational plan</w:t>
                  </w:r>
                </w:p>
              </w:tc>
            </w:tr>
            <w:tr w:rsidR="00F325BA" w:rsidRPr="005C7EA8" w14:paraId="31FF29B7" w14:textId="77777777" w:rsidTr="005703B2">
              <w:tc>
                <w:tcPr>
                  <w:tcW w:w="1725" w:type="dxa"/>
                  <w:vAlign w:val="bottom"/>
                </w:tcPr>
                <w:p w14:paraId="50819DC0" w14:textId="24F02C38" w:rsidR="00F325BA" w:rsidRDefault="00F325BA" w:rsidP="00F325BA">
                  <w:pPr>
                    <w:pStyle w:val="SIText"/>
                  </w:pPr>
                  <w:r>
                    <w:t>BSBRKG304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8DB255" w14:textId="3DDD10F2" w:rsidR="00F325BA" w:rsidRDefault="00F325BA" w:rsidP="00F325BA">
                  <w:pPr>
                    <w:pStyle w:val="SIText"/>
                  </w:pPr>
                  <w:r>
                    <w:t>Maintain business records</w:t>
                  </w:r>
                </w:p>
              </w:tc>
            </w:tr>
            <w:tr w:rsidR="00F325BA" w:rsidRPr="005C7EA8" w14:paraId="122A89AA" w14:textId="77777777" w:rsidTr="005703B2">
              <w:tc>
                <w:tcPr>
                  <w:tcW w:w="1725" w:type="dxa"/>
                  <w:vAlign w:val="bottom"/>
                </w:tcPr>
                <w:p w14:paraId="6788ECEA" w14:textId="2CDD38E9" w:rsidR="00F325BA" w:rsidRDefault="00F325BA" w:rsidP="00F325BA">
                  <w:pPr>
                    <w:pStyle w:val="SIText"/>
                  </w:pPr>
                  <w:r>
                    <w:t>BSBRKG403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F5C8F1" w14:textId="64DFE6A2" w:rsidR="00F325BA" w:rsidRDefault="00F325BA" w:rsidP="00F325BA">
                  <w:pPr>
                    <w:pStyle w:val="SIText"/>
                  </w:pPr>
                  <w:r>
                    <w:t>Set up a business or records system for a small business</w:t>
                  </w:r>
                </w:p>
              </w:tc>
            </w:tr>
            <w:tr w:rsidR="00F325BA" w:rsidRPr="005C7EA8" w14:paraId="0938263B" w14:textId="77777777" w:rsidTr="005703B2">
              <w:tc>
                <w:tcPr>
                  <w:tcW w:w="1725" w:type="dxa"/>
                  <w:vAlign w:val="bottom"/>
                </w:tcPr>
                <w:p w14:paraId="62CEDD6F" w14:textId="6B66BD37" w:rsidR="00F325BA" w:rsidRPr="00856837" w:rsidRDefault="00F325BA" w:rsidP="00F325BA">
                  <w:pPr>
                    <w:pStyle w:val="SIText"/>
                  </w:pPr>
                  <w:r>
                    <w:t>BSBSMB406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3511DC2B" w14:textId="5F75C58A" w:rsidR="00F325BA" w:rsidRPr="00856837" w:rsidRDefault="00F325BA" w:rsidP="00F325BA">
                  <w:pPr>
                    <w:pStyle w:val="SIText"/>
                  </w:pPr>
                  <w:r>
                    <w:t>Manage small business finances</w:t>
                  </w:r>
                </w:p>
              </w:tc>
            </w:tr>
            <w:tr w:rsidR="00F325BA" w:rsidRPr="005C7EA8" w14:paraId="07D38B36" w14:textId="77777777" w:rsidTr="005703B2">
              <w:tc>
                <w:tcPr>
                  <w:tcW w:w="1725" w:type="dxa"/>
                  <w:vAlign w:val="bottom"/>
                </w:tcPr>
                <w:p w14:paraId="64F3D542" w14:textId="442821F7" w:rsidR="00F325BA" w:rsidRPr="00856837" w:rsidRDefault="00F325BA" w:rsidP="00F325BA">
                  <w:pPr>
                    <w:pStyle w:val="SIText"/>
                  </w:pPr>
                  <w:r>
                    <w:t>BSBWOR404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49306C" w14:textId="52ABCA9C" w:rsidR="00F325BA" w:rsidRPr="00856837" w:rsidRDefault="00F325BA" w:rsidP="00F325BA">
                  <w:pPr>
                    <w:pStyle w:val="SIText"/>
                  </w:pPr>
                  <w:r>
                    <w:t>Develop work priorities</w:t>
                  </w:r>
                </w:p>
              </w:tc>
            </w:tr>
            <w:tr w:rsidR="00F325BA" w:rsidRPr="005C7EA8" w14:paraId="76D35442" w14:textId="77777777" w:rsidTr="005703B2">
              <w:tc>
                <w:tcPr>
                  <w:tcW w:w="1725" w:type="dxa"/>
                  <w:vAlign w:val="bottom"/>
                </w:tcPr>
                <w:p w14:paraId="5CE661D2" w14:textId="4BF636D4" w:rsidR="00F325BA" w:rsidRDefault="00F325BA" w:rsidP="00F325BA">
                  <w:pPr>
                    <w:pStyle w:val="SIText"/>
                  </w:pPr>
                  <w:r>
                    <w:t>BSBWRT401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43A310" w14:textId="5FF24025" w:rsidR="00F325BA" w:rsidRPr="005B0D58" w:rsidRDefault="00F325BA" w:rsidP="00F325BA">
                  <w:pPr>
                    <w:pStyle w:val="SIText"/>
                  </w:pPr>
                  <w:r w:rsidRPr="005B0D58">
                    <w:t>Write complex documents</w:t>
                  </w:r>
                </w:p>
              </w:tc>
            </w:tr>
            <w:tr w:rsidR="00F325BA" w:rsidRPr="005C7EA8" w14:paraId="0838BBB3" w14:textId="77777777" w:rsidTr="005703B2">
              <w:tc>
                <w:tcPr>
                  <w:tcW w:w="1725" w:type="dxa"/>
                  <w:vAlign w:val="bottom"/>
                </w:tcPr>
                <w:p w14:paraId="721EE08C" w14:textId="08B2B3AD" w:rsidR="00F325BA" w:rsidRPr="00856837" w:rsidRDefault="00F325BA" w:rsidP="00F325BA">
                  <w:pPr>
                    <w:pStyle w:val="SIText"/>
                  </w:pPr>
                  <w:r>
                    <w:t>NWPTRT062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599615C" w14:textId="4B78D8CC" w:rsidR="00F325BA" w:rsidRPr="00856837" w:rsidRDefault="00F325BA" w:rsidP="00F325BA">
                  <w:pPr>
                    <w:pStyle w:val="SIText"/>
                  </w:pPr>
                  <w:r>
                    <w:t>Operate and control reclaimed water irrigation</w:t>
                  </w:r>
                </w:p>
              </w:tc>
            </w:tr>
            <w:tr w:rsidR="00F325BA" w:rsidRPr="005C7EA8" w14:paraId="2E3D98A9" w14:textId="77777777" w:rsidTr="005703B2">
              <w:tc>
                <w:tcPr>
                  <w:tcW w:w="1725" w:type="dxa"/>
                  <w:vAlign w:val="bottom"/>
                </w:tcPr>
                <w:p w14:paraId="6051BD95" w14:textId="7F1EDB3E" w:rsidR="00F325BA" w:rsidRPr="00856837" w:rsidRDefault="00F325BA" w:rsidP="00F325BA">
                  <w:pPr>
                    <w:pStyle w:val="SIText"/>
                  </w:pPr>
                  <w:r>
                    <w:t>NWP410C</w:t>
                  </w:r>
                </w:p>
              </w:tc>
              <w:tc>
                <w:tcPr>
                  <w:tcW w:w="5670" w:type="dxa"/>
                  <w:vAlign w:val="bottom"/>
                </w:tcPr>
                <w:p w14:paraId="3AE2EA26" w14:textId="5DCDDF58" w:rsidR="00F325BA" w:rsidRPr="00856837" w:rsidRDefault="00F325BA" w:rsidP="00F325BA">
                  <w:pPr>
                    <w:pStyle w:val="SIText"/>
                  </w:pPr>
                  <w:r>
                    <w:t>Coordinate and monitor asset construction and maintenance</w:t>
                  </w:r>
                </w:p>
              </w:tc>
            </w:tr>
            <w:tr w:rsidR="00F325BA" w:rsidRPr="005C7EA8" w14:paraId="1DD49AF8" w14:textId="77777777" w:rsidTr="005703B2">
              <w:tc>
                <w:tcPr>
                  <w:tcW w:w="1725" w:type="dxa"/>
                  <w:vAlign w:val="bottom"/>
                </w:tcPr>
                <w:p w14:paraId="5FF5AB2B" w14:textId="4AA39783" w:rsidR="00F325BA" w:rsidRPr="00856837" w:rsidRDefault="00F325BA" w:rsidP="00F325BA">
                  <w:pPr>
                    <w:pStyle w:val="SIText"/>
                  </w:pPr>
                  <w:r>
                    <w:t>NWPIRR033</w:t>
                  </w:r>
                </w:p>
              </w:tc>
              <w:tc>
                <w:tcPr>
                  <w:tcW w:w="5670" w:type="dxa"/>
                  <w:vAlign w:val="bottom"/>
                </w:tcPr>
                <w:p w14:paraId="6EB48163" w14:textId="589F9774" w:rsidR="00F325BA" w:rsidRPr="00856837" w:rsidRDefault="00F325BA" w:rsidP="00F325BA">
                  <w:pPr>
                    <w:pStyle w:val="SIText"/>
                  </w:pPr>
                  <w:r>
                    <w:t>Coordinate and monitor the operation of irrigation delivery systems</w:t>
                  </w:r>
                </w:p>
              </w:tc>
            </w:tr>
            <w:tr w:rsidR="00F325BA" w:rsidRPr="005C7EA8" w14:paraId="1CC4096C" w14:textId="77777777" w:rsidTr="005703B2">
              <w:tc>
                <w:tcPr>
                  <w:tcW w:w="1725" w:type="dxa"/>
                  <w:vAlign w:val="bottom"/>
                </w:tcPr>
                <w:p w14:paraId="5D750059" w14:textId="14924326" w:rsidR="00F325BA" w:rsidRDefault="00F325BA" w:rsidP="00F325BA">
                  <w:pPr>
                    <w:pStyle w:val="SIText"/>
                  </w:pPr>
                  <w:r>
                    <w:t>TAEASS301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C9B4C1E" w14:textId="30830BD7" w:rsidR="00F325BA" w:rsidRPr="005B0D58" w:rsidRDefault="00F325BA" w:rsidP="00F325BA">
                  <w:pPr>
                    <w:pStyle w:val="SIText"/>
                  </w:pPr>
                  <w:r w:rsidRPr="005B0D58">
                    <w:t>Contribute to assessment</w:t>
                  </w:r>
                </w:p>
              </w:tc>
            </w:tr>
            <w:tr w:rsidR="00F325BA" w:rsidRPr="005C7EA8" w14:paraId="3E0C4B9F" w14:textId="77777777" w:rsidTr="005703B2">
              <w:tc>
                <w:tcPr>
                  <w:tcW w:w="1725" w:type="dxa"/>
                  <w:vAlign w:val="bottom"/>
                </w:tcPr>
                <w:p w14:paraId="0CB2F60D" w14:textId="4A26D35C" w:rsidR="00F325BA" w:rsidRDefault="00F325BA" w:rsidP="00F325BA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960360" w14:textId="2E6A0C13" w:rsidR="00F325BA" w:rsidRPr="005B0D58" w:rsidRDefault="00F325BA" w:rsidP="00F325BA">
                  <w:pPr>
                    <w:pStyle w:val="SIText"/>
                  </w:pPr>
                  <w:r w:rsidRPr="005B0D58">
                    <w:t>Provide work skill instruction</w:t>
                  </w:r>
                </w:p>
              </w:tc>
            </w:tr>
          </w:tbl>
          <w:p w14:paraId="7D30D97F" w14:textId="739BB981" w:rsidR="004270D2" w:rsidRDefault="004270D2" w:rsidP="008E7B69"/>
        </w:tc>
      </w:tr>
    </w:tbl>
    <w:p w14:paraId="75F58CF5" w14:textId="77777777" w:rsidR="000D7BE6" w:rsidRDefault="000D7BE6"/>
    <w:p w14:paraId="36E29086" w14:textId="56B43CB6" w:rsidR="000D7BE6" w:rsidRDefault="000D7BE6" w:rsidP="008E348D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00F8681E" w:rsidR="000C13F1" w:rsidRPr="000C13F1" w:rsidRDefault="000C13F1" w:rsidP="00535680">
                  <w:pPr>
                    <w:pStyle w:val="SIText-Bold"/>
                  </w:pPr>
                  <w:r w:rsidRPr="000C13F1">
                    <w:t>Code and title previous</w:t>
                  </w:r>
                  <w:r w:rsidR="0053568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25197F25" w14:textId="3B9B3D70" w:rsidR="000C13F1" w:rsidRDefault="008E348D" w:rsidP="000C13F1">
                  <w:pPr>
                    <w:pStyle w:val="SIText"/>
                  </w:pPr>
                  <w:r w:rsidRPr="008E348D">
                    <w:t>AHC4</w:t>
                  </w:r>
                  <w:r w:rsidR="004A1056">
                    <w:t>XX</w:t>
                  </w:r>
                  <w:r w:rsidRPr="008E348D">
                    <w:t>1</w:t>
                  </w:r>
                  <w:r w:rsidR="004A1056">
                    <w:t>9</w:t>
                  </w:r>
                  <w:r w:rsidRPr="008E348D">
                    <w:t xml:space="preserve"> Certificate IV in Irrigation</w:t>
                  </w:r>
                  <w:r w:rsidR="004A1056">
                    <w:t xml:space="preserve"> Management</w:t>
                  </w:r>
                </w:p>
                <w:p w14:paraId="7F03F14E" w14:textId="5F927B57" w:rsidR="00535680" w:rsidRPr="00923720" w:rsidRDefault="00535680" w:rsidP="004A1056">
                  <w:pPr>
                    <w:pStyle w:val="SIText"/>
                  </w:pPr>
                  <w:r>
                    <w:t xml:space="preserve">Release </w:t>
                  </w:r>
                  <w:r w:rsidR="004A1056">
                    <w:t>1</w:t>
                  </w:r>
                </w:p>
              </w:tc>
              <w:tc>
                <w:tcPr>
                  <w:tcW w:w="1105" w:type="pct"/>
                </w:tcPr>
                <w:p w14:paraId="369AF119" w14:textId="4D90D711" w:rsidR="000C13F1" w:rsidRDefault="008E348D" w:rsidP="00535680">
                  <w:pPr>
                    <w:pStyle w:val="SIText"/>
                  </w:pPr>
                  <w:r w:rsidRPr="008E348D">
                    <w:t>AHC4111</w:t>
                  </w:r>
                  <w:r w:rsidR="00535680">
                    <w:t>6</w:t>
                  </w:r>
                  <w:r w:rsidRPr="008E348D">
                    <w:t xml:space="preserve"> Certificate IV in Irrigation</w:t>
                  </w:r>
                </w:p>
                <w:p w14:paraId="554D3F43" w14:textId="71202B03" w:rsidR="00535680" w:rsidRPr="00BC49BB" w:rsidRDefault="00535680" w:rsidP="00535680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0F80C5FC" w14:textId="7BF22EE6" w:rsidR="000C13F1" w:rsidRPr="00BC49BB" w:rsidRDefault="00535680" w:rsidP="004A1056">
                  <w:pPr>
                    <w:pStyle w:val="SIText"/>
                  </w:pPr>
                  <w:r>
                    <w:t xml:space="preserve">Amended </w:t>
                  </w:r>
                  <w:r w:rsidR="004A1056">
                    <w:t>packaging rules, new core and elective units</w:t>
                  </w:r>
                </w:p>
              </w:tc>
              <w:tc>
                <w:tcPr>
                  <w:tcW w:w="1469" w:type="pct"/>
                </w:tcPr>
                <w:p w14:paraId="7B4CF758" w14:textId="092FEC77" w:rsidR="000C13F1" w:rsidRPr="00BC49BB" w:rsidRDefault="004A1056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5D9E211D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941679">
                <w:t>https://vetnet.education.gov.au/Pages/TrainingDocs.aspx?q=c6399549-9c62-4a5e-bf1a-524b2322cf72</w:t>
              </w:r>
            </w:hyperlink>
            <w:r w:rsidR="00535680">
              <w:t xml:space="preserve"> </w:t>
            </w:r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35C50" w14:textId="77777777" w:rsidR="001B7534" w:rsidRDefault="001B7534" w:rsidP="00BF3F0A">
      <w:r>
        <w:separator/>
      </w:r>
    </w:p>
    <w:p w14:paraId="68F93291" w14:textId="77777777" w:rsidR="001B7534" w:rsidRDefault="001B7534"/>
  </w:endnote>
  <w:endnote w:type="continuationSeparator" w:id="0">
    <w:p w14:paraId="4D517314" w14:textId="77777777" w:rsidR="001B7534" w:rsidRDefault="001B7534" w:rsidP="00BF3F0A">
      <w:r>
        <w:continuationSeparator/>
      </w:r>
    </w:p>
    <w:p w14:paraId="48B8B5E9" w14:textId="77777777" w:rsidR="001B7534" w:rsidRDefault="001B75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421A67A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3E2">
          <w:rPr>
            <w:noProof/>
          </w:rPr>
          <w:t>2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7647C" w14:textId="77777777" w:rsidR="001B7534" w:rsidRDefault="001B7534" w:rsidP="00BF3F0A">
      <w:r>
        <w:separator/>
      </w:r>
    </w:p>
    <w:p w14:paraId="65969D1F" w14:textId="77777777" w:rsidR="001B7534" w:rsidRDefault="001B7534"/>
  </w:footnote>
  <w:footnote w:type="continuationSeparator" w:id="0">
    <w:p w14:paraId="22D1AF36" w14:textId="77777777" w:rsidR="001B7534" w:rsidRDefault="001B7534" w:rsidP="00BF3F0A">
      <w:r>
        <w:continuationSeparator/>
      </w:r>
    </w:p>
    <w:p w14:paraId="613B7BD6" w14:textId="77777777" w:rsidR="001B7534" w:rsidRDefault="001B75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EF6E2" w14:textId="026FD556" w:rsidR="009C2650" w:rsidRPr="008E348D" w:rsidRDefault="007033E2" w:rsidP="008E348D">
    <w:pPr>
      <w:pStyle w:val="Header"/>
    </w:pPr>
    <w:sdt>
      <w:sdtPr>
        <w:rPr>
          <w:sz w:val="20"/>
          <w:lang w:eastAsia="en-US"/>
        </w:rPr>
        <w:id w:val="1409262699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25DF84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348D" w:rsidRPr="008E348D">
      <w:rPr>
        <w:sz w:val="20"/>
        <w:lang w:eastAsia="en-US"/>
      </w:rPr>
      <w:t>AHC4</w:t>
    </w:r>
    <w:r w:rsidR="004A1056">
      <w:rPr>
        <w:sz w:val="20"/>
        <w:lang w:eastAsia="en-US"/>
      </w:rPr>
      <w:t>XX</w:t>
    </w:r>
    <w:r w:rsidR="008E348D" w:rsidRPr="008E348D">
      <w:rPr>
        <w:sz w:val="20"/>
        <w:lang w:eastAsia="en-US"/>
      </w:rPr>
      <w:t>1</w:t>
    </w:r>
    <w:r w:rsidR="004A1056">
      <w:rPr>
        <w:sz w:val="20"/>
        <w:lang w:eastAsia="en-US"/>
      </w:rPr>
      <w:t>9</w:t>
    </w:r>
    <w:r w:rsidR="008E348D" w:rsidRPr="008E348D">
      <w:rPr>
        <w:sz w:val="20"/>
        <w:lang w:eastAsia="en-US"/>
      </w:rPr>
      <w:t xml:space="preserve"> Certificate IV in Irrigation</w:t>
    </w:r>
    <w:r w:rsidR="004A1056">
      <w:rPr>
        <w:sz w:val="20"/>
        <w:lang w:eastAsia="en-US"/>
      </w:rPr>
      <w:t xml:space="preserve">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4498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4013"/>
    <w:rsid w:val="001B513A"/>
    <w:rsid w:val="001B7534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056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5680"/>
    <w:rsid w:val="005427C8"/>
    <w:rsid w:val="005446D1"/>
    <w:rsid w:val="00556C4C"/>
    <w:rsid w:val="00557369"/>
    <w:rsid w:val="00561F08"/>
    <w:rsid w:val="005703B2"/>
    <w:rsid w:val="005708EB"/>
    <w:rsid w:val="00575BC6"/>
    <w:rsid w:val="00583902"/>
    <w:rsid w:val="005A3AA5"/>
    <w:rsid w:val="005A6C9C"/>
    <w:rsid w:val="005A74DC"/>
    <w:rsid w:val="005B0D58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3CEB"/>
    <w:rsid w:val="00687B62"/>
    <w:rsid w:val="00690C44"/>
    <w:rsid w:val="006969D9"/>
    <w:rsid w:val="006A2B68"/>
    <w:rsid w:val="006B19B1"/>
    <w:rsid w:val="006C2F32"/>
    <w:rsid w:val="006D4448"/>
    <w:rsid w:val="006E2C4D"/>
    <w:rsid w:val="007033E2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5C9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48D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25BA"/>
    <w:rsid w:val="00F438FC"/>
    <w:rsid w:val="00F5616F"/>
    <w:rsid w:val="00F56827"/>
    <w:rsid w:val="00F65EF0"/>
    <w:rsid w:val="00F71651"/>
    <w:rsid w:val="00F73518"/>
    <w:rsid w:val="00F76CC6"/>
    <w:rsid w:val="00F952EF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8E348D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E348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4bf479b-3bfe-456b-b577-3baf2fb5e2c5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A7806B-2591-43E7-BD24-8753D4FE1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7B2A0-4F88-444B-BED5-511C8B7D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Peter Miller</cp:lastModifiedBy>
  <cp:revision>2</cp:revision>
  <cp:lastPrinted>2016-05-27T05:21:00Z</cp:lastPrinted>
  <dcterms:created xsi:type="dcterms:W3CDTF">2018-12-19T00:20:00Z</dcterms:created>
  <dcterms:modified xsi:type="dcterms:W3CDTF">2018-12-19T00:20:00Z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