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6C768C58" w:rsidR="00F1480E" w:rsidRPr="000754EC" w:rsidRDefault="001C1C41" w:rsidP="00D474F4">
            <w:pPr>
              <w:pStyle w:val="SIUNITCODE"/>
            </w:pPr>
            <w:r>
              <w:t>FWP</w:t>
            </w:r>
            <w:r w:rsidR="00E1344D">
              <w:t>COT</w:t>
            </w:r>
            <w:r w:rsidR="00D474F4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7ADE8CF5" w:rsidR="00F1480E" w:rsidRPr="000754EC" w:rsidRDefault="00BC3C53" w:rsidP="00940ACB">
            <w:pPr>
              <w:pStyle w:val="SIUnittitle"/>
            </w:pPr>
            <w:r w:rsidRPr="00BC3C53">
              <w:t>Set</w:t>
            </w:r>
            <w:r w:rsidR="00940ACB">
              <w:t xml:space="preserve"> </w:t>
            </w:r>
            <w:r w:rsidRPr="00BC3C53">
              <w:t xml:space="preserve">up and </w:t>
            </w:r>
            <w:r w:rsidR="004D3499">
              <w:t xml:space="preserve">run </w:t>
            </w:r>
            <w:r w:rsidR="00885DC9">
              <w:t>multi-head</w:t>
            </w:r>
            <w:r w:rsidR="004D3499">
              <w:t xml:space="preserve"> </w:t>
            </w:r>
            <w:r w:rsidR="00563870">
              <w:t>moulder</w:t>
            </w:r>
            <w:r w:rsidR="004D3499">
              <w:t xml:space="preserve"> to produce </w:t>
            </w:r>
            <w:r w:rsidR="00563870">
              <w:t>complex</w:t>
            </w:r>
            <w:r w:rsidR="004D3499">
              <w:t xml:space="preserve"> profiles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D5AB866" w:rsidR="00C70FB1" w:rsidRDefault="003E66A1" w:rsidP="00993B76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BC3C53">
              <w:t xml:space="preserve">set up and </w:t>
            </w:r>
            <w:r w:rsidR="004D3499">
              <w:t>run</w:t>
            </w:r>
            <w:r w:rsidR="00BC3C53">
              <w:t xml:space="preserve"> a </w:t>
            </w:r>
            <w:r w:rsidR="008B5844">
              <w:t>c</w:t>
            </w:r>
            <w:r w:rsidR="00BE543B">
              <w:t>omputer numerically controlled (</w:t>
            </w:r>
            <w:r w:rsidR="008B5844">
              <w:t>CNC</w:t>
            </w:r>
            <w:r w:rsidR="00BE543B">
              <w:t>)</w:t>
            </w:r>
            <w:r w:rsidR="008B5844">
              <w:t xml:space="preserve"> or semi-automated </w:t>
            </w:r>
            <w:r w:rsidR="00885DC9">
              <w:t>multi-head</w:t>
            </w:r>
            <w:r w:rsidR="00BC3C53">
              <w:t xml:space="preserve"> </w:t>
            </w:r>
            <w:r w:rsidR="00563870">
              <w:t>moulder</w:t>
            </w:r>
            <w:r w:rsidR="00D9210D">
              <w:t xml:space="preserve"> </w:t>
            </w:r>
            <w:r w:rsidR="006E4867">
              <w:t xml:space="preserve">in a sawmill </w:t>
            </w:r>
            <w:r w:rsidR="00D9210D">
              <w:t>to produce</w:t>
            </w:r>
            <w:r w:rsidR="009E2FDF">
              <w:t xml:space="preserve"> timber with </w:t>
            </w:r>
            <w:r w:rsidR="00563870">
              <w:t>complex</w:t>
            </w:r>
            <w:r w:rsidR="004D3499">
              <w:t xml:space="preserve"> profiles such as </w:t>
            </w:r>
            <w:r w:rsidR="003B00BA">
              <w:t>tongue and groove</w:t>
            </w:r>
            <w:r w:rsidR="003B00BA" w:rsidRPr="003B00BA">
              <w:t xml:space="preserve"> flooring, lining board, shiplap, joinery profiles and </w:t>
            </w:r>
            <w:r w:rsidR="003B00BA">
              <w:t xml:space="preserve">other </w:t>
            </w:r>
            <w:r w:rsidR="003B00BA" w:rsidRPr="003B00BA">
              <w:t>detailed mouldings</w:t>
            </w:r>
            <w:r w:rsidR="003B00BA">
              <w:t xml:space="preserve">. </w:t>
            </w:r>
          </w:p>
          <w:p w14:paraId="6A8ABA56" w14:textId="671B6F99" w:rsidR="003E66A1" w:rsidRDefault="003E66A1" w:rsidP="00993B76">
            <w:pPr>
              <w:pStyle w:val="SIText"/>
            </w:pPr>
          </w:p>
          <w:p w14:paraId="6C3E6FFC" w14:textId="4023B9B1" w:rsidR="003E66A1" w:rsidRDefault="003E66A1" w:rsidP="00D474F4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F53E9">
              <w:t xml:space="preserve">set up and </w:t>
            </w:r>
            <w:r w:rsidR="00C42B09">
              <w:t xml:space="preserve">run </w:t>
            </w:r>
            <w:r w:rsidR="00885DC9">
              <w:t>multi-head</w:t>
            </w:r>
            <w:r w:rsidR="00EF53E9">
              <w:t xml:space="preserve"> moulders</w:t>
            </w:r>
            <w:r w:rsidR="00C42B09">
              <w:t xml:space="preserve"> in a sawmill</w:t>
            </w:r>
            <w:r w:rsidR="00EF53E9">
              <w:t xml:space="preserve"> to produce </w:t>
            </w:r>
            <w:r w:rsidR="00C42B09">
              <w:t xml:space="preserve">timber with </w:t>
            </w:r>
            <w:r w:rsidR="00563870">
              <w:t>complex</w:t>
            </w:r>
            <w:r w:rsidR="00C42B09">
              <w:t xml:space="preserve"> </w:t>
            </w:r>
            <w:r w:rsidR="00EF53E9">
              <w:t>profile</w:t>
            </w:r>
            <w:r w:rsidR="00C42B09">
              <w:t>s</w:t>
            </w:r>
            <w:r w:rsidRPr="003E66A1">
              <w:t>.</w:t>
            </w:r>
          </w:p>
          <w:p w14:paraId="31A89EC3" w14:textId="77777777" w:rsidR="00D474F4" w:rsidRDefault="00D474F4" w:rsidP="00D474F4">
            <w:pPr>
              <w:pStyle w:val="SIText"/>
            </w:pPr>
          </w:p>
          <w:p w14:paraId="151F91A2" w14:textId="77777777" w:rsidR="00D474F4" w:rsidRPr="00D474F4" w:rsidRDefault="00D474F4" w:rsidP="00D474F4">
            <w:pPr>
              <w:pStyle w:val="SIText"/>
            </w:pPr>
            <w:r w:rsidRPr="00D474F4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D474F4">
            <w:pPr>
              <w:pStyle w:val="SIText"/>
            </w:pPr>
          </w:p>
          <w:p w14:paraId="7DBCF65D" w14:textId="7D2C33ED" w:rsidR="00373436" w:rsidRPr="000754EC" w:rsidRDefault="003E66A1" w:rsidP="00D474F4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2463E5E4" w:rsidR="00F1480E" w:rsidRPr="000754EC" w:rsidRDefault="00F1480E" w:rsidP="00CF795F">
            <w:pPr>
              <w:pStyle w:val="SIText"/>
            </w:pP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7F919655" w:rsidR="00090AB7" w:rsidRPr="00090AB7" w:rsidRDefault="00090AB7" w:rsidP="00993B76">
            <w:pPr>
              <w:pStyle w:val="SIText"/>
            </w:pPr>
            <w:r>
              <w:t>1</w:t>
            </w:r>
            <w:r w:rsidRPr="00090AB7">
              <w:t xml:space="preserve">. </w:t>
            </w:r>
            <w:r w:rsidR="001F604F">
              <w:t>Prepare for work</w:t>
            </w:r>
            <w:r w:rsidRPr="00090A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BE4D774" w14:textId="77777777" w:rsidR="001F604F" w:rsidRPr="001F604F" w:rsidRDefault="001F604F" w:rsidP="00940ACB">
            <w:pPr>
              <w:pStyle w:val="SIText"/>
            </w:pPr>
            <w:r w:rsidRPr="001F604F">
              <w:t>1.1 Review work order to determine job requirements and where required seek clarification from appropriate personnel</w:t>
            </w:r>
          </w:p>
          <w:p w14:paraId="752A6CC8" w14:textId="4DE89C37" w:rsidR="001F604F" w:rsidRPr="001F604F" w:rsidRDefault="001F604F" w:rsidP="00940ACB">
            <w:pPr>
              <w:pStyle w:val="SIText"/>
            </w:pPr>
            <w:r w:rsidRPr="001F604F">
              <w:t xml:space="preserve">1.2 </w:t>
            </w:r>
            <w:r w:rsidR="007635E1" w:rsidRPr="00D474F4">
              <w:rPr>
                <w:noProof/>
              </w:rPr>
              <w:t>Review</w:t>
            </w:r>
            <w:r w:rsidR="007635E1">
              <w:t xml:space="preserve"> environmental protection procedures and </w:t>
            </w:r>
            <w:r w:rsidRPr="001F604F">
              <w:t xml:space="preserve">workplace health and safety requirements including </w:t>
            </w:r>
            <w:r w:rsidR="00D474F4">
              <w:t xml:space="preserve">the </w:t>
            </w:r>
            <w:r w:rsidRPr="00D474F4">
              <w:rPr>
                <w:noProof/>
              </w:rPr>
              <w:t>use</w:t>
            </w:r>
            <w:r w:rsidRPr="001F604F">
              <w:t xml:space="preserve"> of personal protective equipment, equipment </w:t>
            </w:r>
            <w:r w:rsidRPr="00D474F4">
              <w:rPr>
                <w:noProof/>
              </w:rPr>
              <w:t>lockout</w:t>
            </w:r>
            <w:r w:rsidRPr="001F604F">
              <w:t xml:space="preserve"> and safe manual handling techniques</w:t>
            </w:r>
          </w:p>
          <w:p w14:paraId="779C2738" w14:textId="7D1D43DB" w:rsidR="001F604F" w:rsidRPr="001F604F" w:rsidRDefault="001F604F">
            <w:pPr>
              <w:pStyle w:val="SIText"/>
            </w:pPr>
            <w:r w:rsidRPr="001F604F">
              <w:t xml:space="preserve">1.3 Identify, assess and take actions to mitigate risks and hazards associated with working with </w:t>
            </w:r>
            <w:r w:rsidR="00885DC9">
              <w:t>multi-head</w:t>
            </w:r>
            <w:r w:rsidR="00A44143">
              <w:t xml:space="preserve"> </w:t>
            </w:r>
            <w:r w:rsidR="00563870">
              <w:t>moulder</w:t>
            </w:r>
            <w:r w:rsidR="00A44143">
              <w:t>s</w:t>
            </w:r>
          </w:p>
          <w:p w14:paraId="3C998535" w14:textId="77777777" w:rsidR="001F604F" w:rsidRPr="001F604F" w:rsidRDefault="001F604F">
            <w:pPr>
              <w:pStyle w:val="SIText"/>
            </w:pPr>
            <w:r w:rsidRPr="001F604F">
              <w:t>1.4 Identify and implement workplace procedures for minimising waste material and maximising energy efficiency</w:t>
            </w:r>
          </w:p>
          <w:p w14:paraId="68981173" w14:textId="609CE393" w:rsidR="001F604F" w:rsidRPr="001F604F" w:rsidRDefault="001F604F">
            <w:pPr>
              <w:pStyle w:val="SIText"/>
            </w:pPr>
            <w:r w:rsidRPr="001F604F">
              <w:t xml:space="preserve">1.5 Consult with appropriate personnel to ensure that work is coordinated effectively with others in the </w:t>
            </w:r>
            <w:r w:rsidRPr="00D474F4">
              <w:rPr>
                <w:noProof/>
              </w:rPr>
              <w:t>workplace</w:t>
            </w:r>
          </w:p>
          <w:p w14:paraId="07A59A98" w14:textId="2CE268C2" w:rsidR="00090AB7" w:rsidRPr="00090AB7" w:rsidRDefault="001F604F">
            <w:pPr>
              <w:pStyle w:val="SIText"/>
            </w:pPr>
            <w:r w:rsidRPr="001F604F">
              <w:t xml:space="preserve">1.6 Obtain tools, equipment and testing devices needed for the </w:t>
            </w:r>
            <w:r w:rsidRPr="00D474F4">
              <w:rPr>
                <w:noProof/>
              </w:rPr>
              <w:t>work</w:t>
            </w:r>
            <w:r w:rsidRPr="001F604F">
              <w:t xml:space="preserve"> and check for correct operation and safety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1D561517" w:rsidR="003B2CD2" w:rsidRPr="001334CE" w:rsidRDefault="00090AB7" w:rsidP="00993B76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1F604F">
              <w:t xml:space="preserve">Select and fit </w:t>
            </w:r>
            <w:r w:rsidR="003568EE">
              <w:t>cutter heads</w:t>
            </w:r>
            <w:r w:rsidR="001F604F">
              <w:t xml:space="preserve"> for </w:t>
            </w:r>
            <w:r w:rsidR="00563870">
              <w:t>complex</w:t>
            </w:r>
            <w:r w:rsidR="000F1580">
              <w:t xml:space="preserve"> timber </w:t>
            </w:r>
            <w:r w:rsidR="001F604F">
              <w:t>profile</w:t>
            </w:r>
          </w:p>
        </w:tc>
        <w:tc>
          <w:tcPr>
            <w:tcW w:w="3604" w:type="pct"/>
            <w:shd w:val="clear" w:color="auto" w:fill="auto"/>
          </w:tcPr>
          <w:p w14:paraId="19227DA2" w14:textId="7932A9AC" w:rsidR="001F604F" w:rsidRDefault="001F604F" w:rsidP="00940ACB">
            <w:pPr>
              <w:pStyle w:val="SIText"/>
            </w:pPr>
            <w:r>
              <w:t xml:space="preserve">2.1 Select </w:t>
            </w:r>
            <w:r w:rsidR="003568EE">
              <w:t>c</w:t>
            </w:r>
            <w:r w:rsidR="003568EE" w:rsidRPr="001F604F">
              <w:t>utter heads</w:t>
            </w:r>
            <w:r w:rsidRPr="001F604F">
              <w:t xml:space="preserve"> </w:t>
            </w:r>
            <w:r w:rsidR="002356EE">
              <w:t>consistent with</w:t>
            </w:r>
            <w:r w:rsidRPr="001F604F">
              <w:t xml:space="preserve"> required timber profile</w:t>
            </w:r>
          </w:p>
          <w:p w14:paraId="5B82154D" w14:textId="074AB4BE" w:rsidR="001F604F" w:rsidRPr="001F604F" w:rsidRDefault="001F604F" w:rsidP="00940ACB">
            <w:pPr>
              <w:pStyle w:val="SIText"/>
            </w:pPr>
            <w:r>
              <w:t xml:space="preserve">2.2 Check </w:t>
            </w:r>
            <w:r w:rsidR="003568EE">
              <w:t xml:space="preserve">cutter </w:t>
            </w:r>
            <w:r w:rsidR="003568EE" w:rsidRPr="00D474F4">
              <w:rPr>
                <w:noProof/>
              </w:rPr>
              <w:t>heads</w:t>
            </w:r>
            <w:r w:rsidRPr="001F604F">
              <w:t xml:space="preserve"> for </w:t>
            </w:r>
            <w:r w:rsidR="002356EE" w:rsidRPr="002356EE">
              <w:t xml:space="preserve">damage </w:t>
            </w:r>
            <w:r w:rsidR="002356EE">
              <w:t xml:space="preserve">and </w:t>
            </w:r>
            <w:r w:rsidRPr="001F604F">
              <w:t xml:space="preserve">defects </w:t>
            </w:r>
            <w:r>
              <w:t>according to manufacturer and workplace</w:t>
            </w:r>
            <w:r w:rsidRPr="001F604F">
              <w:t xml:space="preserve"> procedures</w:t>
            </w:r>
          </w:p>
          <w:p w14:paraId="05CCF838" w14:textId="325200A9" w:rsidR="001F604F" w:rsidRPr="001F604F" w:rsidRDefault="00EF53E9" w:rsidP="00940ACB">
            <w:pPr>
              <w:pStyle w:val="SIText"/>
            </w:pPr>
            <w:r>
              <w:t>2</w:t>
            </w:r>
            <w:r w:rsidR="001F604F" w:rsidRPr="001F604F">
              <w:t>.3</w:t>
            </w:r>
            <w:r w:rsidR="001E25CE">
              <w:t xml:space="preserve"> </w:t>
            </w:r>
            <w:r w:rsidR="00762EF3" w:rsidRPr="00762EF3">
              <w:t>Prepare cutter head according to manufacturer procedures</w:t>
            </w:r>
          </w:p>
          <w:p w14:paraId="6FAAA1F9" w14:textId="6FB936AB" w:rsidR="00031D93" w:rsidRDefault="00EF53E9" w:rsidP="00940ACB">
            <w:pPr>
              <w:pStyle w:val="SIText"/>
            </w:pPr>
            <w:r>
              <w:t>2</w:t>
            </w:r>
            <w:r w:rsidR="001F604F" w:rsidRPr="001F604F">
              <w:t>.</w:t>
            </w:r>
            <w:r w:rsidR="00762EF3">
              <w:t>4</w:t>
            </w:r>
            <w:r w:rsidR="001E25CE">
              <w:t xml:space="preserve"> </w:t>
            </w:r>
            <w:r w:rsidR="001F604F" w:rsidRPr="001F604F">
              <w:t>S</w:t>
            </w:r>
            <w:r w:rsidR="001E25CE">
              <w:t>elect and fit s</w:t>
            </w:r>
            <w:r w:rsidR="001F604F" w:rsidRPr="001F604F">
              <w:t>plitting units</w:t>
            </w:r>
            <w:r w:rsidR="002356EE">
              <w:t>,</w:t>
            </w:r>
            <w:r w:rsidR="001F604F" w:rsidRPr="001F604F">
              <w:t xml:space="preserve"> </w:t>
            </w:r>
            <w:r w:rsidR="001E25CE">
              <w:t>as required</w:t>
            </w:r>
            <w:r w:rsidR="002356EE">
              <w:t>,</w:t>
            </w:r>
            <w:r w:rsidR="001E25CE">
              <w:t xml:space="preserve"> according to</w:t>
            </w:r>
            <w:r w:rsidR="001F604F" w:rsidRPr="001F604F">
              <w:t xml:space="preserve"> </w:t>
            </w:r>
            <w:r w:rsidR="001E25CE">
              <w:t>workplace</w:t>
            </w:r>
            <w:r w:rsidR="001F604F" w:rsidRPr="001F604F">
              <w:t xml:space="preserve"> procedures to produce required timber sizes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7D275BFA" w:rsidR="00031D93" w:rsidRPr="001334CE" w:rsidRDefault="00854487" w:rsidP="00993B76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1E25CE">
              <w:t xml:space="preserve">Complete </w:t>
            </w:r>
            <w:r w:rsidR="001E25CE" w:rsidRPr="00D474F4">
              <w:rPr>
                <w:noProof/>
              </w:rPr>
              <w:t>setup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10C622" w14:textId="7E0E24ED" w:rsidR="003568EE" w:rsidRPr="003568EE" w:rsidRDefault="00EF53E9" w:rsidP="00940ACB">
            <w:pPr>
              <w:pStyle w:val="SIText"/>
            </w:pPr>
            <w:r>
              <w:t>3.</w:t>
            </w:r>
            <w:r w:rsidR="00762EF3">
              <w:t>1</w:t>
            </w:r>
            <w:r>
              <w:t xml:space="preserve"> </w:t>
            </w:r>
            <w:r w:rsidR="003568EE">
              <w:t>Adjust m</w:t>
            </w:r>
            <w:r w:rsidR="003568EE" w:rsidRPr="003568EE">
              <w:t>achine components to meet product requirements</w:t>
            </w:r>
          </w:p>
          <w:p w14:paraId="658DF28C" w14:textId="4ED99123" w:rsidR="003568EE" w:rsidRPr="003568EE" w:rsidRDefault="00EF53E9" w:rsidP="00940ACB">
            <w:pPr>
              <w:pStyle w:val="SIText"/>
            </w:pPr>
            <w:r>
              <w:t>3.</w:t>
            </w:r>
            <w:r w:rsidR="00762EF3">
              <w:t>2</w:t>
            </w:r>
            <w:r>
              <w:t xml:space="preserve"> </w:t>
            </w:r>
            <w:r w:rsidR="003568EE" w:rsidRPr="003568EE">
              <w:t>S</w:t>
            </w:r>
            <w:r w:rsidR="003568EE">
              <w:t>et s</w:t>
            </w:r>
            <w:r w:rsidR="003568EE" w:rsidRPr="003568EE">
              <w:t xml:space="preserve">afety hoods and </w:t>
            </w:r>
            <w:r w:rsidR="003568EE">
              <w:t xml:space="preserve">machine </w:t>
            </w:r>
            <w:r w:rsidR="003568EE" w:rsidRPr="003568EE">
              <w:t xml:space="preserve">guards according to manufacturer and </w:t>
            </w:r>
            <w:r w:rsidR="00885DC9">
              <w:t>workplace safety</w:t>
            </w:r>
            <w:r w:rsidR="00993B76" w:rsidRPr="003568EE">
              <w:t xml:space="preserve"> </w:t>
            </w:r>
            <w:r w:rsidR="003568EE" w:rsidRPr="003568EE">
              <w:t>requirements</w:t>
            </w:r>
          </w:p>
          <w:p w14:paraId="3472AEB6" w14:textId="315FA711" w:rsidR="00031D93" w:rsidRDefault="00EF53E9" w:rsidP="00940ACB">
            <w:pPr>
              <w:pStyle w:val="SIText"/>
            </w:pPr>
            <w:r>
              <w:t>3.</w:t>
            </w:r>
            <w:r w:rsidR="00762EF3">
              <w:t>3</w:t>
            </w:r>
            <w:r>
              <w:t xml:space="preserve"> </w:t>
            </w:r>
            <w:r w:rsidR="003568EE">
              <w:t>Calculate f</w:t>
            </w:r>
            <w:r w:rsidR="003568EE" w:rsidRPr="003568EE">
              <w:t xml:space="preserve">eed speed and set </w:t>
            </w:r>
            <w:r w:rsidR="003568EE" w:rsidRPr="00D474F4">
              <w:rPr>
                <w:noProof/>
              </w:rPr>
              <w:t>in relation to</w:t>
            </w:r>
            <w:r w:rsidR="003568EE" w:rsidRPr="003568EE">
              <w:t xml:space="preserve"> timber size, profile and species </w:t>
            </w:r>
            <w:r w:rsidR="003568EE">
              <w:t>according to</w:t>
            </w:r>
            <w:r w:rsidR="003568EE" w:rsidRPr="003568EE">
              <w:t xml:space="preserve"> work</w:t>
            </w:r>
            <w:r w:rsidR="003568EE">
              <w:t xml:space="preserve">place </w:t>
            </w:r>
            <w:r w:rsidR="003568EE" w:rsidRPr="003568EE">
              <w:t>procedures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6311B79F" w:rsidR="00E77F9C" w:rsidRDefault="00EF53E9" w:rsidP="00993B76">
            <w:pPr>
              <w:pStyle w:val="SIText"/>
            </w:pPr>
            <w:r>
              <w:lastRenderedPageBreak/>
              <w:t>4</w:t>
            </w:r>
            <w:r w:rsidR="00E77F9C">
              <w:t xml:space="preserve">. </w:t>
            </w:r>
            <w:r>
              <w:t>Calibrate</w:t>
            </w:r>
            <w:r w:rsidR="002356EE">
              <w:t xml:space="preserve"> </w:t>
            </w:r>
            <w:r w:rsidR="00563870">
              <w:t>moulder</w:t>
            </w:r>
            <w:r w:rsidR="002356E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A310009" w14:textId="5491EF48" w:rsidR="003568EE" w:rsidRPr="003568EE" w:rsidRDefault="00EF53E9" w:rsidP="00993B76">
            <w:pPr>
              <w:pStyle w:val="SIText"/>
            </w:pPr>
            <w:r>
              <w:t xml:space="preserve">4.1 </w:t>
            </w:r>
            <w:r w:rsidR="003568EE">
              <w:t>Remove s</w:t>
            </w:r>
            <w:r w:rsidR="003568EE" w:rsidRPr="003568EE">
              <w:t>etting-up</w:t>
            </w:r>
            <w:r w:rsidR="00E92B71">
              <w:t xml:space="preserve"> tools</w:t>
            </w:r>
            <w:r w:rsidR="003568EE" w:rsidRPr="003568EE">
              <w:t xml:space="preserve"> and other </w:t>
            </w:r>
            <w:r w:rsidR="00E92B71">
              <w:t>tools and equipment</w:t>
            </w:r>
            <w:r w:rsidR="003568EE" w:rsidRPr="003568EE">
              <w:t xml:space="preserve"> from the </w:t>
            </w:r>
            <w:r w:rsidR="00563870">
              <w:t>moulder</w:t>
            </w:r>
            <w:r w:rsidR="003568EE" w:rsidRPr="003568EE">
              <w:t xml:space="preserve"> </w:t>
            </w:r>
            <w:r w:rsidR="003568EE">
              <w:t>according to</w:t>
            </w:r>
            <w:r w:rsidR="003568EE" w:rsidRPr="003568EE">
              <w:t xml:space="preserve"> </w:t>
            </w:r>
            <w:r w:rsidR="003568EE">
              <w:t>workplace</w:t>
            </w:r>
            <w:r w:rsidR="003568EE" w:rsidRPr="003568EE">
              <w:t xml:space="preserve"> procedures</w:t>
            </w:r>
          </w:p>
          <w:p w14:paraId="7A30C6B5" w14:textId="0BA1CF00" w:rsidR="00563870" w:rsidRPr="00563870" w:rsidRDefault="00563870" w:rsidP="00993B76">
            <w:pPr>
              <w:pStyle w:val="SIText"/>
            </w:pPr>
            <w:r>
              <w:t>4.2</w:t>
            </w:r>
            <w:r w:rsidRPr="00563870">
              <w:t xml:space="preserve"> Complete </w:t>
            </w:r>
            <w:r w:rsidR="00993B76" w:rsidRPr="00563870">
              <w:t>start-up</w:t>
            </w:r>
            <w:r w:rsidRPr="00563870">
              <w:t xml:space="preserve"> check according to workplace procedures</w:t>
            </w:r>
          </w:p>
          <w:p w14:paraId="1A38B458" w14:textId="00FC5B69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3</w:t>
            </w:r>
            <w:r w:rsidR="003568EE">
              <w:t xml:space="preserve"> Run t</w:t>
            </w:r>
            <w:r w:rsidR="003568EE" w:rsidRPr="003568EE">
              <w:t xml:space="preserve">est piece </w:t>
            </w:r>
            <w:r w:rsidR="003568EE">
              <w:t>th</w:t>
            </w:r>
            <w:r w:rsidR="007C2D8F">
              <w:t>rough the</w:t>
            </w:r>
            <w:r w:rsidR="003568EE">
              <w:t xml:space="preserve"> </w:t>
            </w:r>
            <w:r w:rsidR="00563870">
              <w:t>moulder</w:t>
            </w:r>
            <w:r w:rsidR="003568EE" w:rsidRPr="003568EE">
              <w:t xml:space="preserve"> </w:t>
            </w:r>
            <w:r w:rsidR="007C2D8F" w:rsidRPr="007C2D8F">
              <w:t>to check equipment operation, accuracy</w:t>
            </w:r>
            <w:r w:rsidR="00E92B71">
              <w:t xml:space="preserve">, </w:t>
            </w:r>
            <w:r w:rsidR="007C2D8F" w:rsidRPr="007C2D8F">
              <w:t>quality and dimensions of finished work</w:t>
            </w:r>
          </w:p>
          <w:p w14:paraId="12076A25" w14:textId="598ED9F6" w:rsidR="007C2D8F" w:rsidRDefault="007C2D8F" w:rsidP="00993B76">
            <w:pPr>
              <w:pStyle w:val="SIText"/>
            </w:pPr>
            <w:r>
              <w:t>4.</w:t>
            </w:r>
            <w:r w:rsidR="00563870">
              <w:t>4</w:t>
            </w:r>
            <w:r>
              <w:t xml:space="preserve"> </w:t>
            </w:r>
            <w:r w:rsidRPr="007C2D8F">
              <w:t xml:space="preserve">Accept or reject trialled material and dispose of </w:t>
            </w:r>
            <w:r w:rsidR="00E92B71">
              <w:t>according to</w:t>
            </w:r>
            <w:r w:rsidRPr="007C2D8F">
              <w:t xml:space="preserve"> environmental protection practices</w:t>
            </w:r>
          </w:p>
          <w:p w14:paraId="0C559E6F" w14:textId="783FAFF4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5</w:t>
            </w:r>
            <w:r w:rsidR="003568EE">
              <w:t xml:space="preserve"> </w:t>
            </w:r>
            <w:r>
              <w:t>Monitor d</w:t>
            </w:r>
            <w:r w:rsidR="003568EE" w:rsidRPr="003568EE">
              <w:t xml:space="preserve">ust extraction system during </w:t>
            </w:r>
            <w:r w:rsidR="00D474F4">
              <w:t xml:space="preserve">the </w:t>
            </w:r>
            <w:r w:rsidR="003568EE" w:rsidRPr="00D474F4">
              <w:rPr>
                <w:noProof/>
              </w:rPr>
              <w:t>test</w:t>
            </w:r>
            <w:r w:rsidR="003568EE" w:rsidRPr="003568EE">
              <w:t xml:space="preserve"> run and test piece machining to ensure </w:t>
            </w:r>
            <w:r w:rsidR="00E92B71">
              <w:t>compliance with</w:t>
            </w:r>
            <w:r w:rsidR="003568EE" w:rsidRPr="003568EE">
              <w:t xml:space="preserve"> </w:t>
            </w:r>
            <w:r>
              <w:t>workplace health and safety</w:t>
            </w:r>
            <w:r w:rsidR="003568EE" w:rsidRPr="003568EE">
              <w:t xml:space="preserve"> </w:t>
            </w:r>
            <w:r>
              <w:t>requirements</w:t>
            </w:r>
          </w:p>
          <w:p w14:paraId="145C4FA6" w14:textId="1525E112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6</w:t>
            </w:r>
            <w:r w:rsidR="003568EE">
              <w:t xml:space="preserve"> </w:t>
            </w:r>
            <w:r>
              <w:t>Adjust compo</w:t>
            </w:r>
            <w:r w:rsidR="003568EE" w:rsidRPr="003568EE">
              <w:t xml:space="preserve">nents until output timber conforms to </w:t>
            </w:r>
            <w:r w:rsidR="00D474F4">
              <w:t xml:space="preserve">the </w:t>
            </w:r>
            <w:r w:rsidR="003568EE" w:rsidRPr="00D474F4">
              <w:rPr>
                <w:noProof/>
              </w:rPr>
              <w:t>required</w:t>
            </w:r>
            <w:r w:rsidR="003568EE" w:rsidRPr="003568EE">
              <w:t xml:space="preserve"> profile</w:t>
            </w:r>
          </w:p>
          <w:p w14:paraId="23588B53" w14:textId="0015DF1C" w:rsidR="003568EE" w:rsidRPr="003568EE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7</w:t>
            </w:r>
            <w:r w:rsidR="003568EE">
              <w:t xml:space="preserve"> Check </w:t>
            </w:r>
            <w:r>
              <w:t>o</w:t>
            </w:r>
            <w:r w:rsidR="003568EE" w:rsidRPr="003568EE">
              <w:t xml:space="preserve">peration of branding equipment </w:t>
            </w:r>
            <w:r>
              <w:t>and install</w:t>
            </w:r>
            <w:r w:rsidR="003568EE" w:rsidRPr="003568EE">
              <w:t xml:space="preserve"> brand</w:t>
            </w:r>
            <w:r w:rsidR="00563870">
              <w:t xml:space="preserve">, as </w:t>
            </w:r>
            <w:r w:rsidR="00563870" w:rsidRPr="00D474F4">
              <w:rPr>
                <w:noProof/>
              </w:rPr>
              <w:t>required</w:t>
            </w:r>
            <w:r w:rsidR="00563870">
              <w:t>,</w:t>
            </w:r>
            <w:r w:rsidR="003568EE" w:rsidRPr="003568EE">
              <w:t xml:space="preserve"> </w:t>
            </w:r>
            <w:r>
              <w:t>according to workplace</w:t>
            </w:r>
            <w:r w:rsidR="003568EE" w:rsidRPr="003568EE">
              <w:t xml:space="preserve"> procedures</w:t>
            </w:r>
          </w:p>
          <w:p w14:paraId="22CA6DF5" w14:textId="2179A68E" w:rsidR="00E77F9C" w:rsidRDefault="00EF53E9" w:rsidP="00993B76">
            <w:pPr>
              <w:pStyle w:val="SIText"/>
            </w:pPr>
            <w:r>
              <w:t>4</w:t>
            </w:r>
            <w:r w:rsidR="003568EE" w:rsidRPr="003568EE">
              <w:t>.</w:t>
            </w:r>
            <w:r w:rsidR="00563870">
              <w:t>8</w:t>
            </w:r>
            <w:r w:rsidR="003568EE">
              <w:t xml:space="preserve"> Reset t</w:t>
            </w:r>
            <w:r w:rsidR="003568EE" w:rsidRPr="003568EE">
              <w:t>ally meter</w:t>
            </w:r>
            <w:r w:rsidR="00563870">
              <w:t xml:space="preserve"> </w:t>
            </w:r>
            <w:r w:rsidR="00563870" w:rsidRPr="00563870">
              <w:t xml:space="preserve">as </w:t>
            </w:r>
            <w:r w:rsidR="00563870" w:rsidRPr="00D474F4">
              <w:rPr>
                <w:noProof/>
              </w:rPr>
              <w:t>required</w:t>
            </w:r>
            <w:r w:rsidR="00563870" w:rsidRPr="00563870">
              <w:t xml:space="preserve"> according to workplace procedures</w:t>
            </w:r>
          </w:p>
          <w:p w14:paraId="3CC68763" w14:textId="3A645F81" w:rsidR="007C2D8F" w:rsidRDefault="007C2D8F" w:rsidP="00D474F4">
            <w:pPr>
              <w:pStyle w:val="SIText"/>
            </w:pPr>
            <w:r>
              <w:t>4.</w:t>
            </w:r>
            <w:r w:rsidR="00563870">
              <w:t>9</w:t>
            </w:r>
            <w:r>
              <w:t xml:space="preserve"> </w:t>
            </w:r>
            <w:r w:rsidRPr="007C2D8F">
              <w:t>Record and report outcomes</w:t>
            </w:r>
            <w:r>
              <w:t xml:space="preserve"> o</w:t>
            </w:r>
            <w:r w:rsidR="00E92B71">
              <w:t>f</w:t>
            </w:r>
            <w:r>
              <w:t xml:space="preserve"> </w:t>
            </w:r>
            <w:r w:rsidRPr="00D474F4">
              <w:rPr>
                <w:noProof/>
              </w:rPr>
              <w:t>set</w:t>
            </w:r>
            <w:r w:rsidR="00D474F4">
              <w:t>-</w:t>
            </w:r>
            <w:r>
              <w:t>up and calibration activities</w:t>
            </w:r>
            <w:r w:rsidR="00D474F4">
              <w:t>,</w:t>
            </w:r>
            <w:r>
              <w:t xml:space="preserve"> including</w:t>
            </w:r>
            <w:r w:rsidRPr="007C2D8F">
              <w:t xml:space="preserve"> equipment faults and maintenance requirements</w:t>
            </w:r>
            <w:r>
              <w:t>,</w:t>
            </w:r>
            <w:r w:rsidRPr="007C2D8F">
              <w:t xml:space="preserve"> to appropriate personnel</w:t>
            </w:r>
          </w:p>
        </w:tc>
      </w:tr>
      <w:tr w:rsidR="004D3499" w:rsidRPr="00963A46" w14:paraId="2E203ABB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2573F84" w14:textId="1ABE7898" w:rsidR="004D3499" w:rsidRPr="004D3499" w:rsidRDefault="004D3499" w:rsidP="00993B76">
            <w:pPr>
              <w:pStyle w:val="SIText"/>
            </w:pPr>
            <w:r>
              <w:t>5</w:t>
            </w:r>
            <w:r w:rsidRPr="004D3499">
              <w:t xml:space="preserve">. Operate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</w:p>
        </w:tc>
        <w:tc>
          <w:tcPr>
            <w:tcW w:w="3604" w:type="pct"/>
            <w:shd w:val="clear" w:color="auto" w:fill="auto"/>
          </w:tcPr>
          <w:p w14:paraId="76F79781" w14:textId="3106DC77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1</w:t>
            </w:r>
            <w:r w:rsidRPr="004D3499">
              <w:t xml:space="preserve"> Maintain feed rate appropriate to machine capability, timber condition and board size</w:t>
            </w:r>
          </w:p>
          <w:p w14:paraId="137C1A6A" w14:textId="36FDA7B4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2</w:t>
            </w:r>
            <w:r w:rsidRPr="004D3499">
              <w:t xml:space="preserve"> Assess dressing conditions regularly to ensure continuity of supply and processing</w:t>
            </w:r>
          </w:p>
          <w:p w14:paraId="1B0E1360" w14:textId="690B14DE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3</w:t>
            </w:r>
            <w:r w:rsidRPr="004D3499">
              <w:t xml:space="preserve"> Adjust conditions to optimise feed rate and maintain finished dimensions according to work order requirements</w:t>
            </w:r>
          </w:p>
          <w:p w14:paraId="060A0C91" w14:textId="68D64F8B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4</w:t>
            </w:r>
            <w:r w:rsidRPr="004D3499">
              <w:t xml:space="preserve"> Regularly evaluate finish and measure dressed board dimensions and make adjustments to ensure product quality and required dimensions</w:t>
            </w:r>
          </w:p>
          <w:p w14:paraId="082C7F67" w14:textId="7244D4F1" w:rsidR="004D3499" w:rsidRPr="004D3499" w:rsidRDefault="004D3499" w:rsidP="00993B76">
            <w:pPr>
              <w:pStyle w:val="SIText"/>
            </w:pPr>
            <w:r>
              <w:t>5.</w:t>
            </w:r>
            <w:r w:rsidR="00762EF3">
              <w:t>5</w:t>
            </w:r>
            <w:r w:rsidRPr="004D3499">
              <w:t xml:space="preserve"> Dispose of incorrect cuts, off cuts and defective material according to environmental protection practices</w:t>
            </w:r>
          </w:p>
        </w:tc>
      </w:tr>
      <w:tr w:rsidR="004D3499" w:rsidRPr="00963A46" w14:paraId="51DC4563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1D362315" w14:textId="6181A5E1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 Monitor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  <w:r w:rsidRPr="004D34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0B42FB" w14:textId="243B8E43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.1 Monitor in-feed and out-feed of timber to prevent degrading of </w:t>
            </w:r>
            <w:r w:rsidRPr="00D474F4">
              <w:rPr>
                <w:noProof/>
              </w:rPr>
              <w:t>output</w:t>
            </w:r>
            <w:r w:rsidRPr="004D3499">
              <w:t xml:space="preserve"> product</w:t>
            </w:r>
          </w:p>
          <w:p w14:paraId="6F159E20" w14:textId="32C4202E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>.2 Monitor quality of output product and make adjustments to correct identified quality issues according to workplace procedures</w:t>
            </w:r>
          </w:p>
          <w:p w14:paraId="40ECA755" w14:textId="3C02C5FC" w:rsidR="004D3499" w:rsidRPr="004D3499" w:rsidRDefault="004D3499" w:rsidP="00993B76">
            <w:pPr>
              <w:pStyle w:val="SIText"/>
            </w:pPr>
            <w:r>
              <w:t>6</w:t>
            </w:r>
            <w:r w:rsidRPr="004D3499">
              <w:t xml:space="preserve">.3 Monitor and maintain supplies of timber to ensure consistent operation of the </w:t>
            </w:r>
            <w:r w:rsidR="00563870">
              <w:t>moulder</w:t>
            </w:r>
          </w:p>
        </w:tc>
      </w:tr>
      <w:tr w:rsidR="004D3499" w:rsidRPr="00963A46" w14:paraId="2EB0E917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2CDC2CD4" w14:textId="44E19CEE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 xml:space="preserve">. Maintain </w:t>
            </w:r>
            <w:r w:rsidR="00885DC9">
              <w:t>multi-head</w:t>
            </w:r>
            <w:r w:rsidRPr="004D3499">
              <w:t xml:space="preserve"> </w:t>
            </w:r>
            <w:r w:rsidR="00563870">
              <w:t>moulder</w:t>
            </w:r>
          </w:p>
        </w:tc>
        <w:tc>
          <w:tcPr>
            <w:tcW w:w="3604" w:type="pct"/>
            <w:shd w:val="clear" w:color="auto" w:fill="auto"/>
          </w:tcPr>
          <w:p w14:paraId="7792B891" w14:textId="0C3B1B55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.1 Follow workplace safety procedures to lock out equipment</w:t>
            </w:r>
          </w:p>
          <w:p w14:paraId="52BF7D86" w14:textId="1C7D612A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.2 Check cutter for bluntness or damage</w:t>
            </w:r>
          </w:p>
          <w:p w14:paraId="173F586C" w14:textId="148EA1E8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.3 Remove and replace cutters according to manufacturer recommendations</w:t>
            </w:r>
          </w:p>
          <w:p w14:paraId="742FD96F" w14:textId="182A99CC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.4 Dispose of used cutters according to environmental protection practices</w:t>
            </w:r>
          </w:p>
          <w:p w14:paraId="6AB56BFC" w14:textId="79DF59E5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.5 Monitor dust extraction system during operation to ensure compliance with workplace health and safety requirements</w:t>
            </w:r>
          </w:p>
          <w:p w14:paraId="4CFC9BB5" w14:textId="7A31075E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>.6 Keep machine area clear of dust and debris according to workplace health and safety procedures</w:t>
            </w:r>
          </w:p>
          <w:p w14:paraId="15B07CD0" w14:textId="54ADEDB7" w:rsidR="004D3499" w:rsidRPr="004D3499" w:rsidRDefault="004D3499" w:rsidP="00993B76">
            <w:pPr>
              <w:pStyle w:val="SIText"/>
            </w:pPr>
            <w:r>
              <w:t>7</w:t>
            </w:r>
            <w:r w:rsidRPr="004D3499">
              <w:t xml:space="preserve">.7 Record and report production outcomes, equipment faults and maintenance </w:t>
            </w:r>
            <w:r w:rsidRPr="00D474F4">
              <w:rPr>
                <w:noProof/>
              </w:rPr>
              <w:t>requirements</w:t>
            </w:r>
            <w:r w:rsidRPr="004D3499">
              <w:t xml:space="preserve"> to appropriate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0CEDB688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D474F4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9607B9">
              <w:t xml:space="preserve">workplace documents on </w:t>
            </w:r>
            <w:r w:rsidR="00D474F4">
              <w:t xml:space="preserve">the </w:t>
            </w:r>
            <w:r w:rsidR="00EF53E9" w:rsidRPr="00D474F4">
              <w:rPr>
                <w:noProof/>
              </w:rPr>
              <w:t>operation</w:t>
            </w:r>
            <w:r w:rsidR="00EF53E9">
              <w:t xml:space="preserve"> of </w:t>
            </w:r>
            <w:r w:rsidR="00885DC9">
              <w:t>multi-head</w:t>
            </w:r>
            <w:r w:rsidR="00EF53E9">
              <w:t xml:space="preserve"> </w:t>
            </w:r>
            <w:r w:rsidR="00563870">
              <w:t>moulder</w:t>
            </w:r>
            <w:r w:rsidR="00EF53E9">
              <w:t>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FF982B6" w:rsidR="00B8312E" w:rsidRPr="001334CE" w:rsidRDefault="00B8312E" w:rsidP="00B8312E">
            <w:pPr>
              <w:pStyle w:val="SIBulletList1"/>
            </w:pPr>
            <w:r>
              <w:t>Prepare</w:t>
            </w:r>
            <w:r w:rsidR="00EF53E9">
              <w:t xml:space="preserve"> </w:t>
            </w:r>
            <w:r w:rsidR="007C2D8F">
              <w:t xml:space="preserve">routine written </w:t>
            </w:r>
            <w:r>
              <w:t>reports</w:t>
            </w:r>
            <w:r w:rsidR="007C2D8F">
              <w:t xml:space="preserve"> that inform others </w:t>
            </w:r>
            <w:r w:rsidR="00D474F4">
              <w:rPr>
                <w:noProof/>
              </w:rPr>
              <w:t>about</w:t>
            </w:r>
            <w:r w:rsidR="007C2D8F">
              <w:t xml:space="preserve"> the outcomes of work activities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4D052048" w:rsidR="007512C6" w:rsidRPr="007512C6" w:rsidRDefault="00F81E6E" w:rsidP="007512C6">
            <w:pPr>
              <w:pStyle w:val="SIBulletList1"/>
            </w:pPr>
            <w:r>
              <w:t>M</w:t>
            </w:r>
            <w:r w:rsidRPr="00F81E6E">
              <w:t>easure finished dimensions against specifications and allowable tolerances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32E9798C" w:rsidR="00432B47" w:rsidRPr="00C70FB1" w:rsidRDefault="00C70FB1" w:rsidP="005C2F86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5C2F86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940ACB">
              <w:t xml:space="preserve">Set </w:t>
            </w:r>
            <w:r w:rsidR="004D3499" w:rsidRPr="004D3499">
              <w:t xml:space="preserve">up and run </w:t>
            </w:r>
            <w:r w:rsidR="00885DC9">
              <w:t>multi-head</w:t>
            </w:r>
            <w:r w:rsidR="004D3499" w:rsidRPr="004D3499">
              <w:t xml:space="preserve"> </w:t>
            </w:r>
            <w:r w:rsidR="00563870">
              <w:t>moulder</w:t>
            </w:r>
            <w:r w:rsidR="004D3499" w:rsidRPr="004D3499">
              <w:t xml:space="preserve"> to produce </w:t>
            </w:r>
            <w:r w:rsidR="00563870">
              <w:t>complex</w:t>
            </w:r>
            <w:r w:rsidR="004D3499" w:rsidRPr="004D3499">
              <w:t xml:space="preserve"> profiles</w:t>
            </w:r>
          </w:p>
        </w:tc>
        <w:tc>
          <w:tcPr>
            <w:tcW w:w="1105" w:type="pct"/>
          </w:tcPr>
          <w:p w14:paraId="7531E7D4" w14:textId="0EA4779D" w:rsidR="00432B47" w:rsidRPr="00C70FB1" w:rsidRDefault="000A61ED" w:rsidP="00C70FB1">
            <w:pPr>
              <w:pStyle w:val="SIText"/>
            </w:pPr>
            <w:r w:rsidRPr="004F5768">
              <w:t>FWPCOT3205</w:t>
            </w:r>
            <w:r w:rsidRPr="000A61ED">
              <w:t xml:space="preserve"> Dress boards using multi-headed machines</w:t>
            </w:r>
          </w:p>
        </w:tc>
        <w:tc>
          <w:tcPr>
            <w:tcW w:w="1251" w:type="pct"/>
          </w:tcPr>
          <w:p w14:paraId="16979625" w14:textId="22C3FFEA" w:rsidR="0042221F" w:rsidRPr="00C70FB1" w:rsidRDefault="005C2F86" w:rsidP="005C2F86">
            <w:pPr>
              <w:pStyle w:val="SIText"/>
            </w:pPr>
            <w:bookmarkStart w:id="0" w:name="_GoBack"/>
            <w:r>
              <w:t xml:space="preserve">This unit </w:t>
            </w:r>
            <w:r w:rsidR="0042221F">
              <w:t xml:space="preserve">and </w:t>
            </w:r>
            <w:r w:rsidR="0042221F" w:rsidRPr="0042221F">
              <w:t>FWPCOT</w:t>
            </w:r>
            <w:r>
              <w:t>3</w:t>
            </w:r>
            <w:r w:rsidR="0042221F" w:rsidRPr="0042221F">
              <w:t xml:space="preserve">XXX </w:t>
            </w:r>
            <w:r>
              <w:t xml:space="preserve">have replaced </w:t>
            </w:r>
            <w:r w:rsidR="0042221F" w:rsidRPr="004F5768">
              <w:t>FWPCOT3205</w:t>
            </w:r>
            <w:r w:rsidR="0042221F">
              <w:t xml:space="preserve"> </w:t>
            </w:r>
            <w:r>
              <w:t>for</w:t>
            </w:r>
            <w:r w:rsidR="0042221F" w:rsidRPr="0042221F">
              <w:t xml:space="preserve"> </w:t>
            </w:r>
            <w:r>
              <w:t>creating</w:t>
            </w:r>
            <w:r w:rsidR="0042221F" w:rsidRPr="0042221F">
              <w:t xml:space="preserve"> </w:t>
            </w:r>
            <w:r w:rsidR="0042221F">
              <w:t>specific skill</w:t>
            </w:r>
            <w:r>
              <w:t>s</w:t>
            </w:r>
            <w:r w:rsidR="0042221F">
              <w:t xml:space="preserve"> </w:t>
            </w:r>
            <w:r w:rsidR="0042221F" w:rsidRPr="0042221F">
              <w:t>require</w:t>
            </w:r>
            <w:r>
              <w:t>d</w:t>
            </w:r>
            <w:r w:rsidR="0042221F" w:rsidRPr="0042221F">
              <w:t xml:space="preserve"> of operators using multi-head moulder/planer to produce </w:t>
            </w:r>
            <w:r w:rsidR="0042221F">
              <w:t xml:space="preserve">timber with </w:t>
            </w:r>
            <w:r w:rsidR="004338B8">
              <w:t xml:space="preserve">a </w:t>
            </w:r>
            <w:r w:rsidR="0042221F" w:rsidRPr="0042221F">
              <w:t xml:space="preserve">simple </w:t>
            </w:r>
            <w:r w:rsidR="0042221F">
              <w:t xml:space="preserve">or </w:t>
            </w:r>
            <w:r>
              <w:t>complex</w:t>
            </w:r>
            <w:r w:rsidR="0042221F">
              <w:t xml:space="preserve"> </w:t>
            </w:r>
            <w:r w:rsidR="0042221F" w:rsidRPr="00CE06BE">
              <w:rPr>
                <w:noProof/>
              </w:rPr>
              <w:t>profiles</w:t>
            </w:r>
            <w:r w:rsidR="0042221F">
              <w:t>.</w:t>
            </w:r>
            <w:bookmarkEnd w:id="0"/>
          </w:p>
        </w:tc>
        <w:tc>
          <w:tcPr>
            <w:tcW w:w="1616" w:type="pct"/>
          </w:tcPr>
          <w:p w14:paraId="5067D318" w14:textId="68CA0C50" w:rsidR="00C70FB1" w:rsidRPr="00C70FB1" w:rsidRDefault="00477211" w:rsidP="00C70FB1">
            <w:pPr>
              <w:pStyle w:val="SIText"/>
            </w:pPr>
            <w:r>
              <w:t>Non-equivalent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64677409" w:rsidR="00556C4C" w:rsidRPr="000754EC" w:rsidRDefault="00556C4C" w:rsidP="00D474F4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D474F4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4D3499" w:rsidRPr="004D3499">
              <w:t>Set</w:t>
            </w:r>
            <w:r w:rsidR="00940ACB">
              <w:t xml:space="preserve"> </w:t>
            </w:r>
            <w:r w:rsidR="004D3499" w:rsidRPr="004D3499">
              <w:t xml:space="preserve">up and run </w:t>
            </w:r>
            <w:r w:rsidR="00885DC9">
              <w:t>multi-head</w:t>
            </w:r>
            <w:r w:rsidR="004D3499" w:rsidRPr="004D3499">
              <w:t xml:space="preserve"> </w:t>
            </w:r>
            <w:r w:rsidR="00563870">
              <w:t>moulder</w:t>
            </w:r>
            <w:r w:rsidR="004D3499" w:rsidRPr="004D3499">
              <w:t xml:space="preserve"> to produce </w:t>
            </w:r>
            <w:r w:rsidR="00563870">
              <w:t>complex</w:t>
            </w:r>
            <w:r w:rsidR="004D3499" w:rsidRPr="004D3499">
              <w:t xml:space="preserve"> profiles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27A2ABFD" w14:textId="26ACE3BA" w:rsidR="0027632C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27632C">
              <w:t xml:space="preserve">on </w:t>
            </w:r>
            <w:r w:rsidR="00B67C0E" w:rsidRPr="00F15B01">
              <w:t xml:space="preserve">at least one occasion, </w:t>
            </w:r>
            <w:r w:rsidR="0027632C" w:rsidRPr="00F15B01">
              <w:t>the individual has</w:t>
            </w:r>
            <w:r w:rsidR="0027632C">
              <w:t>:</w:t>
            </w:r>
          </w:p>
          <w:p w14:paraId="5442F92B" w14:textId="77777777" w:rsidR="005F3A00" w:rsidRDefault="007C2D8F" w:rsidP="0027632C">
            <w:pPr>
              <w:pStyle w:val="SIBulletList1"/>
            </w:pPr>
            <w:r>
              <w:t xml:space="preserve">set up and </w:t>
            </w:r>
            <w:r w:rsidR="004D3499">
              <w:t xml:space="preserve">run </w:t>
            </w:r>
            <w:r>
              <w:t xml:space="preserve">a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  <w:r>
              <w:t xml:space="preserve"> to produce timber </w:t>
            </w:r>
            <w:r w:rsidR="004D3499">
              <w:t xml:space="preserve">with </w:t>
            </w:r>
            <w:r w:rsidR="0027632C">
              <w:t xml:space="preserve">any of the following </w:t>
            </w:r>
            <w:r w:rsidR="00563870">
              <w:t>complex</w:t>
            </w:r>
            <w:r>
              <w:t xml:space="preserve"> profile</w:t>
            </w:r>
            <w:r w:rsidR="004D3499">
              <w:t>s</w:t>
            </w:r>
            <w:r w:rsidR="005F3A00">
              <w:t>:</w:t>
            </w:r>
          </w:p>
          <w:p w14:paraId="485D53C2" w14:textId="77777777" w:rsidR="005F3A00" w:rsidRDefault="003B00BA" w:rsidP="005F3A00">
            <w:pPr>
              <w:pStyle w:val="SIBulletList2"/>
            </w:pPr>
            <w:r w:rsidRPr="003B00BA">
              <w:t>tongue and groove flooring</w:t>
            </w:r>
          </w:p>
          <w:p w14:paraId="741860E6" w14:textId="77777777" w:rsidR="005F3A00" w:rsidRDefault="003B00BA" w:rsidP="005F3A00">
            <w:pPr>
              <w:pStyle w:val="SIBulletList2"/>
            </w:pPr>
            <w:r w:rsidRPr="003B00BA">
              <w:t>lining board</w:t>
            </w:r>
          </w:p>
          <w:p w14:paraId="2B25A353" w14:textId="77777777" w:rsidR="005F3A00" w:rsidRDefault="003B00BA" w:rsidP="005F3A00">
            <w:pPr>
              <w:pStyle w:val="SIBulletList2"/>
            </w:pPr>
            <w:r w:rsidRPr="003B00BA">
              <w:t>shiplap</w:t>
            </w:r>
          </w:p>
          <w:p w14:paraId="62D48C01" w14:textId="77777777" w:rsidR="005F3A00" w:rsidRDefault="003B00BA" w:rsidP="005F3A00">
            <w:pPr>
              <w:pStyle w:val="SIBulletList2"/>
            </w:pPr>
            <w:r w:rsidRPr="003B00BA">
              <w:t>joinery profiles</w:t>
            </w:r>
          </w:p>
          <w:p w14:paraId="24C45175" w14:textId="77777777" w:rsidR="005F3A00" w:rsidRDefault="003B00BA" w:rsidP="005F3A00">
            <w:pPr>
              <w:pStyle w:val="SIBulletList2"/>
            </w:pPr>
            <w:r w:rsidRPr="003B00BA">
              <w:t>other detailed mouldings</w:t>
            </w:r>
          </w:p>
          <w:p w14:paraId="39A03A5F" w14:textId="2DC81E6D" w:rsidR="00B67C0E" w:rsidRPr="00F15B01" w:rsidRDefault="005F3A00" w:rsidP="0027632C">
            <w:pPr>
              <w:pStyle w:val="SIBulletList1"/>
            </w:pPr>
            <w:r>
              <w:t>in doing the above job</w:t>
            </w:r>
            <w:r w:rsidR="00E15B61">
              <w:t>,</w:t>
            </w:r>
            <w:r w:rsidR="007C2D8F">
              <w:t xml:space="preserve"> </w:t>
            </w:r>
            <w:r>
              <w:t xml:space="preserve">the individual </w:t>
            </w:r>
            <w:r w:rsidR="00B67C0E" w:rsidRPr="00F15B01">
              <w:t>has:</w:t>
            </w:r>
          </w:p>
          <w:p w14:paraId="47B9AD7F" w14:textId="4F0064AC" w:rsidR="00485857" w:rsidRPr="00485857" w:rsidRDefault="007C2D8F" w:rsidP="005F3A00">
            <w:pPr>
              <w:pStyle w:val="SIBulletList2"/>
            </w:pPr>
            <w:r>
              <w:t>worked safely including following workplace health and safety procedures</w:t>
            </w:r>
          </w:p>
          <w:p w14:paraId="3941BEA6" w14:textId="2D5E05C3" w:rsidR="00485857" w:rsidRPr="00485857" w:rsidRDefault="007C2D8F" w:rsidP="005F3A00">
            <w:pPr>
              <w:pStyle w:val="SIBulletList2"/>
            </w:pPr>
            <w:r>
              <w:t>s</w:t>
            </w:r>
            <w:r w:rsidRPr="007C2D8F">
              <w:t>elect</w:t>
            </w:r>
            <w:r>
              <w:t>ed</w:t>
            </w:r>
            <w:r w:rsidRPr="007C2D8F">
              <w:t xml:space="preserve"> and fit</w:t>
            </w:r>
            <w:r>
              <w:t>ted</w:t>
            </w:r>
            <w:r w:rsidRPr="007C2D8F">
              <w:t xml:space="preserve"> cutter heads for </w:t>
            </w:r>
            <w:r>
              <w:t xml:space="preserve">a </w:t>
            </w:r>
            <w:r w:rsidRPr="007C2D8F">
              <w:t>profile</w:t>
            </w:r>
            <w:r>
              <w:t xml:space="preserve"> specified in a work order</w:t>
            </w:r>
          </w:p>
          <w:p w14:paraId="60E4BE34" w14:textId="3D54EA2B" w:rsidR="00E92B71" w:rsidRDefault="007C2D8F" w:rsidP="005F3A00">
            <w:pPr>
              <w:pStyle w:val="SIBulletList2"/>
            </w:pPr>
            <w:r>
              <w:t xml:space="preserve">calibrated the </w:t>
            </w:r>
            <w:r w:rsidR="00563870">
              <w:t>moulder</w:t>
            </w:r>
            <w:r>
              <w:t xml:space="preserve"> to ensure</w:t>
            </w:r>
            <w:r w:rsidR="00485857" w:rsidRPr="00485857">
              <w:t xml:space="preserve"> </w:t>
            </w:r>
            <w:r w:rsidRPr="007C2D8F">
              <w:t xml:space="preserve">output timber conforms to the required </w:t>
            </w:r>
            <w:r w:rsidRPr="00CE06BE">
              <w:rPr>
                <w:noProof/>
              </w:rPr>
              <w:t>profile</w:t>
            </w:r>
          </w:p>
          <w:p w14:paraId="58334D15" w14:textId="393281C3" w:rsidR="004D3499" w:rsidRDefault="004D3499" w:rsidP="005F3A00">
            <w:pPr>
              <w:pStyle w:val="SIBulletList2"/>
            </w:pPr>
            <w:r>
              <w:t xml:space="preserve">run the </w:t>
            </w:r>
            <w:r w:rsidR="00563870">
              <w:t>moulder</w:t>
            </w:r>
          </w:p>
          <w:p w14:paraId="00D7C2BE" w14:textId="7143FF68" w:rsidR="00556C4C" w:rsidRPr="000754EC" w:rsidRDefault="00E92B71" w:rsidP="005F3A00">
            <w:pPr>
              <w:pStyle w:val="SIBulletList2"/>
            </w:pPr>
            <w:r>
              <w:t>completed workplace reports on set up and calibration activities</w:t>
            </w:r>
            <w:r w:rsidR="005F3A00">
              <w:t>.</w:t>
            </w:r>
            <w:r w:rsidR="00485857" w:rsidRPr="0048585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 xml:space="preserve">An individual must be able to demonstrate the knowledge required to perform the tasks outlined in the elements and performance criteria of this unit. </w:t>
            </w:r>
            <w:r w:rsidRPr="00CE06BE">
              <w:rPr>
                <w:noProof/>
              </w:rPr>
              <w:t>This</w:t>
            </w:r>
            <w:r w:rsidRPr="001D08E2">
              <w:t xml:space="preserve"> includes </w:t>
            </w:r>
            <w:r w:rsidRPr="00CE06BE">
              <w:rPr>
                <w:noProof/>
              </w:rPr>
              <w:t>knowledge</w:t>
            </w:r>
            <w:r w:rsidRPr="001D08E2">
              <w:t xml:space="preserve"> of</w:t>
            </w:r>
          </w:p>
          <w:p w14:paraId="32B599BE" w14:textId="5D181B2C" w:rsidR="00D936C8" w:rsidRDefault="00E92B71" w:rsidP="00AF5E51">
            <w:pPr>
              <w:pStyle w:val="SIBulletList1"/>
            </w:pPr>
            <w:r w:rsidRPr="00A2210C">
              <w:t>purpose, features</w:t>
            </w:r>
            <w:r w:rsidRPr="00E92B71">
              <w:t xml:space="preserve">, operating parameters, components and operation of </w:t>
            </w:r>
            <w:r w:rsidR="00885DC9">
              <w:t>multi-head</w:t>
            </w:r>
            <w:r w:rsidR="00A2210C" w:rsidRPr="00A2210C">
              <w:t xml:space="preserve"> </w:t>
            </w:r>
            <w:r w:rsidR="00563870">
              <w:t>moulder</w:t>
            </w:r>
            <w:r w:rsidR="00D936C8">
              <w:t>s</w:t>
            </w:r>
          </w:p>
          <w:p w14:paraId="38290027" w14:textId="618D5A65" w:rsidR="009E2FDF" w:rsidRDefault="009E2FDF" w:rsidP="00AF5E51">
            <w:pPr>
              <w:pStyle w:val="SIBulletList1"/>
            </w:pPr>
            <w:r>
              <w:t>equipment used in setting up</w:t>
            </w:r>
            <w:r w:rsidR="00E92B71">
              <w:t xml:space="preserve"> and </w:t>
            </w:r>
            <w:r w:rsidR="00C42B09">
              <w:t>running</w:t>
            </w:r>
            <w:r>
              <w:t xml:space="preserve">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  <w:r>
              <w:t>s</w:t>
            </w:r>
          </w:p>
          <w:p w14:paraId="65995F62" w14:textId="496AC430" w:rsidR="00B46637" w:rsidRDefault="00B46637" w:rsidP="009E2FDF">
            <w:pPr>
              <w:pStyle w:val="SIBulletList1"/>
            </w:pPr>
            <w:r>
              <w:t>types of cutters</w:t>
            </w:r>
            <w:r w:rsidR="00C42B09">
              <w:t xml:space="preserve"> used to produce </w:t>
            </w:r>
            <w:r w:rsidR="00563870">
              <w:t>complex</w:t>
            </w:r>
            <w:r w:rsidR="00C42B09">
              <w:t xml:space="preserve"> profiles</w:t>
            </w:r>
          </w:p>
          <w:p w14:paraId="53E014D3" w14:textId="551AE2A3" w:rsidR="00B34DD6" w:rsidRDefault="00B34DD6" w:rsidP="009E2FDF">
            <w:pPr>
              <w:pStyle w:val="SIBulletList1"/>
            </w:pPr>
            <w:r>
              <w:t xml:space="preserve">types and applications of </w:t>
            </w:r>
            <w:r w:rsidR="00563870">
              <w:t>complex</w:t>
            </w:r>
            <w:r>
              <w:t xml:space="preserve"> </w:t>
            </w:r>
            <w:r w:rsidRPr="00CE06BE">
              <w:rPr>
                <w:noProof/>
              </w:rPr>
              <w:t>profiles</w:t>
            </w:r>
            <w:r w:rsidR="005F3A00">
              <w:t>:</w:t>
            </w:r>
          </w:p>
          <w:p w14:paraId="377E2A2E" w14:textId="0E4680ED" w:rsidR="003B00BA" w:rsidRDefault="003B00BA" w:rsidP="000F1580">
            <w:pPr>
              <w:pStyle w:val="SIBulletList2"/>
            </w:pPr>
            <w:r w:rsidRPr="003B00BA">
              <w:t xml:space="preserve">tongue and groove flooring </w:t>
            </w:r>
          </w:p>
          <w:p w14:paraId="68C75E9B" w14:textId="41CCBA1F" w:rsidR="003B00BA" w:rsidRDefault="003B00BA" w:rsidP="000F1580">
            <w:pPr>
              <w:pStyle w:val="SIBulletList2"/>
            </w:pPr>
            <w:r w:rsidRPr="003B00BA">
              <w:t xml:space="preserve">lining board </w:t>
            </w:r>
          </w:p>
          <w:p w14:paraId="6AC981D1" w14:textId="660D0FAD" w:rsidR="003B00BA" w:rsidRDefault="003B00BA" w:rsidP="000F1580">
            <w:pPr>
              <w:pStyle w:val="SIBulletList2"/>
            </w:pPr>
            <w:r w:rsidRPr="003B00BA">
              <w:t>shiplap</w:t>
            </w:r>
          </w:p>
          <w:p w14:paraId="186A71A6" w14:textId="0EAB021A" w:rsidR="003B00BA" w:rsidRDefault="003B00BA" w:rsidP="003B00BA">
            <w:pPr>
              <w:pStyle w:val="SIBulletList2"/>
            </w:pPr>
            <w:r w:rsidRPr="003B00BA">
              <w:t>joinery profiles</w:t>
            </w:r>
          </w:p>
          <w:p w14:paraId="17613323" w14:textId="4F862217" w:rsidR="000F1580" w:rsidRDefault="003B00BA" w:rsidP="000F1580">
            <w:pPr>
              <w:pStyle w:val="SIBulletList2"/>
            </w:pPr>
            <w:r w:rsidRPr="003B00BA">
              <w:t>other detailed mouldings</w:t>
            </w:r>
          </w:p>
          <w:p w14:paraId="2F669D74" w14:textId="65E674C7" w:rsidR="009E2FDF" w:rsidRDefault="009E2FDF" w:rsidP="009E2FDF">
            <w:pPr>
              <w:pStyle w:val="SIBulletList1"/>
            </w:pPr>
            <w:r>
              <w:t>cutter head damage and defects</w:t>
            </w:r>
            <w:r w:rsidR="005F3A00">
              <w:t>:</w:t>
            </w:r>
          </w:p>
          <w:p w14:paraId="1CB76C79" w14:textId="77777777" w:rsidR="009E2FDF" w:rsidRDefault="009E2FDF" w:rsidP="009E2FDF">
            <w:pPr>
              <w:pStyle w:val="SIBulletList2"/>
            </w:pPr>
            <w:r>
              <w:t>types</w:t>
            </w:r>
          </w:p>
          <w:p w14:paraId="24BE5CAC" w14:textId="77777777" w:rsidR="009E2FDF" w:rsidRDefault="009E2FDF" w:rsidP="009E2FDF">
            <w:pPr>
              <w:pStyle w:val="SIBulletList2"/>
            </w:pPr>
            <w:r>
              <w:t>effects</w:t>
            </w:r>
          </w:p>
          <w:p w14:paraId="4ED02B4D" w14:textId="708AA1F9" w:rsidR="009E2FDF" w:rsidRDefault="009E2FDF" w:rsidP="009E2FDF">
            <w:pPr>
              <w:pStyle w:val="SIBulletList2"/>
            </w:pPr>
            <w:r>
              <w:t>corrective actions</w:t>
            </w:r>
          </w:p>
          <w:p w14:paraId="08393CC3" w14:textId="60458404" w:rsidR="00AF5E51" w:rsidRDefault="00885DC9" w:rsidP="00AF5E51">
            <w:pPr>
              <w:pStyle w:val="SIBulletList1"/>
            </w:pPr>
            <w:r>
              <w:t>multi-head</w:t>
            </w:r>
            <w:r w:rsidR="00C42B09">
              <w:t xml:space="preserve"> </w:t>
            </w:r>
            <w:r w:rsidR="00563870">
              <w:t>moulder</w:t>
            </w:r>
            <w:r w:rsidR="00C42B09">
              <w:t xml:space="preserve"> </w:t>
            </w:r>
            <w:r w:rsidR="00D936C8">
              <w:t>machine components</w:t>
            </w:r>
            <w:r w:rsidR="005F3A00">
              <w:t>:</w:t>
            </w:r>
            <w:r w:rsidR="00AF5E51" w:rsidRPr="00AF5E51">
              <w:t xml:space="preserve"> </w:t>
            </w:r>
          </w:p>
          <w:p w14:paraId="58C1C996" w14:textId="3DAA24D8" w:rsidR="00B46637" w:rsidRDefault="00B46637" w:rsidP="00AF5E51">
            <w:pPr>
              <w:pStyle w:val="SIBulletList2"/>
            </w:pPr>
            <w:r>
              <w:t>cutters</w:t>
            </w:r>
          </w:p>
          <w:p w14:paraId="604BE9FD" w14:textId="6B989CBC" w:rsidR="00AF5E51" w:rsidRDefault="00D936C8" w:rsidP="00AF5E51">
            <w:pPr>
              <w:pStyle w:val="SIBulletList2"/>
            </w:pPr>
            <w:r>
              <w:t>fences</w:t>
            </w:r>
          </w:p>
          <w:p w14:paraId="0428540C" w14:textId="4B2FB4C4" w:rsidR="00AF5E51" w:rsidRDefault="00D936C8" w:rsidP="00AF5E51">
            <w:pPr>
              <w:pStyle w:val="SIBulletList2"/>
            </w:pPr>
            <w:r>
              <w:t>guides</w:t>
            </w:r>
          </w:p>
          <w:p w14:paraId="494CD931" w14:textId="11F90CA8" w:rsidR="00AF5E51" w:rsidRDefault="00D936C8" w:rsidP="00AF5E51">
            <w:pPr>
              <w:pStyle w:val="SIBulletList2"/>
            </w:pPr>
            <w:r>
              <w:t>bed plates</w:t>
            </w:r>
          </w:p>
          <w:p w14:paraId="247CEE86" w14:textId="6C252353" w:rsidR="00AF5E51" w:rsidRDefault="00D936C8" w:rsidP="00AF5E51">
            <w:pPr>
              <w:pStyle w:val="SIBulletList2"/>
            </w:pPr>
            <w:r>
              <w:t>rollers</w:t>
            </w:r>
          </w:p>
          <w:p w14:paraId="3A4A11BF" w14:textId="5A1816AA" w:rsidR="00AF5E51" w:rsidRDefault="00D936C8" w:rsidP="00AF5E51">
            <w:pPr>
              <w:pStyle w:val="SIBulletList2"/>
            </w:pPr>
            <w:r>
              <w:t>beam</w:t>
            </w:r>
          </w:p>
          <w:p w14:paraId="37F4C58C" w14:textId="77777777" w:rsidR="006D1AC7" w:rsidRDefault="006D1AC7" w:rsidP="006D1AC7">
            <w:pPr>
              <w:pStyle w:val="SIBulletList1"/>
            </w:pPr>
            <w:r>
              <w:t>variables impacting of the finished quality of machined timber:</w:t>
            </w:r>
          </w:p>
          <w:p w14:paraId="444B6819" w14:textId="1E1F4694" w:rsidR="006D1AC7" w:rsidRDefault="006D1AC7" w:rsidP="006D1AC7">
            <w:pPr>
              <w:pStyle w:val="SIBulletList2"/>
            </w:pPr>
            <w:r>
              <w:t xml:space="preserve">machine variables </w:t>
            </w:r>
            <w:r w:rsidR="00993B76">
              <w:t>including</w:t>
            </w:r>
            <w:r>
              <w:t xml:space="preserve"> cutting speed, cutter pitch, feed speed, cutting angles, cutter sharpness</w:t>
            </w:r>
          </w:p>
          <w:p w14:paraId="1BE55190" w14:textId="30E3505E" w:rsidR="006D1AC7" w:rsidRPr="006D1AC7" w:rsidRDefault="006D1AC7" w:rsidP="006D1AC7">
            <w:pPr>
              <w:pStyle w:val="SIBulletList2"/>
            </w:pPr>
            <w:r>
              <w:t xml:space="preserve">timber variables </w:t>
            </w:r>
            <w:r w:rsidR="00993B76">
              <w:t>including</w:t>
            </w:r>
            <w:r>
              <w:t xml:space="preserve"> </w:t>
            </w:r>
            <w:r w:rsidRPr="006D1AC7">
              <w:t>moisture content, grade</w:t>
            </w:r>
            <w:r w:rsidR="00B34DD6">
              <w:t>,</w:t>
            </w:r>
            <w:r w:rsidRPr="006D1AC7">
              <w:t xml:space="preserve"> age</w:t>
            </w:r>
            <w:r w:rsidR="00B34DD6">
              <w:t>, species</w:t>
            </w:r>
          </w:p>
          <w:p w14:paraId="64A35727" w14:textId="0509B3DB" w:rsidR="009E2FDF" w:rsidRDefault="009E2FDF" w:rsidP="00AF5E51">
            <w:pPr>
              <w:pStyle w:val="SIBulletList1"/>
            </w:pPr>
            <w:r w:rsidRPr="009E2FDF">
              <w:t xml:space="preserve">feed rates and how they affect production output and finished quality of </w:t>
            </w:r>
            <w:r w:rsidR="005F3A00">
              <w:t xml:space="preserve">timber </w:t>
            </w:r>
            <w:r w:rsidRPr="009E2FDF">
              <w:t xml:space="preserve">boards </w:t>
            </w:r>
          </w:p>
          <w:p w14:paraId="3222A4E9" w14:textId="77777777" w:rsidR="008D620A" w:rsidRPr="008D620A" w:rsidRDefault="008D620A" w:rsidP="008D620A">
            <w:pPr>
              <w:pStyle w:val="SIBulletList1"/>
            </w:pPr>
            <w:r w:rsidRPr="008D620A">
              <w:t>methods for calculating feed speed</w:t>
            </w:r>
          </w:p>
          <w:p w14:paraId="4234E93E" w14:textId="4B75AF32" w:rsidR="00466B27" w:rsidRDefault="00D936C8" w:rsidP="00AF5E51">
            <w:pPr>
              <w:pStyle w:val="SIBulletList1"/>
            </w:pPr>
            <w:r>
              <w:t xml:space="preserve">factors that </w:t>
            </w:r>
            <w:r w:rsidR="00E92B71">
              <w:t>impact on</w:t>
            </w:r>
            <w:r>
              <w:t xml:space="preserve"> the selection of feed speed </w:t>
            </w:r>
          </w:p>
          <w:p w14:paraId="5A09E6AA" w14:textId="68627393" w:rsidR="00466B27" w:rsidRDefault="00D936C8" w:rsidP="00485857">
            <w:pPr>
              <w:pStyle w:val="SIBulletList2"/>
            </w:pPr>
            <w:r>
              <w:t>size</w:t>
            </w:r>
            <w:r w:rsidR="00466B27">
              <w:t xml:space="preserve"> </w:t>
            </w:r>
          </w:p>
          <w:p w14:paraId="3893D7F2" w14:textId="2C37F622" w:rsidR="00466B27" w:rsidRDefault="00D936C8" w:rsidP="00485857">
            <w:pPr>
              <w:pStyle w:val="SIBulletList2"/>
            </w:pPr>
            <w:r>
              <w:t>profile</w:t>
            </w:r>
          </w:p>
          <w:p w14:paraId="79EA3570" w14:textId="35F1FDC9" w:rsidR="00D936C8" w:rsidRDefault="00D936C8" w:rsidP="00485857">
            <w:pPr>
              <w:pStyle w:val="SIBulletList2"/>
            </w:pPr>
            <w:r>
              <w:t>species</w:t>
            </w:r>
          </w:p>
          <w:p w14:paraId="1E67D8B4" w14:textId="2E1C6A55" w:rsidR="00A2210C" w:rsidRPr="00A2210C" w:rsidRDefault="00A2210C" w:rsidP="00A2210C">
            <w:pPr>
              <w:pStyle w:val="SIBulletList1"/>
            </w:pPr>
            <w:r w:rsidRPr="00A2210C">
              <w:t xml:space="preserve">typical timber defects and how these </w:t>
            </w:r>
            <w:r>
              <w:t>impact on the</w:t>
            </w:r>
            <w:r w:rsidRPr="00A2210C">
              <w:t xml:space="preserve"> quality </w:t>
            </w:r>
            <w:r>
              <w:t xml:space="preserve">of </w:t>
            </w:r>
            <w:r w:rsidRPr="00A2210C">
              <w:t xml:space="preserve">finished </w:t>
            </w:r>
            <w:r w:rsidR="005F3A00">
              <w:t xml:space="preserve">timber </w:t>
            </w:r>
            <w:r w:rsidRPr="00A2210C">
              <w:t>product:</w:t>
            </w:r>
          </w:p>
          <w:p w14:paraId="10F13D99" w14:textId="77777777" w:rsidR="00A2210C" w:rsidRPr="00A2210C" w:rsidRDefault="00A2210C" w:rsidP="00A2210C">
            <w:pPr>
              <w:pStyle w:val="SIBulletList2"/>
            </w:pPr>
            <w:r w:rsidRPr="00A2210C">
              <w:t>warp</w:t>
            </w:r>
          </w:p>
          <w:p w14:paraId="11D4BFA5" w14:textId="77777777" w:rsidR="00A2210C" w:rsidRPr="00A2210C" w:rsidRDefault="00A2210C" w:rsidP="00A2210C">
            <w:pPr>
              <w:pStyle w:val="SIBulletList2"/>
            </w:pPr>
            <w:r w:rsidRPr="00A2210C">
              <w:t>wane</w:t>
            </w:r>
          </w:p>
          <w:p w14:paraId="29C8E519" w14:textId="77777777" w:rsidR="00A2210C" w:rsidRPr="00A2210C" w:rsidRDefault="00A2210C" w:rsidP="00A2210C">
            <w:pPr>
              <w:pStyle w:val="SIBulletList2"/>
            </w:pPr>
            <w:r w:rsidRPr="00A2210C">
              <w:t>cupping</w:t>
            </w:r>
          </w:p>
          <w:p w14:paraId="1B09C6DA" w14:textId="77777777" w:rsidR="00A2210C" w:rsidRPr="00A2210C" w:rsidRDefault="00A2210C" w:rsidP="00A2210C">
            <w:pPr>
              <w:pStyle w:val="SIBulletList2"/>
            </w:pPr>
            <w:r w:rsidRPr="00A2210C">
              <w:t>shakes</w:t>
            </w:r>
          </w:p>
          <w:p w14:paraId="611E59B5" w14:textId="77777777" w:rsidR="00A2210C" w:rsidRPr="00A2210C" w:rsidRDefault="00A2210C" w:rsidP="00A2210C">
            <w:pPr>
              <w:pStyle w:val="SIBulletList2"/>
            </w:pPr>
            <w:r w:rsidRPr="00A2210C">
              <w:lastRenderedPageBreak/>
              <w:t>insect defects</w:t>
            </w:r>
          </w:p>
          <w:p w14:paraId="64645DA7" w14:textId="77777777" w:rsidR="00A2210C" w:rsidRPr="00A2210C" w:rsidRDefault="00A2210C" w:rsidP="00A2210C">
            <w:pPr>
              <w:pStyle w:val="SIBulletList2"/>
            </w:pPr>
            <w:r w:rsidRPr="00A2210C">
              <w:t>knots</w:t>
            </w:r>
          </w:p>
          <w:p w14:paraId="7969B4E5" w14:textId="77777777" w:rsidR="00A2210C" w:rsidRPr="00A2210C" w:rsidRDefault="00A2210C" w:rsidP="00A2210C">
            <w:pPr>
              <w:pStyle w:val="SIBulletList2"/>
            </w:pPr>
            <w:r w:rsidRPr="00A2210C">
              <w:t>resin pockets</w:t>
            </w:r>
          </w:p>
          <w:p w14:paraId="20056532" w14:textId="77777777" w:rsidR="00A2210C" w:rsidRPr="00A2210C" w:rsidRDefault="00A2210C" w:rsidP="00A2210C">
            <w:pPr>
              <w:pStyle w:val="SIBulletList1"/>
            </w:pPr>
            <w:r w:rsidRPr="00A2210C">
              <w:t>industry standard profiles, lengths, cross sections and tolerances and applicable terminology</w:t>
            </w:r>
          </w:p>
          <w:p w14:paraId="7F46DBAF" w14:textId="115634D6" w:rsidR="00A2210C" w:rsidRPr="00A2210C" w:rsidRDefault="00A2210C" w:rsidP="009E2FDF">
            <w:pPr>
              <w:pStyle w:val="SIBulletList1"/>
            </w:pPr>
            <w:r w:rsidRPr="00A2210C">
              <w:t xml:space="preserve">cutting patterns used on </w:t>
            </w:r>
            <w:r w:rsidR="005F3A00">
              <w:t xml:space="preserve">timber </w:t>
            </w:r>
            <w:r w:rsidRPr="00A2210C">
              <w:t>boards to achieve maximum volume recovery</w:t>
            </w:r>
          </w:p>
          <w:p w14:paraId="1A16D343" w14:textId="77777777" w:rsidR="00A2210C" w:rsidRPr="00A2210C" w:rsidRDefault="00A2210C" w:rsidP="00A2210C">
            <w:pPr>
              <w:pStyle w:val="SIBulletList1"/>
            </w:pPr>
            <w:r w:rsidRPr="00A2210C">
              <w:t>methods for assessing cutter condition</w:t>
            </w:r>
          </w:p>
          <w:p w14:paraId="5EED0B2C" w14:textId="4A18EADA" w:rsidR="005F3A00" w:rsidRDefault="005F3A00" w:rsidP="00A2210C">
            <w:pPr>
              <w:pStyle w:val="SIBulletList1"/>
            </w:pPr>
            <w:r>
              <w:t xml:space="preserve">types of risk and hazards and mitigation measures associated with </w:t>
            </w:r>
            <w:r w:rsidRPr="00A2210C">
              <w:t xml:space="preserve">dressing </w:t>
            </w:r>
            <w:r>
              <w:t xml:space="preserve">timber </w:t>
            </w:r>
            <w:r w:rsidRPr="00A2210C">
              <w:t xml:space="preserve">boards using </w:t>
            </w:r>
            <w:r>
              <w:t>multi-head</w:t>
            </w:r>
            <w:r w:rsidRPr="00A2210C">
              <w:t xml:space="preserve"> </w:t>
            </w:r>
            <w:r>
              <w:t>moulders</w:t>
            </w:r>
          </w:p>
          <w:p w14:paraId="78B37658" w14:textId="38F690DA" w:rsidR="00A2210C" w:rsidRPr="00A2210C" w:rsidRDefault="00A2210C" w:rsidP="00A2210C">
            <w:pPr>
              <w:pStyle w:val="SIBulletList1"/>
            </w:pPr>
            <w:r w:rsidRPr="00A2210C">
              <w:t xml:space="preserve">workplace procedures specific to dressing </w:t>
            </w:r>
            <w:r w:rsidR="005F3A00">
              <w:t xml:space="preserve">timber </w:t>
            </w:r>
            <w:r w:rsidRPr="00A2210C">
              <w:t xml:space="preserve">boards using </w:t>
            </w:r>
            <w:r w:rsidR="00885DC9">
              <w:t>multi-head</w:t>
            </w:r>
            <w:r w:rsidRPr="00A2210C">
              <w:t xml:space="preserve"> </w:t>
            </w:r>
            <w:r w:rsidR="00993B76">
              <w:t>moulders</w:t>
            </w:r>
            <w:r w:rsidRPr="00A2210C">
              <w:t>:</w:t>
            </w:r>
          </w:p>
          <w:p w14:paraId="17D01957" w14:textId="43D33154" w:rsidR="00A2210C" w:rsidRPr="00A2210C" w:rsidRDefault="00A2210C" w:rsidP="00E92B71">
            <w:pPr>
              <w:pStyle w:val="SIBulletList2"/>
            </w:pPr>
            <w:r w:rsidRPr="00A2210C">
              <w:t xml:space="preserve">workplace health and safety with particular emphasis on equipment </w:t>
            </w:r>
            <w:r w:rsidRPr="00D474F4">
              <w:rPr>
                <w:noProof/>
              </w:rPr>
              <w:t>lockout</w:t>
            </w:r>
            <w:r w:rsidRPr="00A2210C">
              <w:t xml:space="preserve"> and use of personal protective equipment</w:t>
            </w:r>
            <w:r w:rsidR="00D474F4">
              <w:t xml:space="preserve"> (PPE)</w:t>
            </w:r>
          </w:p>
          <w:p w14:paraId="2568CC63" w14:textId="77777777" w:rsidR="00A2210C" w:rsidRPr="00A2210C" w:rsidRDefault="00A2210C" w:rsidP="00E92B71">
            <w:pPr>
              <w:pStyle w:val="SIBulletList2"/>
            </w:pPr>
            <w:r w:rsidRPr="00A2210C">
              <w:t>communication reporting lines</w:t>
            </w:r>
          </w:p>
          <w:p w14:paraId="4075CB21" w14:textId="77777777" w:rsidR="00A2210C" w:rsidRPr="00A2210C" w:rsidRDefault="00A2210C" w:rsidP="00E92B71">
            <w:pPr>
              <w:pStyle w:val="SIBulletList2"/>
            </w:pPr>
            <w:r w:rsidRPr="00CE06BE">
              <w:rPr>
                <w:noProof/>
              </w:rPr>
              <w:t>recording</w:t>
            </w:r>
            <w:r w:rsidRPr="00A2210C">
              <w:t xml:space="preserve"> and reporting production outcomes, equipment faults and maintenance requirements.</w:t>
            </w:r>
          </w:p>
          <w:p w14:paraId="45EE6D1A" w14:textId="77777777" w:rsidR="00485857" w:rsidRPr="00485857" w:rsidRDefault="00485857" w:rsidP="00E92B71">
            <w:pPr>
              <w:pStyle w:val="SIBulletList2"/>
            </w:pPr>
            <w:r w:rsidRPr="00485857">
              <w:t xml:space="preserve">environment protection legislation relating to sawmill operations </w:t>
            </w:r>
          </w:p>
          <w:p w14:paraId="45635DD5" w14:textId="36DD12A3" w:rsidR="001D08E2" w:rsidRPr="001D08E2" w:rsidRDefault="00485857" w:rsidP="00485857">
            <w:pPr>
              <w:pStyle w:val="SIBulletList1"/>
            </w:pPr>
            <w:r w:rsidRPr="00485857">
              <w:t>industry codes of practice relating to sawmill operations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61FC4FF" w:rsidR="009A5ECE" w:rsidRPr="009A5ECE" w:rsidRDefault="009A5ECE" w:rsidP="009A5ECE">
            <w:pPr>
              <w:pStyle w:val="SIBulletList2"/>
            </w:pPr>
            <w:r w:rsidRPr="00CE06BE">
              <w:rPr>
                <w:noProof/>
              </w:rPr>
              <w:t>skills</w:t>
            </w:r>
            <w:r>
              <w:t xml:space="preserve"> must </w:t>
            </w:r>
            <w:r w:rsidRPr="00CE06BE">
              <w:rPr>
                <w:noProof/>
              </w:rPr>
              <w:t>be demonstrated</w:t>
            </w:r>
            <w:r>
              <w:t xml:space="preserve"> in a </w:t>
            </w:r>
            <w:r w:rsidR="00993B76">
              <w:t>timber 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52B55330" w14:textId="47C3001B" w:rsidR="008D620A" w:rsidRDefault="00885DC9" w:rsidP="00487AD9">
            <w:pPr>
              <w:pStyle w:val="SIBulletList2"/>
            </w:pPr>
            <w:r>
              <w:t>multi-head</w:t>
            </w:r>
            <w:r w:rsidR="008D620A">
              <w:t xml:space="preserve"> </w:t>
            </w:r>
            <w:r w:rsidR="00563870">
              <w:t>moulder</w:t>
            </w:r>
          </w:p>
          <w:p w14:paraId="136BEF74" w14:textId="4231D2DD" w:rsidR="00C42B09" w:rsidRDefault="00C42B09" w:rsidP="00487AD9">
            <w:pPr>
              <w:pStyle w:val="SIBulletList2"/>
            </w:pPr>
            <w:r>
              <w:t xml:space="preserve">cutters for </w:t>
            </w:r>
            <w:r w:rsidR="00563870">
              <w:t>complex</w:t>
            </w:r>
            <w:r>
              <w:t xml:space="preserve"> profiles</w:t>
            </w:r>
          </w:p>
          <w:p w14:paraId="64678AE4" w14:textId="407BED53" w:rsidR="008D620A" w:rsidRDefault="008D620A" w:rsidP="00487AD9">
            <w:pPr>
              <w:pStyle w:val="SIBulletList2"/>
            </w:pPr>
            <w:r>
              <w:t xml:space="preserve">tools for setting up and calibrating </w:t>
            </w:r>
            <w:r w:rsidR="00885DC9">
              <w:t>multi-head</w:t>
            </w:r>
            <w:r>
              <w:t xml:space="preserve"> </w:t>
            </w:r>
            <w:r w:rsidR="00563870">
              <w:t>moulder</w:t>
            </w:r>
          </w:p>
          <w:p w14:paraId="398C0B14" w14:textId="5DD26EB4" w:rsidR="007E44D3" w:rsidRPr="007E44D3" w:rsidRDefault="007E44D3" w:rsidP="007E44D3">
            <w:pPr>
              <w:pStyle w:val="SIBulletList2"/>
            </w:pPr>
            <w:r w:rsidRPr="007E44D3">
              <w:t xml:space="preserve">PPE </w:t>
            </w:r>
            <w:r w:rsidR="005F3A00">
              <w:t>suitable for setting up and running a multi-head</w:t>
            </w:r>
            <w:r w:rsidR="005F3A00" w:rsidRPr="005F3A00">
              <w:t xml:space="preserve"> moulder</w:t>
            </w:r>
          </w:p>
          <w:p w14:paraId="11AF1A66" w14:textId="77777777" w:rsidR="007E44D3" w:rsidRPr="007E44D3" w:rsidRDefault="007E44D3" w:rsidP="007E44D3">
            <w:pPr>
              <w:pStyle w:val="SIBulletList1"/>
            </w:pPr>
            <w:r w:rsidRPr="007E44D3">
              <w:t>specifications:</w:t>
            </w:r>
          </w:p>
          <w:p w14:paraId="4FC9C00F" w14:textId="2417579F" w:rsidR="001F0E25" w:rsidRPr="001F0E25" w:rsidRDefault="001F0E25" w:rsidP="001F0E25">
            <w:pPr>
              <w:pStyle w:val="SIBulletList2"/>
            </w:pPr>
            <w:r w:rsidRPr="007E44D3">
              <w:t xml:space="preserve">template documents for recording </w:t>
            </w:r>
            <w:r w:rsidRPr="001F0E25">
              <w:t xml:space="preserve">outcomes of setting up and running </w:t>
            </w:r>
            <w:r w:rsidR="00885DC9">
              <w:t>multi-head</w:t>
            </w:r>
            <w:r w:rsidRPr="001F0E25">
              <w:t xml:space="preserve"> moulders</w:t>
            </w:r>
          </w:p>
          <w:p w14:paraId="0594713B" w14:textId="63908F2B" w:rsidR="007E44D3" w:rsidRPr="007E44D3" w:rsidRDefault="007E44D3" w:rsidP="007E44D3">
            <w:pPr>
              <w:pStyle w:val="SIBulletList2"/>
            </w:pPr>
            <w:r w:rsidRPr="007E44D3">
              <w:t>manufacturer instructions for setting up</w:t>
            </w:r>
            <w:r>
              <w:t xml:space="preserve"> and </w:t>
            </w:r>
            <w:r w:rsidR="00B34DD6">
              <w:t>running</w:t>
            </w:r>
            <w:r>
              <w:t xml:space="preserve"> </w:t>
            </w:r>
            <w:r w:rsidR="00885DC9">
              <w:t>multi-head</w:t>
            </w:r>
            <w:r w:rsidR="00F81E6E">
              <w:t xml:space="preserve"> </w:t>
            </w:r>
            <w:r w:rsidR="00563870">
              <w:t>moulder</w:t>
            </w:r>
            <w:r w:rsidR="00F81E6E">
              <w:t>s</w:t>
            </w:r>
          </w:p>
          <w:p w14:paraId="04727E38" w14:textId="66EE342C" w:rsidR="00F81E6E" w:rsidRDefault="007E44D3" w:rsidP="007E44D3">
            <w:pPr>
              <w:pStyle w:val="SIBulletList2"/>
            </w:pPr>
            <w:r w:rsidRPr="007E44D3">
              <w:t>work order with specific instructions for setting up</w:t>
            </w:r>
            <w:r w:rsidR="00F81E6E">
              <w:t xml:space="preserve">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885DC9">
              <w:t>multi-head</w:t>
            </w:r>
            <w:r w:rsidR="00F81E6E" w:rsidRPr="00F81E6E">
              <w:t xml:space="preserve"> </w:t>
            </w:r>
            <w:r w:rsidR="00563870">
              <w:t>moulder</w:t>
            </w:r>
            <w:r w:rsidR="00F81E6E" w:rsidRPr="00F81E6E">
              <w:t xml:space="preserve">s </w:t>
            </w:r>
          </w:p>
          <w:p w14:paraId="6E58A1B7" w14:textId="51A620B2" w:rsidR="007E44D3" w:rsidRPr="007E44D3" w:rsidRDefault="007E44D3" w:rsidP="007E44D3">
            <w:pPr>
              <w:pStyle w:val="SIBulletList2"/>
            </w:pPr>
            <w:r w:rsidRPr="007E44D3">
              <w:t xml:space="preserve">workplace procedures for </w:t>
            </w:r>
            <w:r w:rsidR="00762EF3">
              <w:t>setting</w:t>
            </w:r>
            <w:r w:rsidR="00E92B71">
              <w:t xml:space="preserve"> up </w:t>
            </w:r>
            <w:r w:rsidR="00F81E6E" w:rsidRPr="00F81E6E">
              <w:t xml:space="preserve">and </w:t>
            </w:r>
            <w:r w:rsidR="00B34DD6">
              <w:t>running</w:t>
            </w:r>
            <w:r w:rsidR="00F81E6E" w:rsidRPr="00F81E6E">
              <w:t xml:space="preserve"> </w:t>
            </w:r>
            <w:r w:rsidR="00885DC9">
              <w:t>multi-head</w:t>
            </w:r>
            <w:r w:rsidR="00F81E6E" w:rsidRPr="00F81E6E">
              <w:t xml:space="preserve"> </w:t>
            </w:r>
            <w:r w:rsidR="00563870">
              <w:t>moulder</w:t>
            </w:r>
            <w:r w:rsidR="00F81E6E" w:rsidRPr="00F81E6E">
              <w:t>s</w:t>
            </w:r>
            <w:r w:rsidRPr="007E44D3">
              <w:t>.</w:t>
            </w:r>
          </w:p>
          <w:p w14:paraId="5940EB8E" w14:textId="77777777" w:rsidR="007E44D3" w:rsidRPr="007E44D3" w:rsidRDefault="007E44D3" w:rsidP="007E44D3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CE06BE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CE06BE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1DFF9" w14:textId="77777777" w:rsidR="00973B89" w:rsidRDefault="00973B89" w:rsidP="00BF3F0A">
      <w:r>
        <w:separator/>
      </w:r>
    </w:p>
    <w:p w14:paraId="2ECA18B1" w14:textId="77777777" w:rsidR="00973B89" w:rsidRDefault="00973B89"/>
  </w:endnote>
  <w:endnote w:type="continuationSeparator" w:id="0">
    <w:p w14:paraId="2813799D" w14:textId="77777777" w:rsidR="00973B89" w:rsidRDefault="00973B89" w:rsidP="00BF3F0A">
      <w:r>
        <w:continuationSeparator/>
      </w:r>
    </w:p>
    <w:p w14:paraId="0E2D5654" w14:textId="77777777" w:rsidR="00973B89" w:rsidRDefault="00973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2E0E5F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06BE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034F2" w14:textId="77777777" w:rsidR="00973B89" w:rsidRDefault="00973B89" w:rsidP="00BF3F0A">
      <w:r>
        <w:separator/>
      </w:r>
    </w:p>
    <w:p w14:paraId="67EBECB2" w14:textId="77777777" w:rsidR="00973B89" w:rsidRDefault="00973B89"/>
  </w:footnote>
  <w:footnote w:type="continuationSeparator" w:id="0">
    <w:p w14:paraId="34222F22" w14:textId="77777777" w:rsidR="00973B89" w:rsidRDefault="00973B89" w:rsidP="00BF3F0A">
      <w:r>
        <w:continuationSeparator/>
      </w:r>
    </w:p>
    <w:p w14:paraId="1E770365" w14:textId="77777777" w:rsidR="00973B89" w:rsidRDefault="00973B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3331" w14:textId="31895E07" w:rsidR="00BC3C53" w:rsidRPr="00BC3C53" w:rsidRDefault="00BC3C53" w:rsidP="00D474F4">
    <w:pPr>
      <w:pStyle w:val="SIText"/>
    </w:pPr>
    <w:r>
      <w:t>FWPCOT</w:t>
    </w:r>
    <w:r w:rsidR="00D474F4">
      <w:t>3</w:t>
    </w:r>
    <w:r>
      <w:t xml:space="preserve">XXX </w:t>
    </w:r>
    <w:r w:rsidR="004D3499" w:rsidRPr="004D3499">
      <w:t>Set</w:t>
    </w:r>
    <w:r w:rsidR="00940ACB">
      <w:t xml:space="preserve"> </w:t>
    </w:r>
    <w:r w:rsidR="004D3499" w:rsidRPr="004D3499">
      <w:t>up and run multi</w:t>
    </w:r>
    <w:r w:rsidR="00885DC9">
      <w:t>-</w:t>
    </w:r>
    <w:r w:rsidR="004D3499" w:rsidRPr="004D3499">
      <w:t xml:space="preserve">head </w:t>
    </w:r>
    <w:r w:rsidR="00563870">
      <w:t>moulder</w:t>
    </w:r>
    <w:r w:rsidR="004D3499" w:rsidRPr="004D3499">
      <w:t xml:space="preserve"> to produce </w:t>
    </w:r>
    <w:r w:rsidR="00563870">
      <w:t>complex</w:t>
    </w:r>
    <w:r w:rsidR="004D3499" w:rsidRPr="004D3499">
      <w:t xml:space="preserve"> profiles</w:t>
    </w:r>
  </w:p>
  <w:p w14:paraId="175B9917" w14:textId="6DF34454" w:rsidR="00E1344D" w:rsidRPr="0096187B" w:rsidRDefault="00E1344D" w:rsidP="009618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  <w:num w:numId="35">
    <w:abstractNumId w:val="2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zsjA1MTMzNzA3MTJX0lEKTi0uzszPAykwqQUAnaxrSS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36D52"/>
    <w:rsid w:val="00041E59"/>
    <w:rsid w:val="00044D40"/>
    <w:rsid w:val="00064BFE"/>
    <w:rsid w:val="000659C5"/>
    <w:rsid w:val="00070B3E"/>
    <w:rsid w:val="00071F95"/>
    <w:rsid w:val="000737BB"/>
    <w:rsid w:val="00074E47"/>
    <w:rsid w:val="000754EC"/>
    <w:rsid w:val="0009093B"/>
    <w:rsid w:val="00090AB7"/>
    <w:rsid w:val="00090B9A"/>
    <w:rsid w:val="000957F7"/>
    <w:rsid w:val="000A5441"/>
    <w:rsid w:val="000A61ED"/>
    <w:rsid w:val="000A712D"/>
    <w:rsid w:val="000C149A"/>
    <w:rsid w:val="000C224E"/>
    <w:rsid w:val="000E25E6"/>
    <w:rsid w:val="000E2C86"/>
    <w:rsid w:val="000F1580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513A"/>
    <w:rsid w:val="001B5AE5"/>
    <w:rsid w:val="001B6D0F"/>
    <w:rsid w:val="001C0A75"/>
    <w:rsid w:val="001C1306"/>
    <w:rsid w:val="001C1C41"/>
    <w:rsid w:val="001D08E2"/>
    <w:rsid w:val="001D30EB"/>
    <w:rsid w:val="001D5C1B"/>
    <w:rsid w:val="001D7F5B"/>
    <w:rsid w:val="001E0849"/>
    <w:rsid w:val="001E16BC"/>
    <w:rsid w:val="001E16DF"/>
    <w:rsid w:val="001E25CE"/>
    <w:rsid w:val="001F0E25"/>
    <w:rsid w:val="001F2BA5"/>
    <w:rsid w:val="001F308D"/>
    <w:rsid w:val="001F34C5"/>
    <w:rsid w:val="001F604F"/>
    <w:rsid w:val="00201A7C"/>
    <w:rsid w:val="00203DED"/>
    <w:rsid w:val="00211556"/>
    <w:rsid w:val="0021210E"/>
    <w:rsid w:val="0021414D"/>
    <w:rsid w:val="00223124"/>
    <w:rsid w:val="00233143"/>
    <w:rsid w:val="00234444"/>
    <w:rsid w:val="002356EE"/>
    <w:rsid w:val="00242293"/>
    <w:rsid w:val="00244EA7"/>
    <w:rsid w:val="0024783F"/>
    <w:rsid w:val="00257230"/>
    <w:rsid w:val="00262FC3"/>
    <w:rsid w:val="0026394F"/>
    <w:rsid w:val="00267AF6"/>
    <w:rsid w:val="0027632C"/>
    <w:rsid w:val="00276DB8"/>
    <w:rsid w:val="00282664"/>
    <w:rsid w:val="00285FB8"/>
    <w:rsid w:val="002970C3"/>
    <w:rsid w:val="002A4CD3"/>
    <w:rsid w:val="002A6CC4"/>
    <w:rsid w:val="002C3EF3"/>
    <w:rsid w:val="002C55E9"/>
    <w:rsid w:val="002D0C8B"/>
    <w:rsid w:val="002D330A"/>
    <w:rsid w:val="002E170C"/>
    <w:rsid w:val="002E193E"/>
    <w:rsid w:val="002E72AE"/>
    <w:rsid w:val="002F4BEC"/>
    <w:rsid w:val="002F6CE6"/>
    <w:rsid w:val="00305EFF"/>
    <w:rsid w:val="00310A6A"/>
    <w:rsid w:val="003144E6"/>
    <w:rsid w:val="0032130E"/>
    <w:rsid w:val="00321E06"/>
    <w:rsid w:val="003353A9"/>
    <w:rsid w:val="0033781F"/>
    <w:rsid w:val="00337E82"/>
    <w:rsid w:val="00346FDC"/>
    <w:rsid w:val="00350BB1"/>
    <w:rsid w:val="00352C83"/>
    <w:rsid w:val="003568EE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00BA"/>
    <w:rsid w:val="003B03B0"/>
    <w:rsid w:val="003B2CD2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14AF2"/>
    <w:rsid w:val="0042221F"/>
    <w:rsid w:val="0043212E"/>
    <w:rsid w:val="00432B47"/>
    <w:rsid w:val="004338B8"/>
    <w:rsid w:val="004339E8"/>
    <w:rsid w:val="00434366"/>
    <w:rsid w:val="00434ECE"/>
    <w:rsid w:val="004439D6"/>
    <w:rsid w:val="00444423"/>
    <w:rsid w:val="0044695E"/>
    <w:rsid w:val="00446FC8"/>
    <w:rsid w:val="00452F3E"/>
    <w:rsid w:val="004629F8"/>
    <w:rsid w:val="004640AE"/>
    <w:rsid w:val="00466B27"/>
    <w:rsid w:val="004679E3"/>
    <w:rsid w:val="00475172"/>
    <w:rsid w:val="004758B0"/>
    <w:rsid w:val="00477211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349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207"/>
    <w:rsid w:val="00556C4C"/>
    <w:rsid w:val="00557369"/>
    <w:rsid w:val="00563870"/>
    <w:rsid w:val="00564ADD"/>
    <w:rsid w:val="00570549"/>
    <w:rsid w:val="005708EB"/>
    <w:rsid w:val="00575BC6"/>
    <w:rsid w:val="005778BE"/>
    <w:rsid w:val="005814CF"/>
    <w:rsid w:val="00583902"/>
    <w:rsid w:val="00590408"/>
    <w:rsid w:val="005A1D70"/>
    <w:rsid w:val="005A3AA5"/>
    <w:rsid w:val="005A6C9C"/>
    <w:rsid w:val="005A74DC"/>
    <w:rsid w:val="005B2096"/>
    <w:rsid w:val="005B5146"/>
    <w:rsid w:val="005B75FC"/>
    <w:rsid w:val="005C2F86"/>
    <w:rsid w:val="005D1AFD"/>
    <w:rsid w:val="005E51E6"/>
    <w:rsid w:val="005F027A"/>
    <w:rsid w:val="005F33CC"/>
    <w:rsid w:val="005F3A00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1AC7"/>
    <w:rsid w:val="006D38C3"/>
    <w:rsid w:val="006D4448"/>
    <w:rsid w:val="006D6DFD"/>
    <w:rsid w:val="006E2C4D"/>
    <w:rsid w:val="006E42FE"/>
    <w:rsid w:val="006E4867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2EF3"/>
    <w:rsid w:val="007635E1"/>
    <w:rsid w:val="0076523B"/>
    <w:rsid w:val="00771B60"/>
    <w:rsid w:val="0077624A"/>
    <w:rsid w:val="00781D77"/>
    <w:rsid w:val="00783549"/>
    <w:rsid w:val="007860B7"/>
    <w:rsid w:val="00786DC8"/>
    <w:rsid w:val="007A300D"/>
    <w:rsid w:val="007C2D8F"/>
    <w:rsid w:val="007D5A78"/>
    <w:rsid w:val="007D7D51"/>
    <w:rsid w:val="007E3B50"/>
    <w:rsid w:val="007E3BD1"/>
    <w:rsid w:val="007E44D3"/>
    <w:rsid w:val="007E4F54"/>
    <w:rsid w:val="007F1563"/>
    <w:rsid w:val="007F1EB2"/>
    <w:rsid w:val="007F44DB"/>
    <w:rsid w:val="007F5A8B"/>
    <w:rsid w:val="007F60EC"/>
    <w:rsid w:val="007F691A"/>
    <w:rsid w:val="00806C90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487"/>
    <w:rsid w:val="008545EB"/>
    <w:rsid w:val="00865011"/>
    <w:rsid w:val="00885DC9"/>
    <w:rsid w:val="00886790"/>
    <w:rsid w:val="008908DE"/>
    <w:rsid w:val="008A12ED"/>
    <w:rsid w:val="008A39D3"/>
    <w:rsid w:val="008B2C77"/>
    <w:rsid w:val="008B4AD2"/>
    <w:rsid w:val="008B5844"/>
    <w:rsid w:val="008B7138"/>
    <w:rsid w:val="008D620A"/>
    <w:rsid w:val="008D6297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0ACB"/>
    <w:rsid w:val="00944C09"/>
    <w:rsid w:val="009527CB"/>
    <w:rsid w:val="00953835"/>
    <w:rsid w:val="009607B9"/>
    <w:rsid w:val="00960F6C"/>
    <w:rsid w:val="0096187B"/>
    <w:rsid w:val="00970747"/>
    <w:rsid w:val="009735D8"/>
    <w:rsid w:val="00973B89"/>
    <w:rsid w:val="00993B76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E2FDF"/>
    <w:rsid w:val="009F0DCC"/>
    <w:rsid w:val="009F11CA"/>
    <w:rsid w:val="009F1B28"/>
    <w:rsid w:val="00A0695B"/>
    <w:rsid w:val="00A13052"/>
    <w:rsid w:val="00A216A8"/>
    <w:rsid w:val="00A2210C"/>
    <w:rsid w:val="00A223A6"/>
    <w:rsid w:val="00A3639E"/>
    <w:rsid w:val="00A36669"/>
    <w:rsid w:val="00A44143"/>
    <w:rsid w:val="00A5092E"/>
    <w:rsid w:val="00A554D6"/>
    <w:rsid w:val="00A56E14"/>
    <w:rsid w:val="00A62A36"/>
    <w:rsid w:val="00A6476B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AF5E51"/>
    <w:rsid w:val="00B0712C"/>
    <w:rsid w:val="00B12013"/>
    <w:rsid w:val="00B123FE"/>
    <w:rsid w:val="00B13CE5"/>
    <w:rsid w:val="00B22C67"/>
    <w:rsid w:val="00B3152E"/>
    <w:rsid w:val="00B34DD6"/>
    <w:rsid w:val="00B3508F"/>
    <w:rsid w:val="00B443EE"/>
    <w:rsid w:val="00B46637"/>
    <w:rsid w:val="00B560C8"/>
    <w:rsid w:val="00B60A21"/>
    <w:rsid w:val="00B61150"/>
    <w:rsid w:val="00B65BC7"/>
    <w:rsid w:val="00B66E5C"/>
    <w:rsid w:val="00B67C0E"/>
    <w:rsid w:val="00B7402B"/>
    <w:rsid w:val="00B746B9"/>
    <w:rsid w:val="00B8312E"/>
    <w:rsid w:val="00B848D4"/>
    <w:rsid w:val="00B865B7"/>
    <w:rsid w:val="00B87924"/>
    <w:rsid w:val="00BA1CB1"/>
    <w:rsid w:val="00BA4178"/>
    <w:rsid w:val="00BA482D"/>
    <w:rsid w:val="00BB1755"/>
    <w:rsid w:val="00BB23F4"/>
    <w:rsid w:val="00BC3C53"/>
    <w:rsid w:val="00BC5075"/>
    <w:rsid w:val="00BC5419"/>
    <w:rsid w:val="00BD3B0F"/>
    <w:rsid w:val="00BE139A"/>
    <w:rsid w:val="00BE543B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B09"/>
    <w:rsid w:val="00C461D8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E06BE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1886"/>
    <w:rsid w:val="00D32124"/>
    <w:rsid w:val="00D35295"/>
    <w:rsid w:val="00D474F4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10D"/>
    <w:rsid w:val="00D92C83"/>
    <w:rsid w:val="00D9324B"/>
    <w:rsid w:val="00D936C8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DF72B2"/>
    <w:rsid w:val="00E1344D"/>
    <w:rsid w:val="00E15B61"/>
    <w:rsid w:val="00E15EB5"/>
    <w:rsid w:val="00E238E6"/>
    <w:rsid w:val="00E3232F"/>
    <w:rsid w:val="00E32F41"/>
    <w:rsid w:val="00E34474"/>
    <w:rsid w:val="00E35064"/>
    <w:rsid w:val="00E3681D"/>
    <w:rsid w:val="00E40225"/>
    <w:rsid w:val="00E43BD5"/>
    <w:rsid w:val="00E455FE"/>
    <w:rsid w:val="00E501F0"/>
    <w:rsid w:val="00E6166D"/>
    <w:rsid w:val="00E77F9C"/>
    <w:rsid w:val="00E918B8"/>
    <w:rsid w:val="00E91BFF"/>
    <w:rsid w:val="00E92933"/>
    <w:rsid w:val="00E92B71"/>
    <w:rsid w:val="00E94FAD"/>
    <w:rsid w:val="00E97725"/>
    <w:rsid w:val="00EB0AA4"/>
    <w:rsid w:val="00EB27E5"/>
    <w:rsid w:val="00EB5C88"/>
    <w:rsid w:val="00EC0469"/>
    <w:rsid w:val="00EC04F6"/>
    <w:rsid w:val="00EE7690"/>
    <w:rsid w:val="00EF01F8"/>
    <w:rsid w:val="00EF40EF"/>
    <w:rsid w:val="00EF47FE"/>
    <w:rsid w:val="00EF53E9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1E6E"/>
    <w:rsid w:val="00F82FC3"/>
    <w:rsid w:val="00F83D7C"/>
    <w:rsid w:val="00F94C53"/>
    <w:rsid w:val="00FA3B64"/>
    <w:rsid w:val="00FB232E"/>
    <w:rsid w:val="00FB54BF"/>
    <w:rsid w:val="00FC15F0"/>
    <w:rsid w:val="00FD557D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2210C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2210C"/>
    <w:pPr>
      <w:numPr>
        <w:numId w:val="3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Woodmachining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d1428c6970ab7edaea8def0a31fb2313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e190f1e663fd153718d0f29d1c293088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3.xml><?xml version="1.0" encoding="utf-8"?>
<ds:datastoreItem xmlns:ds="http://schemas.openxmlformats.org/officeDocument/2006/customXml" ds:itemID="{3C06FCCD-7F31-4E12-B067-7772343B8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8C9EC-DE1B-4D3F-9EFD-2D24E0E0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73</TotalTime>
  <Pages>5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2019-01-10T21:16:00Z</cp:lastPrinted>
  <dcterms:created xsi:type="dcterms:W3CDTF">2018-12-13T07:22:00Z</dcterms:created>
  <dcterms:modified xsi:type="dcterms:W3CDTF">2019-01-16T09:51:00Z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