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22C8652D" w:rsidR="00F1480E" w:rsidRPr="000754EC" w:rsidRDefault="00CF795F" w:rsidP="0031129A">
            <w:pPr>
              <w:pStyle w:val="SIUNITCODE"/>
            </w:pPr>
            <w:r>
              <w:t>A</w:t>
            </w:r>
            <w:r w:rsidR="0051042A">
              <w:t>CM</w:t>
            </w:r>
            <w:r w:rsidR="00387028">
              <w:t>AIM</w:t>
            </w:r>
            <w:r w:rsidR="0031129A">
              <w:t>XX</w:t>
            </w:r>
            <w:r w:rsidR="00127AB0">
              <w:t>6</w:t>
            </w:r>
          </w:p>
        </w:tc>
        <w:tc>
          <w:tcPr>
            <w:tcW w:w="3604" w:type="pct"/>
            <w:shd w:val="clear" w:color="auto" w:fill="auto"/>
          </w:tcPr>
          <w:p w14:paraId="3D6D7407" w14:textId="0E15D703" w:rsidR="00F1480E" w:rsidRPr="000754EC" w:rsidRDefault="00387028" w:rsidP="003A50DE">
            <w:pPr>
              <w:pStyle w:val="SIUnittitle"/>
            </w:pPr>
            <w:r>
              <w:t>C</w:t>
            </w:r>
            <w:r w:rsidR="00BC150E">
              <w:t>o</w:t>
            </w:r>
            <w:r w:rsidR="003A50DE">
              <w:t>ordinate</w:t>
            </w:r>
            <w:r w:rsidR="00BC150E">
              <w:t xml:space="preserve"> </w:t>
            </w:r>
            <w:r>
              <w:t xml:space="preserve">large </w:t>
            </w:r>
            <w:r w:rsidR="00127AB0" w:rsidRPr="00127AB0">
              <w:t xml:space="preserve">animal </w:t>
            </w:r>
            <w:r>
              <w:t xml:space="preserve">movement and </w:t>
            </w:r>
            <w:r w:rsidR="00127AB0" w:rsidRPr="00127AB0">
              <w:t xml:space="preserve">evacuation 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0DE0FCE7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675FF7">
              <w:t xml:space="preserve"> </w:t>
            </w:r>
            <w:r w:rsidR="00387028" w:rsidRPr="00387028">
              <w:t>plan</w:t>
            </w:r>
            <w:r w:rsidR="00387028">
              <w:t xml:space="preserve"> and control</w:t>
            </w:r>
            <w:r w:rsidR="00387028" w:rsidRPr="00387028">
              <w:t xml:space="preserve"> the movement of animals</w:t>
            </w:r>
            <w:r w:rsidR="00C3156A">
              <w:t xml:space="preserve"> to </w:t>
            </w:r>
            <w:r w:rsidR="00C3156A" w:rsidRPr="00C3156A">
              <w:t>safe, secure and suitable</w:t>
            </w:r>
            <w:r w:rsidR="00C3156A">
              <w:t xml:space="preserve"> sites</w:t>
            </w:r>
            <w:r w:rsidR="001611EF" w:rsidRPr="00C24E81">
              <w:rPr>
                <w:rFonts w:eastAsiaTheme="minorHAnsi"/>
              </w:rPr>
              <w:t>.</w:t>
            </w:r>
            <w:r w:rsidR="00C3156A" w:rsidRPr="00387028">
              <w:t xml:space="preserve"> </w:t>
            </w:r>
            <w:r w:rsidR="00C3156A">
              <w:t>It covers</w:t>
            </w:r>
            <w:r w:rsidR="00C3156A" w:rsidRPr="00C3156A">
              <w:t xml:space="preserve"> planning, resource</w:t>
            </w:r>
            <w:r w:rsidR="00357EBA">
              <w:t xml:space="preserve"> requirement</w:t>
            </w:r>
            <w:r w:rsidR="00C3156A" w:rsidRPr="00C3156A">
              <w:t>s, biosecurity and safety of animal</w:t>
            </w:r>
            <w:r w:rsidR="00C3156A">
              <w:t>s</w:t>
            </w:r>
            <w:r w:rsidR="00C3156A" w:rsidRPr="00C3156A">
              <w:t xml:space="preserve"> and people. 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272C7673" w:rsid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387028">
              <w:t>have r</w:t>
            </w:r>
            <w:r w:rsidR="00387028" w:rsidRPr="00387028">
              <w:t xml:space="preserve">esponsibility for planning and controlling the movement of </w:t>
            </w:r>
            <w:r w:rsidR="00387028">
              <w:t xml:space="preserve">large </w:t>
            </w:r>
            <w:r w:rsidR="00387028" w:rsidRPr="00387028">
              <w:t>animals</w:t>
            </w:r>
            <w:r w:rsidR="00C3156A">
              <w:t xml:space="preserve"> to temporary shelter or evacuations sites associated with a large animal incident</w:t>
            </w:r>
            <w:r w:rsidR="00387028" w:rsidRPr="00387028">
              <w:t>.</w:t>
            </w:r>
          </w:p>
          <w:p w14:paraId="6C7928BA" w14:textId="77777777" w:rsidR="00387028" w:rsidRDefault="00387028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2BA4154F" w:rsidR="00F1480E" w:rsidRPr="000754EC" w:rsidRDefault="0051042A" w:rsidP="005D15D8">
            <w:pPr>
              <w:pStyle w:val="SIText"/>
            </w:pPr>
            <w:r w:rsidRPr="0051042A">
              <w:t xml:space="preserve">Animal </w:t>
            </w:r>
            <w:r w:rsidR="005D15D8">
              <w:t>Incident Management</w:t>
            </w:r>
            <w:r w:rsidRPr="0051042A">
              <w:t xml:space="preserve"> (A</w:t>
            </w:r>
            <w:r w:rsidR="005D15D8">
              <w:t>IM</w:t>
            </w:r>
            <w:r w:rsidRPr="0051042A">
              <w:t>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169398CE" w:rsidR="00C42DC0" w:rsidRDefault="0085710B" w:rsidP="0085710B">
            <w:r>
              <w:t xml:space="preserve">1. </w:t>
            </w:r>
            <w:r w:rsidR="00387028">
              <w:t>Plan</w:t>
            </w:r>
            <w:r>
              <w:t xml:space="preserve"> the movement and evacuation of large animals from incident site</w:t>
            </w:r>
          </w:p>
        </w:tc>
        <w:tc>
          <w:tcPr>
            <w:tcW w:w="3600" w:type="pct"/>
            <w:shd w:val="clear" w:color="auto" w:fill="auto"/>
          </w:tcPr>
          <w:p w14:paraId="3E1C985E" w14:textId="1E9067E0" w:rsidR="00387028" w:rsidRDefault="006F43D8" w:rsidP="00387028">
            <w:r>
              <w:t>1.1 P</w:t>
            </w:r>
            <w:r w:rsidR="00387028" w:rsidRPr="00387028">
              <w:t xml:space="preserve">lan for the movement of animals taking into account </w:t>
            </w:r>
            <w:r w:rsidR="0085710B" w:rsidRPr="0085710B">
              <w:t xml:space="preserve">movement </w:t>
            </w:r>
            <w:r w:rsidR="0085710B">
              <w:t>priorities</w:t>
            </w:r>
            <w:r w:rsidR="00357EBA">
              <w:t>,</w:t>
            </w:r>
            <w:r w:rsidR="0085710B">
              <w:t xml:space="preserve"> methods </w:t>
            </w:r>
            <w:r w:rsidR="00B6311B">
              <w:t xml:space="preserve">and potential for </w:t>
            </w:r>
            <w:r w:rsidR="00BC150E">
              <w:t xml:space="preserve">incident </w:t>
            </w:r>
            <w:r w:rsidR="00B6311B">
              <w:t xml:space="preserve">escalation </w:t>
            </w:r>
          </w:p>
          <w:p w14:paraId="1988EBDF" w14:textId="4BEFB8E2" w:rsidR="00387028" w:rsidRDefault="0085710B" w:rsidP="00387028">
            <w:r>
              <w:t xml:space="preserve">1.2 </w:t>
            </w:r>
            <w:r w:rsidR="00010B07">
              <w:t xml:space="preserve">Assess potential </w:t>
            </w:r>
            <w:r w:rsidR="00BC150E">
              <w:t>new sites and locations</w:t>
            </w:r>
            <w:r w:rsidR="00010B07" w:rsidRPr="00010B07">
              <w:t xml:space="preserve"> </w:t>
            </w:r>
            <w:r w:rsidR="00010B07">
              <w:t>and e</w:t>
            </w:r>
            <w:r w:rsidR="00387028" w:rsidRPr="00387028">
              <w:t xml:space="preserve">nsure </w:t>
            </w:r>
            <w:r w:rsidR="00010B07">
              <w:t>suitability for requirements of the large animal species</w:t>
            </w:r>
          </w:p>
          <w:p w14:paraId="696BC317" w14:textId="3D440718" w:rsidR="00780E23" w:rsidRDefault="0085710B" w:rsidP="00010B07">
            <w:r>
              <w:t xml:space="preserve">1.3 </w:t>
            </w:r>
            <w:r w:rsidR="00A3308A">
              <w:t>A</w:t>
            </w:r>
            <w:r w:rsidR="00A3308A" w:rsidRPr="00A3308A">
              <w:t xml:space="preserve">ssess the </w:t>
            </w:r>
            <w:r w:rsidR="00B6311B">
              <w:t xml:space="preserve">condition and </w:t>
            </w:r>
            <w:r w:rsidR="00A3308A" w:rsidRPr="00A3308A">
              <w:t>suitability of the animals</w:t>
            </w:r>
            <w:r w:rsidR="00780E23">
              <w:t xml:space="preserve"> to be moved</w:t>
            </w:r>
            <w:r w:rsidR="00A3308A" w:rsidRPr="00A3308A">
              <w:t xml:space="preserve"> </w:t>
            </w:r>
            <w:r w:rsidR="00780E23">
              <w:t xml:space="preserve">and </w:t>
            </w:r>
            <w:r w:rsidR="00B6311B">
              <w:t xml:space="preserve">their </w:t>
            </w:r>
            <w:r w:rsidR="00780E23" w:rsidRPr="00780E23">
              <w:t xml:space="preserve">preparation </w:t>
            </w:r>
            <w:r w:rsidR="00780E23">
              <w:t xml:space="preserve">requirements </w:t>
            </w:r>
          </w:p>
          <w:p w14:paraId="400F9759" w14:textId="4D86740A" w:rsidR="00B6311B" w:rsidRPr="00010B07" w:rsidRDefault="00780E23" w:rsidP="00010B07">
            <w:r>
              <w:t xml:space="preserve">1.4 </w:t>
            </w:r>
            <w:r w:rsidR="00010B07">
              <w:t>Determine</w:t>
            </w:r>
            <w:r w:rsidR="00010B07" w:rsidRPr="00010B07">
              <w:t xml:space="preserve"> appropriate method</w:t>
            </w:r>
            <w:r w:rsidR="00BC150E">
              <w:t>s, resources</w:t>
            </w:r>
            <w:r w:rsidR="00B6311B">
              <w:t xml:space="preserve"> </w:t>
            </w:r>
            <w:r w:rsidR="00BC150E">
              <w:t>and</w:t>
            </w:r>
            <w:r w:rsidR="00B6311B">
              <w:t xml:space="preserve"> transport required </w:t>
            </w:r>
            <w:r w:rsidR="00BC150E">
              <w:t>to</w:t>
            </w:r>
            <w:r w:rsidR="00010B07" w:rsidRPr="00010B07">
              <w:t xml:space="preserve"> mov</w:t>
            </w:r>
            <w:r w:rsidR="00BC150E">
              <w:t>e</w:t>
            </w:r>
            <w:r w:rsidR="00010B07" w:rsidRPr="00010B07">
              <w:t xml:space="preserve"> the animals </w:t>
            </w:r>
          </w:p>
          <w:p w14:paraId="0CB40B02" w14:textId="6A36A5E0" w:rsidR="00842198" w:rsidRDefault="00780E23" w:rsidP="00357EBA">
            <w:r>
              <w:t>1.5</w:t>
            </w:r>
            <w:r w:rsidR="0085710B">
              <w:t xml:space="preserve"> Assess risks and s</w:t>
            </w:r>
            <w:r w:rsidR="00387028" w:rsidRPr="00387028">
              <w:t xml:space="preserve">elect </w:t>
            </w:r>
            <w:r w:rsidR="0085710B">
              <w:t xml:space="preserve">a safe </w:t>
            </w:r>
            <w:r w:rsidR="00387028" w:rsidRPr="00387028">
              <w:t>route</w:t>
            </w:r>
            <w:r w:rsidR="0085710B">
              <w:t xml:space="preserve"> </w:t>
            </w:r>
            <w:r w:rsidR="00357EBA">
              <w:t>for moving</w:t>
            </w:r>
            <w:r w:rsidR="0085710B">
              <w:t xml:space="preserve"> the animals</w:t>
            </w:r>
          </w:p>
        </w:tc>
      </w:tr>
      <w:tr w:rsidR="0085710B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2276D7B1" w:rsidR="0085710B" w:rsidRPr="0085710B" w:rsidRDefault="00A3308A" w:rsidP="00010B07">
            <w:r>
              <w:t xml:space="preserve">2. </w:t>
            </w:r>
            <w:r w:rsidR="0085710B" w:rsidRPr="0085710B">
              <w:t xml:space="preserve">Organise safe </w:t>
            </w:r>
            <w:r w:rsidR="00010B07">
              <w:t>evacuation site and movement of animals</w:t>
            </w:r>
          </w:p>
        </w:tc>
        <w:tc>
          <w:tcPr>
            <w:tcW w:w="3600" w:type="pct"/>
            <w:shd w:val="clear" w:color="auto" w:fill="auto"/>
          </w:tcPr>
          <w:p w14:paraId="49E26966" w14:textId="5B22755D" w:rsidR="00010B07" w:rsidRDefault="00A3308A" w:rsidP="0085710B">
            <w:r>
              <w:t xml:space="preserve">2.1 </w:t>
            </w:r>
            <w:r w:rsidR="00010B07">
              <w:t>E</w:t>
            </w:r>
            <w:r w:rsidR="00010B07" w:rsidRPr="00010B07">
              <w:t xml:space="preserve">nsure the availability of </w:t>
            </w:r>
            <w:r w:rsidR="00BC150E">
              <w:t xml:space="preserve">resources </w:t>
            </w:r>
            <w:r w:rsidR="00010B07">
              <w:t>and personnel to undertake the</w:t>
            </w:r>
            <w:r w:rsidR="00010B07" w:rsidRPr="00010B07">
              <w:t xml:space="preserve"> movement </w:t>
            </w:r>
          </w:p>
          <w:p w14:paraId="07085C33" w14:textId="6D563451" w:rsidR="0085710B" w:rsidRPr="0085710B" w:rsidRDefault="00A3308A" w:rsidP="0085710B">
            <w:r>
              <w:t xml:space="preserve">2.2 </w:t>
            </w:r>
            <w:r w:rsidR="0085710B">
              <w:t xml:space="preserve">Coordinate the </w:t>
            </w:r>
            <w:r w:rsidR="00010B07">
              <w:t>setup</w:t>
            </w:r>
            <w:r w:rsidR="0085710B">
              <w:t xml:space="preserve"> of temporary</w:t>
            </w:r>
            <w:r w:rsidR="00C3156A">
              <w:t xml:space="preserve"> shelter or</w:t>
            </w:r>
            <w:r w:rsidR="0085710B">
              <w:t xml:space="preserve"> </w:t>
            </w:r>
            <w:r w:rsidR="00010B07">
              <w:t>evacuation sites to ensure safe and secure containment appropriate to the needs of the large animal species</w:t>
            </w:r>
          </w:p>
          <w:p w14:paraId="23E792A9" w14:textId="734CB213" w:rsidR="00A3308A" w:rsidRDefault="00A3308A" w:rsidP="00A3308A">
            <w:r>
              <w:t xml:space="preserve">2.3 </w:t>
            </w:r>
            <w:r w:rsidR="00010B07">
              <w:t>I</w:t>
            </w:r>
            <w:r w:rsidR="0085710B" w:rsidRPr="0085710B">
              <w:t xml:space="preserve">mplement </w:t>
            </w:r>
            <w:r w:rsidR="00010B07">
              <w:t xml:space="preserve">and maintain </w:t>
            </w:r>
            <w:r w:rsidR="0085710B" w:rsidRPr="0085710B">
              <w:t xml:space="preserve">appropriate </w:t>
            </w:r>
            <w:r w:rsidR="00010B07">
              <w:t xml:space="preserve">safety, </w:t>
            </w:r>
            <w:r w:rsidR="0085710B" w:rsidRPr="0085710B">
              <w:t xml:space="preserve">hygiene and bio-security measures </w:t>
            </w:r>
          </w:p>
          <w:p w14:paraId="28B63740" w14:textId="3957C536" w:rsidR="0085710B" w:rsidRPr="0085710B" w:rsidRDefault="00A3308A" w:rsidP="00A3308A">
            <w:r>
              <w:t>2.4 C</w:t>
            </w:r>
            <w:r w:rsidRPr="00A3308A">
              <w:t xml:space="preserve">ommunicate the movement </w:t>
            </w:r>
            <w:r>
              <w:t xml:space="preserve">and evacuation </w:t>
            </w:r>
            <w:r w:rsidRPr="00A3308A">
              <w:t xml:space="preserve">plan to </w:t>
            </w:r>
            <w:r>
              <w:t>relevant personnel</w:t>
            </w:r>
            <w:r w:rsidR="004C5AA2">
              <w:t>,</w:t>
            </w:r>
            <w:r>
              <w:t xml:space="preserve"> addressing team and public safety, and </w:t>
            </w:r>
            <w:r w:rsidRPr="00A3308A">
              <w:t xml:space="preserve">animal welfare </w:t>
            </w:r>
            <w:r>
              <w:t xml:space="preserve">requirements </w:t>
            </w:r>
          </w:p>
        </w:tc>
      </w:tr>
      <w:tr w:rsidR="0085710B" w:rsidRPr="00963A46" w14:paraId="2FABC00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EABE26C" w14:textId="29DDE234" w:rsidR="0085710B" w:rsidRPr="0085710B" w:rsidRDefault="00A55985" w:rsidP="001436DB">
            <w:r>
              <w:t xml:space="preserve">3. </w:t>
            </w:r>
            <w:r w:rsidR="00A3308A">
              <w:t xml:space="preserve">Oversee </w:t>
            </w:r>
            <w:r w:rsidR="001436DB">
              <w:t>evacuation of</w:t>
            </w:r>
            <w:r w:rsidR="00A3308A">
              <w:t xml:space="preserve"> animals</w:t>
            </w:r>
          </w:p>
        </w:tc>
        <w:tc>
          <w:tcPr>
            <w:tcW w:w="3600" w:type="pct"/>
            <w:shd w:val="clear" w:color="auto" w:fill="auto"/>
          </w:tcPr>
          <w:p w14:paraId="3CD26B02" w14:textId="41E8184A" w:rsidR="00A55985" w:rsidRDefault="00A55985" w:rsidP="00A3308A">
            <w:r>
              <w:t>3.1 Establish process</w:t>
            </w:r>
            <w:r w:rsidR="00357EBA">
              <w:t>es</w:t>
            </w:r>
            <w:r>
              <w:t xml:space="preserve"> for identifying </w:t>
            </w:r>
            <w:r w:rsidR="00BC150E">
              <w:t>and</w:t>
            </w:r>
            <w:r>
              <w:t xml:space="preserve"> registering animals to be moved to new locations or </w:t>
            </w:r>
            <w:r w:rsidR="00357EBA">
              <w:t xml:space="preserve">temporary </w:t>
            </w:r>
            <w:r>
              <w:t>evacuation sites</w:t>
            </w:r>
          </w:p>
          <w:p w14:paraId="29F51028" w14:textId="743D79A8" w:rsidR="00780E23" w:rsidRDefault="00A55985" w:rsidP="00A3308A">
            <w:r>
              <w:t xml:space="preserve">3.2 </w:t>
            </w:r>
            <w:r w:rsidR="00780E23">
              <w:t>C</w:t>
            </w:r>
            <w:r w:rsidR="0085710B" w:rsidRPr="0085710B">
              <w:t xml:space="preserve">ontrol </w:t>
            </w:r>
            <w:r w:rsidR="00780E23" w:rsidRPr="00780E23">
              <w:t xml:space="preserve">and monitor </w:t>
            </w:r>
            <w:r w:rsidR="0085710B" w:rsidRPr="0085710B">
              <w:t xml:space="preserve">the movement of </w:t>
            </w:r>
            <w:r w:rsidR="00780E23">
              <w:t xml:space="preserve">the </w:t>
            </w:r>
            <w:r w:rsidR="0085710B" w:rsidRPr="0085710B">
              <w:t>animals</w:t>
            </w:r>
            <w:r w:rsidR="00780E23">
              <w:t xml:space="preserve">, </w:t>
            </w:r>
            <w:r w:rsidR="00BC150E">
              <w:t xml:space="preserve">adapting plans to </w:t>
            </w:r>
            <w:r w:rsidR="00780E23">
              <w:t>r</w:t>
            </w:r>
            <w:r w:rsidR="00780E23" w:rsidRPr="00780E23">
              <w:t xml:space="preserve">espond to </w:t>
            </w:r>
            <w:r w:rsidR="00780E23">
              <w:t xml:space="preserve">safety and </w:t>
            </w:r>
            <w:r w:rsidR="00BC150E">
              <w:t xml:space="preserve">animal </w:t>
            </w:r>
            <w:r w:rsidR="00780E23">
              <w:t xml:space="preserve">welfare </w:t>
            </w:r>
            <w:r w:rsidR="00BC150E" w:rsidRPr="00780E23">
              <w:t xml:space="preserve">contingencies </w:t>
            </w:r>
          </w:p>
          <w:p w14:paraId="42CB020F" w14:textId="2D71C757" w:rsidR="00780E23" w:rsidRDefault="00A55985" w:rsidP="00A3308A">
            <w:r>
              <w:t xml:space="preserve">3.3 </w:t>
            </w:r>
            <w:r w:rsidR="00780E23">
              <w:t>E</w:t>
            </w:r>
            <w:r w:rsidR="0085710B" w:rsidRPr="0085710B">
              <w:t xml:space="preserve">nsure animals are established after moving and </w:t>
            </w:r>
            <w:r w:rsidR="00780E23">
              <w:t xml:space="preserve">arrangements for </w:t>
            </w:r>
            <w:r>
              <w:t xml:space="preserve">veterinary </w:t>
            </w:r>
            <w:r w:rsidR="00780E23">
              <w:t>care, nutrition and welfare are implemented</w:t>
            </w:r>
          </w:p>
          <w:p w14:paraId="531A368E" w14:textId="376106AF" w:rsidR="0085710B" w:rsidRPr="0085710B" w:rsidRDefault="00A55985" w:rsidP="00357EBA">
            <w:r>
              <w:t xml:space="preserve">3.4 Implement procedures for </w:t>
            </w:r>
            <w:r w:rsidR="00357EBA">
              <w:t xml:space="preserve">reuniting </w:t>
            </w:r>
            <w:r>
              <w:t xml:space="preserve">owners </w:t>
            </w:r>
            <w:r w:rsidR="00357EBA">
              <w:t>with</w:t>
            </w:r>
            <w:r>
              <w:t xml:space="preserve"> animals and organise </w:t>
            </w:r>
            <w:r w:rsidR="001436DB">
              <w:t>arrangements</w:t>
            </w:r>
            <w:r>
              <w:t xml:space="preserve"> for </w:t>
            </w:r>
            <w:r w:rsidR="001436DB">
              <w:t xml:space="preserve">unclaimed </w:t>
            </w:r>
            <w:r>
              <w:t>animals</w:t>
            </w:r>
            <w:r w:rsidR="00357EBA">
              <w:t xml:space="preserve"> or deceased animals</w:t>
            </w:r>
            <w:r>
              <w:t xml:space="preserve"> </w:t>
            </w:r>
          </w:p>
        </w:tc>
      </w:tr>
      <w:tr w:rsidR="0085710B" w:rsidRPr="00963A46" w14:paraId="7509F94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541EC911" w14:textId="75D10BA4" w:rsidR="0085710B" w:rsidRPr="0085710B" w:rsidRDefault="001436DB" w:rsidP="00B6311B">
            <w:r>
              <w:t xml:space="preserve">4. </w:t>
            </w:r>
            <w:r w:rsidR="00A55985">
              <w:t>Conclude operations</w:t>
            </w:r>
          </w:p>
        </w:tc>
        <w:tc>
          <w:tcPr>
            <w:tcW w:w="3600" w:type="pct"/>
            <w:shd w:val="clear" w:color="auto" w:fill="auto"/>
          </w:tcPr>
          <w:p w14:paraId="3D22525B" w14:textId="1953362D" w:rsidR="001436DB" w:rsidRDefault="001436DB" w:rsidP="0085710B">
            <w:r>
              <w:t xml:space="preserve">4.1 Coordinate the retrieval of equipment and clean-up of the </w:t>
            </w:r>
            <w:r w:rsidR="00357EBA">
              <w:t xml:space="preserve">holding area or </w:t>
            </w:r>
            <w:r w:rsidR="00357EBA" w:rsidRPr="00357EBA">
              <w:t xml:space="preserve">temporary </w:t>
            </w:r>
            <w:r w:rsidR="00357EBA">
              <w:t>e</w:t>
            </w:r>
            <w:r>
              <w:t>vacuation site</w:t>
            </w:r>
            <w:r w:rsidR="00BC150E">
              <w:t xml:space="preserve"> </w:t>
            </w:r>
          </w:p>
          <w:p w14:paraId="5A48B761" w14:textId="32AFEF89" w:rsidR="001436DB" w:rsidRPr="001436DB" w:rsidRDefault="001436DB" w:rsidP="001436DB">
            <w:r>
              <w:t xml:space="preserve">4.2 </w:t>
            </w:r>
            <w:r w:rsidRPr="001436DB">
              <w:t xml:space="preserve">Participate in team debriefing activities </w:t>
            </w:r>
          </w:p>
          <w:p w14:paraId="1A819A01" w14:textId="0C6D43F9" w:rsidR="0085710B" w:rsidRDefault="001436DB" w:rsidP="0085710B">
            <w:r>
              <w:t xml:space="preserve">4.3 </w:t>
            </w:r>
            <w:r w:rsidR="00780E23">
              <w:t>Complete</w:t>
            </w:r>
            <w:r w:rsidR="0085710B" w:rsidRPr="0085710B">
              <w:t xml:space="preserve"> records </w:t>
            </w:r>
            <w:r w:rsidR="00A55985">
              <w:t xml:space="preserve">accurately according to regulatory and </w:t>
            </w:r>
            <w:r w:rsidR="0085710B" w:rsidRPr="0085710B">
              <w:t>organisation</w:t>
            </w:r>
            <w:r w:rsidR="00A55985">
              <w:t>al requirements</w:t>
            </w:r>
            <w:r w:rsidR="0085710B" w:rsidRPr="0085710B">
              <w:t xml:space="preserve"> </w:t>
            </w:r>
          </w:p>
          <w:p w14:paraId="3C146240" w14:textId="6BE10F19" w:rsidR="0085710B" w:rsidRPr="0085710B" w:rsidRDefault="001436DB" w:rsidP="001436DB">
            <w:r>
              <w:t xml:space="preserve">4.4 </w:t>
            </w:r>
            <w:r w:rsidR="00A55985">
              <w:t>Evaluate</w:t>
            </w:r>
            <w:r w:rsidR="0085710B" w:rsidRPr="0085710B">
              <w:t xml:space="preserve"> the effectiveness of </w:t>
            </w:r>
            <w:r w:rsidR="00A55985">
              <w:t>the</w:t>
            </w:r>
            <w:r w:rsidR="0085710B" w:rsidRPr="0085710B">
              <w:t xml:space="preserve"> movement of animals</w:t>
            </w:r>
            <w:r w:rsidR="00780E23" w:rsidRPr="0085710B">
              <w:t xml:space="preserve"> </w:t>
            </w:r>
            <w:r w:rsidR="00A55985">
              <w:t>and evacuation sites to contribute to continuous improvement processes</w:t>
            </w:r>
          </w:p>
        </w:tc>
      </w:tr>
    </w:tbl>
    <w:p w14:paraId="31A3C764" w14:textId="68BE51E9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36DB" w:rsidRPr="00336FCA" w:rsidDel="00423CB2" w14:paraId="29CAF20F" w14:textId="77777777" w:rsidTr="008E14D2">
        <w:tc>
          <w:tcPr>
            <w:tcW w:w="1400" w:type="pct"/>
          </w:tcPr>
          <w:p w14:paraId="4A2D68F3" w14:textId="05E4022E" w:rsidR="001436DB" w:rsidRPr="001436DB" w:rsidRDefault="001436DB" w:rsidP="001436DB">
            <w:pPr>
              <w:pStyle w:val="SIText"/>
            </w:pPr>
            <w:r w:rsidRPr="001436DB">
              <w:t>Oral communication</w:t>
            </w:r>
          </w:p>
        </w:tc>
        <w:tc>
          <w:tcPr>
            <w:tcW w:w="3600" w:type="pct"/>
          </w:tcPr>
          <w:p w14:paraId="4B201B7A" w14:textId="1734612D" w:rsidR="001436DB" w:rsidRPr="001436DB" w:rsidRDefault="001436DB" w:rsidP="001436DB">
            <w:pPr>
              <w:pStyle w:val="SIBulletList1"/>
              <w:rPr>
                <w:rFonts w:eastAsia="Calibri"/>
              </w:rPr>
            </w:pPr>
            <w:r w:rsidRPr="001436DB">
              <w:rPr>
                <w:rFonts w:eastAsia="Calibri"/>
              </w:rPr>
              <w:t>Use clear, precise language and tone appropriate for situation and audience to convey instructions</w:t>
            </w:r>
          </w:p>
        </w:tc>
      </w:tr>
      <w:tr w:rsidR="001436DB" w:rsidRPr="00336FCA" w:rsidDel="00423CB2" w14:paraId="512D7485" w14:textId="77777777" w:rsidTr="008E14D2">
        <w:tc>
          <w:tcPr>
            <w:tcW w:w="1400" w:type="pct"/>
          </w:tcPr>
          <w:p w14:paraId="31D34007" w14:textId="17693EB2" w:rsidR="001436DB" w:rsidRPr="001436DB" w:rsidRDefault="001436DB" w:rsidP="001436DB">
            <w:pPr>
              <w:pStyle w:val="SIText"/>
            </w:pPr>
            <w:r w:rsidRPr="001436DB">
              <w:t>Interact with others</w:t>
            </w:r>
          </w:p>
        </w:tc>
        <w:tc>
          <w:tcPr>
            <w:tcW w:w="3600" w:type="pct"/>
          </w:tcPr>
          <w:p w14:paraId="104C10CE" w14:textId="37D27414" w:rsidR="001436DB" w:rsidRPr="001436DB" w:rsidRDefault="001436DB" w:rsidP="006D3454">
            <w:pPr>
              <w:pStyle w:val="SIBulletList1"/>
              <w:rPr>
                <w:rFonts w:eastAsia="Calibri"/>
              </w:rPr>
            </w:pPr>
            <w:r w:rsidRPr="001436DB">
              <w:t xml:space="preserve">Work independently and collectively as an effective team member with a sense of responsibility and ownership of agreed plans, decisions and outcomes </w:t>
            </w:r>
          </w:p>
        </w:tc>
      </w:tr>
      <w:tr w:rsidR="001436DB" w:rsidRPr="00336FCA" w:rsidDel="00423CB2" w14:paraId="108D0B8F" w14:textId="77777777" w:rsidTr="008E14D2">
        <w:tc>
          <w:tcPr>
            <w:tcW w:w="1400" w:type="pct"/>
          </w:tcPr>
          <w:p w14:paraId="0A520ECE" w14:textId="0DDC2DD4" w:rsidR="001436DB" w:rsidRPr="001436DB" w:rsidRDefault="001436DB" w:rsidP="001436DB">
            <w:pPr>
              <w:pStyle w:val="SIText"/>
            </w:pPr>
            <w:r w:rsidRPr="001436DB">
              <w:t>Navigate the world of work</w:t>
            </w:r>
          </w:p>
        </w:tc>
        <w:tc>
          <w:tcPr>
            <w:tcW w:w="3600" w:type="pct"/>
          </w:tcPr>
          <w:p w14:paraId="168E7C2E" w14:textId="77777777" w:rsidR="001436DB" w:rsidRPr="001436DB" w:rsidRDefault="001436DB" w:rsidP="001436DB">
            <w:pPr>
              <w:pStyle w:val="SIBulletList1"/>
              <w:rPr>
                <w:rFonts w:eastAsia="Calibri"/>
              </w:rPr>
            </w:pPr>
            <w:r w:rsidRPr="001436DB">
              <w:t>Maintain professional conduct and ethics and work within the limits of own authority, expertise, training, competence and experience</w:t>
            </w:r>
          </w:p>
          <w:p w14:paraId="090E9C40" w14:textId="28E44A02" w:rsidR="001436DB" w:rsidRPr="001436DB" w:rsidRDefault="00357EBA" w:rsidP="00357EBA">
            <w:pPr>
              <w:pStyle w:val="SIBulletList1"/>
              <w:rPr>
                <w:rFonts w:eastAsia="Calibri"/>
              </w:rPr>
            </w:pPr>
            <w:r>
              <w:t xml:space="preserve">Recognise own </w:t>
            </w:r>
            <w:r w:rsidRPr="00357EBA">
              <w:t xml:space="preserve">responsibilities under current health and safety and animal welfare regulations, codes and organisational policies and procedures </w:t>
            </w:r>
          </w:p>
        </w:tc>
      </w:tr>
      <w:tr w:rsidR="001436DB" w:rsidRPr="00336FCA" w:rsidDel="00423CB2" w14:paraId="5FDBE71A" w14:textId="77777777" w:rsidTr="008E14D2">
        <w:tc>
          <w:tcPr>
            <w:tcW w:w="1400" w:type="pct"/>
          </w:tcPr>
          <w:p w14:paraId="4734C899" w14:textId="497ACBD1" w:rsidR="001436DB" w:rsidRPr="001436DB" w:rsidRDefault="001436DB" w:rsidP="001436DB">
            <w:pPr>
              <w:pStyle w:val="SIText"/>
            </w:pPr>
            <w:r w:rsidRPr="001436DB">
              <w:t>Get the work done</w:t>
            </w:r>
          </w:p>
        </w:tc>
        <w:tc>
          <w:tcPr>
            <w:tcW w:w="3600" w:type="pct"/>
          </w:tcPr>
          <w:p w14:paraId="4F0076D7" w14:textId="576D0C89" w:rsidR="001436DB" w:rsidRPr="001436DB" w:rsidRDefault="001436DB" w:rsidP="001436DB">
            <w:pPr>
              <w:pStyle w:val="SIBulletList1"/>
              <w:rPr>
                <w:rFonts w:eastAsia="Calibri"/>
              </w:rPr>
            </w:pPr>
            <w:r w:rsidRPr="001436DB">
              <w:rPr>
                <w:rFonts w:eastAsia="Calibri"/>
              </w:rPr>
              <w:t>Use analytical processes to decide on a course of action, establishing criteria for deciding between options and incorporating information from others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7909C4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9C4" w14:paraId="35E2C083" w14:textId="77777777" w:rsidTr="00F33FF2">
        <w:tc>
          <w:tcPr>
            <w:tcW w:w="1028" w:type="pct"/>
          </w:tcPr>
          <w:p w14:paraId="3A90C17C" w14:textId="008DF03E" w:rsidR="004F4BC0" w:rsidRPr="004F4BC0" w:rsidRDefault="001436DB" w:rsidP="00BC150E">
            <w:r w:rsidRPr="001436DB">
              <w:t>ACM</w:t>
            </w:r>
            <w:r w:rsidR="005D15D8">
              <w:t>AIM</w:t>
            </w:r>
            <w:r w:rsidR="0031129A">
              <w:t>XX</w:t>
            </w:r>
            <w:r w:rsidRPr="001436DB">
              <w:t xml:space="preserve">6 </w:t>
            </w:r>
            <w:r w:rsidR="003A50DE">
              <w:t>C</w:t>
            </w:r>
            <w:r w:rsidR="003A50DE" w:rsidRPr="003A50DE">
              <w:t xml:space="preserve">oordinate </w:t>
            </w:r>
            <w:r w:rsidRPr="001436DB">
              <w:t>large animal movement and evacuation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7E62930D" w:rsidR="00556C4C" w:rsidRPr="000754EC" w:rsidRDefault="00556C4C" w:rsidP="0031129A">
            <w:pPr>
              <w:pStyle w:val="SIUnittitle"/>
            </w:pPr>
            <w:r w:rsidRPr="00F56827">
              <w:t xml:space="preserve">Assessment requirements for </w:t>
            </w:r>
            <w:r w:rsidR="001436DB" w:rsidRPr="001436DB">
              <w:t>ACM</w:t>
            </w:r>
            <w:r w:rsidR="005D15D8">
              <w:t>AIM</w:t>
            </w:r>
            <w:r w:rsidR="0031129A">
              <w:t>XX</w:t>
            </w:r>
            <w:r w:rsidR="005D15D8">
              <w:t>6</w:t>
            </w:r>
            <w:r w:rsidR="001436DB" w:rsidRPr="001436DB">
              <w:t xml:space="preserve"> </w:t>
            </w:r>
            <w:r w:rsidR="003A50DE">
              <w:t>C</w:t>
            </w:r>
            <w:r w:rsidR="003A50DE" w:rsidRPr="003A50DE">
              <w:t xml:space="preserve">oordinate </w:t>
            </w:r>
            <w:r w:rsidR="001436DB" w:rsidRPr="001436DB">
              <w:t>large animal movement and evacuation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28D03897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36ED1CAA" w14:textId="71BB9A44" w:rsidR="00BC150E" w:rsidRDefault="00360861" w:rsidP="00320950">
            <w:pPr>
              <w:pStyle w:val="SIBulletList1"/>
            </w:pPr>
            <w:r>
              <w:t xml:space="preserve">demonstrated </w:t>
            </w:r>
            <w:r w:rsidR="00320950">
              <w:t>respon</w:t>
            </w:r>
            <w:r>
              <w:t>ses</w:t>
            </w:r>
            <w:r w:rsidR="00320950">
              <w:t xml:space="preserve"> to </w:t>
            </w:r>
            <w:r w:rsidR="005D1880">
              <w:t>two</w:t>
            </w:r>
            <w:r w:rsidR="00320950">
              <w:t xml:space="preserve"> of the following scenarios</w:t>
            </w:r>
            <w:r w:rsidR="005D1880">
              <w:t>,</w:t>
            </w:r>
            <w:r w:rsidR="00320950">
              <w:t xml:space="preserve"> </w:t>
            </w:r>
            <w:r w:rsidR="00BB522A">
              <w:t xml:space="preserve">providing information about the method of movement, requirements of </w:t>
            </w:r>
            <w:r w:rsidR="005D1880">
              <w:t xml:space="preserve">holding areas or </w:t>
            </w:r>
            <w:r w:rsidR="00C3156A">
              <w:t>temporary evacuation site</w:t>
            </w:r>
            <w:r w:rsidR="00BB522A">
              <w:t>, resources needed and risks involved for each scenario</w:t>
            </w:r>
            <w:r w:rsidR="00320950">
              <w:t>:</w:t>
            </w:r>
          </w:p>
          <w:p w14:paraId="288F6839" w14:textId="48B53481" w:rsidR="00320950" w:rsidRDefault="005D1880" w:rsidP="00320950">
            <w:pPr>
              <w:pStyle w:val="SIBulletList2"/>
            </w:pPr>
            <w:r>
              <w:t>two</w:t>
            </w:r>
            <w:r w:rsidR="00320950">
              <w:t xml:space="preserve"> severely injured, recumbent animal</w:t>
            </w:r>
            <w:r>
              <w:t>s</w:t>
            </w:r>
            <w:r w:rsidR="00320950">
              <w:t xml:space="preserve"> to be moved to a veterinary hospital </w:t>
            </w:r>
          </w:p>
          <w:p w14:paraId="0E6FD4B2" w14:textId="75E68EB0" w:rsidR="00320950" w:rsidRDefault="00100FA9" w:rsidP="00320950">
            <w:pPr>
              <w:pStyle w:val="SIBulletList2"/>
            </w:pPr>
            <w:r>
              <w:t>two</w:t>
            </w:r>
            <w:r w:rsidR="00320950">
              <w:t xml:space="preserve"> sedated animal</w:t>
            </w:r>
            <w:r>
              <w:t>s</w:t>
            </w:r>
            <w:r w:rsidR="00320950">
              <w:t xml:space="preserve"> to be moved to </w:t>
            </w:r>
            <w:r w:rsidR="00C3156A">
              <w:t>temporary shelter</w:t>
            </w:r>
            <w:r w:rsidR="00320950">
              <w:t xml:space="preserve"> close to the incident scene </w:t>
            </w:r>
          </w:p>
          <w:p w14:paraId="26E4266C" w14:textId="03D326D2" w:rsidR="00320950" w:rsidRDefault="00100FA9" w:rsidP="00320950">
            <w:pPr>
              <w:pStyle w:val="SIBulletList2"/>
            </w:pPr>
            <w:r>
              <w:t>three</w:t>
            </w:r>
            <w:r w:rsidR="00320950">
              <w:t xml:space="preserve"> </w:t>
            </w:r>
            <w:r>
              <w:t xml:space="preserve">highly stimulated </w:t>
            </w:r>
            <w:r w:rsidR="00320950">
              <w:t xml:space="preserve">animals to be moved along a public road </w:t>
            </w:r>
            <w:r w:rsidR="00BB522A">
              <w:t xml:space="preserve">after a traffic incident to </w:t>
            </w:r>
            <w:r>
              <w:t>a nearby</w:t>
            </w:r>
            <w:r w:rsidR="00BB522A">
              <w:t xml:space="preserve"> property</w:t>
            </w:r>
          </w:p>
          <w:p w14:paraId="7A8FA2F6" w14:textId="3B88EF2A" w:rsidR="008443F8" w:rsidRDefault="005D1880" w:rsidP="00320950">
            <w:pPr>
              <w:pStyle w:val="SIBulletList2"/>
            </w:pPr>
            <w:r>
              <w:t>three</w:t>
            </w:r>
            <w:r w:rsidR="008443F8">
              <w:t xml:space="preserve"> animals </w:t>
            </w:r>
            <w:r>
              <w:t>suspected of having</w:t>
            </w:r>
            <w:r w:rsidR="008443F8">
              <w:t xml:space="preserve"> a zoonotic disease to be moved to a quarantine site</w:t>
            </w:r>
          </w:p>
          <w:p w14:paraId="00DFACEB" w14:textId="0F4C007E" w:rsidR="00320950" w:rsidRPr="00320950" w:rsidRDefault="00320950" w:rsidP="00320950">
            <w:pPr>
              <w:pStyle w:val="SIBulletList1"/>
            </w:pPr>
            <w:r w:rsidRPr="00320950">
              <w:t xml:space="preserve">prepared a plan to evacuate a herd of at least 30 animals of one species to an evacuation site specifying resources (equipment, personnel, transport), route and requirements of the </w:t>
            </w:r>
            <w:r w:rsidR="00C3156A">
              <w:t>site</w:t>
            </w:r>
            <w:r w:rsidRPr="00320950">
              <w:t xml:space="preserve"> for an incident </w:t>
            </w:r>
            <w:r w:rsidR="00BB522A">
              <w:t xml:space="preserve">scenario </w:t>
            </w:r>
            <w:r w:rsidR="00C3156A">
              <w:t xml:space="preserve">with </w:t>
            </w:r>
            <w:r w:rsidRPr="00320950">
              <w:t>the potential to escalate</w:t>
            </w:r>
            <w:r w:rsidR="00BB522A">
              <w:t>.</w:t>
            </w:r>
            <w:r w:rsidRPr="00320950">
              <w:t xml:space="preserve"> 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292CC82B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09C6E97A" w14:textId="77777777" w:rsidR="008443F8" w:rsidRDefault="008443F8" w:rsidP="004C00B5">
            <w:pPr>
              <w:pStyle w:val="SIBulletList1"/>
            </w:pPr>
            <w:r>
              <w:t xml:space="preserve">basic </w:t>
            </w:r>
            <w:r w:rsidR="004C00B5" w:rsidRPr="00F50C7E">
              <w:t>principles of animal incident management</w:t>
            </w:r>
            <w:r>
              <w:t xml:space="preserve"> including:</w:t>
            </w:r>
          </w:p>
          <w:p w14:paraId="53E493E9" w14:textId="6EF72BB9" w:rsidR="004C00B5" w:rsidRDefault="008443F8" w:rsidP="008443F8">
            <w:pPr>
              <w:pStyle w:val="SIBulletList2"/>
            </w:pPr>
            <w:r>
              <w:t>control and command systems</w:t>
            </w:r>
          </w:p>
          <w:p w14:paraId="1B5558B6" w14:textId="34390560" w:rsidR="008443F8" w:rsidRPr="004C00B5" w:rsidRDefault="008443F8" w:rsidP="008443F8">
            <w:pPr>
              <w:pStyle w:val="SIBulletList2"/>
            </w:pPr>
            <w:r>
              <w:t>communication protocols</w:t>
            </w:r>
          </w:p>
          <w:p w14:paraId="234A1F05" w14:textId="77777777" w:rsidR="004C00B5" w:rsidRPr="004C00B5" w:rsidRDefault="004C00B5" w:rsidP="004C00B5">
            <w:pPr>
              <w:pStyle w:val="SIBulletList1"/>
            </w:pPr>
            <w:r>
              <w:t xml:space="preserve">incident </w:t>
            </w:r>
            <w:r w:rsidRPr="004C00B5">
              <w:t xml:space="preserve">risk factors, including: </w:t>
            </w:r>
          </w:p>
          <w:p w14:paraId="6D94DB3B" w14:textId="77777777" w:rsidR="004C00B5" w:rsidRDefault="004C00B5" w:rsidP="004C00B5">
            <w:pPr>
              <w:pStyle w:val="SIBulletList2"/>
            </w:pPr>
            <w:r>
              <w:t>unpredictable animal behaviour</w:t>
            </w:r>
          </w:p>
          <w:p w14:paraId="1AB5A84C" w14:textId="1E9829B5" w:rsidR="00100FA9" w:rsidRPr="004C00B5" w:rsidRDefault="00100FA9" w:rsidP="004C00B5">
            <w:pPr>
              <w:pStyle w:val="SIBulletList2"/>
            </w:pPr>
            <w:r>
              <w:t>size and weight of animals</w:t>
            </w:r>
          </w:p>
          <w:p w14:paraId="79D8623D" w14:textId="1D1DB244" w:rsidR="004C00B5" w:rsidRPr="004C00B5" w:rsidRDefault="004C00B5" w:rsidP="00100FA9">
            <w:pPr>
              <w:pStyle w:val="SIBulletList2"/>
            </w:pPr>
            <w:r>
              <w:t>other animals in vicinity, size of herd</w:t>
            </w:r>
          </w:p>
          <w:p w14:paraId="00BBF8F0" w14:textId="77777777" w:rsidR="004C00B5" w:rsidRPr="004C00B5" w:rsidRDefault="004C00B5" w:rsidP="004C00B5">
            <w:pPr>
              <w:pStyle w:val="SIBulletList2"/>
            </w:pPr>
            <w:r w:rsidRPr="00F50C7E">
              <w:t xml:space="preserve">human behaviour </w:t>
            </w:r>
            <w:r w:rsidRPr="004C00B5">
              <w:t xml:space="preserve">- owners and others </w:t>
            </w:r>
          </w:p>
          <w:p w14:paraId="4649B6E7" w14:textId="77777777" w:rsidR="004C00B5" w:rsidRDefault="004C00B5" w:rsidP="004C00B5">
            <w:pPr>
              <w:pStyle w:val="SIBulletList2"/>
            </w:pPr>
            <w:r>
              <w:t xml:space="preserve">environmental risks - </w:t>
            </w:r>
            <w:r w:rsidRPr="004C00B5">
              <w:t>noise, weather, geography, terrain</w:t>
            </w:r>
          </w:p>
          <w:p w14:paraId="5B1F5CEB" w14:textId="762EC02E" w:rsidR="008443F8" w:rsidRDefault="008443F8" w:rsidP="004C00B5">
            <w:pPr>
              <w:pStyle w:val="SIBulletList2"/>
            </w:pPr>
            <w:r w:rsidRPr="00387028">
              <w:t xml:space="preserve">hygiene and biosecurity </w:t>
            </w:r>
            <w:r>
              <w:t>(zoonotic diseases)</w:t>
            </w:r>
          </w:p>
          <w:p w14:paraId="4AD8AA17" w14:textId="0B60C1BF" w:rsidR="008443F8" w:rsidRPr="004C00B5" w:rsidRDefault="00B616AE" w:rsidP="004C00B5">
            <w:pPr>
              <w:pStyle w:val="SIBulletList2"/>
            </w:pPr>
            <w:r>
              <w:t xml:space="preserve">incident types, </w:t>
            </w:r>
            <w:r w:rsidRPr="00387028">
              <w:t>reason for the animals</w:t>
            </w:r>
            <w:r>
              <w:t xml:space="preserve"> to be moved and potential for</w:t>
            </w:r>
            <w:r w:rsidRPr="00387028">
              <w:t xml:space="preserve"> </w:t>
            </w:r>
            <w:r w:rsidR="008443F8">
              <w:t xml:space="preserve">escalation </w:t>
            </w:r>
          </w:p>
          <w:p w14:paraId="31C19804" w14:textId="77777777" w:rsidR="00100FA9" w:rsidRPr="00100FA9" w:rsidRDefault="00100FA9" w:rsidP="00100FA9">
            <w:pPr>
              <w:pStyle w:val="SIBulletList1"/>
            </w:pPr>
            <w:r w:rsidRPr="00602775">
              <w:t xml:space="preserve">behaviours </w:t>
            </w:r>
            <w:r w:rsidRPr="00100FA9">
              <w:t xml:space="preserve">of large animals relevant to incident scenes, including: </w:t>
            </w:r>
          </w:p>
          <w:p w14:paraId="6AF1A359" w14:textId="77777777" w:rsidR="00100FA9" w:rsidRPr="00100FA9" w:rsidRDefault="00100FA9" w:rsidP="00100FA9">
            <w:pPr>
              <w:pStyle w:val="SIBulletList2"/>
            </w:pPr>
            <w:r>
              <w:t xml:space="preserve">prey species motivated by fear - 'fight </w:t>
            </w:r>
            <w:r w:rsidRPr="00100FA9">
              <w:t>(kick, bite) or flight (run)' reactions</w:t>
            </w:r>
          </w:p>
          <w:p w14:paraId="53147BA0" w14:textId="77777777" w:rsidR="00100FA9" w:rsidRPr="00100FA9" w:rsidRDefault="00100FA9" w:rsidP="00100FA9">
            <w:pPr>
              <w:pStyle w:val="SIBulletList2"/>
            </w:pPr>
            <w:r>
              <w:t>animal flight zones and point of balance - used to make animals move</w:t>
            </w:r>
          </w:p>
          <w:p w14:paraId="53D79159" w14:textId="77777777" w:rsidR="00100FA9" w:rsidRPr="00100FA9" w:rsidRDefault="00100FA9" w:rsidP="00100FA9">
            <w:pPr>
              <w:pStyle w:val="SIBulletList2"/>
            </w:pPr>
            <w:r>
              <w:t xml:space="preserve">herd </w:t>
            </w:r>
            <w:r w:rsidRPr="00100FA9">
              <w:t>behaviours - crowding of animals, anxiety when separated from herd</w:t>
            </w:r>
          </w:p>
          <w:p w14:paraId="0FEFF693" w14:textId="77777777" w:rsidR="00100FA9" w:rsidRDefault="00100FA9" w:rsidP="00100FA9">
            <w:pPr>
              <w:pStyle w:val="SIBulletList2"/>
            </w:pPr>
            <w:r>
              <w:t>high unpredictability when frightened or distressed</w:t>
            </w:r>
          </w:p>
          <w:p w14:paraId="0A9003C1" w14:textId="77777777" w:rsidR="008443F8" w:rsidRDefault="008443F8" w:rsidP="004C00B5">
            <w:pPr>
              <w:pStyle w:val="SIBulletList1"/>
            </w:pPr>
            <w:r>
              <w:t>factors affecting the movement of animals, including:</w:t>
            </w:r>
          </w:p>
          <w:p w14:paraId="7F036918" w14:textId="754EBDBC" w:rsidR="008443F8" w:rsidRDefault="00B616AE" w:rsidP="00B616AE">
            <w:pPr>
              <w:pStyle w:val="SIBulletList2"/>
            </w:pPr>
            <w:r w:rsidRPr="00387028">
              <w:t>fit</w:t>
            </w:r>
            <w:r>
              <w:t>ness</w:t>
            </w:r>
            <w:r w:rsidRPr="00387028">
              <w:t xml:space="preserve"> to be moved or to travel</w:t>
            </w:r>
          </w:p>
          <w:p w14:paraId="40E3CD35" w14:textId="09FF2748" w:rsidR="008443F8" w:rsidRDefault="00B616AE" w:rsidP="00B616AE">
            <w:pPr>
              <w:pStyle w:val="SIBulletList2"/>
            </w:pPr>
            <w:r>
              <w:t xml:space="preserve">species </w:t>
            </w:r>
            <w:r w:rsidRPr="00387028">
              <w:t>specific needs</w:t>
            </w:r>
            <w:r>
              <w:t xml:space="preserve"> and</w:t>
            </w:r>
            <w:r w:rsidRPr="00387028">
              <w:t xml:space="preserve"> behavioural changes</w:t>
            </w:r>
          </w:p>
          <w:p w14:paraId="25E34800" w14:textId="77777777" w:rsidR="004C00B5" w:rsidRDefault="004C00B5" w:rsidP="004C00B5">
            <w:pPr>
              <w:pStyle w:val="SIBulletList1"/>
            </w:pPr>
            <w:r w:rsidRPr="00387028">
              <w:t>suitable methods for moving animals and equipment required</w:t>
            </w:r>
            <w:r>
              <w:t>, including:</w:t>
            </w:r>
          </w:p>
          <w:p w14:paraId="19431A81" w14:textId="77777777" w:rsidR="00B616AE" w:rsidRDefault="00B616AE" w:rsidP="004C00B5">
            <w:pPr>
              <w:pStyle w:val="SIBulletList2"/>
            </w:pPr>
            <w:r w:rsidRPr="00387028">
              <w:t xml:space="preserve">handling and restraint methods </w:t>
            </w:r>
          </w:p>
          <w:p w14:paraId="1B4DF9F9" w14:textId="21F7530D" w:rsidR="004C00B5" w:rsidRDefault="004C00B5" w:rsidP="004C00B5">
            <w:pPr>
              <w:pStyle w:val="SIBulletList2"/>
            </w:pPr>
            <w:r>
              <w:t>herding</w:t>
            </w:r>
            <w:r w:rsidR="00B616AE">
              <w:t xml:space="preserve"> and</w:t>
            </w:r>
            <w:r>
              <w:t xml:space="preserve"> mustering techniques</w:t>
            </w:r>
          </w:p>
          <w:p w14:paraId="197B945C" w14:textId="4DEEFEC6" w:rsidR="004C00B5" w:rsidRDefault="004C00B5" w:rsidP="004C00B5">
            <w:pPr>
              <w:pStyle w:val="SIBulletList2"/>
            </w:pPr>
            <w:r>
              <w:t>leading</w:t>
            </w:r>
            <w:r w:rsidR="00B616AE">
              <w:t xml:space="preserve"> and</w:t>
            </w:r>
            <w:r>
              <w:t xml:space="preserve"> walking</w:t>
            </w:r>
          </w:p>
          <w:p w14:paraId="34F74B2A" w14:textId="2E995182" w:rsidR="004C00B5" w:rsidRDefault="004C00B5" w:rsidP="004C00B5">
            <w:pPr>
              <w:pStyle w:val="SIBulletList2"/>
            </w:pPr>
            <w:r>
              <w:t>transport veh</w:t>
            </w:r>
            <w:r w:rsidR="008443F8">
              <w:t>icle types</w:t>
            </w:r>
          </w:p>
          <w:p w14:paraId="0E0B5783" w14:textId="64B0D907" w:rsidR="004C00B5" w:rsidRDefault="004C00B5" w:rsidP="004C00B5">
            <w:pPr>
              <w:pStyle w:val="SIBulletList1"/>
            </w:pPr>
            <w:r w:rsidRPr="00387028">
              <w:t xml:space="preserve">resources required to carry out the activity, including </w:t>
            </w:r>
            <w:r w:rsidR="00B616AE">
              <w:t xml:space="preserve">equipment and </w:t>
            </w:r>
            <w:r>
              <w:t>personnel</w:t>
            </w:r>
          </w:p>
          <w:p w14:paraId="369F9980" w14:textId="6BE42C2D" w:rsidR="004C00B5" w:rsidRDefault="004C00B5" w:rsidP="004C00B5">
            <w:pPr>
              <w:pStyle w:val="SIBulletList1"/>
            </w:pPr>
            <w:r w:rsidRPr="00387028">
              <w:t>factors affecting the</w:t>
            </w:r>
            <w:r w:rsidR="008443F8">
              <w:t>:</w:t>
            </w:r>
            <w:r w:rsidRPr="00387028">
              <w:t xml:space="preserve"> </w:t>
            </w:r>
          </w:p>
          <w:p w14:paraId="23D090C1" w14:textId="77777777" w:rsidR="004C00B5" w:rsidRPr="004C00B5" w:rsidRDefault="004C00B5" w:rsidP="004C00B5">
            <w:pPr>
              <w:pStyle w:val="SIBulletList2"/>
            </w:pPr>
            <w:r w:rsidRPr="00387028">
              <w:t>suitability of the location for the animal</w:t>
            </w:r>
            <w:r w:rsidRPr="004C00B5">
              <w:t xml:space="preserve">/s to be moved to </w:t>
            </w:r>
          </w:p>
          <w:p w14:paraId="2CA294FB" w14:textId="67D1189D" w:rsidR="008443F8" w:rsidRPr="00010B07" w:rsidRDefault="005D1880" w:rsidP="008443F8">
            <w:pPr>
              <w:pStyle w:val="SIBulletList2"/>
            </w:pPr>
            <w:r w:rsidRPr="005D1880">
              <w:t>containment requirements</w:t>
            </w:r>
            <w:r>
              <w:t xml:space="preserve"> of holding areas and </w:t>
            </w:r>
            <w:r w:rsidR="00C3156A">
              <w:t>temporary evacuation site</w:t>
            </w:r>
            <w:r w:rsidR="008443F8">
              <w:t>, including</w:t>
            </w:r>
            <w:r w:rsidR="008443F8" w:rsidRPr="00010B07">
              <w:t xml:space="preserve"> </w:t>
            </w:r>
            <w:r>
              <w:t xml:space="preserve">moveable </w:t>
            </w:r>
            <w:r w:rsidR="008443F8" w:rsidRPr="00010B07">
              <w:t>barriers, fencing, ropes</w:t>
            </w:r>
            <w:r w:rsidR="006D3454">
              <w:t xml:space="preserve">, </w:t>
            </w:r>
            <w:r>
              <w:t xml:space="preserve">improvised </w:t>
            </w:r>
            <w:r w:rsidR="006D3454">
              <w:t>equipment</w:t>
            </w:r>
            <w:r w:rsidR="008443F8" w:rsidRPr="00010B07">
              <w:t xml:space="preserve"> </w:t>
            </w:r>
          </w:p>
          <w:p w14:paraId="5BAA23D0" w14:textId="77777777" w:rsidR="005D1880" w:rsidRDefault="005D1880" w:rsidP="004C00B5">
            <w:pPr>
              <w:pStyle w:val="SIBulletList2"/>
            </w:pPr>
            <w:r>
              <w:t>quarantine and biosecurity</w:t>
            </w:r>
          </w:p>
          <w:p w14:paraId="134DFA02" w14:textId="77777777" w:rsidR="004C00B5" w:rsidRPr="004C00B5" w:rsidRDefault="004C00B5" w:rsidP="004C00B5">
            <w:pPr>
              <w:pStyle w:val="SIBulletList2"/>
            </w:pPr>
            <w:r w:rsidRPr="00387028">
              <w:t xml:space="preserve">choice of route </w:t>
            </w:r>
          </w:p>
          <w:p w14:paraId="5FD4BB10" w14:textId="28AFE19E" w:rsidR="00387028" w:rsidRPr="00387028" w:rsidRDefault="00387028" w:rsidP="00387028">
            <w:pPr>
              <w:pStyle w:val="SIBulletList1"/>
            </w:pPr>
            <w:r w:rsidRPr="00387028">
              <w:t xml:space="preserve">methods of identification used for animals </w:t>
            </w:r>
          </w:p>
          <w:p w14:paraId="7F192BA7" w14:textId="053FC556" w:rsidR="00387028" w:rsidRPr="00387028" w:rsidRDefault="00B616AE" w:rsidP="00387028">
            <w:pPr>
              <w:pStyle w:val="SIBulletList1"/>
            </w:pPr>
            <w:r>
              <w:t xml:space="preserve">techniques for </w:t>
            </w:r>
            <w:r w:rsidR="00387028" w:rsidRPr="00387028">
              <w:t>establish</w:t>
            </w:r>
            <w:r>
              <w:t>ing animals in new location and relevant requirements</w:t>
            </w:r>
            <w:r w:rsidR="00387028" w:rsidRPr="00387028">
              <w:t xml:space="preserve"> </w:t>
            </w:r>
          </w:p>
          <w:p w14:paraId="7EB91AAF" w14:textId="590A18C4" w:rsidR="00B616AE" w:rsidRDefault="00B616AE" w:rsidP="00387028">
            <w:pPr>
              <w:pStyle w:val="SIBulletList1"/>
            </w:pPr>
            <w:r>
              <w:lastRenderedPageBreak/>
              <w:t>workplace and regulatory requirements for :</w:t>
            </w:r>
          </w:p>
          <w:p w14:paraId="0490ECE0" w14:textId="77777777" w:rsidR="00B616AE" w:rsidRDefault="00387028" w:rsidP="00B616AE">
            <w:pPr>
              <w:pStyle w:val="SIBulletList2"/>
            </w:pPr>
            <w:r w:rsidRPr="00387028">
              <w:t>record</w:t>
            </w:r>
            <w:r w:rsidR="00B616AE">
              <w:t xml:space="preserve"> keeping</w:t>
            </w:r>
          </w:p>
          <w:p w14:paraId="6D44C4DF" w14:textId="11EB4560" w:rsidR="008B2E64" w:rsidRPr="00845A35" w:rsidRDefault="00B616AE" w:rsidP="00B616AE">
            <w:pPr>
              <w:pStyle w:val="SIBulletList2"/>
              <w:rPr>
                <w:rFonts w:eastAsia="Calibri"/>
              </w:rPr>
            </w:pPr>
            <w:r>
              <w:t>animal identification.</w:t>
            </w:r>
            <w:r w:rsidR="00387028" w:rsidRPr="00387028">
              <w:t xml:space="preserve"> 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45401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445401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5F5DA906" w14:textId="3607D8C9" w:rsidR="00445401" w:rsidRPr="00445401" w:rsidRDefault="00445401" w:rsidP="00445401">
            <w:pPr>
              <w:pStyle w:val="SIBulletList1"/>
            </w:pPr>
            <w:bookmarkStart w:id="0" w:name="_GoBack"/>
            <w:r>
              <w:t>resources</w:t>
            </w:r>
            <w:bookmarkEnd w:id="0"/>
            <w:r w:rsidR="005D1880">
              <w:t>, equipment and materials</w:t>
            </w:r>
            <w:r w:rsidRPr="00445401">
              <w:t>:</w:t>
            </w:r>
          </w:p>
          <w:p w14:paraId="56C5756D" w14:textId="77777777" w:rsidR="00445401" w:rsidRDefault="00445401" w:rsidP="00445401">
            <w:pPr>
              <w:pStyle w:val="SIBulletList2"/>
            </w:pPr>
            <w:r w:rsidRPr="00445401">
              <w:t>incident scene scenarios involving large animals to address the performance evidence requirements.</w:t>
            </w:r>
          </w:p>
          <w:p w14:paraId="51190E27" w14:textId="77777777" w:rsidR="00445401" w:rsidRPr="00445401" w:rsidRDefault="00445401" w:rsidP="0044540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311A7E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7FC7F" w14:textId="77777777" w:rsidR="00311A7E" w:rsidRDefault="00311A7E" w:rsidP="00BF3F0A">
      <w:r>
        <w:separator/>
      </w:r>
    </w:p>
    <w:p w14:paraId="7B0E7ED5" w14:textId="77777777" w:rsidR="00311A7E" w:rsidRDefault="00311A7E"/>
  </w:endnote>
  <w:endnote w:type="continuationSeparator" w:id="0">
    <w:p w14:paraId="76C389A2" w14:textId="77777777" w:rsidR="00311A7E" w:rsidRDefault="00311A7E" w:rsidP="00BF3F0A">
      <w:r>
        <w:continuationSeparator/>
      </w:r>
    </w:p>
    <w:p w14:paraId="46840F0D" w14:textId="77777777" w:rsidR="00311A7E" w:rsidRDefault="00311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D8DA" w14:textId="77777777" w:rsidR="00330CDE" w:rsidRDefault="00330C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4815AACD" w:rsidR="00100FA9" w:rsidRPr="000754EC" w:rsidRDefault="00100FA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50DE">
          <w:rPr>
            <w:noProof/>
          </w:rPr>
          <w:t>3</w:t>
        </w:r>
        <w:r w:rsidRPr="000754EC">
          <w:fldChar w:fldCharType="end"/>
        </w:r>
      </w:p>
      <w:p w14:paraId="1F38AAB3" w14:textId="77777777" w:rsidR="00100FA9" w:rsidRDefault="00100FA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100FA9" w:rsidRDefault="00100FA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96970" w14:textId="77777777" w:rsidR="00330CDE" w:rsidRDefault="00330C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89FFF" w14:textId="77777777" w:rsidR="00311A7E" w:rsidRDefault="00311A7E" w:rsidP="00BF3F0A">
      <w:r>
        <w:separator/>
      </w:r>
    </w:p>
    <w:p w14:paraId="7A7EF50A" w14:textId="77777777" w:rsidR="00311A7E" w:rsidRDefault="00311A7E"/>
  </w:footnote>
  <w:footnote w:type="continuationSeparator" w:id="0">
    <w:p w14:paraId="4ACBD8A0" w14:textId="77777777" w:rsidR="00311A7E" w:rsidRDefault="00311A7E" w:rsidP="00BF3F0A">
      <w:r>
        <w:continuationSeparator/>
      </w:r>
    </w:p>
    <w:p w14:paraId="094251AA" w14:textId="77777777" w:rsidR="00311A7E" w:rsidRDefault="00311A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FCC70" w14:textId="77777777" w:rsidR="00330CDE" w:rsidRDefault="00330C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55CD47BE" w:rsidR="00100FA9" w:rsidRPr="00127AB0" w:rsidRDefault="00311A7E" w:rsidP="00127AB0">
    <w:sdt>
      <w:sdtPr>
        <w:id w:val="-438917762"/>
        <w:docPartObj>
          <w:docPartGallery w:val="Watermarks"/>
          <w:docPartUnique/>
        </w:docPartObj>
      </w:sdtPr>
      <w:sdtEndPr/>
      <w:sdtContent>
        <w:r>
          <w:pict w14:anchorId="213D11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0FA9" w:rsidRPr="00127AB0">
      <w:t>ACM</w:t>
    </w:r>
    <w:r w:rsidR="00100FA9">
      <w:t>AIM</w:t>
    </w:r>
    <w:r w:rsidR="0031129A">
      <w:t>XX</w:t>
    </w:r>
    <w:r w:rsidR="00100FA9" w:rsidRPr="00127AB0">
      <w:t xml:space="preserve">6 </w:t>
    </w:r>
    <w:r w:rsidR="00100FA9" w:rsidRPr="001436DB">
      <w:t>Co</w:t>
    </w:r>
    <w:r w:rsidR="003A50DE">
      <w:t>ordinate</w:t>
    </w:r>
    <w:r w:rsidR="00100FA9" w:rsidRPr="001436DB">
      <w:t xml:space="preserve"> large animal movement and evacuation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C30F7" w14:textId="77777777" w:rsidR="00330CDE" w:rsidRDefault="00330C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052126"/>
    <w:multiLevelType w:val="hybridMultilevel"/>
    <w:tmpl w:val="D03A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20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3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0B07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52A77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C149A"/>
    <w:rsid w:val="000C224E"/>
    <w:rsid w:val="000C7B45"/>
    <w:rsid w:val="000E25E6"/>
    <w:rsid w:val="000E2C86"/>
    <w:rsid w:val="000F29F2"/>
    <w:rsid w:val="00100FA9"/>
    <w:rsid w:val="00101659"/>
    <w:rsid w:val="00105AEA"/>
    <w:rsid w:val="001078BF"/>
    <w:rsid w:val="00127AB0"/>
    <w:rsid w:val="00133957"/>
    <w:rsid w:val="001372F6"/>
    <w:rsid w:val="001436DB"/>
    <w:rsid w:val="00144385"/>
    <w:rsid w:val="00146EEC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2529"/>
    <w:rsid w:val="001C33C9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51D04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129A"/>
    <w:rsid w:val="00311A7E"/>
    <w:rsid w:val="003144E6"/>
    <w:rsid w:val="00320950"/>
    <w:rsid w:val="00321E06"/>
    <w:rsid w:val="003245AB"/>
    <w:rsid w:val="00327DF1"/>
    <w:rsid w:val="00330CDE"/>
    <w:rsid w:val="00331338"/>
    <w:rsid w:val="00335A5E"/>
    <w:rsid w:val="00337E82"/>
    <w:rsid w:val="00344709"/>
    <w:rsid w:val="00346FDC"/>
    <w:rsid w:val="00350BB1"/>
    <w:rsid w:val="00351E55"/>
    <w:rsid w:val="00352C83"/>
    <w:rsid w:val="00357EBA"/>
    <w:rsid w:val="00360861"/>
    <w:rsid w:val="00366805"/>
    <w:rsid w:val="00366A68"/>
    <w:rsid w:val="00366DBE"/>
    <w:rsid w:val="0037067D"/>
    <w:rsid w:val="00373436"/>
    <w:rsid w:val="00387028"/>
    <w:rsid w:val="0038735B"/>
    <w:rsid w:val="003916D1"/>
    <w:rsid w:val="00393FFC"/>
    <w:rsid w:val="003A21F0"/>
    <w:rsid w:val="003A277F"/>
    <w:rsid w:val="003A50DE"/>
    <w:rsid w:val="003A58BA"/>
    <w:rsid w:val="003A5AE7"/>
    <w:rsid w:val="003A5B5D"/>
    <w:rsid w:val="003A7221"/>
    <w:rsid w:val="003B3493"/>
    <w:rsid w:val="003C13AE"/>
    <w:rsid w:val="003D125B"/>
    <w:rsid w:val="003D2E73"/>
    <w:rsid w:val="003E38C0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45401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B5"/>
    <w:rsid w:val="004C2244"/>
    <w:rsid w:val="004C5AA2"/>
    <w:rsid w:val="004C60E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9F0"/>
    <w:rsid w:val="005708EB"/>
    <w:rsid w:val="00572DFD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5D8"/>
    <w:rsid w:val="005D1880"/>
    <w:rsid w:val="005D1AFD"/>
    <w:rsid w:val="005E51E6"/>
    <w:rsid w:val="005F027A"/>
    <w:rsid w:val="005F2D60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75FF7"/>
    <w:rsid w:val="00686A49"/>
    <w:rsid w:val="00687B62"/>
    <w:rsid w:val="00690C44"/>
    <w:rsid w:val="006969D9"/>
    <w:rsid w:val="006A2B68"/>
    <w:rsid w:val="006C2F32"/>
    <w:rsid w:val="006C3A96"/>
    <w:rsid w:val="006D3454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6F43D8"/>
    <w:rsid w:val="00703745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0E23"/>
    <w:rsid w:val="00781D77"/>
    <w:rsid w:val="00783549"/>
    <w:rsid w:val="007860B7"/>
    <w:rsid w:val="00786DC8"/>
    <w:rsid w:val="007909C4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043D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43F8"/>
    <w:rsid w:val="00845A35"/>
    <w:rsid w:val="00847B60"/>
    <w:rsid w:val="00850243"/>
    <w:rsid w:val="00851BE5"/>
    <w:rsid w:val="008545EB"/>
    <w:rsid w:val="0085710B"/>
    <w:rsid w:val="00865011"/>
    <w:rsid w:val="00866E99"/>
    <w:rsid w:val="00867397"/>
    <w:rsid w:val="00870588"/>
    <w:rsid w:val="00886790"/>
    <w:rsid w:val="008908DE"/>
    <w:rsid w:val="008A12ED"/>
    <w:rsid w:val="008A39D3"/>
    <w:rsid w:val="008B2C77"/>
    <w:rsid w:val="008B2E64"/>
    <w:rsid w:val="008B4AD2"/>
    <w:rsid w:val="008B7138"/>
    <w:rsid w:val="008D3089"/>
    <w:rsid w:val="008D737C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01E5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6A8"/>
    <w:rsid w:val="00A223A6"/>
    <w:rsid w:val="00A3308A"/>
    <w:rsid w:val="00A3639E"/>
    <w:rsid w:val="00A5092E"/>
    <w:rsid w:val="00A535F3"/>
    <w:rsid w:val="00A554D6"/>
    <w:rsid w:val="00A55985"/>
    <w:rsid w:val="00A56E14"/>
    <w:rsid w:val="00A64042"/>
    <w:rsid w:val="00A6476B"/>
    <w:rsid w:val="00A70B19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1BA9"/>
    <w:rsid w:val="00B22C67"/>
    <w:rsid w:val="00B3423B"/>
    <w:rsid w:val="00B3508F"/>
    <w:rsid w:val="00B443EE"/>
    <w:rsid w:val="00B560C8"/>
    <w:rsid w:val="00B61150"/>
    <w:rsid w:val="00B616AE"/>
    <w:rsid w:val="00B6311B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B522A"/>
    <w:rsid w:val="00BC150E"/>
    <w:rsid w:val="00BC15E0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2237"/>
    <w:rsid w:val="00C24E81"/>
    <w:rsid w:val="00C26067"/>
    <w:rsid w:val="00C30A29"/>
    <w:rsid w:val="00C3156A"/>
    <w:rsid w:val="00C317DC"/>
    <w:rsid w:val="00C33A59"/>
    <w:rsid w:val="00C42DC0"/>
    <w:rsid w:val="00C578E9"/>
    <w:rsid w:val="00C63683"/>
    <w:rsid w:val="00C70626"/>
    <w:rsid w:val="00C72860"/>
    <w:rsid w:val="00C73582"/>
    <w:rsid w:val="00C73B90"/>
    <w:rsid w:val="00C742EC"/>
    <w:rsid w:val="00C871B5"/>
    <w:rsid w:val="00C96AF3"/>
    <w:rsid w:val="00C97CCC"/>
    <w:rsid w:val="00CA0274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4A2E"/>
    <w:rsid w:val="00D25D16"/>
    <w:rsid w:val="00D27CE8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3F75"/>
    <w:rsid w:val="00DC5A3A"/>
    <w:rsid w:val="00DD0726"/>
    <w:rsid w:val="00DD6740"/>
    <w:rsid w:val="00E03CDF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5C88"/>
    <w:rsid w:val="00EC0469"/>
    <w:rsid w:val="00EE627F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0A8"/>
    <w:rsid w:val="00F76191"/>
    <w:rsid w:val="00F76CC6"/>
    <w:rsid w:val="00F82FC3"/>
    <w:rsid w:val="00F83D7C"/>
    <w:rsid w:val="00FB232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3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E662BB6C9F74190F20DC9A980A559" ma:contentTypeVersion="" ma:contentTypeDescription="Create a new document." ma:contentTypeScope="" ma:versionID="99e93193caeaf8c7145f55d2e181293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881CF-9FA7-47D7-A553-943CF7F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47635F-DE16-4E0B-B11E-47E97C1A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216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20</cp:revision>
  <cp:lastPrinted>2019-01-06T06:06:00Z</cp:lastPrinted>
  <dcterms:created xsi:type="dcterms:W3CDTF">2018-12-31T02:06:00Z</dcterms:created>
  <dcterms:modified xsi:type="dcterms:W3CDTF">2019-01-28T05:53:00Z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0x0101005B9E662BB6C9F74190F20DC9A980A559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1500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Development</vt:lpwstr>
  </property>
</Properties>
</file>