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0DE0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4CC7BD96" w14:textId="77777777" w:rsidTr="00407FD4">
        <w:tc>
          <w:tcPr>
            <w:tcW w:w="2689" w:type="dxa"/>
          </w:tcPr>
          <w:p w14:paraId="5D63AA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53A06EC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B742554" w14:textId="77777777" w:rsidTr="00407FD4">
        <w:tc>
          <w:tcPr>
            <w:tcW w:w="2689" w:type="dxa"/>
          </w:tcPr>
          <w:p w14:paraId="25C0FAC9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B4D98">
              <w:t>1</w:t>
            </w:r>
          </w:p>
        </w:tc>
        <w:tc>
          <w:tcPr>
            <w:tcW w:w="6945" w:type="dxa"/>
          </w:tcPr>
          <w:p w14:paraId="7761BBF2" w14:textId="30D923E2" w:rsidR="00F1480E" w:rsidRPr="000754EC" w:rsidRDefault="00F1480E" w:rsidP="004B4D98">
            <w:r w:rsidRPr="00CC451E">
              <w:t xml:space="preserve">This version released with </w:t>
            </w:r>
            <w:r w:rsidR="00662A69" w:rsidRPr="00662A69">
              <w:t>Agriculture Horticulture and Conservation and Land Management Training Package</w:t>
            </w:r>
            <w:r w:rsidRPr="000754EC">
              <w:t xml:space="preserve"> </w:t>
            </w:r>
            <w:r w:rsidR="008D1DB3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1C8EF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7B0A6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96997F" w14:textId="3D86DFEE" w:rsidR="00F1480E" w:rsidRPr="000754EC" w:rsidRDefault="004B4D98" w:rsidP="000754EC">
            <w:pPr>
              <w:pStyle w:val="SIUNITCODE"/>
            </w:pPr>
            <w:r>
              <w:t>A</w:t>
            </w:r>
            <w:r w:rsidR="00662A69">
              <w:t>HC</w:t>
            </w:r>
            <w:r>
              <w:t>CFP</w:t>
            </w:r>
            <w:r w:rsidR="00630143">
              <w:t>3</w:t>
            </w:r>
            <w:r>
              <w:t>X1</w:t>
            </w:r>
          </w:p>
        </w:tc>
        <w:tc>
          <w:tcPr>
            <w:tcW w:w="3604" w:type="pct"/>
            <w:shd w:val="clear" w:color="auto" w:fill="auto"/>
          </w:tcPr>
          <w:p w14:paraId="208B4FA4" w14:textId="77777777" w:rsidR="00F1480E" w:rsidRPr="000754EC" w:rsidRDefault="004B4D98" w:rsidP="000754EC">
            <w:pPr>
              <w:pStyle w:val="SIUnittitle"/>
            </w:pPr>
            <w:r>
              <w:t>Identify benefits of carbon farming</w:t>
            </w:r>
          </w:p>
        </w:tc>
      </w:tr>
      <w:tr w:rsidR="00F1480E" w:rsidRPr="00963A46" w14:paraId="2FA2703A" w14:textId="77777777" w:rsidTr="00CA2922">
        <w:tc>
          <w:tcPr>
            <w:tcW w:w="1396" w:type="pct"/>
            <w:shd w:val="clear" w:color="auto" w:fill="auto"/>
          </w:tcPr>
          <w:p w14:paraId="5A4A60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6764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755A15" w14:textId="48DFD305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F95DA5">
              <w:t xml:space="preserve">analyse the environmental, social and cultural, and economic benefits </w:t>
            </w:r>
            <w:r w:rsidR="00407FD4">
              <w:t xml:space="preserve">and </w:t>
            </w:r>
            <w:r w:rsidR="00F95DA5">
              <w:t>co-benefits of carbon farming.</w:t>
            </w:r>
          </w:p>
          <w:p w14:paraId="480D7CB8" w14:textId="77777777" w:rsidR="00916CD7" w:rsidRDefault="00916CD7" w:rsidP="000754EC">
            <w:pPr>
              <w:pStyle w:val="SIText"/>
            </w:pPr>
          </w:p>
          <w:p w14:paraId="037F4912" w14:textId="622A6261" w:rsidR="00616845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F95DA5">
              <w:t xml:space="preserve">individuals who </w:t>
            </w:r>
            <w:r w:rsidR="003A40D1">
              <w:t xml:space="preserve">participate in land management activities, who require knowledge and skills </w:t>
            </w:r>
            <w:r w:rsidR="00F95DA5">
              <w:t xml:space="preserve">to </w:t>
            </w:r>
            <w:r w:rsidR="003A40D1">
              <w:t xml:space="preserve">make decisions around </w:t>
            </w:r>
            <w:r w:rsidR="00407FD4">
              <w:t>activities that reduce greenhouse gas emissions. It may lead on to participation in a carbon farming project.</w:t>
            </w:r>
          </w:p>
          <w:p w14:paraId="4522E432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669935E4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1EB562F7" w14:textId="77777777" w:rsidR="00373436" w:rsidRPr="000754EC" w:rsidRDefault="00373436" w:rsidP="004B4D98">
            <w:pPr>
              <w:pStyle w:val="SIText"/>
            </w:pPr>
          </w:p>
        </w:tc>
      </w:tr>
      <w:tr w:rsidR="00F1480E" w:rsidRPr="00963A46" w14:paraId="53E2ED94" w14:textId="77777777" w:rsidTr="00CA2922">
        <w:tc>
          <w:tcPr>
            <w:tcW w:w="1396" w:type="pct"/>
            <w:shd w:val="clear" w:color="auto" w:fill="auto"/>
          </w:tcPr>
          <w:p w14:paraId="05B83A64" w14:textId="77777777" w:rsidR="00F1480E" w:rsidRPr="000754EC" w:rsidRDefault="00FD557D" w:rsidP="000754EC">
            <w:pPr>
              <w:pStyle w:val="SIHeading2"/>
            </w:pPr>
            <w:r w:rsidRPr="00923720">
              <w:t xml:space="preserve">Prerequisite </w:t>
            </w:r>
            <w:r w:rsidR="00662A69">
              <w:t>u</w:t>
            </w:r>
            <w:r w:rsidRPr="00923720">
              <w:t>nit</w:t>
            </w:r>
          </w:p>
        </w:tc>
        <w:tc>
          <w:tcPr>
            <w:tcW w:w="3604" w:type="pct"/>
            <w:shd w:val="clear" w:color="auto" w:fill="auto"/>
          </w:tcPr>
          <w:p w14:paraId="07A4AF3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BFC65E" w14:textId="77777777" w:rsidTr="00CA2922">
        <w:tc>
          <w:tcPr>
            <w:tcW w:w="1396" w:type="pct"/>
            <w:shd w:val="clear" w:color="auto" w:fill="auto"/>
          </w:tcPr>
          <w:p w14:paraId="43C138BB" w14:textId="77777777" w:rsidR="00F1480E" w:rsidRPr="000754EC" w:rsidRDefault="00FD557D" w:rsidP="000754EC">
            <w:pPr>
              <w:pStyle w:val="SIHeading2"/>
            </w:pPr>
            <w:r w:rsidRPr="00923720">
              <w:t xml:space="preserve">Unit </w:t>
            </w:r>
            <w:r w:rsidR="00662A69">
              <w:t>s</w:t>
            </w:r>
            <w:r w:rsidRPr="00923720">
              <w:t>ector</w:t>
            </w:r>
          </w:p>
        </w:tc>
        <w:tc>
          <w:tcPr>
            <w:tcW w:w="3604" w:type="pct"/>
            <w:shd w:val="clear" w:color="auto" w:fill="auto"/>
          </w:tcPr>
          <w:p w14:paraId="66AA4256" w14:textId="77777777" w:rsidR="00F1480E" w:rsidRPr="000754EC" w:rsidRDefault="004B4D98" w:rsidP="000754EC">
            <w:pPr>
              <w:pStyle w:val="SIText"/>
            </w:pPr>
            <w:r>
              <w:t>Carbon Farming</w:t>
            </w:r>
          </w:p>
        </w:tc>
      </w:tr>
    </w:tbl>
    <w:p w14:paraId="5429D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CDD9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4D2F0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1320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3861A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0F30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BF26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3DB01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06DB46" w14:textId="75FB566B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A32227">
              <w:t>Consider the effects of climate change</w:t>
            </w:r>
          </w:p>
        </w:tc>
        <w:tc>
          <w:tcPr>
            <w:tcW w:w="3604" w:type="pct"/>
            <w:shd w:val="clear" w:color="auto" w:fill="auto"/>
          </w:tcPr>
          <w:p w14:paraId="36080F5D" w14:textId="25FD2985" w:rsidR="00A96B01" w:rsidRDefault="00F1480E" w:rsidP="000754EC">
            <w:pPr>
              <w:pStyle w:val="SIText"/>
            </w:pPr>
            <w:r w:rsidRPr="008908DE">
              <w:t xml:space="preserve">1.1 </w:t>
            </w:r>
            <w:r w:rsidR="00A96B01">
              <w:t>Identify the effects of greenhouse gas emissions</w:t>
            </w:r>
          </w:p>
          <w:p w14:paraId="2B60B4BE" w14:textId="2879A257" w:rsidR="007334D3" w:rsidRDefault="00F95DA5" w:rsidP="000754EC">
            <w:pPr>
              <w:pStyle w:val="SIText"/>
            </w:pPr>
            <w:r>
              <w:t xml:space="preserve">1.2 </w:t>
            </w:r>
            <w:r w:rsidR="00407FD4">
              <w:t>Determine</w:t>
            </w:r>
            <w:r w:rsidR="007334D3">
              <w:t xml:space="preserve"> industries that are major producers of greenhouse gases</w:t>
            </w:r>
          </w:p>
          <w:p w14:paraId="2429F7E3" w14:textId="1ED6F791" w:rsidR="007334D3" w:rsidRDefault="00F95DA5" w:rsidP="007334D3">
            <w:pPr>
              <w:pStyle w:val="SIText"/>
            </w:pPr>
            <w:r>
              <w:t xml:space="preserve">1.3 </w:t>
            </w:r>
            <w:r w:rsidR="007334D3">
              <w:t>Identify the role of agriculture in the production of greenhouse gas emissions</w:t>
            </w:r>
          </w:p>
          <w:p w14:paraId="6AFF6BE4" w14:textId="1A830A58" w:rsidR="00F1480E" w:rsidRPr="000754EC" w:rsidRDefault="00F95DA5" w:rsidP="008322BE">
            <w:pPr>
              <w:pStyle w:val="SIText"/>
            </w:pPr>
            <w:r>
              <w:t xml:space="preserve">1.4 </w:t>
            </w:r>
            <w:r w:rsidR="00407FD4">
              <w:t>Determine</w:t>
            </w:r>
            <w:r w:rsidR="007334D3">
              <w:t xml:space="preserve"> the benefits</w:t>
            </w:r>
            <w:r w:rsidR="007334D3" w:rsidRPr="007334D3">
              <w:t xml:space="preserve"> of reducing greenhouse gas emissions</w:t>
            </w:r>
          </w:p>
        </w:tc>
      </w:tr>
      <w:tr w:rsidR="00F1480E" w:rsidRPr="00963A46" w14:paraId="5DD5B0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DAB523" w14:textId="259ACC9B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4A3927">
              <w:t xml:space="preserve">Consider </w:t>
            </w:r>
            <w:r w:rsidR="00F95DA5">
              <w:t xml:space="preserve">the </w:t>
            </w:r>
            <w:r w:rsidR="00153138">
              <w:t>carbon cycle</w:t>
            </w:r>
          </w:p>
        </w:tc>
        <w:tc>
          <w:tcPr>
            <w:tcW w:w="3604" w:type="pct"/>
            <w:shd w:val="clear" w:color="auto" w:fill="auto"/>
          </w:tcPr>
          <w:p w14:paraId="6A2CCC75" w14:textId="7169E942" w:rsidR="007334D3" w:rsidRDefault="00F1480E" w:rsidP="007334D3">
            <w:pPr>
              <w:pStyle w:val="SIText"/>
            </w:pPr>
            <w:r w:rsidRPr="008908DE">
              <w:t xml:space="preserve">2.1 </w:t>
            </w:r>
            <w:r w:rsidR="007334D3">
              <w:t>Identify the role of carbon in the biosphere</w:t>
            </w:r>
          </w:p>
          <w:p w14:paraId="691ECE1A" w14:textId="1B49AA3C" w:rsidR="00BF0D60" w:rsidRPr="000754EC" w:rsidRDefault="00F95DA5" w:rsidP="000754EC">
            <w:pPr>
              <w:pStyle w:val="SIText"/>
            </w:pPr>
            <w:r>
              <w:t xml:space="preserve">2.2 </w:t>
            </w:r>
            <w:r w:rsidR="00407FD4">
              <w:t>Determine</w:t>
            </w:r>
            <w:r w:rsidR="007334D3">
              <w:t xml:space="preserve"> types of carbon and where it is stored</w:t>
            </w:r>
          </w:p>
        </w:tc>
      </w:tr>
      <w:tr w:rsidR="00FF553F" w:rsidRPr="00963A46" w14:paraId="4CE36A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63C067" w14:textId="4B1617F0" w:rsidR="00FF553F" w:rsidRPr="008908DE" w:rsidRDefault="006D33BC" w:rsidP="000754EC">
            <w:pPr>
              <w:pStyle w:val="SIText"/>
            </w:pPr>
            <w:r>
              <w:t>3</w:t>
            </w:r>
            <w:r w:rsidR="00F95DA5">
              <w:t xml:space="preserve">. </w:t>
            </w:r>
            <w:r w:rsidR="00684AB2">
              <w:t>Identify land management pr</w:t>
            </w:r>
            <w:r w:rsidR="00EC22F6">
              <w:t>actices</w:t>
            </w:r>
            <w:r w:rsidR="00684AB2">
              <w:t xml:space="preserve"> that </w:t>
            </w:r>
            <w:r w:rsidR="00F95DA5">
              <w:t>reduce greenhouse gas emissions</w:t>
            </w:r>
          </w:p>
        </w:tc>
        <w:tc>
          <w:tcPr>
            <w:tcW w:w="3604" w:type="pct"/>
            <w:shd w:val="clear" w:color="auto" w:fill="auto"/>
          </w:tcPr>
          <w:p w14:paraId="5759A758" w14:textId="26AA1FA6" w:rsidR="00FF553F" w:rsidRDefault="006D33BC" w:rsidP="00FF553F">
            <w:pPr>
              <w:pStyle w:val="SIText"/>
            </w:pPr>
            <w:r>
              <w:t>3</w:t>
            </w:r>
            <w:r w:rsidR="00F95DA5">
              <w:t xml:space="preserve">.1 </w:t>
            </w:r>
            <w:r w:rsidR="00FF553F">
              <w:t xml:space="preserve">Identify </w:t>
            </w:r>
            <w:r w:rsidR="00684AB2">
              <w:t xml:space="preserve">land </w:t>
            </w:r>
            <w:r w:rsidR="00FF553F">
              <w:t>management practices to reduce methane</w:t>
            </w:r>
          </w:p>
          <w:p w14:paraId="2575C478" w14:textId="23F86739" w:rsidR="00FF553F" w:rsidRDefault="006D33BC" w:rsidP="00FF553F">
            <w:pPr>
              <w:pStyle w:val="SIText"/>
            </w:pPr>
            <w:r>
              <w:t>3</w:t>
            </w:r>
            <w:r w:rsidR="00F95DA5">
              <w:t xml:space="preserve">.2 </w:t>
            </w:r>
            <w:r w:rsidR="00FF553F">
              <w:t>Identify land management practices to reduce nitrous oxide</w:t>
            </w:r>
          </w:p>
          <w:p w14:paraId="31FEFFD8" w14:textId="16E1E16B" w:rsidR="00FF553F" w:rsidRDefault="006D33BC" w:rsidP="00FF553F">
            <w:pPr>
              <w:pStyle w:val="SIText"/>
            </w:pPr>
            <w:r>
              <w:t>3</w:t>
            </w:r>
            <w:r w:rsidR="00F95DA5">
              <w:t xml:space="preserve">.3 </w:t>
            </w:r>
            <w:r w:rsidR="00FF553F">
              <w:t>Identify land management practices to reduce carbon dioxide</w:t>
            </w:r>
          </w:p>
          <w:p w14:paraId="11D9000B" w14:textId="617E42B6" w:rsidR="00FF553F" w:rsidRDefault="006D33BC" w:rsidP="00E534BC">
            <w:pPr>
              <w:pStyle w:val="SIText"/>
            </w:pPr>
            <w:r>
              <w:t>3</w:t>
            </w:r>
            <w:r w:rsidR="00F95DA5">
              <w:t xml:space="preserve">.4 </w:t>
            </w:r>
            <w:r w:rsidR="00A62F18">
              <w:t>Determine</w:t>
            </w:r>
            <w:r w:rsidR="004A3927">
              <w:t xml:space="preserve"> the social and cultural, environmental and economic benefits and co-benefits of carbon farming</w:t>
            </w:r>
          </w:p>
        </w:tc>
      </w:tr>
    </w:tbl>
    <w:p w14:paraId="2F1523FB" w14:textId="77777777" w:rsidR="005F771F" w:rsidRDefault="005F771F" w:rsidP="005F771F">
      <w:pPr>
        <w:pStyle w:val="SIText"/>
      </w:pPr>
    </w:p>
    <w:p w14:paraId="3A3E3B35" w14:textId="77777777" w:rsidR="007334D3" w:rsidRDefault="007334D3" w:rsidP="000754EC">
      <w:bookmarkStart w:id="1" w:name="_Hlk526176478"/>
    </w:p>
    <w:bookmarkEnd w:id="1"/>
    <w:p w14:paraId="59121FB6" w14:textId="1B9E1983" w:rsidR="005F771F" w:rsidRPr="000754EC" w:rsidRDefault="005F771F" w:rsidP="000754EC">
      <w:r>
        <w:br w:type="page"/>
      </w:r>
    </w:p>
    <w:p w14:paraId="2757668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A6F9C1F" w14:textId="77777777" w:rsidTr="00CA2922">
        <w:trPr>
          <w:tblHeader/>
        </w:trPr>
        <w:tc>
          <w:tcPr>
            <w:tcW w:w="5000" w:type="pct"/>
            <w:gridSpan w:val="2"/>
          </w:tcPr>
          <w:p w14:paraId="5F061C7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7EFAF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EFC9BC" w14:textId="77777777" w:rsidTr="00CA2922">
        <w:trPr>
          <w:tblHeader/>
        </w:trPr>
        <w:tc>
          <w:tcPr>
            <w:tcW w:w="1396" w:type="pct"/>
          </w:tcPr>
          <w:p w14:paraId="76C50D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A10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492B3D4" w14:textId="77777777" w:rsidTr="00CA2922">
        <w:tc>
          <w:tcPr>
            <w:tcW w:w="1396" w:type="pct"/>
          </w:tcPr>
          <w:p w14:paraId="561B128E" w14:textId="0955887F" w:rsidR="00F1480E" w:rsidRPr="000754EC" w:rsidRDefault="00C323E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5D918A2" w14:textId="29A3F014" w:rsidR="00F1480E" w:rsidRPr="000754EC" w:rsidRDefault="00C323EB" w:rsidP="00DD0726">
            <w:pPr>
              <w:pStyle w:val="SIBulletList1"/>
            </w:pPr>
            <w:r>
              <w:rPr>
                <w:rFonts w:eastAsia="Calibri"/>
              </w:rPr>
              <w:t xml:space="preserve">Engage with </w:t>
            </w:r>
            <w:r w:rsidR="00E84789">
              <w:rPr>
                <w:rFonts w:eastAsia="Calibri"/>
              </w:rPr>
              <w:t>material</w:t>
            </w:r>
            <w:r>
              <w:rPr>
                <w:rFonts w:eastAsia="Calibri"/>
              </w:rPr>
              <w:t xml:space="preserve"> focussed on carbon farming benefits and techniques</w:t>
            </w:r>
          </w:p>
        </w:tc>
      </w:tr>
    </w:tbl>
    <w:p w14:paraId="3D694133" w14:textId="77777777" w:rsidR="00916CD7" w:rsidRDefault="00916CD7" w:rsidP="005F771F">
      <w:pPr>
        <w:pStyle w:val="SIText"/>
      </w:pPr>
    </w:p>
    <w:p w14:paraId="09F71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9C5C7" w14:textId="77777777" w:rsidTr="00F33FF2">
        <w:tc>
          <w:tcPr>
            <w:tcW w:w="5000" w:type="pct"/>
            <w:gridSpan w:val="4"/>
          </w:tcPr>
          <w:p w14:paraId="687CEF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 xml:space="preserve">nit </w:t>
            </w:r>
            <w:r w:rsidR="00662A69">
              <w:t>m</w:t>
            </w:r>
            <w:r w:rsidRPr="000754EC">
              <w:t xml:space="preserve">apping </w:t>
            </w:r>
            <w:r w:rsidR="00662A69">
              <w:t>i</w:t>
            </w:r>
            <w:r w:rsidRPr="000754EC">
              <w:t>nformation</w:t>
            </w:r>
          </w:p>
        </w:tc>
      </w:tr>
      <w:tr w:rsidR="00F1480E" w14:paraId="7EF5E7F6" w14:textId="77777777" w:rsidTr="00F33FF2">
        <w:tc>
          <w:tcPr>
            <w:tcW w:w="1028" w:type="pct"/>
          </w:tcPr>
          <w:p w14:paraId="3DF51F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C1E6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AF6F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679CC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BED652" w14:textId="77777777" w:rsidTr="00F33FF2">
        <w:tc>
          <w:tcPr>
            <w:tcW w:w="1028" w:type="pct"/>
          </w:tcPr>
          <w:p w14:paraId="3AD0C3A0" w14:textId="77777777" w:rsidR="00662A69" w:rsidRPr="00662A69" w:rsidRDefault="00662A69" w:rsidP="00662A69">
            <w:r w:rsidRPr="00662A69">
              <w:t>ACMCFPXX1 Identify benefits of carbon farming</w:t>
            </w:r>
          </w:p>
          <w:p w14:paraId="75EDAEDB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3A5A10A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2C3EA646" w14:textId="77777777" w:rsidR="00041E59" w:rsidRPr="000754EC" w:rsidRDefault="00662A69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A7D94B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A30D7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F72FD6" w14:textId="77777777" w:rsidTr="00CA2922">
        <w:tc>
          <w:tcPr>
            <w:tcW w:w="1396" w:type="pct"/>
            <w:shd w:val="clear" w:color="auto" w:fill="auto"/>
          </w:tcPr>
          <w:p w14:paraId="7EC001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F37C60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662A69">
              <w:t xml:space="preserve"> at: </w:t>
            </w:r>
            <w:r w:rsidR="00662A69" w:rsidRPr="00662A69">
              <w:t>https://vetnet.education.gov.au/Pages/TrainingDocs.aspx?q=c6399549-9c62-4a5e-bf1a-524b2322cf72</w:t>
            </w:r>
          </w:p>
        </w:tc>
      </w:tr>
    </w:tbl>
    <w:p w14:paraId="56F31116" w14:textId="77777777" w:rsidR="00F1480E" w:rsidRDefault="00F1480E" w:rsidP="005F771F">
      <w:pPr>
        <w:pStyle w:val="SIText"/>
      </w:pPr>
    </w:p>
    <w:p w14:paraId="45E36B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73E5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AD9B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40FE98" w14:textId="7BFB9F3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2A69">
              <w:t>AHCCFP</w:t>
            </w:r>
            <w:r w:rsidR="00630143">
              <w:t>3</w:t>
            </w:r>
            <w:r w:rsidR="00662A69">
              <w:t xml:space="preserve">X1 </w:t>
            </w:r>
            <w:r w:rsidR="00662A69" w:rsidRPr="00662A69">
              <w:t>Identify benefits of carbon farming</w:t>
            </w:r>
          </w:p>
        </w:tc>
      </w:tr>
      <w:tr w:rsidR="00556C4C" w:rsidRPr="00A55106" w14:paraId="58D55A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379ED7" w14:textId="77777777" w:rsidR="00556C4C" w:rsidRPr="000754EC" w:rsidRDefault="00D71E43" w:rsidP="000754EC">
            <w:pPr>
              <w:pStyle w:val="SIHeading2"/>
            </w:pPr>
            <w:r>
              <w:t xml:space="preserve">Performance </w:t>
            </w:r>
            <w:r w:rsidR="00662A69">
              <w:t>E</w:t>
            </w:r>
            <w:r w:rsidRPr="000754EC">
              <w:t>vidence</w:t>
            </w:r>
          </w:p>
        </w:tc>
      </w:tr>
      <w:tr w:rsidR="00556C4C" w:rsidRPr="00067E1C" w14:paraId="2E5B2933" w14:textId="77777777" w:rsidTr="00113678">
        <w:tc>
          <w:tcPr>
            <w:tcW w:w="5000" w:type="pct"/>
            <w:gridSpan w:val="2"/>
            <w:shd w:val="clear" w:color="auto" w:fill="auto"/>
          </w:tcPr>
          <w:p w14:paraId="64F69340" w14:textId="790DFE17" w:rsidR="007A300D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300D" w:rsidRPr="000754EC">
              <w:t xml:space="preserve">There must be evidence that the individual has </w:t>
            </w:r>
            <w:r w:rsidR="00407FD4">
              <w:t>identified the benefits of carbon farming, including</w:t>
            </w:r>
            <w:r w:rsidR="007A300D" w:rsidRPr="000754EC">
              <w:t>:</w:t>
            </w:r>
          </w:p>
          <w:p w14:paraId="7728CCDB" w14:textId="25A7CF8F" w:rsidR="00036DBB" w:rsidRDefault="00036DBB" w:rsidP="00036DB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identified at least three effects of </w:t>
            </w:r>
            <w:r w:rsidRPr="00036DBB">
              <w:rPr>
                <w:rFonts w:eastAsia="Calibri"/>
              </w:rPr>
              <w:t>climate</w:t>
            </w:r>
            <w:r>
              <w:rPr>
                <w:rFonts w:eastAsia="Calibri"/>
              </w:rPr>
              <w:t xml:space="preserve"> change</w:t>
            </w:r>
          </w:p>
          <w:p w14:paraId="51A7FE4E" w14:textId="77777777" w:rsidR="00BF0D60" w:rsidRDefault="00036DBB" w:rsidP="00036DB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identified three carbon farming practices that would reduce greenhouse gas emissions</w:t>
            </w:r>
          </w:p>
          <w:p w14:paraId="460E518B" w14:textId="41707F19" w:rsidR="00556C4C" w:rsidRPr="00036DBB" w:rsidRDefault="00BF0D60" w:rsidP="00036DB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identified </w:t>
            </w:r>
            <w:r w:rsidR="00C323EB">
              <w:rPr>
                <w:rFonts w:eastAsia="Calibri"/>
              </w:rPr>
              <w:t xml:space="preserve">at least </w:t>
            </w:r>
            <w:r>
              <w:rPr>
                <w:rFonts w:eastAsia="Calibri"/>
              </w:rPr>
              <w:t xml:space="preserve">one </w:t>
            </w:r>
            <w:r w:rsidR="00C323EB">
              <w:rPr>
                <w:rFonts w:eastAsia="Calibri"/>
              </w:rPr>
              <w:t>environmental</w:t>
            </w:r>
            <w:r>
              <w:rPr>
                <w:rFonts w:eastAsia="Calibri"/>
              </w:rPr>
              <w:t>, one social and one economic benefit of carbon farming.</w:t>
            </w:r>
          </w:p>
        </w:tc>
      </w:tr>
    </w:tbl>
    <w:p w14:paraId="7A484B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57E9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98072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0AE1CD" w14:textId="77777777" w:rsidTr="00CA2922">
        <w:tc>
          <w:tcPr>
            <w:tcW w:w="5000" w:type="pct"/>
            <w:shd w:val="clear" w:color="auto" w:fill="auto"/>
          </w:tcPr>
          <w:p w14:paraId="10B69CE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812602C" w14:textId="77777777" w:rsidR="008832E9" w:rsidRDefault="008832E9" w:rsidP="008832E9">
            <w:pPr>
              <w:pStyle w:val="SIBulletList1"/>
            </w:pPr>
            <w:r>
              <w:t>most abundant greenhouse gases, including water vapour (H</w:t>
            </w:r>
            <w:r w:rsidRPr="007334D3">
              <w:t>2</w:t>
            </w:r>
            <w:r>
              <w:t>O), carbon dioxide (CO</w:t>
            </w:r>
            <w:r w:rsidRPr="007334D3">
              <w:t>2</w:t>
            </w:r>
            <w:r>
              <w:t>), methane (CH</w:t>
            </w:r>
            <w:r w:rsidRPr="007334D3">
              <w:t>4</w:t>
            </w:r>
            <w:r>
              <w:t>), nitrous oxide (N</w:t>
            </w:r>
            <w:r w:rsidRPr="007334D3">
              <w:t>2</w:t>
            </w:r>
            <w:r>
              <w:t>O), ozone (O), chlorofluorocarbons (CFCs), hydrofluorocarbons (including HCFCs and HFCs)</w:t>
            </w:r>
          </w:p>
          <w:p w14:paraId="4A98A2C3" w14:textId="76DD8521" w:rsidR="00E56190" w:rsidRDefault="00E56190" w:rsidP="00036DBB">
            <w:pPr>
              <w:pStyle w:val="SIBulletList1"/>
            </w:pPr>
            <w:r>
              <w:t xml:space="preserve">the carbon </w:t>
            </w:r>
            <w:proofErr w:type="gramStart"/>
            <w:r>
              <w:t>cycle</w:t>
            </w:r>
            <w:proofErr w:type="gramEnd"/>
          </w:p>
          <w:p w14:paraId="051F4DEF" w14:textId="2DCDC8AF" w:rsidR="00036DBB" w:rsidRDefault="00036DBB" w:rsidP="00036DBB">
            <w:pPr>
              <w:pStyle w:val="SIBulletList1"/>
            </w:pPr>
            <w:r>
              <w:t>common land management practices (or carbon farming methods) that reduce greenhouse gas emissions, including:</w:t>
            </w:r>
          </w:p>
          <w:p w14:paraId="467D04F6" w14:textId="3721DEC1" w:rsidR="00036DBB" w:rsidRDefault="00036DBB" w:rsidP="00036DBB">
            <w:pPr>
              <w:pStyle w:val="SIBulletList2"/>
            </w:pPr>
            <w:r>
              <w:t>vegetation methods</w:t>
            </w:r>
            <w:r w:rsidR="008832E9">
              <w:t>:</w:t>
            </w:r>
            <w:r>
              <w:t xml:space="preserve"> </w:t>
            </w:r>
            <w:r w:rsidR="008832E9">
              <w:t xml:space="preserve">including </w:t>
            </w:r>
            <w:r>
              <w:t>regenerating native forests, protecting native forests by reducing land clearing, planting trees to grow carbon stocks</w:t>
            </w:r>
          </w:p>
          <w:p w14:paraId="3760DA3B" w14:textId="2B86E1EC" w:rsidR="00036DBB" w:rsidRDefault="00036DBB" w:rsidP="00036DBB">
            <w:pPr>
              <w:pStyle w:val="SIBulletList2"/>
            </w:pPr>
            <w:r>
              <w:t>savanna burning</w:t>
            </w:r>
            <w:r w:rsidR="008832E9">
              <w:t>:</w:t>
            </w:r>
            <w:r>
              <w:t xml:space="preserve"> including managing bushfires in Australi</w:t>
            </w:r>
            <w:r w:rsidR="00736815">
              <w:t>a</w:t>
            </w:r>
            <w:r>
              <w:t xml:space="preserve">'s savannas to avoid </w:t>
            </w:r>
            <w:r w:rsidR="00E56190">
              <w:t xml:space="preserve">harmful, </w:t>
            </w:r>
            <w:r w:rsidR="00736815">
              <w:t>high-</w:t>
            </w:r>
            <w:r w:rsidR="00924B6F">
              <w:t>temperature</w:t>
            </w:r>
            <w:r w:rsidR="00736815">
              <w:t xml:space="preserve"> fires</w:t>
            </w:r>
          </w:p>
          <w:p w14:paraId="3D8BBE13" w14:textId="57CF964A" w:rsidR="00036DBB" w:rsidRDefault="00036DBB" w:rsidP="00981A50">
            <w:pPr>
              <w:pStyle w:val="SIBulletList2"/>
            </w:pPr>
            <w:r>
              <w:t>agricultural practices</w:t>
            </w:r>
            <w:r w:rsidR="00287397">
              <w:t>:</w:t>
            </w:r>
            <w:r w:rsidR="00736815">
              <w:t xml:space="preserve"> </w:t>
            </w:r>
            <w:r w:rsidR="008832E9">
              <w:t xml:space="preserve">including </w:t>
            </w:r>
            <w:r w:rsidR="00736815">
              <w:t xml:space="preserve">building soil carbon through changed farming practices such as crop stubble retention, </w:t>
            </w:r>
            <w:r w:rsidR="00924B6F">
              <w:t>n</w:t>
            </w:r>
            <w:r>
              <w:t xml:space="preserve">o till cropping, mulching, </w:t>
            </w:r>
            <w:r w:rsidR="00736815">
              <w:t>improved water management</w:t>
            </w:r>
            <w:r>
              <w:t xml:space="preserve">, </w:t>
            </w:r>
            <w:r w:rsidR="00924B6F">
              <w:t xml:space="preserve">use of organic fertilisers, </w:t>
            </w:r>
            <w:r>
              <w:t>composting</w:t>
            </w:r>
            <w:r w:rsidR="00924B6F">
              <w:t>, protectin</w:t>
            </w:r>
            <w:r w:rsidR="00924B6F" w:rsidRPr="00924B6F">
              <w:t>g vegetation from stock grazing</w:t>
            </w:r>
            <w:r w:rsidR="00924B6F">
              <w:t>,</w:t>
            </w:r>
            <w:r w:rsidR="00924B6F" w:rsidRPr="00924B6F">
              <w:t xml:space="preserve"> </w:t>
            </w:r>
            <w:r w:rsidR="00924B6F">
              <w:t xml:space="preserve">reducing emissions from cattle and dairy cows through controlled </w:t>
            </w:r>
            <w:r w:rsidR="00924B6F" w:rsidRPr="00924B6F">
              <w:t>grazing</w:t>
            </w:r>
          </w:p>
          <w:p w14:paraId="346E88D3" w14:textId="77777777" w:rsidR="00F1480E" w:rsidRDefault="008832E9" w:rsidP="00C323EB">
            <w:pPr>
              <w:pStyle w:val="SIBulletList1"/>
            </w:pPr>
            <w:r>
              <w:t>Australia's commitment to global emissions reduction targets</w:t>
            </w:r>
          </w:p>
          <w:p w14:paraId="75272954" w14:textId="6834D709" w:rsidR="001C190F" w:rsidRDefault="00924B6F" w:rsidP="00C323EB">
            <w:pPr>
              <w:pStyle w:val="SIBulletList1"/>
            </w:pPr>
            <w:r>
              <w:t>e</w:t>
            </w:r>
            <w:r w:rsidR="00E56190">
              <w:t>nvironment</w:t>
            </w:r>
            <w:r>
              <w:t>a</w:t>
            </w:r>
            <w:r w:rsidR="00E56190">
              <w:t>l benefits of carbon farming</w:t>
            </w:r>
            <w:r w:rsidR="001C190F">
              <w:t xml:space="preserve"> including: improved biodiversity above and below ground, </w:t>
            </w:r>
            <w:r w:rsidR="00287397">
              <w:t>improved air, water and soil quality</w:t>
            </w:r>
            <w:r w:rsidR="001C190F">
              <w:t>, reduced greenhouse gas emissions, improved movement of water across landscape, reduced salinity/erosion/acidification/compaction, increased resilience to drought, increased land versatility</w:t>
            </w:r>
          </w:p>
          <w:p w14:paraId="2830E342" w14:textId="53BBD6D3" w:rsidR="00E56190" w:rsidRDefault="001C190F" w:rsidP="00C323EB">
            <w:pPr>
              <w:pStyle w:val="SIBulletList1"/>
            </w:pPr>
            <w:r>
              <w:t>social benefits of carbon farming including</w:t>
            </w:r>
            <w:r w:rsidR="00287397">
              <w:t xml:space="preserve"> increased social capital, Indigenous community empowerment,</w:t>
            </w:r>
            <w:r>
              <w:t xml:space="preserve"> increased resilience to drought, more stable and diverse income, healthier people and communities, improved succession planning</w:t>
            </w:r>
          </w:p>
          <w:p w14:paraId="06167773" w14:textId="545351CD" w:rsidR="001C190F" w:rsidRDefault="001C190F" w:rsidP="00C323EB">
            <w:pPr>
              <w:pStyle w:val="SIBulletList1"/>
            </w:pPr>
            <w:r>
              <w:t xml:space="preserve">economic benefits of carbon farming, including </w:t>
            </w:r>
            <w:r w:rsidR="00164FEF">
              <w:t xml:space="preserve">diversified income streams, </w:t>
            </w:r>
            <w:r w:rsidR="00287397">
              <w:t>increased farm productivity</w:t>
            </w:r>
            <w:r>
              <w:t>, access to finance</w:t>
            </w:r>
            <w:r w:rsidRPr="001C190F">
              <w:t xml:space="preserve">, </w:t>
            </w:r>
            <w:r>
              <w:t>increased land versatility</w:t>
            </w:r>
            <w:r w:rsidR="002136C6">
              <w:t>,</w:t>
            </w:r>
            <w:r w:rsidR="00287397">
              <w:t xml:space="preserve"> new skills and career development,</w:t>
            </w:r>
            <w:r w:rsidR="002136C6">
              <w:t xml:space="preserve"> less income spent on supplements and fertilizers.</w:t>
            </w:r>
          </w:p>
          <w:p w14:paraId="0B3C1C00" w14:textId="457EAFF3" w:rsidR="00924B6F" w:rsidRPr="000754EC" w:rsidRDefault="00924B6F" w:rsidP="00924B6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88544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FF1D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A124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E23CDA" w14:textId="77777777" w:rsidTr="00CA2922">
        <w:tc>
          <w:tcPr>
            <w:tcW w:w="5000" w:type="pct"/>
            <w:shd w:val="clear" w:color="auto" w:fill="auto"/>
          </w:tcPr>
          <w:p w14:paraId="091992E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6793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34ECD55" w14:textId="1284A7E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437D5E1" w14:textId="5B431C35" w:rsidR="00366805" w:rsidRPr="000754EC" w:rsidRDefault="00C323E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with access to information about climate change and carbon farming practices.</w:t>
            </w:r>
          </w:p>
          <w:p w14:paraId="6CB0CF22" w14:textId="77777777" w:rsidR="0021210E" w:rsidRDefault="0021210E" w:rsidP="000754EC">
            <w:pPr>
              <w:pStyle w:val="SIText"/>
            </w:pPr>
          </w:p>
          <w:p w14:paraId="56073B5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E7D7444" w14:textId="77777777" w:rsidR="00F1480E" w:rsidRPr="000754EC" w:rsidRDefault="00F1480E" w:rsidP="00662A6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B4563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2F8B0F" w14:textId="77777777" w:rsidTr="00662A69">
        <w:trPr>
          <w:trHeight w:val="70"/>
        </w:trPr>
        <w:tc>
          <w:tcPr>
            <w:tcW w:w="990" w:type="pct"/>
            <w:shd w:val="clear" w:color="auto" w:fill="auto"/>
          </w:tcPr>
          <w:p w14:paraId="400B77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0266D4" w14:textId="77777777" w:rsidR="00F1480E" w:rsidRPr="000754EC" w:rsidRDefault="00662A69" w:rsidP="000754EC">
            <w:pPr>
              <w:pStyle w:val="SIText"/>
            </w:pPr>
            <w:r w:rsidRPr="00662A69">
              <w:t xml:space="preserve">Companion Volumes, including Implementation Guides, are available at </w:t>
            </w:r>
            <w:proofErr w:type="spellStart"/>
            <w:r w:rsidRPr="00662A69">
              <w:t>VETNet</w:t>
            </w:r>
            <w:proofErr w:type="spellEnd"/>
            <w:r w:rsidRPr="00662A69">
              <w:t xml:space="preserve"> at: </w:t>
            </w:r>
            <w:hyperlink r:id="rId11" w:history="1">
              <w:r w:rsidRPr="00F3532F">
                <w:t>https://vetnet.education.gov.au/Pages/TrainingDocs.aspx?q=c6399549-9c62-4a5e-bf1a-524b2322cf72</w:t>
              </w:r>
            </w:hyperlink>
            <w:r>
              <w:t xml:space="preserve">. </w:t>
            </w:r>
          </w:p>
        </w:tc>
      </w:tr>
    </w:tbl>
    <w:p w14:paraId="60F6B98E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2ED81" w14:textId="77777777" w:rsidR="00B321F2" w:rsidRDefault="00B321F2" w:rsidP="00BF3F0A">
      <w:r>
        <w:separator/>
      </w:r>
    </w:p>
    <w:p w14:paraId="570E4B26" w14:textId="77777777" w:rsidR="00B321F2" w:rsidRDefault="00B321F2"/>
  </w:endnote>
  <w:endnote w:type="continuationSeparator" w:id="0">
    <w:p w14:paraId="0EEDC42D" w14:textId="77777777" w:rsidR="00B321F2" w:rsidRDefault="00B321F2" w:rsidP="00BF3F0A">
      <w:r>
        <w:continuationSeparator/>
      </w:r>
    </w:p>
    <w:p w14:paraId="528BAB71" w14:textId="77777777" w:rsidR="00B321F2" w:rsidRDefault="00B321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BBA32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66E81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71D5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FC7F2" w14:textId="77777777" w:rsidR="00B321F2" w:rsidRDefault="00B321F2" w:rsidP="00BF3F0A">
      <w:r>
        <w:separator/>
      </w:r>
    </w:p>
    <w:p w14:paraId="49363188" w14:textId="77777777" w:rsidR="00B321F2" w:rsidRDefault="00B321F2"/>
  </w:footnote>
  <w:footnote w:type="continuationSeparator" w:id="0">
    <w:p w14:paraId="712B6FFD" w14:textId="77777777" w:rsidR="00B321F2" w:rsidRDefault="00B321F2" w:rsidP="00BF3F0A">
      <w:r>
        <w:continuationSeparator/>
      </w:r>
    </w:p>
    <w:p w14:paraId="2A7429EF" w14:textId="77777777" w:rsidR="00B321F2" w:rsidRDefault="00B321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2AD4E" w14:textId="464879BE" w:rsidR="009C2650" w:rsidRPr="004B4D98" w:rsidRDefault="00B321F2" w:rsidP="004B4D98">
    <w:sdt>
      <w:sdtPr>
        <w:id w:val="1917978440"/>
        <w:docPartObj>
          <w:docPartGallery w:val="Watermarks"/>
          <w:docPartUnique/>
        </w:docPartObj>
      </w:sdtPr>
      <w:sdtEndPr/>
      <w:sdtContent>
        <w:r>
          <w:pict w14:anchorId="41A942C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B4D98">
      <w:t>A</w:t>
    </w:r>
    <w:r w:rsidR="00662A69">
      <w:t>HC</w:t>
    </w:r>
    <w:r w:rsidR="004B4D98">
      <w:t>CFP</w:t>
    </w:r>
    <w:r w:rsidR="00630143">
      <w:t>3</w:t>
    </w:r>
    <w:r w:rsidR="004B4D98">
      <w:t xml:space="preserve">X1 </w:t>
    </w:r>
    <w:r w:rsidR="004B4D98" w:rsidRPr="004B4D98">
      <w:t>Identify benefits of carbon farming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9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EC3"/>
    <w:rsid w:val="00036DBB"/>
    <w:rsid w:val="00041E59"/>
    <w:rsid w:val="00042BF7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91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138"/>
    <w:rsid w:val="00156EF3"/>
    <w:rsid w:val="00164FEF"/>
    <w:rsid w:val="00176E4F"/>
    <w:rsid w:val="0018546B"/>
    <w:rsid w:val="001A6A3E"/>
    <w:rsid w:val="001A7B6D"/>
    <w:rsid w:val="001B34D5"/>
    <w:rsid w:val="001B513A"/>
    <w:rsid w:val="001B647C"/>
    <w:rsid w:val="001C0A75"/>
    <w:rsid w:val="001C1306"/>
    <w:rsid w:val="001C190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6C6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397"/>
    <w:rsid w:val="002970C3"/>
    <w:rsid w:val="002A4CD3"/>
    <w:rsid w:val="002A6CC4"/>
    <w:rsid w:val="002C55E9"/>
    <w:rsid w:val="002D0C8B"/>
    <w:rsid w:val="002D330A"/>
    <w:rsid w:val="002E170C"/>
    <w:rsid w:val="002E193E"/>
    <w:rsid w:val="002E7D2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0D1"/>
    <w:rsid w:val="003A58BA"/>
    <w:rsid w:val="003A5AE7"/>
    <w:rsid w:val="003A7221"/>
    <w:rsid w:val="003B3493"/>
    <w:rsid w:val="003C13AE"/>
    <w:rsid w:val="003D2E73"/>
    <w:rsid w:val="003E3AA6"/>
    <w:rsid w:val="003E72B6"/>
    <w:rsid w:val="003E7BBE"/>
    <w:rsid w:val="00407FD4"/>
    <w:rsid w:val="004127E3"/>
    <w:rsid w:val="0043212E"/>
    <w:rsid w:val="00434366"/>
    <w:rsid w:val="00434ECE"/>
    <w:rsid w:val="00444423"/>
    <w:rsid w:val="00452F3E"/>
    <w:rsid w:val="0045569A"/>
    <w:rsid w:val="004640AE"/>
    <w:rsid w:val="004679E3"/>
    <w:rsid w:val="00475172"/>
    <w:rsid w:val="004758B0"/>
    <w:rsid w:val="004832D2"/>
    <w:rsid w:val="00485559"/>
    <w:rsid w:val="004A142B"/>
    <w:rsid w:val="004A3860"/>
    <w:rsid w:val="004A3927"/>
    <w:rsid w:val="004A44E8"/>
    <w:rsid w:val="004A581D"/>
    <w:rsid w:val="004A7706"/>
    <w:rsid w:val="004A77E3"/>
    <w:rsid w:val="004B29B7"/>
    <w:rsid w:val="004B4D9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7FB"/>
    <w:rsid w:val="005A1D70"/>
    <w:rsid w:val="005A3AA5"/>
    <w:rsid w:val="005A6C9C"/>
    <w:rsid w:val="005A74DC"/>
    <w:rsid w:val="005B5146"/>
    <w:rsid w:val="005D1AFD"/>
    <w:rsid w:val="005D3B99"/>
    <w:rsid w:val="005E51E6"/>
    <w:rsid w:val="005F027A"/>
    <w:rsid w:val="005F2D10"/>
    <w:rsid w:val="005F33CC"/>
    <w:rsid w:val="005F771F"/>
    <w:rsid w:val="006121D4"/>
    <w:rsid w:val="00613B49"/>
    <w:rsid w:val="00616845"/>
    <w:rsid w:val="00620E8E"/>
    <w:rsid w:val="00630143"/>
    <w:rsid w:val="00633CFE"/>
    <w:rsid w:val="00634FCA"/>
    <w:rsid w:val="00643D1B"/>
    <w:rsid w:val="006452B8"/>
    <w:rsid w:val="00652E62"/>
    <w:rsid w:val="00662A69"/>
    <w:rsid w:val="00684A0A"/>
    <w:rsid w:val="00684AB2"/>
    <w:rsid w:val="00686A49"/>
    <w:rsid w:val="00687B62"/>
    <w:rsid w:val="00690C44"/>
    <w:rsid w:val="006910F5"/>
    <w:rsid w:val="006969D9"/>
    <w:rsid w:val="006A2B68"/>
    <w:rsid w:val="006C2F32"/>
    <w:rsid w:val="006D33BC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4D3"/>
    <w:rsid w:val="0073404B"/>
    <w:rsid w:val="007341FF"/>
    <w:rsid w:val="00736815"/>
    <w:rsid w:val="007404E9"/>
    <w:rsid w:val="00741A02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2E9"/>
    <w:rsid w:val="00886790"/>
    <w:rsid w:val="008908DE"/>
    <w:rsid w:val="008A12ED"/>
    <w:rsid w:val="008A39D3"/>
    <w:rsid w:val="008B2C77"/>
    <w:rsid w:val="008B4AD2"/>
    <w:rsid w:val="008B7138"/>
    <w:rsid w:val="008D1DB3"/>
    <w:rsid w:val="008E0B1D"/>
    <w:rsid w:val="008E260C"/>
    <w:rsid w:val="008E39BE"/>
    <w:rsid w:val="008E62EC"/>
    <w:rsid w:val="008F32F6"/>
    <w:rsid w:val="00916CD7"/>
    <w:rsid w:val="00920927"/>
    <w:rsid w:val="00921B38"/>
    <w:rsid w:val="00923720"/>
    <w:rsid w:val="00924B6F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7F15"/>
    <w:rsid w:val="009D15E2"/>
    <w:rsid w:val="009D15FE"/>
    <w:rsid w:val="009D2E61"/>
    <w:rsid w:val="009D5D2C"/>
    <w:rsid w:val="009F0DCC"/>
    <w:rsid w:val="009F11CA"/>
    <w:rsid w:val="00A01C4B"/>
    <w:rsid w:val="00A0695B"/>
    <w:rsid w:val="00A112C7"/>
    <w:rsid w:val="00A13052"/>
    <w:rsid w:val="00A216A8"/>
    <w:rsid w:val="00A21E2C"/>
    <w:rsid w:val="00A223A6"/>
    <w:rsid w:val="00A32227"/>
    <w:rsid w:val="00A3639E"/>
    <w:rsid w:val="00A5092E"/>
    <w:rsid w:val="00A554D6"/>
    <w:rsid w:val="00A56E14"/>
    <w:rsid w:val="00A62F18"/>
    <w:rsid w:val="00A6476B"/>
    <w:rsid w:val="00A76C6C"/>
    <w:rsid w:val="00A87356"/>
    <w:rsid w:val="00A92DD1"/>
    <w:rsid w:val="00A96B0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21F2"/>
    <w:rsid w:val="00B3508F"/>
    <w:rsid w:val="00B443EE"/>
    <w:rsid w:val="00B54EC8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0D60"/>
    <w:rsid w:val="00BF1D4C"/>
    <w:rsid w:val="00BF3F0A"/>
    <w:rsid w:val="00C143C3"/>
    <w:rsid w:val="00C1739B"/>
    <w:rsid w:val="00C21ADE"/>
    <w:rsid w:val="00C26067"/>
    <w:rsid w:val="00C30A29"/>
    <w:rsid w:val="00C317DC"/>
    <w:rsid w:val="00C323EB"/>
    <w:rsid w:val="00C37C52"/>
    <w:rsid w:val="00C40C7F"/>
    <w:rsid w:val="00C429F2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6A1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02D1"/>
    <w:rsid w:val="00DE2DF4"/>
    <w:rsid w:val="00E105F4"/>
    <w:rsid w:val="00E238E6"/>
    <w:rsid w:val="00E35064"/>
    <w:rsid w:val="00E3681D"/>
    <w:rsid w:val="00E40225"/>
    <w:rsid w:val="00E501F0"/>
    <w:rsid w:val="00E534BC"/>
    <w:rsid w:val="00E56190"/>
    <w:rsid w:val="00E6166D"/>
    <w:rsid w:val="00E84789"/>
    <w:rsid w:val="00E86DD9"/>
    <w:rsid w:val="00E91BFF"/>
    <w:rsid w:val="00E92933"/>
    <w:rsid w:val="00E94FAD"/>
    <w:rsid w:val="00EB0AA4"/>
    <w:rsid w:val="00EB5C88"/>
    <w:rsid w:val="00EC0469"/>
    <w:rsid w:val="00EC22F6"/>
    <w:rsid w:val="00ED5863"/>
    <w:rsid w:val="00EE2980"/>
    <w:rsid w:val="00EF01F8"/>
    <w:rsid w:val="00EF40EF"/>
    <w:rsid w:val="00EF47FE"/>
    <w:rsid w:val="00F069BD"/>
    <w:rsid w:val="00F1358E"/>
    <w:rsid w:val="00F143A0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DA5"/>
    <w:rsid w:val="00FA3385"/>
    <w:rsid w:val="00FB232E"/>
    <w:rsid w:val="00FD557D"/>
    <w:rsid w:val="00FE0282"/>
    <w:rsid w:val="00FE124D"/>
    <w:rsid w:val="00FE792C"/>
    <w:rsid w:val="00FF553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A8BBDF"/>
  <w15:docId w15:val="{A932C819-3C50-4081-94BF-9E95D955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662A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DC429C1E6AE548B95A5716CB9D00B2" ma:contentTypeVersion="" ma:contentTypeDescription="Create a new document." ma:contentTypeScope="" ma:versionID="e82730d2178e7a5c04dda6b7c42e2beb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34abc2ee-e0ec-4497-aa2d-53274415a2b3" targetNamespace="http://schemas.microsoft.com/office/2006/metadata/properties" ma:root="true" ma:fieldsID="f7956a77d2d30f137ad80e27150d5c86" ns1:_="" ns2:_="" ns3:_="">
    <xsd:import namespace="http://schemas.microsoft.com/sharepoint/v3"/>
    <xsd:import namespace="1e2bdb2b-981f-4d38-b0f7-a8d047f128d0"/>
    <xsd:import namespace="34abc2ee-e0ec-4497-aa2d-53274415a2b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bc2ee-e0ec-4497-aa2d-53274415a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AB87B9-9360-453D-B5D1-873CB6EEA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34abc2ee-e0ec-4497-aa2d-53274415a2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C244D1-50E5-4762-BA87-83D25383B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490</TotalTime>
  <Pages>1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Jenni Oldfield</cp:lastModifiedBy>
  <cp:revision>29</cp:revision>
  <cp:lastPrinted>2016-05-27T05:21:00Z</cp:lastPrinted>
  <dcterms:created xsi:type="dcterms:W3CDTF">2018-10-01T00:18:00Z</dcterms:created>
  <dcterms:modified xsi:type="dcterms:W3CDTF">2018-12-02T21:54:00Z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0x010100F4DC429C1E6AE548B95A5716CB9D00B2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