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10A0C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DA75815" w14:textId="77777777" w:rsidTr="00146EEC">
        <w:tc>
          <w:tcPr>
            <w:tcW w:w="2689" w:type="dxa"/>
          </w:tcPr>
          <w:p w14:paraId="54F41FC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474BDE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0669D" w14:paraId="3EBC5E3F" w14:textId="77777777" w:rsidTr="00CA49F4">
        <w:tc>
          <w:tcPr>
            <w:tcW w:w="2689" w:type="dxa"/>
          </w:tcPr>
          <w:p w14:paraId="12F40855" w14:textId="364A2417" w:rsidR="0060669D" w:rsidRPr="0060669D" w:rsidRDefault="0060669D" w:rsidP="0060669D">
            <w:pPr>
              <w:pStyle w:val="SIText"/>
            </w:pPr>
            <w:r w:rsidRPr="00CC451E">
              <w:t>Release</w:t>
            </w:r>
            <w:r w:rsidRPr="0060669D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36F060BF" w14:textId="1057DAC6" w:rsidR="0060669D" w:rsidRPr="0060669D" w:rsidRDefault="0060669D" w:rsidP="0060669D">
            <w:pPr>
              <w:pStyle w:val="SIText"/>
            </w:pPr>
            <w:r w:rsidRPr="007C778A">
              <w:t>This version released with AHC Agriculture, Horticulture, Conservation and Land Manag</w:t>
            </w:r>
            <w:r>
              <w:t>ement Training Package Version 4</w:t>
            </w:r>
            <w:r w:rsidRPr="007C778A">
              <w:t>.0.</w:t>
            </w:r>
          </w:p>
        </w:tc>
      </w:tr>
      <w:tr w:rsidR="00E918B8" w14:paraId="338609C1" w14:textId="77777777" w:rsidTr="00146EEC">
        <w:tc>
          <w:tcPr>
            <w:tcW w:w="2689" w:type="dxa"/>
          </w:tcPr>
          <w:p w14:paraId="17EB0ACD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2F0A26FA" w14:textId="77777777" w:rsidR="00E918B8" w:rsidRPr="00E918B8" w:rsidRDefault="00E918B8" w:rsidP="00E918B8">
            <w:pPr>
              <w:pStyle w:val="SIText"/>
            </w:pPr>
            <w:r w:rsidRPr="007C778A">
              <w:t>This version released with AHC Agriculture, Horticulture, Conservation and Land Management Training Package Version 1.0.</w:t>
            </w:r>
          </w:p>
        </w:tc>
      </w:tr>
    </w:tbl>
    <w:p w14:paraId="38310F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7E9DB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1EFD12" w14:textId="77777777" w:rsidR="00F1480E" w:rsidRPr="000754EC" w:rsidRDefault="00CF795F" w:rsidP="00C15F70">
            <w:pPr>
              <w:pStyle w:val="SIUNITCODE"/>
            </w:pPr>
            <w:r>
              <w:t>AHC</w:t>
            </w:r>
            <w:r w:rsidR="00C15F70">
              <w:t>TRF</w:t>
            </w:r>
            <w:r w:rsidR="001F0AEF">
              <w:t>502</w:t>
            </w:r>
          </w:p>
        </w:tc>
        <w:tc>
          <w:tcPr>
            <w:tcW w:w="3604" w:type="pct"/>
            <w:shd w:val="clear" w:color="auto" w:fill="auto"/>
          </w:tcPr>
          <w:p w14:paraId="38DF7454" w14:textId="77777777" w:rsidR="00F1480E" w:rsidRPr="000754EC" w:rsidRDefault="001F0AEF" w:rsidP="000754EC">
            <w:pPr>
              <w:pStyle w:val="SIUnittitle"/>
            </w:pPr>
            <w:r w:rsidRPr="001F0AEF">
              <w:t>Manage sports turf renovation programs</w:t>
            </w:r>
          </w:p>
        </w:tc>
      </w:tr>
      <w:tr w:rsidR="00F1480E" w:rsidRPr="00963A46" w14:paraId="54F1F700" w14:textId="77777777" w:rsidTr="00CA2922">
        <w:tc>
          <w:tcPr>
            <w:tcW w:w="1396" w:type="pct"/>
            <w:shd w:val="clear" w:color="auto" w:fill="auto"/>
          </w:tcPr>
          <w:p w14:paraId="6775889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304EBB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CC6CDCB" w14:textId="16B40C9D" w:rsidR="008C5FC4" w:rsidRDefault="001F0AEF" w:rsidP="001F0AEF">
            <w:pPr>
              <w:pStyle w:val="SIText"/>
            </w:pPr>
            <w:r w:rsidRPr="00E520DE">
              <w:t xml:space="preserve">This unit of competency describes the skills and knowledge required to </w:t>
            </w:r>
            <w:r w:rsidR="00A61693">
              <w:t xml:space="preserve">assess a sports turf surface and develop programs and procedures to </w:t>
            </w:r>
            <w:r w:rsidRPr="001F0AEF">
              <w:t xml:space="preserve">implement renovation </w:t>
            </w:r>
            <w:r w:rsidR="00A61693">
              <w:t>activities</w:t>
            </w:r>
            <w:r w:rsidR="00A61693" w:rsidRPr="001F0AEF">
              <w:t xml:space="preserve"> </w:t>
            </w:r>
            <w:r w:rsidRPr="001F0AEF">
              <w:t xml:space="preserve">appropriate to </w:t>
            </w:r>
            <w:r w:rsidR="00A61693">
              <w:t xml:space="preserve">the sport </w:t>
            </w:r>
            <w:r w:rsidR="008C5FC4">
              <w:t>and sport</w:t>
            </w:r>
            <w:r w:rsidR="00A61693">
              <w:t>ing regulations</w:t>
            </w:r>
            <w:r w:rsidR="008C5FC4">
              <w:t>.</w:t>
            </w:r>
            <w:r w:rsidRPr="001F0AEF">
              <w:t xml:space="preserve"> </w:t>
            </w:r>
          </w:p>
          <w:p w14:paraId="000B9D03" w14:textId="77777777" w:rsidR="001F0AEF" w:rsidRPr="00E520DE" w:rsidRDefault="001F0AEF" w:rsidP="001F0AEF">
            <w:pPr>
              <w:pStyle w:val="SIText"/>
            </w:pPr>
          </w:p>
          <w:p w14:paraId="58931CC2" w14:textId="17530BC8" w:rsidR="001F0AEF" w:rsidRPr="001F0AEF" w:rsidRDefault="001F0AEF" w:rsidP="001F0AEF">
            <w:pPr>
              <w:pStyle w:val="SIText"/>
            </w:pPr>
            <w:r w:rsidRPr="00E520DE">
              <w:t xml:space="preserve">It applies to individuals </w:t>
            </w:r>
            <w:r w:rsidR="008C5FC4" w:rsidRPr="001F0AEF">
              <w:t xml:space="preserve">who are responsible for the </w:t>
            </w:r>
            <w:r w:rsidR="00417F51">
              <w:t>management</w:t>
            </w:r>
            <w:r w:rsidR="008C5FC4" w:rsidRPr="001F0AEF">
              <w:t xml:space="preserve"> of turf renovation programs</w:t>
            </w:r>
            <w:r w:rsidR="008C5FC4" w:rsidRPr="008C5FC4">
              <w:t xml:space="preserve"> </w:t>
            </w:r>
            <w:r w:rsidRPr="00E520DE">
              <w:t>who analyse information and exercise judgement to complete a range of advanced skilled activities and demonstrate deep knowledge in a specific technical area. They have accountability for the work of others and analyse, design and communicate solutions to a range of complex problems.</w:t>
            </w:r>
          </w:p>
          <w:p w14:paraId="1EC31FD0" w14:textId="77777777" w:rsidR="001F0AEF" w:rsidRPr="00E520DE" w:rsidRDefault="001F0AEF" w:rsidP="001F0AEF">
            <w:pPr>
              <w:pStyle w:val="SIText"/>
            </w:pPr>
          </w:p>
          <w:p w14:paraId="3EA82DCD" w14:textId="77777777" w:rsidR="00373436" w:rsidRPr="000754EC" w:rsidRDefault="001F0AEF" w:rsidP="001F0AEF">
            <w:pPr>
              <w:pStyle w:val="SIText"/>
            </w:pPr>
            <w:r w:rsidRPr="00E520DE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342E33CC" w14:textId="77777777" w:rsidTr="00CA2922">
        <w:tc>
          <w:tcPr>
            <w:tcW w:w="1396" w:type="pct"/>
            <w:shd w:val="clear" w:color="auto" w:fill="auto"/>
          </w:tcPr>
          <w:p w14:paraId="619D998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618E5A0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7D91B4F" w14:textId="77777777" w:rsidTr="00CA2922">
        <w:tc>
          <w:tcPr>
            <w:tcW w:w="1396" w:type="pct"/>
            <w:shd w:val="clear" w:color="auto" w:fill="auto"/>
          </w:tcPr>
          <w:p w14:paraId="6B85D89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D2537A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2EF94A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E45AA5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CB41DF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4EEF55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05D6FD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1A4D93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C2E1EB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F0AEF" w:rsidRPr="00963A46" w14:paraId="25D7B1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9802F0" w14:textId="67F7A73C" w:rsidR="001F0AEF" w:rsidRPr="001F0AEF" w:rsidRDefault="001F0AEF" w:rsidP="00EA73EA">
            <w:pPr>
              <w:pStyle w:val="SIText"/>
            </w:pPr>
            <w:r>
              <w:t>1.</w:t>
            </w:r>
            <w:r w:rsidR="00EA73EA">
              <w:t xml:space="preserve"> Assess the turf renovation site </w:t>
            </w:r>
          </w:p>
        </w:tc>
        <w:tc>
          <w:tcPr>
            <w:tcW w:w="3604" w:type="pct"/>
            <w:shd w:val="clear" w:color="auto" w:fill="auto"/>
          </w:tcPr>
          <w:p w14:paraId="71B592BE" w14:textId="553BD8B8" w:rsidR="001F0AEF" w:rsidRPr="001F0AEF" w:rsidRDefault="001F0AEF" w:rsidP="001F0AEF">
            <w:pPr>
              <w:pStyle w:val="SIText"/>
            </w:pPr>
            <w:r w:rsidRPr="00E520DE">
              <w:t>1.1</w:t>
            </w:r>
            <w:r>
              <w:t xml:space="preserve"> </w:t>
            </w:r>
            <w:r w:rsidRPr="00E520DE">
              <w:t xml:space="preserve">Inspect and </w:t>
            </w:r>
            <w:r w:rsidR="00A6694F">
              <w:t>assess</w:t>
            </w:r>
            <w:r w:rsidRPr="00E520DE">
              <w:t xml:space="preserve"> turf surface condition</w:t>
            </w:r>
            <w:r w:rsidR="00A6694F">
              <w:t xml:space="preserve"> for the renovation site</w:t>
            </w:r>
          </w:p>
          <w:p w14:paraId="5210A65E" w14:textId="3DA8C459" w:rsidR="00A6694F" w:rsidRDefault="001F0AEF" w:rsidP="001F0AEF">
            <w:pPr>
              <w:pStyle w:val="SIText"/>
            </w:pPr>
            <w:r w:rsidRPr="00E520DE">
              <w:t>1.2</w:t>
            </w:r>
            <w:r>
              <w:t xml:space="preserve"> </w:t>
            </w:r>
            <w:r w:rsidR="00A6694F">
              <w:t>Implement</w:t>
            </w:r>
            <w:r w:rsidR="00A6694F" w:rsidRPr="00E520DE">
              <w:t xml:space="preserve"> </w:t>
            </w:r>
            <w:r w:rsidRPr="00E520DE">
              <w:t xml:space="preserve">soil </w:t>
            </w:r>
            <w:r w:rsidR="00A6694F">
              <w:t xml:space="preserve">physical and chemical </w:t>
            </w:r>
            <w:r w:rsidRPr="00E520DE">
              <w:t xml:space="preserve">tests to determine </w:t>
            </w:r>
            <w:r w:rsidR="00A6694F">
              <w:t>soil condition and determine corrective action according to industry and workplace standards</w:t>
            </w:r>
          </w:p>
          <w:p w14:paraId="40422F4A" w14:textId="481E74BD" w:rsidR="001F0AEF" w:rsidRDefault="001F0AEF" w:rsidP="001F0AEF">
            <w:pPr>
              <w:pStyle w:val="SIText"/>
            </w:pPr>
            <w:r w:rsidRPr="00E520DE">
              <w:t>1.</w:t>
            </w:r>
            <w:r w:rsidR="008563AB">
              <w:t>3</w:t>
            </w:r>
            <w:r>
              <w:t xml:space="preserve"> </w:t>
            </w:r>
            <w:r w:rsidR="00A6694F">
              <w:t>Implement</w:t>
            </w:r>
            <w:r w:rsidR="00A6694F" w:rsidRPr="00E520DE">
              <w:t xml:space="preserve"> </w:t>
            </w:r>
            <w:r w:rsidRPr="00E520DE">
              <w:t>water quality tests</w:t>
            </w:r>
            <w:r w:rsidRPr="001F0AEF">
              <w:t xml:space="preserve"> to determine its effect on turf growth and development</w:t>
            </w:r>
            <w:r w:rsidR="00EA73EA">
              <w:t xml:space="preserve"> according to workplace and industry standards</w:t>
            </w:r>
          </w:p>
          <w:p w14:paraId="3F549D2F" w14:textId="77777777" w:rsidR="00EB63D2" w:rsidRDefault="00EB63D2" w:rsidP="008563AB">
            <w:pPr>
              <w:pStyle w:val="SIText"/>
            </w:pPr>
            <w:r>
              <w:t>1.</w:t>
            </w:r>
            <w:r w:rsidR="008563AB">
              <w:t>4</w:t>
            </w:r>
            <w:r>
              <w:t xml:space="preserve"> </w:t>
            </w:r>
            <w:r w:rsidR="00EA73EA">
              <w:t>Assess sward cover and i</w:t>
            </w:r>
            <w:r w:rsidRPr="00EB63D2">
              <w:t>dentify over</w:t>
            </w:r>
            <w:r w:rsidR="00EA73EA">
              <w:t xml:space="preserve"> </w:t>
            </w:r>
            <w:r w:rsidRPr="00EB63D2">
              <w:t xml:space="preserve">sowing </w:t>
            </w:r>
            <w:r w:rsidR="00EA73EA">
              <w:t xml:space="preserve">requirements </w:t>
            </w:r>
            <w:r w:rsidRPr="00EB63D2">
              <w:t xml:space="preserve">and </w:t>
            </w:r>
            <w:r w:rsidR="00EA73EA">
              <w:t xml:space="preserve">turf grass </w:t>
            </w:r>
            <w:r w:rsidRPr="00EB63D2">
              <w:t>species/varieties</w:t>
            </w:r>
            <w:r w:rsidR="00EA73EA">
              <w:t xml:space="preserve"> required according to workplace and industry standards</w:t>
            </w:r>
          </w:p>
          <w:p w14:paraId="21D28F7F" w14:textId="2E1C7C15" w:rsidR="00557E12" w:rsidRPr="001F0AEF" w:rsidRDefault="00557E12" w:rsidP="00241D22">
            <w:r w:rsidRPr="00557E12">
              <w:t xml:space="preserve">1.5 Identify work health, safety and environmental hazards, assess risks and </w:t>
            </w:r>
            <w:r w:rsidR="00241D22">
              <w:t>specify</w:t>
            </w:r>
            <w:r w:rsidRPr="00557E12">
              <w:t xml:space="preserve"> controls </w:t>
            </w:r>
            <w:r>
              <w:t xml:space="preserve">for incorporation in plan </w:t>
            </w:r>
            <w:r w:rsidRPr="00557E12">
              <w:t>according to workplace procedures</w:t>
            </w:r>
          </w:p>
        </w:tc>
      </w:tr>
      <w:tr w:rsidR="001F0AEF" w:rsidRPr="00963A46" w14:paraId="0538448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BA0A0D" w14:textId="3FEA507D" w:rsidR="001F0AEF" w:rsidRPr="001F0AEF" w:rsidRDefault="001F0AEF" w:rsidP="00EA73EA">
            <w:pPr>
              <w:pStyle w:val="SIText"/>
            </w:pPr>
            <w:r>
              <w:t>2.</w:t>
            </w:r>
            <w:r w:rsidR="00B6102D">
              <w:t xml:space="preserve"> </w:t>
            </w:r>
            <w:r w:rsidRPr="001F0AEF">
              <w:t>Select renovation technique</w:t>
            </w:r>
            <w:r w:rsidR="00EA73EA">
              <w:t xml:space="preserve"> for sports turf site</w:t>
            </w:r>
          </w:p>
        </w:tc>
        <w:tc>
          <w:tcPr>
            <w:tcW w:w="3604" w:type="pct"/>
            <w:shd w:val="clear" w:color="auto" w:fill="auto"/>
          </w:tcPr>
          <w:p w14:paraId="22207336" w14:textId="3FE8BB49" w:rsidR="001F0AEF" w:rsidRPr="001F0AEF" w:rsidRDefault="001F0AEF" w:rsidP="001F0AEF">
            <w:pPr>
              <w:pStyle w:val="SIText"/>
            </w:pPr>
            <w:r w:rsidRPr="00E520DE">
              <w:t>2.1</w:t>
            </w:r>
            <w:r>
              <w:t xml:space="preserve"> </w:t>
            </w:r>
            <w:r w:rsidR="00241D22">
              <w:t>Investigate and evaluate</w:t>
            </w:r>
            <w:r w:rsidR="00241D22" w:rsidRPr="00E520DE">
              <w:t xml:space="preserve"> </w:t>
            </w:r>
            <w:r w:rsidRPr="00E520DE">
              <w:t xml:space="preserve">renovation techniques and practices </w:t>
            </w:r>
            <w:r w:rsidR="00B85091">
              <w:t>using</w:t>
            </w:r>
            <w:r w:rsidR="00EA73EA">
              <w:t xml:space="preserve"> historical </w:t>
            </w:r>
            <w:r w:rsidR="00B85091">
              <w:t>and current data</w:t>
            </w:r>
          </w:p>
          <w:p w14:paraId="51F093F7" w14:textId="6C5494C2" w:rsidR="001F0AEF" w:rsidRPr="001F0AEF" w:rsidRDefault="001F0AEF" w:rsidP="001F0AEF">
            <w:pPr>
              <w:pStyle w:val="SIText"/>
            </w:pPr>
            <w:r w:rsidRPr="00E520DE">
              <w:t>2.2</w:t>
            </w:r>
            <w:r>
              <w:t xml:space="preserve"> </w:t>
            </w:r>
            <w:r w:rsidR="00EA73EA">
              <w:t xml:space="preserve">Review </w:t>
            </w:r>
            <w:r w:rsidRPr="00E520DE">
              <w:t xml:space="preserve">renovation records </w:t>
            </w:r>
            <w:r w:rsidR="00EA73EA">
              <w:t>to inform planned works,</w:t>
            </w:r>
            <w:r w:rsidRPr="00E520DE">
              <w:t xml:space="preserve"> practices and timing</w:t>
            </w:r>
          </w:p>
          <w:p w14:paraId="3B920773" w14:textId="263469D5" w:rsidR="008563AB" w:rsidRDefault="001F0AEF" w:rsidP="001F0AEF">
            <w:pPr>
              <w:pStyle w:val="SIText"/>
            </w:pPr>
            <w:r w:rsidRPr="00E520DE">
              <w:t>2.3</w:t>
            </w:r>
            <w:r>
              <w:t xml:space="preserve"> </w:t>
            </w:r>
            <w:r w:rsidR="00EA73EA">
              <w:t>Determine</w:t>
            </w:r>
            <w:r w:rsidR="00EA73EA" w:rsidRPr="00E520DE">
              <w:t xml:space="preserve"> </w:t>
            </w:r>
            <w:r w:rsidRPr="00E520DE">
              <w:t xml:space="preserve">turf renovation technique </w:t>
            </w:r>
            <w:r w:rsidR="00EA73EA">
              <w:t xml:space="preserve">for current </w:t>
            </w:r>
            <w:r w:rsidRPr="00E520DE">
              <w:t>condition of turf and intended outcome of the program</w:t>
            </w:r>
          </w:p>
          <w:p w14:paraId="7ADC24A7" w14:textId="552CD4C3" w:rsidR="008563AB" w:rsidRDefault="001F0AEF" w:rsidP="001F0AEF">
            <w:pPr>
              <w:pStyle w:val="SIText"/>
            </w:pPr>
            <w:r w:rsidRPr="00E520DE">
              <w:t>2.4</w:t>
            </w:r>
            <w:r>
              <w:t xml:space="preserve"> </w:t>
            </w:r>
            <w:r w:rsidR="008563AB">
              <w:t>Establish</w:t>
            </w:r>
            <w:r w:rsidR="008563AB" w:rsidRPr="00E520DE">
              <w:t xml:space="preserve"> </w:t>
            </w:r>
            <w:r w:rsidRPr="00E520DE">
              <w:t>the timing of the renovation program according to turf species</w:t>
            </w:r>
            <w:r w:rsidR="008563AB">
              <w:t xml:space="preserve"> cultural requirements</w:t>
            </w:r>
            <w:r w:rsidRPr="00E520DE">
              <w:t xml:space="preserve">, </w:t>
            </w:r>
            <w:r w:rsidR="008563AB">
              <w:t xml:space="preserve">renovation technique, weather conditions </w:t>
            </w:r>
            <w:r w:rsidRPr="00E520DE">
              <w:t xml:space="preserve">and </w:t>
            </w:r>
            <w:r w:rsidR="008563AB">
              <w:t>sport</w:t>
            </w:r>
            <w:r w:rsidRPr="00E520DE">
              <w:t xml:space="preserve"> </w:t>
            </w:r>
            <w:r w:rsidR="008563AB">
              <w:t xml:space="preserve">turf </w:t>
            </w:r>
            <w:r w:rsidRPr="00E520DE">
              <w:t>us</w:t>
            </w:r>
            <w:r w:rsidR="008563AB">
              <w:t>age</w:t>
            </w:r>
          </w:p>
          <w:p w14:paraId="045B50FD" w14:textId="49C13299" w:rsidR="001F0AEF" w:rsidRPr="001F0AEF" w:rsidRDefault="008563AB" w:rsidP="001F0AEF">
            <w:pPr>
              <w:pStyle w:val="SIText"/>
            </w:pPr>
            <w:r>
              <w:t xml:space="preserve">2.5 Produce a financial </w:t>
            </w:r>
            <w:r w:rsidRPr="008563AB">
              <w:t>budget</w:t>
            </w:r>
            <w:r>
              <w:t xml:space="preserve"> for turf renovation activity according to workplace procedures</w:t>
            </w:r>
          </w:p>
          <w:p w14:paraId="6E7BA1AE" w14:textId="5E9DCE30" w:rsidR="001F0AEF" w:rsidRDefault="001F0AEF" w:rsidP="008563AB">
            <w:pPr>
              <w:pStyle w:val="SIText"/>
            </w:pPr>
            <w:r w:rsidRPr="00E520DE">
              <w:t>2.</w:t>
            </w:r>
            <w:r w:rsidR="008563AB">
              <w:t>6</w:t>
            </w:r>
            <w:r>
              <w:t xml:space="preserve"> </w:t>
            </w:r>
            <w:r w:rsidRPr="00E520DE">
              <w:t>Prepare a</w:t>
            </w:r>
            <w:r w:rsidR="00EB63D2">
              <w:t xml:space="preserve"> </w:t>
            </w:r>
            <w:r w:rsidRPr="00E520DE">
              <w:t>turf maintenance program</w:t>
            </w:r>
            <w:r w:rsidR="00EB63D2">
              <w:t xml:space="preserve"> </w:t>
            </w:r>
            <w:r w:rsidR="00EB63D2" w:rsidRPr="00EB63D2">
              <w:t>for post renovation recovery</w:t>
            </w:r>
          </w:p>
          <w:p w14:paraId="3E3EAB23" w14:textId="4F9A7813" w:rsidR="00EA48D3" w:rsidRPr="001F0AEF" w:rsidRDefault="00EA48D3" w:rsidP="00AF60AA">
            <w:pPr>
              <w:pStyle w:val="SIText"/>
            </w:pPr>
            <w:r>
              <w:t>2.7</w:t>
            </w:r>
            <w:r w:rsidRPr="00EA48D3">
              <w:t xml:space="preserve"> Document a the turf renovation program according to workplace procedures</w:t>
            </w:r>
          </w:p>
        </w:tc>
      </w:tr>
      <w:tr w:rsidR="001F0AEF" w:rsidRPr="00963A46" w14:paraId="0D3FAF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A95DE2" w14:textId="6A771519" w:rsidR="001F0AEF" w:rsidRPr="001F0AEF" w:rsidRDefault="001F0AEF" w:rsidP="001F0AEF">
            <w:pPr>
              <w:pStyle w:val="SIText"/>
            </w:pPr>
            <w:r>
              <w:lastRenderedPageBreak/>
              <w:t>3.</w:t>
            </w:r>
            <w:r w:rsidR="00B6102D">
              <w:t xml:space="preserve"> </w:t>
            </w:r>
            <w:r w:rsidRPr="001F0AEF">
              <w:t>Organise staff and resources for turf renovation project</w:t>
            </w:r>
          </w:p>
        </w:tc>
        <w:tc>
          <w:tcPr>
            <w:tcW w:w="3604" w:type="pct"/>
            <w:shd w:val="clear" w:color="auto" w:fill="auto"/>
          </w:tcPr>
          <w:p w14:paraId="08497475" w14:textId="23E72EDB" w:rsidR="001F0AEF" w:rsidRPr="001F0AEF" w:rsidRDefault="001F0AEF" w:rsidP="001F0AEF">
            <w:pPr>
              <w:pStyle w:val="SIText"/>
            </w:pPr>
            <w:r w:rsidRPr="00E520DE">
              <w:t>3.</w:t>
            </w:r>
            <w:r w:rsidR="00EA48D3">
              <w:t>1</w:t>
            </w:r>
            <w:r>
              <w:t xml:space="preserve"> </w:t>
            </w:r>
            <w:r w:rsidRPr="00E520DE">
              <w:t>Determine machinery and equipment for the renovation program and check for availability</w:t>
            </w:r>
            <w:r w:rsidR="00886AB7">
              <w:t>,</w:t>
            </w:r>
            <w:r w:rsidRPr="00E520DE">
              <w:t xml:space="preserve"> working condition</w:t>
            </w:r>
            <w:r w:rsidR="00886AB7">
              <w:t xml:space="preserve"> and settings and adjustments</w:t>
            </w:r>
            <w:r w:rsidR="00F0638A">
              <w:t xml:space="preserve"> for sports turf renovation</w:t>
            </w:r>
          </w:p>
          <w:p w14:paraId="05055678" w14:textId="6D866627" w:rsidR="001F0AEF" w:rsidRPr="001F0AEF" w:rsidRDefault="001F0AEF" w:rsidP="001F0AEF">
            <w:pPr>
              <w:pStyle w:val="SIText"/>
            </w:pPr>
            <w:r w:rsidRPr="00E520DE">
              <w:t>3.</w:t>
            </w:r>
            <w:r w:rsidR="00EA48D3">
              <w:t>2</w:t>
            </w:r>
            <w:r>
              <w:t xml:space="preserve"> </w:t>
            </w:r>
            <w:r w:rsidRPr="00E520DE">
              <w:t>Calculate and order consumable</w:t>
            </w:r>
            <w:r w:rsidR="00535347">
              <w:t>s</w:t>
            </w:r>
            <w:r w:rsidRPr="00E520DE">
              <w:t xml:space="preserve"> requir</w:t>
            </w:r>
            <w:r w:rsidR="00535347">
              <w:t>ed according to workplace procedures</w:t>
            </w:r>
          </w:p>
          <w:p w14:paraId="00DB2C72" w14:textId="5D3DD749" w:rsidR="001F0AEF" w:rsidRDefault="001F0AEF" w:rsidP="001F0AEF">
            <w:pPr>
              <w:pStyle w:val="SIText"/>
            </w:pPr>
            <w:r w:rsidRPr="00E520DE">
              <w:t>3.</w:t>
            </w:r>
            <w:r w:rsidR="00EA48D3">
              <w:t>3</w:t>
            </w:r>
            <w:r>
              <w:t xml:space="preserve"> </w:t>
            </w:r>
            <w:r w:rsidR="00535347">
              <w:t>Liaise</w:t>
            </w:r>
            <w:r w:rsidR="00535347" w:rsidRPr="00E520DE">
              <w:t xml:space="preserve"> </w:t>
            </w:r>
            <w:r w:rsidR="00535347">
              <w:t>with</w:t>
            </w:r>
            <w:r w:rsidRPr="00E520DE">
              <w:t xml:space="preserve"> contractors and</w:t>
            </w:r>
            <w:r w:rsidR="00535347">
              <w:t xml:space="preserve"> machinery hire firms and arrange</w:t>
            </w:r>
            <w:r w:rsidRPr="00E520DE">
              <w:t xml:space="preserve"> </w:t>
            </w:r>
            <w:r w:rsidR="00535347">
              <w:t xml:space="preserve">contracts </w:t>
            </w:r>
            <w:r w:rsidRPr="00E520DE">
              <w:t xml:space="preserve">according to </w:t>
            </w:r>
            <w:r w:rsidR="00535347" w:rsidRPr="00535347">
              <w:t xml:space="preserve">program </w:t>
            </w:r>
            <w:r w:rsidRPr="00E520DE">
              <w:t>requirements</w:t>
            </w:r>
            <w:r w:rsidR="00535347">
              <w:t xml:space="preserve"> and workplace procedures</w:t>
            </w:r>
          </w:p>
          <w:p w14:paraId="38D2E248" w14:textId="6C0A2A3C" w:rsidR="00535347" w:rsidRPr="001F0AEF" w:rsidRDefault="00535347" w:rsidP="00AF60AA">
            <w:pPr>
              <w:pStyle w:val="SIText"/>
            </w:pPr>
            <w:r>
              <w:t>3.4 Determine</w:t>
            </w:r>
            <w:r w:rsidRPr="00535347">
              <w:t xml:space="preserve"> team and contractor work </w:t>
            </w:r>
            <w:r>
              <w:t xml:space="preserve">requirements and specify </w:t>
            </w:r>
            <w:r w:rsidRPr="00535347">
              <w:t>sequen</w:t>
            </w:r>
            <w:r>
              <w:t xml:space="preserve">ce and </w:t>
            </w:r>
            <w:r w:rsidRPr="00535347">
              <w:t>tim</w:t>
            </w:r>
            <w:r>
              <w:t>ing of the renovation project</w:t>
            </w:r>
          </w:p>
        </w:tc>
      </w:tr>
      <w:tr w:rsidR="001F0AEF" w:rsidRPr="00963A46" w14:paraId="4C94FFF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4969C0" w14:textId="25037F97" w:rsidR="001F0AEF" w:rsidRPr="001F0AEF" w:rsidRDefault="001F0AEF" w:rsidP="001F0AEF">
            <w:pPr>
              <w:pStyle w:val="SIText"/>
            </w:pPr>
            <w:r>
              <w:t>4.</w:t>
            </w:r>
            <w:r w:rsidR="00B6102D">
              <w:t xml:space="preserve"> </w:t>
            </w:r>
            <w:r w:rsidRPr="001F0AEF">
              <w:t>Review renovation outcomes and complete associated record keeping</w:t>
            </w:r>
          </w:p>
        </w:tc>
        <w:tc>
          <w:tcPr>
            <w:tcW w:w="3604" w:type="pct"/>
            <w:shd w:val="clear" w:color="auto" w:fill="auto"/>
          </w:tcPr>
          <w:p w14:paraId="1E6ACFC1" w14:textId="0BF852AC" w:rsidR="001F0AEF" w:rsidRPr="001F0AEF" w:rsidRDefault="001F0AEF" w:rsidP="001F0AEF">
            <w:pPr>
              <w:pStyle w:val="SIText"/>
            </w:pPr>
            <w:r w:rsidRPr="00E520DE">
              <w:t>4.1</w:t>
            </w:r>
            <w:r>
              <w:t xml:space="preserve"> </w:t>
            </w:r>
            <w:r w:rsidR="00535347">
              <w:t xml:space="preserve">Update records for </w:t>
            </w:r>
            <w:r w:rsidRPr="00E520DE">
              <w:t xml:space="preserve">soil </w:t>
            </w:r>
            <w:r w:rsidR="00AF60AA">
              <w:t xml:space="preserve">condition </w:t>
            </w:r>
            <w:r w:rsidRPr="00E520DE">
              <w:t>and water quality test</w:t>
            </w:r>
            <w:r w:rsidR="00535347">
              <w:t xml:space="preserve">s according to workplace </w:t>
            </w:r>
            <w:r w:rsidR="00AF60AA">
              <w:t>procedures</w:t>
            </w:r>
          </w:p>
          <w:p w14:paraId="02B0F343" w14:textId="18EE6BA9" w:rsidR="001F0AEF" w:rsidRPr="001F0AEF" w:rsidRDefault="001F0AEF" w:rsidP="001F0AEF">
            <w:pPr>
              <w:pStyle w:val="SIText"/>
            </w:pPr>
            <w:r w:rsidRPr="00E520DE">
              <w:t>4.2</w:t>
            </w:r>
            <w:r>
              <w:t xml:space="preserve"> </w:t>
            </w:r>
            <w:r w:rsidR="00AF60AA">
              <w:t xml:space="preserve">Update financial records with </w:t>
            </w:r>
            <w:r w:rsidRPr="00E520DE">
              <w:t xml:space="preserve">direct </w:t>
            </w:r>
            <w:r w:rsidR="00AF60AA">
              <w:t xml:space="preserve">and indirect </w:t>
            </w:r>
            <w:r w:rsidRPr="00E520DE">
              <w:t xml:space="preserve">costs </w:t>
            </w:r>
            <w:r w:rsidR="00AF60AA">
              <w:t xml:space="preserve">and review </w:t>
            </w:r>
            <w:r w:rsidR="00AF60AA" w:rsidRPr="00AF60AA">
              <w:t>against budget</w:t>
            </w:r>
            <w:r w:rsidR="00747775">
              <w:t xml:space="preserve"> according to workplace financial accounting standards</w:t>
            </w:r>
          </w:p>
          <w:p w14:paraId="5962FB09" w14:textId="2BB0AAC8" w:rsidR="001F0AEF" w:rsidRDefault="001F0AEF" w:rsidP="001F0AEF">
            <w:pPr>
              <w:pStyle w:val="SIText"/>
            </w:pPr>
            <w:r w:rsidRPr="00E520DE">
              <w:t>4.4</w:t>
            </w:r>
            <w:r>
              <w:t xml:space="preserve"> </w:t>
            </w:r>
            <w:r w:rsidR="00747775" w:rsidRPr="00E520DE">
              <w:t>Record</w:t>
            </w:r>
            <w:r w:rsidR="00747775">
              <w:t xml:space="preserve"> and report </w:t>
            </w:r>
            <w:r w:rsidRPr="00E520DE">
              <w:t>renovation practices and outcomes</w:t>
            </w:r>
            <w:r w:rsidR="00747775">
              <w:t xml:space="preserve"> according to workplace procedures</w:t>
            </w:r>
          </w:p>
          <w:p w14:paraId="5FB8B8C3" w14:textId="60DEB8C3" w:rsidR="00EB63D2" w:rsidRPr="001F0AEF" w:rsidRDefault="00EB63D2" w:rsidP="00424657">
            <w:pPr>
              <w:pStyle w:val="SIText"/>
            </w:pPr>
            <w:r w:rsidRPr="00EB63D2">
              <w:t xml:space="preserve">4.5 </w:t>
            </w:r>
            <w:r w:rsidR="00747775">
              <w:t xml:space="preserve">Review actual against planned renovation activities and recommend improvements for </w:t>
            </w:r>
            <w:r w:rsidRPr="00EB63D2">
              <w:t>future renovation work</w:t>
            </w:r>
            <w:r w:rsidR="00747775">
              <w:t xml:space="preserve"> according to workplace procedures</w:t>
            </w:r>
          </w:p>
        </w:tc>
      </w:tr>
    </w:tbl>
    <w:p w14:paraId="0B2C4228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8"/>
        <w:gridCol w:w="6940"/>
      </w:tblGrid>
      <w:tr w:rsidR="0060669D" w:rsidRPr="00346B50" w14:paraId="0C902FE6" w14:textId="77777777" w:rsidTr="00E72104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6855A" w14:textId="77777777" w:rsidR="0060669D" w:rsidRPr="0060669D" w:rsidRDefault="0060669D" w:rsidP="0060669D">
            <w:pPr>
              <w:pStyle w:val="SIHeading2"/>
            </w:pPr>
            <w:r w:rsidRPr="00346B50">
              <w:t>Foundation Skills</w:t>
            </w:r>
          </w:p>
          <w:p w14:paraId="6E068E5B" w14:textId="77777777" w:rsidR="0060669D" w:rsidRPr="0060669D" w:rsidRDefault="0060669D" w:rsidP="0060669D">
            <w:pPr>
              <w:pStyle w:val="SIText"/>
              <w:rPr>
                <w:rStyle w:val="SIText-Italic"/>
              </w:rPr>
            </w:pPr>
            <w:r w:rsidRPr="0060669D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60669D" w:rsidRPr="00346B50" w14:paraId="583D5C58" w14:textId="77777777" w:rsidTr="00E72104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A4155" w14:textId="77777777" w:rsidR="0060669D" w:rsidRPr="0060669D" w:rsidRDefault="0060669D" w:rsidP="0060669D">
            <w:pPr>
              <w:pStyle w:val="SIText-Bold"/>
              <w:rPr>
                <w:rFonts w:eastAsiaTheme="majorEastAsia"/>
              </w:rPr>
            </w:pPr>
            <w:r w:rsidRPr="0060669D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904E3" w14:textId="77777777" w:rsidR="0060669D" w:rsidRPr="0060669D" w:rsidRDefault="0060669D" w:rsidP="0060669D">
            <w:pPr>
              <w:pStyle w:val="SIText-Bold"/>
              <w:rPr>
                <w:rFonts w:eastAsiaTheme="majorEastAsia"/>
              </w:rPr>
            </w:pPr>
            <w:r w:rsidRPr="0060669D">
              <w:rPr>
                <w:rFonts w:eastAsiaTheme="majorEastAsia"/>
              </w:rPr>
              <w:t>Description</w:t>
            </w:r>
          </w:p>
        </w:tc>
      </w:tr>
      <w:tr w:rsidR="0063762B" w:rsidRPr="00346B50" w14:paraId="7412068F" w14:textId="77777777" w:rsidTr="00E7210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29DD4" w14:textId="77777777" w:rsidR="0063762B" w:rsidRPr="0063762B" w:rsidRDefault="0063762B" w:rsidP="0063762B">
            <w:pPr>
              <w:pStyle w:val="SIText"/>
            </w:pPr>
            <w:r w:rsidRPr="0063762B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74AE" w14:textId="2E0499FD" w:rsidR="0063762B" w:rsidRPr="0063762B" w:rsidRDefault="00417F51">
            <w:pPr>
              <w:pStyle w:val="SIBulletList1"/>
            </w:pPr>
            <w:r>
              <w:t>E</w:t>
            </w:r>
            <w:r w:rsidR="0063762B" w:rsidRPr="0063762B">
              <w:t>valuate and critique ideas and i</w:t>
            </w:r>
            <w:r w:rsidR="0063762B">
              <w:t>nformation from sporting rules a</w:t>
            </w:r>
            <w:r w:rsidR="0063762B" w:rsidRPr="0063762B">
              <w:t xml:space="preserve">nd regulations and synthesises into </w:t>
            </w:r>
            <w:r w:rsidR="0063762B">
              <w:t>renovation</w:t>
            </w:r>
            <w:r w:rsidR="0063762B" w:rsidRPr="0063762B">
              <w:t xml:space="preserve"> programs</w:t>
            </w:r>
          </w:p>
        </w:tc>
      </w:tr>
      <w:tr w:rsidR="0063762B" w:rsidRPr="00346B50" w14:paraId="13DA9C49" w14:textId="77777777" w:rsidTr="00E7210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2837F" w14:textId="77777777" w:rsidR="0063762B" w:rsidRPr="0063762B" w:rsidRDefault="0063762B" w:rsidP="0063762B">
            <w:pPr>
              <w:pStyle w:val="SIText"/>
            </w:pPr>
            <w:r w:rsidRPr="0063762B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A089" w14:textId="34A56C93" w:rsidR="0063762B" w:rsidRPr="0063762B" w:rsidRDefault="0063762B">
            <w:pPr>
              <w:pStyle w:val="SIBulletList1"/>
            </w:pPr>
            <w:r w:rsidRPr="0063762B">
              <w:t xml:space="preserve">Generates written </w:t>
            </w:r>
            <w:r>
              <w:t>renovation</w:t>
            </w:r>
            <w:r w:rsidRPr="0063762B">
              <w:t xml:space="preserve"> programs, demonstrating control over a broad range of writing styles and purpose</w:t>
            </w:r>
          </w:p>
        </w:tc>
      </w:tr>
      <w:tr w:rsidR="0063762B" w:rsidRPr="00346B50" w14:paraId="16AD95BA" w14:textId="77777777" w:rsidTr="00E7210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A6161" w14:textId="77777777" w:rsidR="0063762B" w:rsidRPr="0063762B" w:rsidRDefault="0063762B" w:rsidP="0063762B">
            <w:pPr>
              <w:pStyle w:val="SIText"/>
            </w:pPr>
            <w:r w:rsidRPr="0063762B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D4E" w14:textId="50FEAEBC" w:rsidR="0063762B" w:rsidRPr="0063762B" w:rsidRDefault="0063762B">
            <w:pPr>
              <w:pStyle w:val="SIBulletList1"/>
            </w:pPr>
            <w:r w:rsidRPr="0063762B">
              <w:t>Establishes and maintains complex and effective communications in a broad range of contexts with c</w:t>
            </w:r>
            <w:r>
              <w:t>ontractors and hire companies</w:t>
            </w:r>
          </w:p>
        </w:tc>
      </w:tr>
      <w:tr w:rsidR="0063762B" w:rsidRPr="00346B50" w14:paraId="3CC5EA60" w14:textId="77777777" w:rsidTr="00E7210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5B2A0" w14:textId="77777777" w:rsidR="0063762B" w:rsidRPr="0063762B" w:rsidRDefault="0063762B" w:rsidP="0063762B">
            <w:pPr>
              <w:pStyle w:val="SIText"/>
            </w:pPr>
            <w:r w:rsidRPr="0063762B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647E" w14:textId="18B37C49" w:rsidR="0063762B" w:rsidRPr="0063762B" w:rsidRDefault="0063762B" w:rsidP="0063762B">
            <w:pPr>
              <w:pStyle w:val="SIBulletList1"/>
            </w:pPr>
            <w:r w:rsidRPr="0063762B">
              <w:t xml:space="preserve">Analyses and synthesises highly embedded mathematical information from a broad range of tasks and texts to develop schedules and specifications </w:t>
            </w:r>
          </w:p>
        </w:tc>
      </w:tr>
      <w:tr w:rsidR="0063762B" w:rsidRPr="00346B50" w14:paraId="157D7CE5" w14:textId="77777777" w:rsidTr="00E7210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D2BFC" w14:textId="77777777" w:rsidR="0063762B" w:rsidRPr="0063762B" w:rsidRDefault="0063762B" w:rsidP="0063762B">
            <w:pPr>
              <w:pStyle w:val="SIText"/>
            </w:pPr>
            <w:r w:rsidRPr="0063762B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247B" w14:textId="38B3C37A" w:rsidR="0063762B" w:rsidRPr="0063762B" w:rsidRDefault="0063762B" w:rsidP="0063762B">
            <w:pPr>
              <w:pStyle w:val="SIBulletList1"/>
            </w:pPr>
            <w:r w:rsidRPr="0063762B">
              <w:t>Develops and implements programs that ensures organisational policies, procedures and regulatory requirements are being met</w:t>
            </w:r>
          </w:p>
        </w:tc>
      </w:tr>
      <w:tr w:rsidR="0063762B" w:rsidRPr="00346B50" w14:paraId="4D2211D0" w14:textId="77777777" w:rsidTr="00E7210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D1A7D" w14:textId="77777777" w:rsidR="0063762B" w:rsidRPr="0063762B" w:rsidRDefault="0063762B" w:rsidP="0063762B">
            <w:pPr>
              <w:pStyle w:val="SIText"/>
            </w:pPr>
            <w:r w:rsidRPr="0063762B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E3F8" w14:textId="77777777" w:rsidR="0063762B" w:rsidRDefault="0063762B" w:rsidP="0063762B">
            <w:pPr>
              <w:pStyle w:val="SIBulletList1"/>
            </w:pPr>
            <w:r w:rsidRPr="0063762B">
              <w:t>Uses a variety of relevant communication tools and strategies in building and maintaining effective working relationships with key stakeholders</w:t>
            </w:r>
          </w:p>
          <w:p w14:paraId="7F5DD0D9" w14:textId="6C6F7DDA" w:rsidR="00791F8C" w:rsidRPr="0063762B" w:rsidRDefault="00791F8C" w:rsidP="0063762B">
            <w:pPr>
              <w:pStyle w:val="SIBulletList1"/>
            </w:pPr>
            <w:r w:rsidRPr="0063762B">
              <w:t>Develops and implements communications strategies with internal and external stakeholders in order to build rapport</w:t>
            </w:r>
          </w:p>
        </w:tc>
      </w:tr>
      <w:tr w:rsidR="0063762B" w:rsidRPr="00346B50" w14:paraId="2CE0340F" w14:textId="77777777" w:rsidTr="00E7210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23181" w14:textId="77777777" w:rsidR="0063762B" w:rsidRPr="0063762B" w:rsidRDefault="0063762B" w:rsidP="0063762B">
            <w:pPr>
              <w:pStyle w:val="SIText"/>
            </w:pPr>
            <w:r w:rsidRPr="0063762B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ECA4" w14:textId="36E08BDE" w:rsidR="0063762B" w:rsidRPr="0063762B" w:rsidRDefault="00791F8C" w:rsidP="00791F8C">
            <w:pPr>
              <w:pStyle w:val="SIBulletList1"/>
            </w:pPr>
            <w:r w:rsidRPr="00791F8C">
              <w:t>Plans strategic priorities and outcomes within a flexible, efficient and effective context in a diverse environment exposed to competing demands</w:t>
            </w:r>
          </w:p>
        </w:tc>
      </w:tr>
    </w:tbl>
    <w:p w14:paraId="36C8C30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DFC40CF" w14:textId="77777777" w:rsidTr="00F33FF2">
        <w:tc>
          <w:tcPr>
            <w:tcW w:w="5000" w:type="pct"/>
            <w:gridSpan w:val="4"/>
          </w:tcPr>
          <w:p w14:paraId="0696B07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EC3A85E" w14:textId="77777777" w:rsidTr="00F33FF2">
        <w:tc>
          <w:tcPr>
            <w:tcW w:w="1028" w:type="pct"/>
          </w:tcPr>
          <w:p w14:paraId="314F29E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07618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73647D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870143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F0AEF" w14:paraId="7892EDD4" w14:textId="77777777" w:rsidTr="00F33FF2">
        <w:tc>
          <w:tcPr>
            <w:tcW w:w="1028" w:type="pct"/>
          </w:tcPr>
          <w:p w14:paraId="431EEEB2" w14:textId="77777777" w:rsidR="001F0AEF" w:rsidRPr="001F0AEF" w:rsidRDefault="001F0AEF" w:rsidP="001F0AEF">
            <w:pPr>
              <w:pStyle w:val="SIText"/>
            </w:pPr>
            <w:r>
              <w:t>AHCTRF502</w:t>
            </w:r>
            <w:r w:rsidRPr="001F0AEF">
              <w:t xml:space="preserve"> Manage sports turf renovation programs</w:t>
            </w:r>
          </w:p>
        </w:tc>
        <w:tc>
          <w:tcPr>
            <w:tcW w:w="1105" w:type="pct"/>
          </w:tcPr>
          <w:p w14:paraId="14B8069F" w14:textId="019454A2" w:rsidR="001F0AEF" w:rsidRPr="001F0AEF" w:rsidRDefault="001F0AEF" w:rsidP="001F0AEF">
            <w:pPr>
              <w:pStyle w:val="SIText"/>
            </w:pPr>
            <w:r w:rsidRPr="00566CB9">
              <w:t>AHCTRF502 Manage sports turf renovation programs</w:t>
            </w:r>
          </w:p>
        </w:tc>
        <w:tc>
          <w:tcPr>
            <w:tcW w:w="1251" w:type="pct"/>
          </w:tcPr>
          <w:p w14:paraId="2D2BB4B7" w14:textId="77777777" w:rsidR="00F93EA4" w:rsidRPr="00F93EA4" w:rsidRDefault="00F93EA4" w:rsidP="00F93EA4">
            <w:pPr>
              <w:pStyle w:val="SIText"/>
            </w:pPr>
            <w:r w:rsidRPr="00F93EA4">
              <w:t>Minor changes to Elements and Performance Criteria for clarity</w:t>
            </w:r>
          </w:p>
          <w:p w14:paraId="72E2C113" w14:textId="68A0AD0D" w:rsidR="001F0AEF" w:rsidRPr="000754EC" w:rsidRDefault="00F93EA4" w:rsidP="00F93EA4">
            <w:pPr>
              <w:pStyle w:val="SIText"/>
            </w:pPr>
            <w:r w:rsidRPr="00F93EA4">
              <w:t>Updated Performance Evidence and Knowledge Evidence</w:t>
            </w:r>
          </w:p>
        </w:tc>
        <w:tc>
          <w:tcPr>
            <w:tcW w:w="1616" w:type="pct"/>
          </w:tcPr>
          <w:p w14:paraId="0015E267" w14:textId="77777777" w:rsidR="001F0AEF" w:rsidRPr="001F0AEF" w:rsidRDefault="001F0AEF" w:rsidP="001F0AEF">
            <w:pPr>
              <w:pStyle w:val="SIText"/>
            </w:pPr>
            <w:r w:rsidRPr="000754EC">
              <w:t xml:space="preserve">Equivalent unit </w:t>
            </w:r>
          </w:p>
          <w:p w14:paraId="629B3D7E" w14:textId="77777777" w:rsidR="001F0AEF" w:rsidRPr="001F0AEF" w:rsidRDefault="001F0AEF" w:rsidP="001F0AEF">
            <w:pPr>
              <w:pStyle w:val="SIText"/>
            </w:pPr>
          </w:p>
        </w:tc>
      </w:tr>
    </w:tbl>
    <w:p w14:paraId="37BACA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A2B070E" w14:textId="77777777" w:rsidTr="00CA2922">
        <w:tc>
          <w:tcPr>
            <w:tcW w:w="1396" w:type="pct"/>
            <w:shd w:val="clear" w:color="auto" w:fill="auto"/>
          </w:tcPr>
          <w:p w14:paraId="13F4FE3C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8CA0B94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1FBA7935" w14:textId="77777777" w:rsidR="00F1480E" w:rsidRDefault="00F1480E" w:rsidP="005F771F">
      <w:pPr>
        <w:pStyle w:val="SIText"/>
      </w:pPr>
    </w:p>
    <w:p w14:paraId="4FC8A6E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CA77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B855D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DC21C75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1F0AEF">
              <w:t>AHCTRF502</w:t>
            </w:r>
            <w:r w:rsidR="001F0AEF" w:rsidRPr="001F0AEF">
              <w:t xml:space="preserve"> Manage sports turf renovation programs</w:t>
            </w:r>
          </w:p>
        </w:tc>
      </w:tr>
      <w:tr w:rsidR="00556C4C" w:rsidRPr="00A55106" w14:paraId="495F9AA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4681E5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B55FE4C" w14:textId="77777777" w:rsidTr="00113678">
        <w:tc>
          <w:tcPr>
            <w:tcW w:w="5000" w:type="pct"/>
            <w:gridSpan w:val="2"/>
            <w:shd w:val="clear" w:color="auto" w:fill="auto"/>
          </w:tcPr>
          <w:p w14:paraId="549AD333" w14:textId="5F78DC66" w:rsidR="000629C6" w:rsidRDefault="003A5A3E" w:rsidP="006D3F21">
            <w:r w:rsidRPr="003A5A3E">
              <w:t>An individual demonstrating competency must satisfy all of the elements and performance criteria in this unit.</w:t>
            </w:r>
          </w:p>
          <w:p w14:paraId="6068F4F2" w14:textId="7D37D9A0" w:rsidR="000629C6" w:rsidRDefault="003A5A3E" w:rsidP="000629C6">
            <w:r w:rsidRPr="003A5A3E">
              <w:t xml:space="preserve">There must be evidence that the individual has </w:t>
            </w:r>
            <w:r w:rsidR="000629C6">
              <w:t xml:space="preserve">managed sports turf surfaces </w:t>
            </w:r>
            <w:r w:rsidRPr="003A5A3E">
              <w:t xml:space="preserve">on at least </w:t>
            </w:r>
            <w:r w:rsidR="00F93EA4">
              <w:t>three</w:t>
            </w:r>
            <w:r w:rsidRPr="003A5A3E">
              <w:t xml:space="preserve"> </w:t>
            </w:r>
            <w:r w:rsidR="000629C6">
              <w:t>of the following turf surfaces</w:t>
            </w:r>
            <w:r w:rsidRPr="003A5A3E">
              <w:t>:</w:t>
            </w:r>
          </w:p>
          <w:p w14:paraId="4ADAC5A8" w14:textId="7EF45203" w:rsidR="000629C6" w:rsidRPr="000629C6" w:rsidRDefault="000629C6" w:rsidP="00E72104">
            <w:pPr>
              <w:pStyle w:val="SIBulletList1"/>
            </w:pPr>
            <w:r w:rsidRPr="000629C6">
              <w:t>a single hole for golf course including tee and surro</w:t>
            </w:r>
            <w:r>
              <w:t>unds, rough, fairways and green</w:t>
            </w:r>
          </w:p>
          <w:p w14:paraId="45DD9A6B" w14:textId="398080B3" w:rsidR="000629C6" w:rsidRPr="000629C6" w:rsidRDefault="000629C6" w:rsidP="00E72104">
            <w:pPr>
              <w:pStyle w:val="SIBulletList1"/>
            </w:pPr>
            <w:r>
              <w:t>bowling green</w:t>
            </w:r>
          </w:p>
          <w:p w14:paraId="6179D349" w14:textId="6AD10137" w:rsidR="000629C6" w:rsidRPr="000629C6" w:rsidRDefault="000629C6" w:rsidP="00E72104">
            <w:pPr>
              <w:pStyle w:val="SIBulletList1"/>
            </w:pPr>
            <w:r w:rsidRPr="000629C6">
              <w:t xml:space="preserve">cricket including </w:t>
            </w:r>
            <w:r>
              <w:t>renovation of wicket surface and outfield</w:t>
            </w:r>
            <w:r w:rsidRPr="000629C6">
              <w:t xml:space="preserve"> </w:t>
            </w:r>
          </w:p>
          <w:p w14:paraId="631711D9" w14:textId="3FB43E63" w:rsidR="000629C6" w:rsidRPr="000629C6" w:rsidRDefault="000629C6" w:rsidP="00E72104">
            <w:pPr>
              <w:pStyle w:val="SIBulletList1"/>
            </w:pPr>
            <w:r w:rsidRPr="000629C6">
              <w:t>ball sport (football, socc</w:t>
            </w:r>
            <w:r>
              <w:t>er or rugby)</w:t>
            </w:r>
          </w:p>
          <w:p w14:paraId="3D303546" w14:textId="21BA4A21" w:rsidR="000629C6" w:rsidRPr="000629C6" w:rsidRDefault="000629C6" w:rsidP="00E72104">
            <w:pPr>
              <w:pStyle w:val="SIBulletList1"/>
            </w:pPr>
            <w:r>
              <w:t>horse race track</w:t>
            </w:r>
          </w:p>
          <w:p w14:paraId="2A1BAC04" w14:textId="77777777" w:rsidR="00F93EA4" w:rsidRDefault="00F93EA4" w:rsidP="00E72104">
            <w:pPr>
              <w:pStyle w:val="SIBulletList1"/>
            </w:pPr>
            <w:r>
              <w:t xml:space="preserve">one </w:t>
            </w:r>
            <w:r w:rsidR="000629C6" w:rsidRPr="000629C6">
              <w:t>other sport turf</w:t>
            </w:r>
            <w:r>
              <w:t xml:space="preserve"> surface selected from:</w:t>
            </w:r>
          </w:p>
          <w:p w14:paraId="332CD5A5" w14:textId="466BABC9" w:rsidR="00F93EA4" w:rsidRDefault="000629C6">
            <w:pPr>
              <w:pStyle w:val="SIBulletList2"/>
            </w:pPr>
            <w:r w:rsidRPr="000629C6">
              <w:t>lawn tennis</w:t>
            </w:r>
          </w:p>
          <w:p w14:paraId="52C61148" w14:textId="2BAA092D" w:rsidR="00F93EA4" w:rsidRDefault="000629C6">
            <w:pPr>
              <w:pStyle w:val="SIBulletList2"/>
            </w:pPr>
            <w:r w:rsidRPr="000629C6">
              <w:t>lacrosse</w:t>
            </w:r>
          </w:p>
          <w:p w14:paraId="637185C9" w14:textId="352EBDF1" w:rsidR="00F93EA4" w:rsidRDefault="000629C6">
            <w:pPr>
              <w:pStyle w:val="SIBulletList2"/>
            </w:pPr>
            <w:r w:rsidRPr="000629C6">
              <w:t>hockey</w:t>
            </w:r>
          </w:p>
          <w:p w14:paraId="3FC7D6AA" w14:textId="070A2B29" w:rsidR="00F93EA4" w:rsidRDefault="000629C6">
            <w:pPr>
              <w:pStyle w:val="SIBulletList2"/>
            </w:pPr>
            <w:r w:rsidRPr="000629C6">
              <w:t>polo</w:t>
            </w:r>
          </w:p>
          <w:p w14:paraId="15906B16" w14:textId="58966203" w:rsidR="000629C6" w:rsidRPr="000629C6" w:rsidRDefault="00430E2F">
            <w:pPr>
              <w:pStyle w:val="SIBulletList2"/>
            </w:pPr>
            <w:proofErr w:type="spellStart"/>
            <w:proofErr w:type="gramStart"/>
            <w:r>
              <w:t>croquete</w:t>
            </w:r>
            <w:proofErr w:type="spellEnd"/>
            <w:proofErr w:type="gramEnd"/>
            <w:r w:rsidR="000629C6" w:rsidRPr="000629C6">
              <w:t>.</w:t>
            </w:r>
          </w:p>
          <w:p w14:paraId="5ADD2EC9" w14:textId="77777777" w:rsidR="00EB63D2" w:rsidRPr="003A5A3E" w:rsidRDefault="00EB63D2" w:rsidP="006D3F21"/>
          <w:p w14:paraId="568730C4" w14:textId="625185DB" w:rsidR="003A5A3E" w:rsidRPr="001F0AEF" w:rsidRDefault="000629C6" w:rsidP="00E72104">
            <w:r w:rsidRPr="000629C6">
              <w:t>There must also be evidence that the individual has:</w:t>
            </w:r>
          </w:p>
          <w:p w14:paraId="6EDA7E91" w14:textId="2649AADC" w:rsidR="000629C6" w:rsidRDefault="000629C6" w:rsidP="001F0AEF">
            <w:pPr>
              <w:pStyle w:val="SIBulletList1"/>
            </w:pPr>
            <w:r>
              <w:t>inspected, implemented tests and assessed the turf renovation site for turf condition, soil properties, and water quality</w:t>
            </w:r>
          </w:p>
          <w:p w14:paraId="47472610" w14:textId="77777777" w:rsidR="00742B7F" w:rsidRDefault="00886AB7" w:rsidP="00241D22">
            <w:pPr>
              <w:pStyle w:val="SIBulletList1"/>
            </w:pPr>
            <w:r>
              <w:t>reviewed historical records and practices and determined a turf renovation technique for current conditions and outcomes</w:t>
            </w:r>
          </w:p>
          <w:p w14:paraId="1626F22C" w14:textId="2090B512" w:rsidR="00742B7F" w:rsidRPr="00742B7F" w:rsidRDefault="00742B7F" w:rsidP="00241D22">
            <w:pPr>
              <w:pStyle w:val="SIBulletList1"/>
            </w:pPr>
            <w:r>
              <w:t>identified</w:t>
            </w:r>
            <w:r w:rsidRPr="00742B7F">
              <w:t xml:space="preserve"> work health, safety and environmental hazards, assess risks and identif</w:t>
            </w:r>
            <w:r>
              <w:t xml:space="preserve">ied </w:t>
            </w:r>
            <w:r w:rsidRPr="00742B7F">
              <w:t>control</w:t>
            </w:r>
            <w:r>
              <w:t xml:space="preserve"> measure to include in plan</w:t>
            </w:r>
          </w:p>
          <w:p w14:paraId="2BF0C90F" w14:textId="61EAFCD3" w:rsidR="00886AB7" w:rsidRPr="00886AB7" w:rsidRDefault="001F0AEF" w:rsidP="00886AB7">
            <w:pPr>
              <w:pStyle w:val="SIBulletList1"/>
            </w:pPr>
            <w:r w:rsidRPr="00F15DAF">
              <w:t>document</w:t>
            </w:r>
            <w:r w:rsidR="00886AB7">
              <w:t>ed</w:t>
            </w:r>
            <w:r w:rsidR="00886AB7" w:rsidRPr="00886AB7">
              <w:t xml:space="preserve"> a </w:t>
            </w:r>
            <w:r w:rsidR="00886AB7">
              <w:t xml:space="preserve">turf renovation plan and </w:t>
            </w:r>
            <w:r w:rsidR="00886AB7" w:rsidRPr="00886AB7">
              <w:t>schedule of works</w:t>
            </w:r>
            <w:r w:rsidR="00886AB7">
              <w:t xml:space="preserve"> according to workplace procedures</w:t>
            </w:r>
          </w:p>
          <w:p w14:paraId="4F5E1E96" w14:textId="7EA75726" w:rsidR="00886AB7" w:rsidRPr="00886AB7" w:rsidRDefault="00886AB7" w:rsidP="00886AB7">
            <w:pPr>
              <w:pStyle w:val="SIBulletList1"/>
            </w:pPr>
            <w:r>
              <w:t>produced and reviewed a costing b</w:t>
            </w:r>
            <w:r w:rsidRPr="00886AB7">
              <w:t>udget</w:t>
            </w:r>
            <w:r>
              <w:t xml:space="preserve"> for the project</w:t>
            </w:r>
          </w:p>
          <w:p w14:paraId="1825A5CC" w14:textId="0EF20BB0" w:rsidR="00EB63D2" w:rsidRDefault="00306340" w:rsidP="00241D22">
            <w:pPr>
              <w:pStyle w:val="SIBulletList1"/>
            </w:pPr>
            <w:r>
              <w:t>determined availability and operational status of machinery and equipment and specified settings and adjustments</w:t>
            </w:r>
            <w:r w:rsidR="00EB63D2">
              <w:t xml:space="preserve"> </w:t>
            </w:r>
          </w:p>
          <w:p w14:paraId="637FF9C7" w14:textId="77777777" w:rsidR="00CD756A" w:rsidRDefault="00CD756A" w:rsidP="00241D22">
            <w:pPr>
              <w:pStyle w:val="SIBulletList1"/>
            </w:pPr>
            <w:r>
              <w:t>identified and liaised with team and contractor for expected works</w:t>
            </w:r>
          </w:p>
          <w:p w14:paraId="23DDF737" w14:textId="62E00D2C" w:rsidR="00CD756A" w:rsidRPr="00EB63D2" w:rsidRDefault="00CD756A" w:rsidP="00241D22">
            <w:pPr>
              <w:pStyle w:val="SIBulletList1"/>
            </w:pPr>
            <w:r>
              <w:t>prepared a schedule of works according to workplace procedures</w:t>
            </w:r>
          </w:p>
          <w:p w14:paraId="5D9D235E" w14:textId="2DA63795" w:rsidR="001F0AEF" w:rsidRPr="001F0AEF" w:rsidRDefault="00CD756A" w:rsidP="001F0AEF">
            <w:pPr>
              <w:pStyle w:val="SIBulletList1"/>
            </w:pPr>
            <w:r>
              <w:t xml:space="preserve">calculated materials and </w:t>
            </w:r>
            <w:r w:rsidR="001F0AEF" w:rsidRPr="00F15DAF">
              <w:t>order</w:t>
            </w:r>
            <w:r>
              <w:t xml:space="preserve">ed </w:t>
            </w:r>
            <w:r w:rsidR="001F0AEF" w:rsidRPr="00F15DAF">
              <w:t>goods</w:t>
            </w:r>
            <w:r>
              <w:t xml:space="preserve">, </w:t>
            </w:r>
            <w:r w:rsidR="001F0AEF" w:rsidRPr="00F15DAF">
              <w:t>services</w:t>
            </w:r>
            <w:r>
              <w:t xml:space="preserve"> and contractors required for the renovation according to workplace finance procedures</w:t>
            </w:r>
          </w:p>
          <w:p w14:paraId="0B309A85" w14:textId="4514572A" w:rsidR="00556C4C" w:rsidRDefault="001F0AEF" w:rsidP="00EA73EA">
            <w:pPr>
              <w:pStyle w:val="SIBulletList1"/>
            </w:pPr>
            <w:r w:rsidRPr="00F15DAF">
              <w:t>prepare</w:t>
            </w:r>
            <w:r w:rsidR="00CD756A">
              <w:t>d</w:t>
            </w:r>
            <w:r w:rsidRPr="00F15DAF">
              <w:t xml:space="preserve"> a</w:t>
            </w:r>
            <w:r w:rsidR="00EB63D2">
              <w:t xml:space="preserve"> post renovation </w:t>
            </w:r>
            <w:r w:rsidRPr="00F15DAF">
              <w:t xml:space="preserve">turf </w:t>
            </w:r>
            <w:r w:rsidR="00EB63D2">
              <w:t xml:space="preserve">recovery </w:t>
            </w:r>
            <w:r w:rsidRPr="00F15DAF">
              <w:t>maintenance program</w:t>
            </w:r>
          </w:p>
          <w:p w14:paraId="62A49870" w14:textId="77A72322" w:rsidR="00CD756A" w:rsidRDefault="00CD756A" w:rsidP="00EA73EA">
            <w:pPr>
              <w:pStyle w:val="SIBulletList1"/>
            </w:pPr>
            <w:r>
              <w:t>updated records and reported outcomes for renovation program</w:t>
            </w:r>
          </w:p>
          <w:p w14:paraId="14200469" w14:textId="38FF906E" w:rsidR="00CD756A" w:rsidRPr="000754EC" w:rsidRDefault="00557E12" w:rsidP="00424657">
            <w:pPr>
              <w:pStyle w:val="SIBulletList1"/>
            </w:pPr>
            <w:proofErr w:type="gramStart"/>
            <w:r>
              <w:t>reviewed</w:t>
            </w:r>
            <w:proofErr w:type="gramEnd"/>
            <w:r>
              <w:t xml:space="preserve"> program outcomes against plan and recommended future adjustments.</w:t>
            </w:r>
          </w:p>
        </w:tc>
      </w:tr>
    </w:tbl>
    <w:p w14:paraId="1D096E6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EDB6DE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DCE8C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2D40526" w14:textId="77777777" w:rsidTr="00CA2922">
        <w:tc>
          <w:tcPr>
            <w:tcW w:w="5000" w:type="pct"/>
            <w:shd w:val="clear" w:color="auto" w:fill="auto"/>
          </w:tcPr>
          <w:p w14:paraId="4D5830B6" w14:textId="734BCA07" w:rsidR="003A5A3E" w:rsidRPr="001F0AEF" w:rsidRDefault="003A5A3E" w:rsidP="001F0AEF">
            <w:pPr>
              <w:pStyle w:val="SIText"/>
            </w:pPr>
            <w:r w:rsidRPr="003A5A3E">
              <w:t>An individual must be able to demonstrate the knowledge required to perform the tasks outlined in the elements and performance criteria of this unit. This includes knowledge of:</w:t>
            </w:r>
          </w:p>
          <w:p w14:paraId="4EA089B4" w14:textId="64883D71" w:rsidR="001F0AEF" w:rsidRPr="001F0AEF" w:rsidRDefault="001F0AEF" w:rsidP="00241D22">
            <w:pPr>
              <w:pStyle w:val="SIBulletList1"/>
            </w:pPr>
            <w:r w:rsidRPr="00F15DAF">
              <w:t xml:space="preserve">comparative </w:t>
            </w:r>
            <w:r w:rsidR="00226331">
              <w:t xml:space="preserve">health, safety and </w:t>
            </w:r>
            <w:r w:rsidRPr="00F15DAF">
              <w:t xml:space="preserve">environmental implications of renovation activities, turf and soil treatments and waste disposal </w:t>
            </w:r>
            <w:r w:rsidRPr="001F0AEF">
              <w:t>procedures</w:t>
            </w:r>
            <w:r w:rsidR="00EB63D2" w:rsidRPr="00EB63D2">
              <w:t>/issues and legislation</w:t>
            </w:r>
          </w:p>
          <w:p w14:paraId="7FCFACD5" w14:textId="77777777" w:rsidR="001F0AEF" w:rsidRPr="001F0AEF" w:rsidRDefault="001F0AEF" w:rsidP="00241D22">
            <w:pPr>
              <w:pStyle w:val="SIBulletList1"/>
            </w:pPr>
            <w:r w:rsidRPr="00F15DAF">
              <w:t>enterprise and industry standards for turf surface appearance and quality</w:t>
            </w:r>
          </w:p>
          <w:p w14:paraId="5D265D8A" w14:textId="54E9D12A" w:rsidR="001F0AEF" w:rsidRPr="001F0AEF" w:rsidRDefault="001F0AEF" w:rsidP="00241D22">
            <w:pPr>
              <w:pStyle w:val="SIBulletList1"/>
            </w:pPr>
            <w:r w:rsidRPr="00F15DAF">
              <w:t xml:space="preserve">field measurement techniques </w:t>
            </w:r>
            <w:r w:rsidR="00EB63D2" w:rsidRPr="00EB63D2">
              <w:t xml:space="preserve">including </w:t>
            </w:r>
            <w:r w:rsidRPr="00F15DAF">
              <w:t xml:space="preserve">infiltration rate, organic fines, hardness, traction, surface smoothness </w:t>
            </w:r>
          </w:p>
          <w:p w14:paraId="23DF6235" w14:textId="7B5E724C" w:rsidR="001F0AEF" w:rsidRPr="001F0AEF" w:rsidRDefault="001F0AEF" w:rsidP="00241D22">
            <w:pPr>
              <w:pStyle w:val="SIBulletList1"/>
            </w:pPr>
            <w:r w:rsidRPr="00F15DAF">
              <w:t xml:space="preserve">impact of climatic conditions </w:t>
            </w:r>
            <w:r w:rsidR="00EB63D2" w:rsidRPr="00EB63D2">
              <w:t xml:space="preserve">and soil temperature </w:t>
            </w:r>
            <w:r w:rsidRPr="00F15DAF">
              <w:t>on turf recovery</w:t>
            </w:r>
          </w:p>
          <w:p w14:paraId="4BC75462" w14:textId="290A292D" w:rsidR="001F0AEF" w:rsidRPr="001F0AEF" w:rsidRDefault="001F0AEF" w:rsidP="00241D22">
            <w:pPr>
              <w:pStyle w:val="SIBulletList1"/>
            </w:pPr>
            <w:r w:rsidRPr="00F15DAF">
              <w:t>planting, care and renovation scheduling requirements of turf grass species and cultivars</w:t>
            </w:r>
          </w:p>
          <w:p w14:paraId="60976719" w14:textId="0FEE9C8B" w:rsidR="001F0AEF" w:rsidRPr="001F0AEF" w:rsidRDefault="001F0AEF" w:rsidP="00241D22">
            <w:pPr>
              <w:pStyle w:val="SIBulletList1"/>
            </w:pPr>
            <w:r w:rsidRPr="00F15DAF">
              <w:t>requirements of the turf’s intended use</w:t>
            </w:r>
            <w:r w:rsidR="00EB63D2">
              <w:t xml:space="preserve"> including </w:t>
            </w:r>
            <w:r w:rsidR="00EB63D2" w:rsidRPr="00F15DAF">
              <w:t>intensity</w:t>
            </w:r>
            <w:r w:rsidR="00EB63D2" w:rsidRPr="00EB63D2">
              <w:t xml:space="preserve"> </w:t>
            </w:r>
            <w:r w:rsidR="00EB63D2">
              <w:t xml:space="preserve">and </w:t>
            </w:r>
            <w:r w:rsidRPr="00F15DAF">
              <w:t>schedul</w:t>
            </w:r>
            <w:r w:rsidR="00EB63D2">
              <w:t>ing</w:t>
            </w:r>
            <w:r w:rsidRPr="00F15DAF">
              <w:t xml:space="preserve"> </w:t>
            </w:r>
          </w:p>
          <w:p w14:paraId="2B5B17DB" w14:textId="77777777" w:rsidR="001F0AEF" w:rsidRPr="001F0AEF" w:rsidRDefault="001F0AEF" w:rsidP="00241D22">
            <w:pPr>
              <w:pStyle w:val="SIBulletList1"/>
            </w:pPr>
            <w:r w:rsidRPr="00F15DAF">
              <w:t>soil physical and chemical properties for imported and existing soils</w:t>
            </w:r>
          </w:p>
          <w:p w14:paraId="60AEE401" w14:textId="77777777" w:rsidR="001F0AEF" w:rsidRDefault="001F0AEF" w:rsidP="00241D22">
            <w:pPr>
              <w:pStyle w:val="SIBulletList1"/>
            </w:pPr>
            <w:r w:rsidRPr="00F15DAF">
              <w:t>specialist turf renovation principles and practices</w:t>
            </w:r>
          </w:p>
          <w:p w14:paraId="192BB432" w14:textId="77777777" w:rsidR="00EB63D2" w:rsidRPr="00EB63D2" w:rsidRDefault="00EB63D2" w:rsidP="00241D22">
            <w:pPr>
              <w:pStyle w:val="SIBulletList2"/>
            </w:pPr>
            <w:r>
              <w:t>aeration</w:t>
            </w:r>
          </w:p>
          <w:p w14:paraId="3CACA886" w14:textId="77777777" w:rsidR="00EB63D2" w:rsidRPr="00EB63D2" w:rsidRDefault="00EB63D2" w:rsidP="00241D22">
            <w:pPr>
              <w:pStyle w:val="SIBulletList2"/>
            </w:pPr>
            <w:r>
              <w:t>thatch removal</w:t>
            </w:r>
          </w:p>
          <w:p w14:paraId="46C9FCAA" w14:textId="77777777" w:rsidR="00EB63D2" w:rsidRPr="00EB63D2" w:rsidRDefault="00EB63D2" w:rsidP="00241D22">
            <w:pPr>
              <w:pStyle w:val="SIBulletList2"/>
            </w:pPr>
            <w:r>
              <w:t>topdressing/dusting</w:t>
            </w:r>
          </w:p>
          <w:p w14:paraId="4DEED362" w14:textId="442B5E9B" w:rsidR="00EB63D2" w:rsidRPr="00EB63D2" w:rsidRDefault="00EB63D2" w:rsidP="00241D22">
            <w:pPr>
              <w:pStyle w:val="SIBulletList2"/>
            </w:pPr>
            <w:r>
              <w:t>over sowing</w:t>
            </w:r>
          </w:p>
          <w:p w14:paraId="5E303755" w14:textId="62286EB1" w:rsidR="00EB63D2" w:rsidRPr="00EB63D2" w:rsidRDefault="00EB63D2" w:rsidP="00241D22">
            <w:pPr>
              <w:pStyle w:val="SIBulletList2"/>
            </w:pPr>
            <w:r>
              <w:t xml:space="preserve">application of soil ameliorants </w:t>
            </w:r>
          </w:p>
          <w:p w14:paraId="7AC7A4D2" w14:textId="4ED94623" w:rsidR="00EB63D2" w:rsidRPr="00EB63D2" w:rsidRDefault="00EB63D2" w:rsidP="00241D22">
            <w:pPr>
              <w:pStyle w:val="SIBulletList2"/>
            </w:pPr>
            <w:r>
              <w:t>removal of over sown species</w:t>
            </w:r>
          </w:p>
          <w:p w14:paraId="7B59F1B1" w14:textId="77777777" w:rsidR="00F1480E" w:rsidRDefault="001F0AEF" w:rsidP="001F0AEF">
            <w:pPr>
              <w:pStyle w:val="SIBulletList2"/>
            </w:pPr>
            <w:r w:rsidRPr="00F15DAF">
              <w:lastRenderedPageBreak/>
              <w:t>turf nutrition and plant growth regulators</w:t>
            </w:r>
          </w:p>
          <w:p w14:paraId="449A01F8" w14:textId="0FE98560" w:rsidR="00EB63D2" w:rsidRPr="00000453" w:rsidRDefault="00FE412E" w:rsidP="00241D22">
            <w:pPr>
              <w:pStyle w:val="SIBulletList1"/>
            </w:pPr>
            <w:r>
              <w:t xml:space="preserve">scheduling and program management and the </w:t>
            </w:r>
            <w:r w:rsidR="00EB63D2">
              <w:t xml:space="preserve">use of time management tools </w:t>
            </w:r>
            <w:r>
              <w:t xml:space="preserve">(e.g. </w:t>
            </w:r>
            <w:proofErr w:type="spellStart"/>
            <w:r w:rsidR="00EB63D2">
              <w:t>gant</w:t>
            </w:r>
            <w:r>
              <w:t>t</w:t>
            </w:r>
            <w:proofErr w:type="spellEnd"/>
            <w:r w:rsidR="00EB63D2">
              <w:t xml:space="preserve"> charts</w:t>
            </w:r>
            <w:r>
              <w:t>)</w:t>
            </w:r>
          </w:p>
          <w:p w14:paraId="0891E3A9" w14:textId="24493A6D" w:rsidR="00EB63D2" w:rsidRDefault="00AF60AA" w:rsidP="00241D22">
            <w:pPr>
              <w:pStyle w:val="SIBulletList1"/>
            </w:pPr>
            <w:r>
              <w:t>developing and managing budgets including:</w:t>
            </w:r>
          </w:p>
          <w:p w14:paraId="0B12BD5E" w14:textId="015B6389" w:rsidR="00AF60AA" w:rsidRDefault="00AF60AA">
            <w:pPr>
              <w:pStyle w:val="SIBulletList2"/>
            </w:pPr>
            <w:r>
              <w:t>direct costs (e.g. contractors, materials and consumables)</w:t>
            </w:r>
          </w:p>
          <w:p w14:paraId="4E2CC2E0" w14:textId="47A63062" w:rsidR="00AF60AA" w:rsidRDefault="00AF60AA">
            <w:pPr>
              <w:pStyle w:val="SIBulletList2"/>
            </w:pPr>
            <w:r>
              <w:t>indirect costs (e.g. labour, administration, services)</w:t>
            </w:r>
          </w:p>
          <w:p w14:paraId="4D9AFB20" w14:textId="4DA0E2C6" w:rsidR="00AF60AA" w:rsidRDefault="00AF60AA">
            <w:pPr>
              <w:pStyle w:val="SIBulletList2"/>
            </w:pPr>
            <w:r>
              <w:t>fixed or variable costs</w:t>
            </w:r>
          </w:p>
          <w:p w14:paraId="74D3CEAE" w14:textId="64C6ABB4" w:rsidR="000629C6" w:rsidRDefault="000629C6" w:rsidP="00241D22">
            <w:pPr>
              <w:pStyle w:val="SIBulletList1"/>
            </w:pPr>
            <w:r>
              <w:t>report writing and correct referencing</w:t>
            </w:r>
          </w:p>
          <w:p w14:paraId="5E700BC1" w14:textId="79587B69" w:rsidR="00A6694F" w:rsidRPr="00A6694F" w:rsidRDefault="00A6694F" w:rsidP="00241D22">
            <w:pPr>
              <w:pStyle w:val="SIBulletList1"/>
            </w:pPr>
            <w:r w:rsidRPr="00A6694F">
              <w:t xml:space="preserve">enterprise, national and international industry standards for </w:t>
            </w:r>
            <w:r w:rsidR="00A846BD">
              <w:t xml:space="preserve">sports </w:t>
            </w:r>
            <w:r w:rsidRPr="00A6694F">
              <w:t>turf surface</w:t>
            </w:r>
            <w:r w:rsidR="00A846BD">
              <w:t>s,</w:t>
            </w:r>
            <w:r w:rsidRPr="00A6694F">
              <w:t xml:space="preserve"> appearance, performance and quality </w:t>
            </w:r>
          </w:p>
          <w:p w14:paraId="576A4B16" w14:textId="0821793E" w:rsidR="00A6694F" w:rsidRPr="00A6694F" w:rsidRDefault="00A6694F" w:rsidP="00241D22">
            <w:pPr>
              <w:pStyle w:val="SIBulletList1"/>
            </w:pPr>
            <w:r w:rsidRPr="00A6694F">
              <w:t xml:space="preserve">safe work practices and procedures applicable to renovation </w:t>
            </w:r>
            <w:r w:rsidR="00A846BD">
              <w:t>planned activities</w:t>
            </w:r>
            <w:r w:rsidRPr="00A6694F">
              <w:t xml:space="preserve"> including: </w:t>
            </w:r>
          </w:p>
          <w:p w14:paraId="23CF6369" w14:textId="0F9F264B" w:rsidR="00A6694F" w:rsidRPr="00A6694F" w:rsidRDefault="00A6694F" w:rsidP="00241D22">
            <w:pPr>
              <w:pStyle w:val="SIBulletList2"/>
            </w:pPr>
            <w:r w:rsidRPr="00A6694F">
              <w:t xml:space="preserve">safe materials handling </w:t>
            </w:r>
          </w:p>
          <w:p w14:paraId="66257382" w14:textId="1D8ED01B" w:rsidR="00A6694F" w:rsidRPr="00A6694F" w:rsidRDefault="00A6694F" w:rsidP="00241D22">
            <w:pPr>
              <w:pStyle w:val="SIBulletList2"/>
            </w:pPr>
            <w:r w:rsidRPr="00A6694F">
              <w:t xml:space="preserve">equipment and operation </w:t>
            </w:r>
          </w:p>
          <w:p w14:paraId="45CD1D31" w14:textId="43325E6E" w:rsidR="00A6694F" w:rsidRPr="00A6694F" w:rsidRDefault="00A6694F" w:rsidP="00241D22">
            <w:pPr>
              <w:pStyle w:val="SIBulletList2"/>
            </w:pPr>
            <w:r w:rsidRPr="00A6694F">
              <w:t xml:space="preserve">public and turf area users </w:t>
            </w:r>
          </w:p>
          <w:p w14:paraId="68E5A7E8" w14:textId="4544DB4B" w:rsidR="00A6694F" w:rsidRPr="00A6694F" w:rsidRDefault="00A6694F" w:rsidP="00241D22">
            <w:pPr>
              <w:pStyle w:val="SIBulletList1"/>
            </w:pPr>
            <w:r w:rsidRPr="00A6694F">
              <w:t xml:space="preserve">methods and purpose of field measurement tests to be performed including: </w:t>
            </w:r>
          </w:p>
          <w:p w14:paraId="4D675795" w14:textId="241BEA1D" w:rsidR="00A6694F" w:rsidRPr="00A6694F" w:rsidRDefault="00A6694F" w:rsidP="00241D22">
            <w:pPr>
              <w:pStyle w:val="SIBulletList2"/>
            </w:pPr>
            <w:r w:rsidRPr="00A6694F">
              <w:t xml:space="preserve">infiltration rate </w:t>
            </w:r>
          </w:p>
          <w:p w14:paraId="1097C2FA" w14:textId="07BE2C35" w:rsidR="00A6694F" w:rsidRPr="00A6694F" w:rsidRDefault="00A6694F" w:rsidP="00241D22">
            <w:pPr>
              <w:pStyle w:val="SIBulletList2"/>
            </w:pPr>
            <w:r w:rsidRPr="00A6694F">
              <w:t xml:space="preserve">organic fines </w:t>
            </w:r>
          </w:p>
          <w:p w14:paraId="291FAE1D" w14:textId="529EA2A7" w:rsidR="00A6694F" w:rsidRPr="00A6694F" w:rsidRDefault="00A6694F" w:rsidP="00241D22">
            <w:pPr>
              <w:pStyle w:val="SIBulletList2"/>
            </w:pPr>
            <w:r w:rsidRPr="00A6694F">
              <w:t xml:space="preserve">hardness </w:t>
            </w:r>
          </w:p>
          <w:p w14:paraId="3F675857" w14:textId="74A83819" w:rsidR="00A6694F" w:rsidRPr="00A6694F" w:rsidRDefault="00A6694F" w:rsidP="00241D22">
            <w:pPr>
              <w:pStyle w:val="SIBulletList2"/>
            </w:pPr>
            <w:r w:rsidRPr="00A6694F">
              <w:t xml:space="preserve">traction </w:t>
            </w:r>
          </w:p>
          <w:p w14:paraId="7AB4D838" w14:textId="7C946D0A" w:rsidR="00A6694F" w:rsidRPr="00A6694F" w:rsidRDefault="00A6694F" w:rsidP="00241D22">
            <w:pPr>
              <w:pStyle w:val="SIBulletList2"/>
            </w:pPr>
            <w:r w:rsidRPr="00A6694F">
              <w:t xml:space="preserve">surface smoothness </w:t>
            </w:r>
          </w:p>
          <w:p w14:paraId="06D7DBA7" w14:textId="4FE5C920" w:rsidR="00A6694F" w:rsidRPr="00A6694F" w:rsidRDefault="00A6694F" w:rsidP="00241D22">
            <w:pPr>
              <w:pStyle w:val="SIBulletList2"/>
            </w:pPr>
            <w:r w:rsidRPr="00A6694F">
              <w:t xml:space="preserve">turf sward height </w:t>
            </w:r>
          </w:p>
          <w:p w14:paraId="22123A29" w14:textId="5C860F34" w:rsidR="00A6694F" w:rsidRPr="00A6694F" w:rsidRDefault="00A6694F" w:rsidP="00241D22">
            <w:pPr>
              <w:pStyle w:val="SIBulletList1"/>
            </w:pPr>
            <w:r w:rsidRPr="00A6694F">
              <w:t xml:space="preserve">identification and cultural requirements of turf grass species and cultivars including: </w:t>
            </w:r>
          </w:p>
          <w:p w14:paraId="304DFBFB" w14:textId="6659CE76" w:rsidR="00A6694F" w:rsidRPr="00A6694F" w:rsidRDefault="00A6694F" w:rsidP="00241D22">
            <w:pPr>
              <w:pStyle w:val="SIBulletList2"/>
            </w:pPr>
            <w:r w:rsidRPr="00A6694F">
              <w:t>planting/</w:t>
            </w:r>
          </w:p>
          <w:p w14:paraId="3AC891CB" w14:textId="77777777" w:rsidR="00A6694F" w:rsidRPr="00A6694F" w:rsidRDefault="00A6694F" w:rsidP="00241D22">
            <w:pPr>
              <w:pStyle w:val="SIBulletList2"/>
            </w:pPr>
            <w:r w:rsidRPr="00A6694F">
              <w:t>propagating</w:t>
            </w:r>
          </w:p>
          <w:p w14:paraId="3B8DE8C5" w14:textId="54AAEC32" w:rsidR="00A6694F" w:rsidRPr="00A6694F" w:rsidRDefault="00A6694F" w:rsidP="00241D22">
            <w:pPr>
              <w:pStyle w:val="SIBulletList2"/>
            </w:pPr>
            <w:r w:rsidRPr="00A6694F">
              <w:t xml:space="preserve">care and maintenance </w:t>
            </w:r>
          </w:p>
          <w:p w14:paraId="4E27A71B" w14:textId="356BD67A" w:rsidR="00A6694F" w:rsidRPr="00A6694F" w:rsidRDefault="00A6694F" w:rsidP="00241D22">
            <w:pPr>
              <w:pStyle w:val="SIBulletList2"/>
            </w:pPr>
            <w:r w:rsidRPr="00A6694F">
              <w:t xml:space="preserve">renovation scheduling requirements </w:t>
            </w:r>
          </w:p>
          <w:p w14:paraId="624292F8" w14:textId="3C1C65B9" w:rsidR="00A6694F" w:rsidRPr="00A6694F" w:rsidRDefault="00A6694F" w:rsidP="00241D22">
            <w:pPr>
              <w:pStyle w:val="SIBulletList1"/>
            </w:pPr>
            <w:r w:rsidRPr="00A6694F">
              <w:t>specialist turf renovation practices t</w:t>
            </w:r>
            <w:r w:rsidR="00FE412E">
              <w:t>o achieve high performance turf</w:t>
            </w:r>
          </w:p>
          <w:p w14:paraId="2F0D1DF8" w14:textId="4976E057" w:rsidR="00A6694F" w:rsidRPr="00A6694F" w:rsidRDefault="00A6694F" w:rsidP="00241D22">
            <w:pPr>
              <w:pStyle w:val="SIBulletList2"/>
            </w:pPr>
            <w:r w:rsidRPr="00A6694F">
              <w:t xml:space="preserve">dethatching </w:t>
            </w:r>
          </w:p>
          <w:p w14:paraId="25437FD3" w14:textId="21870C0E" w:rsidR="00A6694F" w:rsidRPr="00A6694F" w:rsidRDefault="00A6694F" w:rsidP="00241D22">
            <w:pPr>
              <w:pStyle w:val="SIBulletList2"/>
            </w:pPr>
            <w:r w:rsidRPr="00A6694F">
              <w:t xml:space="preserve">top dressing </w:t>
            </w:r>
          </w:p>
          <w:p w14:paraId="298B7521" w14:textId="1E6F59D0" w:rsidR="00A6694F" w:rsidRPr="00A6694F" w:rsidRDefault="00A6694F" w:rsidP="00241D22">
            <w:pPr>
              <w:pStyle w:val="SIBulletList2"/>
            </w:pPr>
            <w:r w:rsidRPr="00A6694F">
              <w:t xml:space="preserve">aerating and </w:t>
            </w:r>
          </w:p>
          <w:p w14:paraId="661944A8" w14:textId="6E9099D2" w:rsidR="00A6694F" w:rsidRPr="00A6694F" w:rsidRDefault="00FE412E" w:rsidP="00241D22">
            <w:pPr>
              <w:pStyle w:val="SIBulletList2"/>
            </w:pPr>
            <w:r>
              <w:t>de</w:t>
            </w:r>
            <w:r w:rsidR="00A6694F" w:rsidRPr="00A6694F">
              <w:t xml:space="preserve">-compaction </w:t>
            </w:r>
          </w:p>
          <w:p w14:paraId="726BE0C8" w14:textId="4AB9F659" w:rsidR="00A6694F" w:rsidRPr="00A6694F" w:rsidRDefault="00A6694F" w:rsidP="00241D22">
            <w:pPr>
              <w:pStyle w:val="SIBulletList2"/>
            </w:pPr>
            <w:r w:rsidRPr="00A6694F">
              <w:t xml:space="preserve">over sowing </w:t>
            </w:r>
          </w:p>
          <w:p w14:paraId="2F9B4D3F" w14:textId="5942898A" w:rsidR="00A6694F" w:rsidRPr="00A6694F" w:rsidRDefault="00A6694F" w:rsidP="00241D22">
            <w:pPr>
              <w:pStyle w:val="SIBulletList2"/>
            </w:pPr>
            <w:r w:rsidRPr="00A6694F">
              <w:t xml:space="preserve">fertilising and soil conditioning </w:t>
            </w:r>
          </w:p>
          <w:p w14:paraId="73EF35A3" w14:textId="65D7F0B7" w:rsidR="00A6694F" w:rsidRPr="00A6694F" w:rsidRDefault="00FE412E" w:rsidP="00241D22">
            <w:pPr>
              <w:pStyle w:val="SIBulletList2"/>
            </w:pPr>
            <w:r>
              <w:t xml:space="preserve">adjusting </w:t>
            </w:r>
            <w:r w:rsidR="00A6694F" w:rsidRPr="00A6694F">
              <w:t xml:space="preserve">drainage and water holding </w:t>
            </w:r>
          </w:p>
          <w:p w14:paraId="250BB7DB" w14:textId="746CE9BF" w:rsidR="00A6694F" w:rsidRPr="00A6694F" w:rsidRDefault="00A6694F" w:rsidP="00241D22">
            <w:pPr>
              <w:pStyle w:val="SIBulletList1"/>
            </w:pPr>
            <w:r w:rsidRPr="00A6694F">
              <w:t xml:space="preserve">establishing and estimating resource and material requirements for turf grass renovation program </w:t>
            </w:r>
            <w:r>
              <w:t>including</w:t>
            </w:r>
          </w:p>
          <w:p w14:paraId="4D9919F6" w14:textId="6A6904F4" w:rsidR="00A6694F" w:rsidRPr="00A6694F" w:rsidRDefault="00A6694F" w:rsidP="00241D22">
            <w:pPr>
              <w:pStyle w:val="SIBulletList2"/>
            </w:pPr>
            <w:r w:rsidRPr="00A6694F">
              <w:t xml:space="preserve">financial and budgetary constraints </w:t>
            </w:r>
          </w:p>
          <w:p w14:paraId="0585BE33" w14:textId="645ECD86" w:rsidR="00A6694F" w:rsidRPr="00A6694F" w:rsidRDefault="00A6694F" w:rsidP="00241D22">
            <w:pPr>
              <w:pStyle w:val="SIBulletList2"/>
            </w:pPr>
            <w:r w:rsidRPr="00A6694F">
              <w:t xml:space="preserve">consumables (fertilisers, ameliorants, chemicals) </w:t>
            </w:r>
          </w:p>
          <w:p w14:paraId="76DE571B" w14:textId="1A49D2F0" w:rsidR="00A6694F" w:rsidRPr="00A6694F" w:rsidRDefault="00A6694F" w:rsidP="00241D22">
            <w:pPr>
              <w:pStyle w:val="SIBulletList2"/>
            </w:pPr>
            <w:r w:rsidRPr="00A6694F">
              <w:t xml:space="preserve">labour and contractor requirements and scheduling </w:t>
            </w:r>
          </w:p>
          <w:p w14:paraId="595B9A2C" w14:textId="02C5F128" w:rsidR="00CD756A" w:rsidRDefault="00A6694F" w:rsidP="00241D22">
            <w:pPr>
              <w:pStyle w:val="SIBulletList1"/>
            </w:pPr>
            <w:r w:rsidRPr="00A6694F">
              <w:t xml:space="preserve">equipment and machinery </w:t>
            </w:r>
            <w:r w:rsidR="00CD756A">
              <w:t>used in turf renovation including:</w:t>
            </w:r>
          </w:p>
          <w:p w14:paraId="4AC0A9EF" w14:textId="7EC144D9" w:rsidR="00A6694F" w:rsidRDefault="00CD756A" w:rsidP="00241D22">
            <w:pPr>
              <w:pStyle w:val="SIBulletList2"/>
            </w:pPr>
            <w:r>
              <w:t>log books and operation status</w:t>
            </w:r>
          </w:p>
          <w:p w14:paraId="1F6B9270" w14:textId="7CDDA302" w:rsidR="00CD756A" w:rsidRPr="00CD756A" w:rsidRDefault="00CD756A" w:rsidP="00CD756A">
            <w:pPr>
              <w:pStyle w:val="SIBulletList2"/>
            </w:pPr>
            <w:r>
              <w:t>adjustments and settings (</w:t>
            </w:r>
            <w:proofErr w:type="spellStart"/>
            <w:r w:rsidRPr="00CD756A">
              <w:t>tyne</w:t>
            </w:r>
            <w:proofErr w:type="spellEnd"/>
            <w:r w:rsidRPr="00CD756A">
              <w:t>/blade types, depths, spacing's</w:t>
            </w:r>
            <w:r>
              <w:t>)</w:t>
            </w:r>
          </w:p>
          <w:p w14:paraId="2B07789B" w14:textId="77777777" w:rsidR="00FE412E" w:rsidRDefault="00CD756A" w:rsidP="00241D22">
            <w:pPr>
              <w:pStyle w:val="SIBulletList2"/>
            </w:pPr>
            <w:r>
              <w:t>types of equipment and their purpose</w:t>
            </w:r>
          </w:p>
          <w:p w14:paraId="683CA6DE" w14:textId="2FAA05F3" w:rsidR="00A6694F" w:rsidRPr="00A6694F" w:rsidRDefault="00A6694F" w:rsidP="00241D22">
            <w:pPr>
              <w:pStyle w:val="SIBulletList2"/>
            </w:pPr>
            <w:r w:rsidRPr="00A6694F">
              <w:t xml:space="preserve">effective and safe use of tools and machinery </w:t>
            </w:r>
          </w:p>
          <w:p w14:paraId="79DA935F" w14:textId="77AE638B" w:rsidR="00A6694F" w:rsidRPr="00A6694F" w:rsidRDefault="00A6694F" w:rsidP="00241D22">
            <w:pPr>
              <w:pStyle w:val="SIBulletList2"/>
            </w:pPr>
            <w:r w:rsidRPr="00A6694F">
              <w:t xml:space="preserve">need a short list of common renovation tools and equipment </w:t>
            </w:r>
          </w:p>
          <w:p w14:paraId="5154A5F6" w14:textId="0F768928" w:rsidR="00A6694F" w:rsidRPr="00A6694F" w:rsidRDefault="00A6694F" w:rsidP="00241D22">
            <w:pPr>
              <w:pStyle w:val="SIBulletList2"/>
            </w:pPr>
            <w:r w:rsidRPr="00A6694F">
              <w:t xml:space="preserve">influences on the selection of tools, machinery and safety equipment </w:t>
            </w:r>
          </w:p>
          <w:p w14:paraId="50272F30" w14:textId="77777777" w:rsidR="00FE412E" w:rsidRDefault="00A6694F" w:rsidP="00241D22">
            <w:pPr>
              <w:pStyle w:val="SIBulletList2"/>
            </w:pPr>
            <w:r w:rsidRPr="00A6694F">
              <w:t xml:space="preserve">common pre and post operational checks of equipment </w:t>
            </w:r>
          </w:p>
          <w:p w14:paraId="61C83625" w14:textId="423E2541" w:rsidR="00A6694F" w:rsidRPr="00A6694F" w:rsidRDefault="00A6694F" w:rsidP="00241D22">
            <w:pPr>
              <w:pStyle w:val="SIBulletList1"/>
            </w:pPr>
            <w:r w:rsidRPr="00A6694F">
              <w:t>managing sta</w:t>
            </w:r>
            <w:r w:rsidR="00FE412E">
              <w:t>ff and working with contractors including:</w:t>
            </w:r>
          </w:p>
          <w:p w14:paraId="58D2255F" w14:textId="4C7FD450" w:rsidR="00A6694F" w:rsidRPr="00A6694F" w:rsidRDefault="00A6694F" w:rsidP="00241D22">
            <w:pPr>
              <w:pStyle w:val="SIBulletList2"/>
            </w:pPr>
            <w:r w:rsidRPr="00A6694F">
              <w:t xml:space="preserve">communicating with staff </w:t>
            </w:r>
          </w:p>
          <w:p w14:paraId="10F097FD" w14:textId="3D7631A0" w:rsidR="00A6694F" w:rsidRPr="00A6694F" w:rsidRDefault="00A6694F" w:rsidP="00241D22">
            <w:pPr>
              <w:pStyle w:val="SIBulletList2"/>
            </w:pPr>
            <w:r w:rsidRPr="00A6694F">
              <w:t xml:space="preserve">organising and directing labour </w:t>
            </w:r>
          </w:p>
          <w:p w14:paraId="15D21845" w14:textId="54BA05A7" w:rsidR="00A6694F" w:rsidRPr="00A6694F" w:rsidRDefault="00A6694F" w:rsidP="00241D22">
            <w:pPr>
              <w:pStyle w:val="SIBulletList1"/>
            </w:pPr>
            <w:proofErr w:type="gramStart"/>
            <w:r w:rsidRPr="00A6694F">
              <w:t>preparation</w:t>
            </w:r>
            <w:proofErr w:type="gramEnd"/>
            <w:r w:rsidRPr="00A6694F">
              <w:t xml:space="preserve"> of renovation plans, recording and reporting renovation activities. </w:t>
            </w:r>
          </w:p>
          <w:p w14:paraId="306DE417" w14:textId="77777777" w:rsidR="00A6694F" w:rsidRPr="000754EC" w:rsidRDefault="00A6694F" w:rsidP="00241D22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</w:tc>
      </w:tr>
    </w:tbl>
    <w:p w14:paraId="1AD63E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11EA6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8296B9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D9B1E80" w14:textId="77777777" w:rsidTr="00CA2922">
        <w:tc>
          <w:tcPr>
            <w:tcW w:w="5000" w:type="pct"/>
            <w:shd w:val="clear" w:color="auto" w:fill="auto"/>
          </w:tcPr>
          <w:p w14:paraId="64F28033" w14:textId="6DDD101D" w:rsidR="003A5A3E" w:rsidRPr="003A5A3E" w:rsidRDefault="003A5A3E" w:rsidP="003A5A3E">
            <w:pPr>
              <w:rPr>
                <w:lang w:eastAsia="en-US"/>
              </w:rPr>
            </w:pPr>
            <w:r w:rsidRPr="003A5A3E">
              <w:rPr>
                <w:lang w:eastAsia="en-US"/>
              </w:rPr>
              <w:t xml:space="preserve">Assessment of skills must take place under the following conditions: </w:t>
            </w:r>
          </w:p>
          <w:p w14:paraId="462D1140" w14:textId="77777777" w:rsidR="003A5A3E" w:rsidRPr="003A5A3E" w:rsidRDefault="003A5A3E" w:rsidP="003A5A3E">
            <w:pPr>
              <w:pStyle w:val="SIBulletList1"/>
            </w:pPr>
            <w:r w:rsidRPr="003A5A3E" w:rsidDel="00171E64">
              <w:t xml:space="preserve"> </w:t>
            </w:r>
            <w:r w:rsidRPr="003A5A3E">
              <w:t>physical conditions:</w:t>
            </w:r>
          </w:p>
          <w:p w14:paraId="30935565" w14:textId="01FF9156" w:rsidR="00424657" w:rsidRPr="003D657E" w:rsidRDefault="003A5A3E" w:rsidP="00ED474C">
            <w:pPr>
              <w:pStyle w:val="SIBulletList2"/>
              <w:rPr>
                <w:rFonts w:eastAsia="Calibri"/>
              </w:rPr>
            </w:pPr>
            <w:r w:rsidRPr="003A5A3E">
              <w:lastRenderedPageBreak/>
              <w:t xml:space="preserve">skills must be demonstrated in </w:t>
            </w:r>
            <w:r w:rsidR="003D657E" w:rsidRPr="003D657E">
              <w:t xml:space="preserve">a sports turf facility or an environment that accurately represents workplace conditions </w:t>
            </w:r>
            <w:r w:rsidR="003D657E">
              <w:t xml:space="preserve">with </w:t>
            </w:r>
            <w:r w:rsidR="00424657" w:rsidRPr="00424657">
              <w:t>access to a</w:t>
            </w:r>
            <w:r w:rsidR="00424657">
              <w:t xml:space="preserve">t least </w:t>
            </w:r>
            <w:r w:rsidR="00C95CD6">
              <w:t>three</w:t>
            </w:r>
            <w:r w:rsidR="00424657">
              <w:t xml:space="preserve"> sites </w:t>
            </w:r>
            <w:r w:rsidR="00424657" w:rsidRPr="00424657">
              <w:t xml:space="preserve">suitable for sports turf surface </w:t>
            </w:r>
            <w:r w:rsidR="00424657">
              <w:t xml:space="preserve">renovation </w:t>
            </w:r>
            <w:r w:rsidR="00C95CD6">
              <w:t>stipulated in the performance evidence</w:t>
            </w:r>
          </w:p>
          <w:p w14:paraId="5265E720" w14:textId="77777777" w:rsidR="003A5A3E" w:rsidRPr="00424657" w:rsidRDefault="003A5A3E" w:rsidP="00424657">
            <w:pPr>
              <w:pStyle w:val="SIBulletList1"/>
            </w:pPr>
            <w:r w:rsidRPr="00424657">
              <w:t>resources, equipment and materials:</w:t>
            </w:r>
          </w:p>
          <w:p w14:paraId="5B894D18" w14:textId="77777777" w:rsidR="00C95CD6" w:rsidRDefault="00424657" w:rsidP="00C95CD6">
            <w:pPr>
              <w:pStyle w:val="SIBulletList2"/>
            </w:pPr>
            <w:r w:rsidRPr="00241D22">
              <w:t xml:space="preserve">computer </w:t>
            </w:r>
            <w:r w:rsidR="00C95CD6">
              <w:t xml:space="preserve">software </w:t>
            </w:r>
            <w:r w:rsidRPr="00241D22">
              <w:t>for documenting plans and preparing schedules</w:t>
            </w:r>
          </w:p>
          <w:p w14:paraId="2A609689" w14:textId="57EB8C0C" w:rsidR="003A5A3E" w:rsidRPr="00E72104" w:rsidRDefault="00C95CD6" w:rsidP="00C95CD6">
            <w:pPr>
              <w:pStyle w:val="SIBulletList2"/>
            </w:pPr>
            <w:r w:rsidRPr="00241D22">
              <w:t xml:space="preserve"> reports, results and testing equipment for soil</w:t>
            </w:r>
            <w:r w:rsidRPr="00C95CD6">
              <w:t xml:space="preserve"> and plant tissue</w:t>
            </w:r>
          </w:p>
          <w:p w14:paraId="665E5673" w14:textId="77777777" w:rsidR="003A5A3E" w:rsidRPr="003A5A3E" w:rsidRDefault="003A5A3E" w:rsidP="003A5A3E">
            <w:pPr>
              <w:pStyle w:val="SIBulletList1"/>
              <w:rPr>
                <w:rFonts w:eastAsia="Calibri"/>
              </w:rPr>
            </w:pPr>
            <w:r w:rsidRPr="003A5A3E">
              <w:rPr>
                <w:rFonts w:eastAsia="Calibri"/>
              </w:rPr>
              <w:t>specifications:</w:t>
            </w:r>
          </w:p>
          <w:p w14:paraId="77BDA706" w14:textId="469EBFEF" w:rsidR="00424657" w:rsidRPr="00241D22" w:rsidRDefault="00424657" w:rsidP="00424657">
            <w:pPr>
              <w:pStyle w:val="SIBulletList2"/>
            </w:pPr>
            <w:r w:rsidRPr="00241D22">
              <w:t xml:space="preserve">workplace </w:t>
            </w:r>
            <w:r w:rsidR="00C95CD6">
              <w:t>procedures and site plans for sports turf renovation</w:t>
            </w:r>
          </w:p>
          <w:p w14:paraId="22147C0A" w14:textId="164FDF56" w:rsidR="00424657" w:rsidRPr="00241D22" w:rsidRDefault="00424657">
            <w:pPr>
              <w:pStyle w:val="SIBulletList2"/>
            </w:pPr>
            <w:r w:rsidRPr="00241D22">
              <w:t>local, national and international standards for sports turf grass conditions</w:t>
            </w:r>
          </w:p>
          <w:p w14:paraId="7A9FF14C" w14:textId="64F8E9B1" w:rsidR="00424657" w:rsidRDefault="00424657" w:rsidP="00241D22">
            <w:pPr>
              <w:pStyle w:val="SIBulletList1"/>
            </w:pPr>
            <w:r>
              <w:t>relationships</w:t>
            </w:r>
          </w:p>
          <w:p w14:paraId="3C2A1985" w14:textId="105AEFF1" w:rsidR="00424657" w:rsidRPr="00241D22" w:rsidRDefault="00424657">
            <w:pPr>
              <w:pStyle w:val="SIBulletList2"/>
            </w:pPr>
            <w:proofErr w:type="gramStart"/>
            <w:r>
              <w:t>work</w:t>
            </w:r>
            <w:proofErr w:type="gramEnd"/>
            <w:r>
              <w:t xml:space="preserve"> team and contractor</w:t>
            </w:r>
            <w:r w:rsidR="00A61693">
              <w:t>.</w:t>
            </w:r>
          </w:p>
          <w:p w14:paraId="7DDEE8B2" w14:textId="77777777" w:rsidR="00C95CD6" w:rsidRDefault="00C95CD6" w:rsidP="006D3F21"/>
          <w:p w14:paraId="2646AA25" w14:textId="5F348BAA" w:rsidR="003A5A3E" w:rsidRPr="003A5A3E" w:rsidRDefault="003A5A3E" w:rsidP="006D3F21">
            <w:r w:rsidRPr="003A5A3E">
              <w:t>Assessors of this unit must satisfy the requirements for assessors in applicable vocational education and training legislation, frameworks and/or standards.</w:t>
            </w:r>
          </w:p>
          <w:p w14:paraId="4259799C" w14:textId="0BB3B111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42EE03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B9421B8" w14:textId="77777777" w:rsidTr="004679E3">
        <w:tc>
          <w:tcPr>
            <w:tcW w:w="990" w:type="pct"/>
            <w:shd w:val="clear" w:color="auto" w:fill="auto"/>
          </w:tcPr>
          <w:p w14:paraId="400DACA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7A4430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3AB3EC7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7CDE905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0B1F1C" w14:textId="77777777" w:rsidR="00D70038" w:rsidRDefault="00D70038" w:rsidP="00BF3F0A">
      <w:r>
        <w:separator/>
      </w:r>
    </w:p>
    <w:p w14:paraId="2DB51BC3" w14:textId="77777777" w:rsidR="00D70038" w:rsidRDefault="00D70038"/>
  </w:endnote>
  <w:endnote w:type="continuationSeparator" w:id="0">
    <w:p w14:paraId="729EE003" w14:textId="77777777" w:rsidR="00D70038" w:rsidRDefault="00D70038" w:rsidP="00BF3F0A">
      <w:r>
        <w:continuationSeparator/>
      </w:r>
    </w:p>
    <w:p w14:paraId="5404D3F7" w14:textId="77777777" w:rsidR="00D70038" w:rsidRDefault="00D700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BCF8E3F" w14:textId="365CE88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72104">
          <w:rPr>
            <w:noProof/>
          </w:rPr>
          <w:t>6</w:t>
        </w:r>
        <w:r w:rsidRPr="000754EC">
          <w:fldChar w:fldCharType="end"/>
        </w:r>
      </w:p>
      <w:p w14:paraId="6490FF9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9AA5C09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546D98" w14:textId="77777777" w:rsidR="00D70038" w:rsidRDefault="00D70038" w:rsidP="00BF3F0A">
      <w:r>
        <w:separator/>
      </w:r>
    </w:p>
    <w:p w14:paraId="1EFD09CE" w14:textId="77777777" w:rsidR="00D70038" w:rsidRDefault="00D70038"/>
  </w:footnote>
  <w:footnote w:type="continuationSeparator" w:id="0">
    <w:p w14:paraId="5192DF91" w14:textId="77777777" w:rsidR="00D70038" w:rsidRDefault="00D70038" w:rsidP="00BF3F0A">
      <w:r>
        <w:continuationSeparator/>
      </w:r>
    </w:p>
    <w:p w14:paraId="0A978F93" w14:textId="77777777" w:rsidR="00D70038" w:rsidRDefault="00D7003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0B8AC6" w14:textId="77777777" w:rsidR="009C2650" w:rsidRPr="001F0AEF" w:rsidRDefault="00CF795F" w:rsidP="001F0AEF">
    <w:pPr>
      <w:pStyle w:val="SIText"/>
    </w:pPr>
    <w:r>
      <w:t>AHC</w:t>
    </w:r>
    <w:r w:rsidR="00C15F70">
      <w:t>TRF</w:t>
    </w:r>
    <w:r w:rsidR="001F0AEF">
      <w:t xml:space="preserve">502 </w:t>
    </w:r>
    <w:r w:rsidR="001F0AEF" w:rsidRPr="001F0AEF">
      <w:t>Manage sports turf renovation programs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3"/>
    <w:multiLevelType w:val="singleLevel"/>
    <w:tmpl w:val="B014770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17D35F2"/>
    <w:multiLevelType w:val="hybridMultilevel"/>
    <w:tmpl w:val="96D4B2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3F5C63CE"/>
    <w:multiLevelType w:val="hybridMultilevel"/>
    <w:tmpl w:val="4A9A81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A81C0B"/>
    <w:multiLevelType w:val="hybridMultilevel"/>
    <w:tmpl w:val="0A5839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14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9"/>
  </w:num>
  <w:num w:numId="18">
    <w:abstractNumId w:val="11"/>
  </w:num>
  <w:num w:numId="19">
    <w:abstractNumId w:val="12"/>
  </w:num>
  <w:num w:numId="20">
    <w:abstractNumId w:val="14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29C6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6C5A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0AEF"/>
    <w:rsid w:val="001F2BA5"/>
    <w:rsid w:val="001F308D"/>
    <w:rsid w:val="00201A7C"/>
    <w:rsid w:val="0021210E"/>
    <w:rsid w:val="0021414D"/>
    <w:rsid w:val="00223124"/>
    <w:rsid w:val="00226331"/>
    <w:rsid w:val="00233143"/>
    <w:rsid w:val="00234444"/>
    <w:rsid w:val="00241D22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06340"/>
    <w:rsid w:val="00310A6A"/>
    <w:rsid w:val="003144E6"/>
    <w:rsid w:val="00321E06"/>
    <w:rsid w:val="00337E82"/>
    <w:rsid w:val="00346FDC"/>
    <w:rsid w:val="00347724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3E"/>
    <w:rsid w:val="003A5AE7"/>
    <w:rsid w:val="003A7221"/>
    <w:rsid w:val="003B3493"/>
    <w:rsid w:val="003C13AE"/>
    <w:rsid w:val="003D2E73"/>
    <w:rsid w:val="003D657E"/>
    <w:rsid w:val="003E38C0"/>
    <w:rsid w:val="003E72B6"/>
    <w:rsid w:val="003E7BBE"/>
    <w:rsid w:val="004127E3"/>
    <w:rsid w:val="00417F51"/>
    <w:rsid w:val="00424657"/>
    <w:rsid w:val="00430E2F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35347"/>
    <w:rsid w:val="005405B2"/>
    <w:rsid w:val="005427C8"/>
    <w:rsid w:val="005446D1"/>
    <w:rsid w:val="00556C4C"/>
    <w:rsid w:val="00557369"/>
    <w:rsid w:val="00557E12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669D"/>
    <w:rsid w:val="006121D4"/>
    <w:rsid w:val="00613B49"/>
    <w:rsid w:val="00616845"/>
    <w:rsid w:val="00620E8E"/>
    <w:rsid w:val="00633CFE"/>
    <w:rsid w:val="00634FCA"/>
    <w:rsid w:val="0063762B"/>
    <w:rsid w:val="00643D1B"/>
    <w:rsid w:val="006452B8"/>
    <w:rsid w:val="00652E62"/>
    <w:rsid w:val="00686A49"/>
    <w:rsid w:val="00687B62"/>
    <w:rsid w:val="00690C44"/>
    <w:rsid w:val="006969D9"/>
    <w:rsid w:val="006A2B68"/>
    <w:rsid w:val="006C210F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B7F"/>
    <w:rsid w:val="007444CF"/>
    <w:rsid w:val="00747775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1F8C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563AB"/>
    <w:rsid w:val="00865011"/>
    <w:rsid w:val="00886790"/>
    <w:rsid w:val="00886AB7"/>
    <w:rsid w:val="008908DE"/>
    <w:rsid w:val="008A12ED"/>
    <w:rsid w:val="008A39D3"/>
    <w:rsid w:val="008B2C77"/>
    <w:rsid w:val="008B4AD2"/>
    <w:rsid w:val="008B7138"/>
    <w:rsid w:val="008C5FC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1693"/>
    <w:rsid w:val="00A6476B"/>
    <w:rsid w:val="00A6694F"/>
    <w:rsid w:val="00A76C6C"/>
    <w:rsid w:val="00A846BD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60AA"/>
    <w:rsid w:val="00B0712C"/>
    <w:rsid w:val="00B12013"/>
    <w:rsid w:val="00B22C67"/>
    <w:rsid w:val="00B3508F"/>
    <w:rsid w:val="00B443EE"/>
    <w:rsid w:val="00B448D0"/>
    <w:rsid w:val="00B560C8"/>
    <w:rsid w:val="00B6102D"/>
    <w:rsid w:val="00B61150"/>
    <w:rsid w:val="00B65BC7"/>
    <w:rsid w:val="00B66E5C"/>
    <w:rsid w:val="00B746B9"/>
    <w:rsid w:val="00B848D4"/>
    <w:rsid w:val="00B85091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5CD6"/>
    <w:rsid w:val="00C96AF3"/>
    <w:rsid w:val="00C97CCC"/>
    <w:rsid w:val="00CA0274"/>
    <w:rsid w:val="00CB746F"/>
    <w:rsid w:val="00CC451E"/>
    <w:rsid w:val="00CC611F"/>
    <w:rsid w:val="00CD4E9D"/>
    <w:rsid w:val="00CD4F4D"/>
    <w:rsid w:val="00CD756A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4C76"/>
    <w:rsid w:val="00D70038"/>
    <w:rsid w:val="00D71E43"/>
    <w:rsid w:val="00D727F3"/>
    <w:rsid w:val="00D73695"/>
    <w:rsid w:val="00D810DE"/>
    <w:rsid w:val="00D87D32"/>
    <w:rsid w:val="00D91188"/>
    <w:rsid w:val="00D92C83"/>
    <w:rsid w:val="00D9324B"/>
    <w:rsid w:val="00D96CB2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2104"/>
    <w:rsid w:val="00E918B8"/>
    <w:rsid w:val="00E91BFF"/>
    <w:rsid w:val="00E92933"/>
    <w:rsid w:val="00E94FAD"/>
    <w:rsid w:val="00E97725"/>
    <w:rsid w:val="00EA48D3"/>
    <w:rsid w:val="00EA73EA"/>
    <w:rsid w:val="00EB0AA4"/>
    <w:rsid w:val="00EB27E5"/>
    <w:rsid w:val="00EB5C88"/>
    <w:rsid w:val="00EB63D2"/>
    <w:rsid w:val="00EC0469"/>
    <w:rsid w:val="00EF01F8"/>
    <w:rsid w:val="00EF40EF"/>
    <w:rsid w:val="00EF47FE"/>
    <w:rsid w:val="00F0638A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93EA4"/>
    <w:rsid w:val="00FB232E"/>
    <w:rsid w:val="00FD557D"/>
    <w:rsid w:val="00FE0282"/>
    <w:rsid w:val="00FE124D"/>
    <w:rsid w:val="00FE412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51E05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Bullet">
    <w:name w:val="List Bullet"/>
    <w:basedOn w:val="Normal"/>
    <w:uiPriority w:val="99"/>
    <w:semiHidden/>
    <w:unhideWhenUsed/>
    <w:locked/>
    <w:rsid w:val="00EB63D2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B63D2"/>
    <w:pPr>
      <w:numPr>
        <w:numId w:val="21"/>
      </w:numPr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B63D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B63D2"/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A669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68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00f4348b-cbae-40f0-a2b1-60662f4f7982"/>
    <ds:schemaRef ds:uri="http://purl.org/dc/elements/1.1/"/>
    <ds:schemaRef ds:uri="http://schemas.microsoft.com/office/infopath/2007/PartnerControls"/>
    <ds:schemaRef ds:uri="http://schemas.microsoft.com/office/2006/metadata/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1680FA-42F1-4714-B98E-C9711FF373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76E85-B8F3-4CB3-887B-B5899562C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214</TotalTime>
  <Pages>6</Pages>
  <Words>1743</Words>
  <Characters>9937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Ron Barrow</cp:lastModifiedBy>
  <cp:revision>25</cp:revision>
  <cp:lastPrinted>2016-05-27T05:21:00Z</cp:lastPrinted>
  <dcterms:created xsi:type="dcterms:W3CDTF">2018-08-07T00:34:00Z</dcterms:created>
  <dcterms:modified xsi:type="dcterms:W3CDTF">2018-10-23T23:38:00Z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