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151E66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368AE7D0" w14:textId="77777777" w:rsidTr="00F279E6">
        <w:tc>
          <w:tcPr>
            <w:tcW w:w="1396" w:type="pct"/>
            <w:shd w:val="clear" w:color="auto" w:fill="auto"/>
          </w:tcPr>
          <w:p w14:paraId="7C3BEAB2" w14:textId="77777777" w:rsidR="00A301E0" w:rsidRPr="00923720" w:rsidRDefault="00AA27EF" w:rsidP="00F279E6">
            <w:pPr>
              <w:pStyle w:val="SISSCODE"/>
            </w:pPr>
            <w:r>
              <w:t>AHC</w:t>
            </w:r>
            <w:r w:rsidR="00A301E0">
              <w:t>ssxxxxxx</w:t>
            </w:r>
          </w:p>
        </w:tc>
        <w:tc>
          <w:tcPr>
            <w:tcW w:w="3604" w:type="pct"/>
            <w:shd w:val="clear" w:color="auto" w:fill="auto"/>
          </w:tcPr>
          <w:p w14:paraId="21A79EFC" w14:textId="77777777" w:rsidR="00A301E0" w:rsidRPr="00923720" w:rsidRDefault="00F20A40" w:rsidP="00F20A40">
            <w:pPr>
              <w:pStyle w:val="SISStitle"/>
            </w:pPr>
            <w:r>
              <w:t>Advance technical skills set</w:t>
            </w:r>
            <w:r w:rsidR="00AA27EF">
              <w:t xml:space="preserve"> for sports turf managers</w:t>
            </w:r>
          </w:p>
        </w:tc>
      </w:tr>
    </w:tbl>
    <w:p w14:paraId="09EBEE3B" w14:textId="77777777" w:rsidR="00A301E0" w:rsidRPr="00A301E0" w:rsidRDefault="00A301E0" w:rsidP="00A301E0">
      <w:pPr>
        <w:rPr>
          <w:lang w:eastAsia="en-US"/>
        </w:rPr>
      </w:pPr>
    </w:p>
    <w:p w14:paraId="3B1F14D7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FD49E16" w14:textId="77777777" w:rsidTr="00CA2922">
        <w:trPr>
          <w:tblHeader/>
        </w:trPr>
        <w:tc>
          <w:tcPr>
            <w:tcW w:w="2689" w:type="dxa"/>
          </w:tcPr>
          <w:p w14:paraId="326F59E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D94FB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AA27EF" w:rsidRPr="00AE6E40" w14:paraId="07C0EBDF" w14:textId="77777777" w:rsidTr="004F72E7">
        <w:trPr>
          <w:trHeight w:val="241"/>
        </w:trPr>
        <w:tc>
          <w:tcPr>
            <w:tcW w:w="2689" w:type="dxa"/>
          </w:tcPr>
          <w:p w14:paraId="2AC1943A" w14:textId="77777777" w:rsidR="00AA27EF" w:rsidRPr="00AA27EF" w:rsidRDefault="00AA27EF" w:rsidP="00AA27EF">
            <w:pPr>
              <w:pStyle w:val="SIText"/>
            </w:pPr>
            <w:r w:rsidRPr="00AA27EF">
              <w:t>Release 1</w:t>
            </w:r>
          </w:p>
        </w:tc>
        <w:tc>
          <w:tcPr>
            <w:tcW w:w="6939" w:type="dxa"/>
          </w:tcPr>
          <w:p w14:paraId="5F602D91" w14:textId="77777777" w:rsidR="00AA27EF" w:rsidRPr="00AA27EF" w:rsidRDefault="00AA27EF" w:rsidP="00AA27EF">
            <w:pPr>
              <w:pStyle w:val="SIText"/>
            </w:pPr>
            <w:r w:rsidRPr="00AA27EF">
              <w:t>This version released with AHC Agriculture, Horticulture and Land Management Training Package Version 4.0.</w:t>
            </w:r>
          </w:p>
        </w:tc>
      </w:tr>
    </w:tbl>
    <w:p w14:paraId="0F257579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4530843" w14:textId="77777777" w:rsidTr="000D7BE6">
        <w:tc>
          <w:tcPr>
            <w:tcW w:w="5000" w:type="pct"/>
            <w:shd w:val="clear" w:color="auto" w:fill="auto"/>
          </w:tcPr>
          <w:p w14:paraId="2B1863EC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61BE1AB7" w14:textId="77777777"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AA27EF">
              <w:t xml:space="preserve">provides a range of </w:t>
            </w:r>
            <w:r w:rsidR="00836C69">
              <w:t>technical</w:t>
            </w:r>
            <w:r w:rsidR="00AA27EF">
              <w:t xml:space="preserve"> skills appropriate for </w:t>
            </w:r>
            <w:r w:rsidR="00836C69">
              <w:t xml:space="preserve">setting irrigation, schedules, planning and implementing sports turf renovation and maintenance activities and </w:t>
            </w:r>
            <w:r w:rsidR="00F20A40">
              <w:t>managing soils and turf grass nutrition.</w:t>
            </w:r>
          </w:p>
          <w:p w14:paraId="5513D158" w14:textId="77777777" w:rsidR="00A772D9" w:rsidRPr="00856837" w:rsidRDefault="00A772D9" w:rsidP="00AA27EF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196785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3070F6BD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78B688FF" w14:textId="77777777" w:rsidR="00AA27EF" w:rsidRDefault="00890663" w:rsidP="00890663">
            <w:pPr>
              <w:pStyle w:val="SIText"/>
            </w:pPr>
            <w:r>
              <w:t>These units of competency</w:t>
            </w:r>
            <w:r w:rsidR="00AA27EF">
              <w:t xml:space="preserve"> provide a pathway and credit towards the Diploma Sports Turf Management.</w:t>
            </w:r>
          </w:p>
          <w:p w14:paraId="0DB2A4C3" w14:textId="77777777" w:rsidR="00A301E0" w:rsidRPr="00890663" w:rsidRDefault="00A301E0" w:rsidP="00F4044F">
            <w:pPr>
              <w:pStyle w:val="SITemporarytext"/>
            </w:pPr>
            <w:bookmarkStart w:id="0" w:name="_GoBack"/>
            <w:bookmarkEnd w:id="0"/>
          </w:p>
        </w:tc>
      </w:tr>
      <w:tr w:rsidR="00A301E0" w:rsidRPr="00963A46" w14:paraId="2A513A6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3816BC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0710E19A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2DAB93C8" w14:textId="77777777" w:rsidR="00A301E0" w:rsidRPr="00A301E0" w:rsidRDefault="00A301E0" w:rsidP="00AA27EF">
            <w:pPr>
              <w:pStyle w:val="SITemporarytext"/>
            </w:pPr>
          </w:p>
        </w:tc>
      </w:tr>
      <w:tr w:rsidR="00A772D9" w:rsidRPr="00963A46" w14:paraId="7E9447E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93A0D4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131B6B48" w14:textId="77777777" w:rsidR="003444A0" w:rsidRDefault="003444A0" w:rsidP="00836C69">
            <w:pPr>
              <w:pStyle w:val="SIBulletList1"/>
            </w:pPr>
            <w:commentRangeStart w:id="1"/>
            <w:r w:rsidRPr="00836C69">
              <w:t>AHCIRG408</w:t>
            </w:r>
            <w:r>
              <w:t xml:space="preserve"> </w:t>
            </w:r>
            <w:r w:rsidRPr="00836C69">
              <w:t>Schedule irrigations</w:t>
            </w:r>
          </w:p>
          <w:p w14:paraId="1DEF5584" w14:textId="77777777" w:rsidR="003444A0" w:rsidRPr="00EB7EB1" w:rsidRDefault="003444A0" w:rsidP="00836C69">
            <w:pPr>
              <w:pStyle w:val="SIBulletList1"/>
            </w:pPr>
            <w:r w:rsidRPr="00836C69">
              <w:t>AHCPCM402 Develop a soil health and plant nutrition program</w:t>
            </w:r>
          </w:p>
          <w:p w14:paraId="01B070D0" w14:textId="77777777" w:rsidR="003444A0" w:rsidRDefault="003444A0" w:rsidP="00836C69">
            <w:pPr>
              <w:pStyle w:val="SIBulletList1"/>
            </w:pPr>
            <w:r w:rsidRPr="00836C69">
              <w:t>AHCSOL401</w:t>
            </w:r>
            <w:r>
              <w:t xml:space="preserve"> </w:t>
            </w:r>
            <w:r w:rsidRPr="00836C69">
              <w:t>Sample soils and interpret results</w:t>
            </w:r>
          </w:p>
          <w:p w14:paraId="68E49674" w14:textId="77777777" w:rsidR="003444A0" w:rsidRDefault="003444A0" w:rsidP="00836C69">
            <w:pPr>
              <w:pStyle w:val="SIBulletList1"/>
            </w:pPr>
            <w:r w:rsidRPr="00836C69">
              <w:t>AHCTRF401 Develop a sports turf maintenance program</w:t>
            </w:r>
          </w:p>
          <w:p w14:paraId="246CD781" w14:textId="77777777" w:rsidR="00836C69" w:rsidRPr="00EB7EB1" w:rsidRDefault="003444A0" w:rsidP="00836C69">
            <w:pPr>
              <w:pStyle w:val="SIBulletList1"/>
            </w:pPr>
            <w:r w:rsidRPr="00836C69">
              <w:t>AHCTRF402 Plan and implement sports turf renovation</w:t>
            </w:r>
            <w:commentRangeEnd w:id="1"/>
            <w:r>
              <w:rPr>
                <w:rStyle w:val="CommentReference"/>
                <w:lang w:eastAsia="en-AU"/>
              </w:rPr>
              <w:commentReference w:id="1"/>
            </w:r>
          </w:p>
        </w:tc>
      </w:tr>
      <w:tr w:rsidR="005C7EA8" w:rsidRPr="00963A46" w14:paraId="08E186FF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997532B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5D5E61F9" w14:textId="77777777" w:rsidR="0016138C" w:rsidRPr="00EB7EB1" w:rsidRDefault="006A1D6C" w:rsidP="00B77A15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AA27EF">
              <w:t xml:space="preserve">individuals who currently work </w:t>
            </w:r>
            <w:r w:rsidR="00AA27EF" w:rsidRPr="00AA27EF">
              <w:t xml:space="preserve">in </w:t>
            </w:r>
            <w:r w:rsidR="00AA27EF">
              <w:t xml:space="preserve">a </w:t>
            </w:r>
            <w:r w:rsidR="00AA27EF" w:rsidRPr="00AA27EF">
              <w:t xml:space="preserve">support role </w:t>
            </w:r>
            <w:r w:rsidR="00AA27EF">
              <w:t>in the Sports Turf industry and wish to pur</w:t>
            </w:r>
            <w:r w:rsidR="00F20A40">
              <w:t xml:space="preserve">sue advancement </w:t>
            </w:r>
            <w:r w:rsidR="00B77A15">
              <w:t xml:space="preserve">with </w:t>
            </w:r>
            <w:r w:rsidR="00F20A40">
              <w:t xml:space="preserve">technical </w:t>
            </w:r>
            <w:r w:rsidR="00B77A15">
              <w:t>skills</w:t>
            </w:r>
            <w:r w:rsidR="00F20A40">
              <w:t xml:space="preserve"> </w:t>
            </w:r>
            <w:r w:rsidR="00B77A15">
              <w:t xml:space="preserve">in sports </w:t>
            </w:r>
            <w:r w:rsidR="00B77A15" w:rsidRPr="00B77A15">
              <w:t>turf management</w:t>
            </w:r>
            <w:r w:rsidR="00B77A15">
              <w:t>.</w:t>
            </w:r>
          </w:p>
        </w:tc>
      </w:tr>
      <w:tr w:rsidR="00DB557A" w:rsidRPr="00963A46" w14:paraId="420425D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F048993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7C1EBB4B" w14:textId="77777777" w:rsidR="003444A0" w:rsidRPr="00AA27EF" w:rsidRDefault="00DB557A" w:rsidP="006478CB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F20A40">
              <w:t xml:space="preserve">are </w:t>
            </w:r>
            <w:r>
              <w:t xml:space="preserve">from the </w:t>
            </w:r>
            <w:r w:rsidR="00AA27EF" w:rsidRPr="00AA27EF">
              <w:t xml:space="preserve">AHC </w:t>
            </w:r>
            <w:r w:rsidR="00AA27EF">
              <w:t xml:space="preserve">- </w:t>
            </w:r>
            <w:r w:rsidR="00AA27EF" w:rsidRPr="00AA27EF">
              <w:t xml:space="preserve">Agriculture, Horticulture and </w:t>
            </w:r>
            <w:r w:rsidR="00AA27EF">
              <w:t>Land Management</w:t>
            </w:r>
            <w:r w:rsidR="00AA27EF" w:rsidRPr="00AA27EF">
              <w:t xml:space="preserve"> </w:t>
            </w:r>
            <w:r w:rsidRPr="001E5F0D">
              <w:t>Training Package</w:t>
            </w:r>
            <w:r w:rsidR="00F20A40">
              <w:t xml:space="preserve"> and meet </w:t>
            </w:r>
            <w:r w:rsidR="003444A0">
              <w:t xml:space="preserve">the industry requirements for </w:t>
            </w:r>
            <w:r w:rsidR="006478CB">
              <w:t xml:space="preserve">advanced </w:t>
            </w:r>
            <w:r w:rsidR="00F20A40">
              <w:t>technical skills</w:t>
            </w:r>
            <w:r w:rsidR="003444A0" w:rsidRPr="003444A0">
              <w:t xml:space="preserve"> for supporting the setup and </w:t>
            </w:r>
            <w:r w:rsidR="006478CB">
              <w:t>\</w:t>
            </w:r>
            <w:r w:rsidR="003444A0" w:rsidRPr="003444A0">
              <w:t xml:space="preserve"> maintenance of sports</w:t>
            </w:r>
            <w:r w:rsidR="006478CB">
              <w:t xml:space="preserve"> </w:t>
            </w:r>
            <w:r w:rsidR="003444A0" w:rsidRPr="003444A0">
              <w:t>turf surfaces.</w:t>
            </w:r>
          </w:p>
        </w:tc>
      </w:tr>
    </w:tbl>
    <w:p w14:paraId="342D14E8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on Barrow" w:date="2018-10-20T16:59:00Z" w:initials="RB">
    <w:p w14:paraId="35CFC9E5" w14:textId="77777777" w:rsidR="003444A0" w:rsidRDefault="003444A0">
      <w:pPr>
        <w:pStyle w:val="CommentText"/>
      </w:pPr>
      <w:r>
        <w:rPr>
          <w:rStyle w:val="CommentReference"/>
        </w:rPr>
        <w:annotationRef/>
      </w:r>
      <w:r>
        <w:t>Please check if this skill set is correct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CFC9E5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040F7" w14:textId="77777777" w:rsidR="005522B7" w:rsidRDefault="005522B7" w:rsidP="00BF3F0A">
      <w:r>
        <w:separator/>
      </w:r>
    </w:p>
    <w:p w14:paraId="28C91C86" w14:textId="77777777" w:rsidR="005522B7" w:rsidRDefault="005522B7"/>
  </w:endnote>
  <w:endnote w:type="continuationSeparator" w:id="0">
    <w:p w14:paraId="38A5C40A" w14:textId="77777777" w:rsidR="005522B7" w:rsidRDefault="005522B7" w:rsidP="00BF3F0A">
      <w:r>
        <w:continuationSeparator/>
      </w:r>
    </w:p>
    <w:p w14:paraId="4A5E7C9D" w14:textId="77777777" w:rsidR="005522B7" w:rsidRDefault="00552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B43375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522B7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6626FC1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00A1465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16713" w14:textId="77777777" w:rsidR="005522B7" w:rsidRDefault="005522B7" w:rsidP="00BF3F0A">
      <w:r>
        <w:separator/>
      </w:r>
    </w:p>
    <w:p w14:paraId="375C04DE" w14:textId="77777777" w:rsidR="005522B7" w:rsidRDefault="005522B7"/>
  </w:footnote>
  <w:footnote w:type="continuationSeparator" w:id="0">
    <w:p w14:paraId="328DD95B" w14:textId="77777777" w:rsidR="005522B7" w:rsidRDefault="005522B7" w:rsidP="00BF3F0A">
      <w:r>
        <w:continuationSeparator/>
      </w:r>
    </w:p>
    <w:p w14:paraId="06D83CFF" w14:textId="77777777" w:rsidR="005522B7" w:rsidRDefault="005522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E47B" w14:textId="77777777" w:rsidR="009C2650" w:rsidRPr="00F20A40" w:rsidRDefault="00F20A40" w:rsidP="00F20A40">
    <w:pPr>
      <w:pStyle w:val="Header"/>
    </w:pPr>
    <w:r w:rsidRPr="00F20A40">
      <w:t>AHCSSXXXXXX</w:t>
    </w:r>
    <w:r>
      <w:t xml:space="preserve"> </w:t>
    </w:r>
    <w:r w:rsidRPr="00F20A40">
      <w:t>Advance technical skills set for sports turf managers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2B7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4115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444A0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2B7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78CB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6C69"/>
    <w:rsid w:val="00837FD6"/>
    <w:rsid w:val="00847B60"/>
    <w:rsid w:val="00850243"/>
    <w:rsid w:val="008545EB"/>
    <w:rsid w:val="00856837"/>
    <w:rsid w:val="00865011"/>
    <w:rsid w:val="00883C6C"/>
    <w:rsid w:val="00886790"/>
    <w:rsid w:val="0088709E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27EF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5026"/>
    <w:rsid w:val="00B560C8"/>
    <w:rsid w:val="00B61150"/>
    <w:rsid w:val="00B65BC7"/>
    <w:rsid w:val="00B746B9"/>
    <w:rsid w:val="00B77A15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0A40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23BE4C"/>
  <w15:docId w15:val="{82636C0A-E74D-4410-8677-EDFDA882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idget\OneDrive%20-%20Skills%20Impact\Comms%20work\Sports%20Turf\Word%20Skill%20sets\AHCSSXXX%20Advanced%20technical%20skills%20set%20for%20sports%20turf%20manag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5B9E90EA3E3549AF167ED5FB91551B" ma:contentTypeVersion="" ma:contentTypeDescription="Create a new document." ma:contentTypeScope="" ma:versionID="590a9ea7643dce02ca3e6a42ab5fe733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979b72867c1f29a25eb1dadcf6ec5725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45504E8-CCEA-42BC-AB2D-E10901E1B8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53F121-A46E-4641-98DC-28CB795A7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AHCSSXXX Advanced technical skills set for sports turf managers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Bridget Lutherborrow</dc:creator>
  <cp:lastModifiedBy>Bridget Lutherborrow</cp:lastModifiedBy>
  <cp:revision>1</cp:revision>
  <cp:lastPrinted>2016-05-27T05:21:00Z</cp:lastPrinted>
  <dcterms:created xsi:type="dcterms:W3CDTF">2018-10-26T04:25:00Z</dcterms:created>
  <dcterms:modified xsi:type="dcterms:W3CDTF">2018-10-26T04:26:00Z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0x010100E45B9E90EA3E3549AF167ED5FB91551B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