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EF13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3EC2EE" w14:textId="77777777" w:rsidTr="00146EEC">
        <w:tc>
          <w:tcPr>
            <w:tcW w:w="2689" w:type="dxa"/>
          </w:tcPr>
          <w:p w14:paraId="67B98E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94CB0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677F" w14:paraId="2FEA057E" w14:textId="77777777" w:rsidTr="004B677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5FDA" w14:textId="77777777" w:rsidR="004B677F" w:rsidRPr="004B677F" w:rsidRDefault="004B677F" w:rsidP="004B677F">
            <w:pPr>
              <w:pStyle w:val="SIText"/>
            </w:pPr>
            <w:r w:rsidRPr="004B677F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0FD3" w14:textId="77777777" w:rsidR="004B677F" w:rsidRPr="004B677F" w:rsidRDefault="004B677F" w:rsidP="004B677F">
            <w:pPr>
              <w:pStyle w:val="SIText"/>
            </w:pPr>
            <w:r w:rsidRPr="004B677F">
              <w:t>This version released with AHC Agriculture, Horticulture, Conservation and Land Management Training Package Version 4.0.</w:t>
            </w:r>
          </w:p>
        </w:tc>
      </w:tr>
      <w:tr w:rsidR="00E918B8" w14:paraId="186CDB21" w14:textId="77777777" w:rsidTr="00146EEC">
        <w:tc>
          <w:tcPr>
            <w:tcW w:w="2689" w:type="dxa"/>
          </w:tcPr>
          <w:p w14:paraId="61C9256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CAD1E35" w14:textId="77777777" w:rsidR="00E918B8" w:rsidRPr="00E918B8" w:rsidRDefault="00E918B8" w:rsidP="00E918B8">
            <w:pPr>
              <w:pStyle w:val="SIText"/>
            </w:pPr>
            <w:r w:rsidRPr="007C778A">
              <w:t>This version released with AHC Agriculture, Horticulture, Conservation and Land Management Training Package Version 1.0.</w:t>
            </w:r>
          </w:p>
        </w:tc>
      </w:tr>
    </w:tbl>
    <w:p w14:paraId="231F4E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C981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3205D62" w14:textId="77777777" w:rsidR="00F1480E" w:rsidRPr="000754EC" w:rsidRDefault="00CF795F" w:rsidP="00C15F70">
            <w:pPr>
              <w:pStyle w:val="SIUNITCODE"/>
            </w:pPr>
            <w:r>
              <w:t>AHC</w:t>
            </w:r>
            <w:r w:rsidR="00C15F70">
              <w:t>TRF</w:t>
            </w:r>
            <w:r w:rsidR="008A4DBD">
              <w:t>401</w:t>
            </w:r>
          </w:p>
        </w:tc>
        <w:tc>
          <w:tcPr>
            <w:tcW w:w="3604" w:type="pct"/>
            <w:shd w:val="clear" w:color="auto" w:fill="auto"/>
          </w:tcPr>
          <w:p w14:paraId="0BAB32D3" w14:textId="77777777" w:rsidR="00F1480E" w:rsidRPr="000754EC" w:rsidRDefault="008A4DBD" w:rsidP="000754EC">
            <w:pPr>
              <w:pStyle w:val="SIUnittitle"/>
            </w:pPr>
            <w:r w:rsidRPr="008A4DBD">
              <w:t>Develop a sports turf maintenance program</w:t>
            </w:r>
          </w:p>
        </w:tc>
      </w:tr>
      <w:tr w:rsidR="00F1480E" w:rsidRPr="00963A46" w14:paraId="258F8F27" w14:textId="77777777" w:rsidTr="00CA2922">
        <w:tc>
          <w:tcPr>
            <w:tcW w:w="1396" w:type="pct"/>
            <w:shd w:val="clear" w:color="auto" w:fill="auto"/>
          </w:tcPr>
          <w:p w14:paraId="6A723DB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BB7068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82297A" w14:textId="4B5EAC49" w:rsidR="008A4DBD" w:rsidRPr="008A4DBD" w:rsidRDefault="008A4DBD" w:rsidP="008A4DBD">
            <w:pPr>
              <w:pStyle w:val="SIText"/>
            </w:pPr>
            <w:r w:rsidRPr="00797021">
              <w:t xml:space="preserve">This unit of competency describes the skills and knowledge required to </w:t>
            </w:r>
            <w:r w:rsidRPr="008A4DBD">
              <w:t>develop a sports turf maintenance program</w:t>
            </w:r>
            <w:r w:rsidR="004E1A51">
              <w:t>, prepare implementation documents, communicate the program to staff and key stakeholders and review and update the program.</w:t>
            </w:r>
          </w:p>
          <w:p w14:paraId="577E359D" w14:textId="77777777" w:rsidR="008A4DBD" w:rsidRPr="00797021" w:rsidRDefault="008A4DBD" w:rsidP="008A4DBD">
            <w:pPr>
              <w:pStyle w:val="SIText"/>
            </w:pPr>
          </w:p>
          <w:p w14:paraId="08DEA846" w14:textId="2DA01455" w:rsidR="00316818" w:rsidRPr="00316818" w:rsidRDefault="00316818" w:rsidP="0045636F">
            <w:pPr>
              <w:pStyle w:val="SIText"/>
            </w:pPr>
            <w:r w:rsidRPr="00316818">
              <w:t xml:space="preserve">The unit applies to individuals who </w:t>
            </w:r>
            <w:r w:rsidR="00277477">
              <w:t xml:space="preserve">apply specialist skills to </w:t>
            </w:r>
            <w:r w:rsidR="00204D5F">
              <w:t>provide solutions to technical and unpredictable problems</w:t>
            </w:r>
            <w:r w:rsidR="00277477">
              <w:t>. They work autono</w:t>
            </w:r>
            <w:r w:rsidR="00277477" w:rsidRPr="00277477">
              <w:t>mously</w:t>
            </w:r>
            <w:r w:rsidR="00277477">
              <w:t>,</w:t>
            </w:r>
            <w:r w:rsidR="00204D5F">
              <w:t xml:space="preserve"> </w:t>
            </w:r>
            <w:r w:rsidR="00117DF0">
              <w:t xml:space="preserve">instruct and monitor the </w:t>
            </w:r>
            <w:r w:rsidRPr="00316818">
              <w:t xml:space="preserve">work of others within </w:t>
            </w:r>
            <w:r w:rsidR="00204D5F">
              <w:t>a team</w:t>
            </w:r>
            <w:r w:rsidR="00117DF0">
              <w:t>.</w:t>
            </w:r>
            <w:r w:rsidRPr="00316818">
              <w:t xml:space="preserve"> They use discretion and judgment in the selection, allocation and use of available resources.</w:t>
            </w:r>
          </w:p>
          <w:p w14:paraId="4A33C526" w14:textId="77777777" w:rsidR="008A4DBD" w:rsidRPr="00797021" w:rsidRDefault="008A4DBD" w:rsidP="008A4DBD">
            <w:pPr>
              <w:pStyle w:val="SIText"/>
            </w:pPr>
          </w:p>
          <w:p w14:paraId="3F1F0F02" w14:textId="77777777" w:rsidR="00373436" w:rsidRPr="000754EC" w:rsidRDefault="008A4DBD" w:rsidP="008A4DBD">
            <w:pPr>
              <w:pStyle w:val="SIText"/>
            </w:pPr>
            <w:r w:rsidRPr="00797021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607F73F" w14:textId="77777777" w:rsidTr="00CA2922">
        <w:tc>
          <w:tcPr>
            <w:tcW w:w="1396" w:type="pct"/>
            <w:shd w:val="clear" w:color="auto" w:fill="auto"/>
          </w:tcPr>
          <w:p w14:paraId="0F73935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7ADE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3AF81F1" w14:textId="77777777" w:rsidTr="00CA2922">
        <w:tc>
          <w:tcPr>
            <w:tcW w:w="1396" w:type="pct"/>
            <w:shd w:val="clear" w:color="auto" w:fill="auto"/>
          </w:tcPr>
          <w:p w14:paraId="0AA514C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1B483F" w14:textId="77777777" w:rsidR="00F1480E" w:rsidRPr="000754EC" w:rsidRDefault="00C15F70" w:rsidP="00CF795F">
            <w:pPr>
              <w:pStyle w:val="SIText"/>
            </w:pPr>
            <w:r w:rsidRPr="00C15F70">
              <w:t>Turf (TRF)</w:t>
            </w:r>
          </w:p>
        </w:tc>
      </w:tr>
    </w:tbl>
    <w:p w14:paraId="7F18A1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22F6A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EAAA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9A365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EE19B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5E339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EE4B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4DBD" w:rsidRPr="00963A46" w14:paraId="2DF75E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0FCB64" w14:textId="7E7E9492" w:rsidR="008A4DBD" w:rsidRPr="008A4DBD" w:rsidRDefault="008A4DBD" w:rsidP="008A4DBD">
            <w:pPr>
              <w:pStyle w:val="SIText"/>
            </w:pPr>
            <w:r>
              <w:t>1.</w:t>
            </w:r>
            <w:r w:rsidR="00CD31C0">
              <w:t xml:space="preserve"> </w:t>
            </w:r>
            <w:r w:rsidR="00CD31C0" w:rsidRPr="00CD31C0">
              <w:t>Determine soil properties and plant health</w:t>
            </w:r>
          </w:p>
        </w:tc>
        <w:tc>
          <w:tcPr>
            <w:tcW w:w="3604" w:type="pct"/>
            <w:shd w:val="clear" w:color="auto" w:fill="auto"/>
          </w:tcPr>
          <w:p w14:paraId="68FA7CE3" w14:textId="56D655C9" w:rsidR="008A4DBD" w:rsidRPr="008A4DBD" w:rsidRDefault="008A4DBD" w:rsidP="008A4DBD">
            <w:pPr>
              <w:pStyle w:val="SIText"/>
            </w:pPr>
            <w:r w:rsidRPr="00797021">
              <w:t>1.1</w:t>
            </w:r>
            <w:r>
              <w:t xml:space="preserve"> </w:t>
            </w:r>
            <w:r w:rsidRPr="00797021">
              <w:t>Develop a soil and plant</w:t>
            </w:r>
            <w:r w:rsidR="00CD31C0">
              <w:t xml:space="preserve"> tissue</w:t>
            </w:r>
            <w:r w:rsidRPr="00797021">
              <w:t xml:space="preserve"> testing program </w:t>
            </w:r>
            <w:r w:rsidR="00372D85">
              <w:t>according to workplace procedures</w:t>
            </w:r>
          </w:p>
          <w:p w14:paraId="6C960E31" w14:textId="3EC56E2E" w:rsidR="008A4DBD" w:rsidRPr="008A4DBD" w:rsidRDefault="008A4DBD" w:rsidP="008A4DBD">
            <w:pPr>
              <w:pStyle w:val="SIText"/>
            </w:pPr>
            <w:r w:rsidRPr="00797021">
              <w:t>1.2</w:t>
            </w:r>
            <w:r>
              <w:t xml:space="preserve"> </w:t>
            </w:r>
            <w:r w:rsidR="00CD31C0">
              <w:t>M</w:t>
            </w:r>
            <w:r w:rsidRPr="00797021">
              <w:t xml:space="preserve">onitor testing </w:t>
            </w:r>
            <w:r w:rsidR="00372D85">
              <w:t>activities</w:t>
            </w:r>
            <w:r w:rsidR="00372D85" w:rsidRPr="00797021">
              <w:t xml:space="preserve"> </w:t>
            </w:r>
            <w:r w:rsidR="004705C0">
              <w:t xml:space="preserve">against testing program </w:t>
            </w:r>
            <w:r w:rsidRPr="00797021">
              <w:t xml:space="preserve">and </w:t>
            </w:r>
            <w:r w:rsidR="00CD31C0">
              <w:t>initiate</w:t>
            </w:r>
            <w:r w:rsidR="004705C0">
              <w:t xml:space="preserve"> </w:t>
            </w:r>
            <w:r w:rsidRPr="00797021">
              <w:t>remedial action</w:t>
            </w:r>
            <w:r w:rsidR="004705C0">
              <w:t xml:space="preserve"> where activity does not comply</w:t>
            </w:r>
          </w:p>
          <w:p w14:paraId="08227F67" w14:textId="038D3A50" w:rsidR="00C554F6" w:rsidRDefault="008A4DBD">
            <w:pPr>
              <w:pStyle w:val="SIText"/>
            </w:pPr>
            <w:r w:rsidRPr="00797021">
              <w:t>1.</w:t>
            </w:r>
            <w:r w:rsidR="00CD31C0">
              <w:t>3</w:t>
            </w:r>
            <w:r>
              <w:t xml:space="preserve"> </w:t>
            </w:r>
            <w:r w:rsidR="00372D85">
              <w:t xml:space="preserve">Assess </w:t>
            </w:r>
            <w:r w:rsidR="00C554F6">
              <w:t xml:space="preserve">and interpret </w:t>
            </w:r>
            <w:r w:rsidR="00372D85">
              <w:t xml:space="preserve">test results </w:t>
            </w:r>
            <w:r w:rsidR="00C554F6">
              <w:t xml:space="preserve">with </w:t>
            </w:r>
            <w:r w:rsidR="00953847">
              <w:t xml:space="preserve">due </w:t>
            </w:r>
            <w:r w:rsidR="00C554F6">
              <w:t xml:space="preserve">consideration of influencing </w:t>
            </w:r>
            <w:r w:rsidR="00CD31C0">
              <w:t>factors and record results</w:t>
            </w:r>
          </w:p>
          <w:p w14:paraId="063EB020" w14:textId="2FD3F311" w:rsidR="008A4DBD" w:rsidRPr="008A4DBD" w:rsidRDefault="008A4DBD">
            <w:pPr>
              <w:pStyle w:val="SIText"/>
            </w:pPr>
            <w:r w:rsidRPr="00797021">
              <w:t>1.5</w:t>
            </w:r>
            <w:r>
              <w:t xml:space="preserve"> </w:t>
            </w:r>
            <w:r w:rsidR="00530C07">
              <w:t xml:space="preserve">Compare tests results with cultural requirements of turf grass species and </w:t>
            </w:r>
            <w:r w:rsidR="00754641">
              <w:t>d</w:t>
            </w:r>
            <w:r w:rsidRPr="00797021">
              <w:t xml:space="preserve">etermine nutritional status of the </w:t>
            </w:r>
            <w:r w:rsidR="00CD31C0">
              <w:t xml:space="preserve">soil </w:t>
            </w:r>
            <w:r w:rsidR="002A4239">
              <w:t xml:space="preserve">according to </w:t>
            </w:r>
            <w:r w:rsidRPr="00797021">
              <w:t xml:space="preserve">accepted </w:t>
            </w:r>
            <w:r w:rsidR="002A4239">
              <w:t xml:space="preserve">industry </w:t>
            </w:r>
            <w:r w:rsidRPr="00797021">
              <w:t>standards</w:t>
            </w:r>
          </w:p>
        </w:tc>
      </w:tr>
      <w:tr w:rsidR="008A4DBD" w:rsidRPr="00963A46" w14:paraId="578F4E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DEA79B" w14:textId="34F6F85C" w:rsidR="008A4DBD" w:rsidRPr="008A4DBD" w:rsidRDefault="008A4DBD" w:rsidP="008A4DBD">
            <w:pPr>
              <w:pStyle w:val="SIText"/>
            </w:pPr>
            <w:r>
              <w:t>2.</w:t>
            </w:r>
            <w:r w:rsidR="002809EE">
              <w:t xml:space="preserve"> </w:t>
            </w:r>
            <w:r w:rsidRPr="008A4DBD">
              <w:t>Identify the requirements of a sports turf maintenance program</w:t>
            </w:r>
          </w:p>
        </w:tc>
        <w:tc>
          <w:tcPr>
            <w:tcW w:w="3604" w:type="pct"/>
            <w:shd w:val="clear" w:color="auto" w:fill="auto"/>
          </w:tcPr>
          <w:p w14:paraId="49D0AB37" w14:textId="0C91D007" w:rsidR="008A4DBD" w:rsidRDefault="008A4DBD" w:rsidP="008A4DBD">
            <w:pPr>
              <w:pStyle w:val="SIText"/>
            </w:pPr>
            <w:r w:rsidRPr="00797021">
              <w:t>2.1</w:t>
            </w:r>
            <w:r>
              <w:t xml:space="preserve"> </w:t>
            </w:r>
            <w:r w:rsidR="002A4239">
              <w:t xml:space="preserve">Establish </w:t>
            </w:r>
            <w:r w:rsidRPr="00797021">
              <w:t xml:space="preserve">turf </w:t>
            </w:r>
            <w:r w:rsidR="002A4239">
              <w:t xml:space="preserve">grass optimum </w:t>
            </w:r>
            <w:r w:rsidRPr="00797021">
              <w:t xml:space="preserve">presentation </w:t>
            </w:r>
            <w:r w:rsidR="002A4239">
              <w:t xml:space="preserve">characteristics </w:t>
            </w:r>
            <w:r w:rsidRPr="00797021">
              <w:t>according to client requirements and industry best practice</w:t>
            </w:r>
          </w:p>
          <w:p w14:paraId="20E12888" w14:textId="45D9B4FA" w:rsidR="002A4239" w:rsidRPr="008A4DBD" w:rsidRDefault="002A4239" w:rsidP="008A4DBD">
            <w:pPr>
              <w:pStyle w:val="SIText"/>
            </w:pPr>
            <w:r>
              <w:t>2.2 Identify budgetary constraints for the turf area according to workplace finances</w:t>
            </w:r>
          </w:p>
          <w:p w14:paraId="654548E0" w14:textId="2977CE2A" w:rsidR="008A4DBD" w:rsidRPr="008A4DBD" w:rsidRDefault="008A4DBD" w:rsidP="008A4DBD">
            <w:pPr>
              <w:pStyle w:val="SIText"/>
            </w:pPr>
            <w:r w:rsidRPr="00797021">
              <w:t>2.</w:t>
            </w:r>
            <w:r w:rsidR="009E0798">
              <w:t>3</w:t>
            </w:r>
            <w:r>
              <w:t xml:space="preserve"> </w:t>
            </w:r>
            <w:r w:rsidRPr="00797021">
              <w:t xml:space="preserve">Identify maintenance requirements for </w:t>
            </w:r>
            <w:r w:rsidR="009E0798">
              <w:t xml:space="preserve">varying </w:t>
            </w:r>
            <w:r w:rsidRPr="00797021">
              <w:t xml:space="preserve">conditions </w:t>
            </w:r>
            <w:r w:rsidR="009E0798">
              <w:t>for</w:t>
            </w:r>
            <w:r w:rsidR="009E0798" w:rsidRPr="00797021">
              <w:t xml:space="preserve"> </w:t>
            </w:r>
            <w:r w:rsidR="002A4239">
              <w:t>turf</w:t>
            </w:r>
            <w:r w:rsidR="002A4239" w:rsidRPr="00797021">
              <w:t xml:space="preserve"> </w:t>
            </w:r>
            <w:r w:rsidRPr="00797021">
              <w:t>growing cycle</w:t>
            </w:r>
          </w:p>
          <w:p w14:paraId="2E09A8CB" w14:textId="1B1B0DD1" w:rsidR="008A4DBD" w:rsidRPr="008A4DBD" w:rsidRDefault="008A4DBD" w:rsidP="008A4DBD">
            <w:pPr>
              <w:pStyle w:val="SIText"/>
            </w:pPr>
            <w:r w:rsidRPr="00797021">
              <w:t>2.</w:t>
            </w:r>
            <w:r w:rsidR="009E0798">
              <w:t>4</w:t>
            </w:r>
            <w:r>
              <w:t xml:space="preserve"> </w:t>
            </w:r>
            <w:r w:rsidR="009E0798" w:rsidRPr="009E0798">
              <w:t xml:space="preserve">Select turf maintenance practices to </w:t>
            </w:r>
            <w:r w:rsidR="009E0798">
              <w:t xml:space="preserve">maintain turf health according to sports turf </w:t>
            </w:r>
            <w:r w:rsidR="009E0798" w:rsidRPr="009E0798">
              <w:t xml:space="preserve">standards </w:t>
            </w:r>
            <w:r w:rsidR="009E0798">
              <w:t>of</w:t>
            </w:r>
            <w:r w:rsidR="009E0798" w:rsidRPr="009E0798">
              <w:t xml:space="preserve"> presentation</w:t>
            </w:r>
          </w:p>
          <w:p w14:paraId="439D5168" w14:textId="76638A73" w:rsidR="008A4DBD" w:rsidRPr="008A4DBD" w:rsidRDefault="008A4DBD" w:rsidP="008A4DBD">
            <w:pPr>
              <w:pStyle w:val="SIText"/>
            </w:pPr>
            <w:r w:rsidRPr="00797021">
              <w:t>2.</w:t>
            </w:r>
            <w:r w:rsidR="009E0798">
              <w:t>5</w:t>
            </w:r>
            <w:r>
              <w:t xml:space="preserve"> </w:t>
            </w:r>
            <w:r w:rsidRPr="00797021">
              <w:t xml:space="preserve">Identify and </w:t>
            </w:r>
            <w:r w:rsidR="00C66414">
              <w:t>verify</w:t>
            </w:r>
            <w:r w:rsidR="00C66414" w:rsidRPr="00797021">
              <w:t xml:space="preserve"> </w:t>
            </w:r>
            <w:r w:rsidRPr="00797021">
              <w:t>availability of resources, tools, equipment and machinery required for the sports turf maintenance program</w:t>
            </w:r>
          </w:p>
          <w:p w14:paraId="0548DE93" w14:textId="212E7CAF" w:rsidR="008A4DBD" w:rsidRPr="008A4DBD" w:rsidRDefault="008A4DBD">
            <w:pPr>
              <w:pStyle w:val="SIText"/>
            </w:pPr>
            <w:r w:rsidRPr="00797021">
              <w:lastRenderedPageBreak/>
              <w:t>2.</w:t>
            </w:r>
            <w:r w:rsidR="009E0798">
              <w:t>6</w:t>
            </w:r>
            <w:r>
              <w:t xml:space="preserve"> </w:t>
            </w:r>
            <w:r w:rsidR="00C66414">
              <w:t xml:space="preserve">Assess requirements and constraints and document a sports turf playing surface maintenance program according to workplace procedures </w:t>
            </w:r>
          </w:p>
        </w:tc>
      </w:tr>
      <w:tr w:rsidR="008A4DBD" w:rsidRPr="00963A46" w14:paraId="7149C3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2E9DF" w14:textId="01A2A862" w:rsidR="008A4DBD" w:rsidRPr="008A4DBD" w:rsidRDefault="008A4DBD" w:rsidP="008A4DBD">
            <w:pPr>
              <w:pStyle w:val="SIText"/>
            </w:pPr>
            <w:r>
              <w:lastRenderedPageBreak/>
              <w:t>3.</w:t>
            </w:r>
            <w:r w:rsidR="002809EE">
              <w:t xml:space="preserve"> </w:t>
            </w:r>
            <w:r w:rsidRPr="008A4DBD">
              <w:t>Prepare and document the sports turf maintenance program</w:t>
            </w:r>
          </w:p>
        </w:tc>
        <w:tc>
          <w:tcPr>
            <w:tcW w:w="3604" w:type="pct"/>
            <w:shd w:val="clear" w:color="auto" w:fill="auto"/>
          </w:tcPr>
          <w:p w14:paraId="7DC2E7F9" w14:textId="6CFC575D" w:rsidR="008A4DBD" w:rsidRPr="008A4DBD" w:rsidRDefault="008A4DBD" w:rsidP="008A4DBD">
            <w:pPr>
              <w:pStyle w:val="SIText"/>
            </w:pPr>
            <w:r w:rsidRPr="00797021">
              <w:t>3.1</w:t>
            </w:r>
            <w:r>
              <w:t xml:space="preserve"> </w:t>
            </w:r>
            <w:r w:rsidRPr="008A4DBD">
              <w:t xml:space="preserve">Prepare detailed plan, specifications and </w:t>
            </w:r>
            <w:r w:rsidR="009E0798">
              <w:t>budget</w:t>
            </w:r>
            <w:r w:rsidR="009E0798" w:rsidRPr="008A4DBD">
              <w:t xml:space="preserve"> </w:t>
            </w:r>
            <w:r w:rsidR="009E0798">
              <w:t xml:space="preserve">according to </w:t>
            </w:r>
            <w:r w:rsidRPr="008A4DBD">
              <w:t>requirements of program</w:t>
            </w:r>
          </w:p>
          <w:p w14:paraId="325D03D2" w14:textId="77777777" w:rsidR="008A4DBD" w:rsidRDefault="008A4DBD" w:rsidP="008A4DBD">
            <w:pPr>
              <w:pStyle w:val="SIText"/>
            </w:pPr>
            <w:r w:rsidRPr="00797021">
              <w:t>3.2</w:t>
            </w:r>
            <w:r>
              <w:t xml:space="preserve"> </w:t>
            </w:r>
            <w:r w:rsidRPr="00797021">
              <w:t xml:space="preserve">Develop and document on-site procedures and schedules for the sports turf maintenance program </w:t>
            </w:r>
          </w:p>
          <w:p w14:paraId="394A451A" w14:textId="6D8EA70E" w:rsidR="009E0798" w:rsidRPr="008A4DBD" w:rsidRDefault="009E0798" w:rsidP="00197EE5">
            <w:pPr>
              <w:pStyle w:val="SIText"/>
            </w:pPr>
            <w:r>
              <w:t xml:space="preserve">3.3 Develop </w:t>
            </w:r>
            <w:r w:rsidR="00C554F9">
              <w:t xml:space="preserve">contingencies </w:t>
            </w:r>
            <w:r w:rsidR="00197EE5">
              <w:t>to</w:t>
            </w:r>
            <w:r w:rsidR="00C554F9">
              <w:t xml:space="preserve"> </w:t>
            </w:r>
            <w:r w:rsidR="00197EE5" w:rsidRPr="00197EE5">
              <w:t xml:space="preserve">ensure deadlines are </w:t>
            </w:r>
            <w:r w:rsidR="00EC25BB">
              <w:t xml:space="preserve">met </w:t>
            </w:r>
            <w:r w:rsidR="00197EE5">
              <w:t>according to</w:t>
            </w:r>
            <w:r w:rsidR="00197EE5" w:rsidRPr="00197EE5">
              <w:t xml:space="preserve"> client and play requirement</w:t>
            </w:r>
            <w:r w:rsidR="00EC25BB">
              <w:t>s</w:t>
            </w:r>
          </w:p>
        </w:tc>
      </w:tr>
      <w:tr w:rsidR="00C554F9" w:rsidRPr="00963A46" w14:paraId="3D19C9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FC0B87" w14:textId="528FE659" w:rsidR="00C554F9" w:rsidRDefault="00C554F9">
            <w:pPr>
              <w:pStyle w:val="SIText"/>
            </w:pPr>
            <w:r>
              <w:t xml:space="preserve">4. </w:t>
            </w:r>
            <w:r w:rsidR="00E3674A">
              <w:t>Communicate</w:t>
            </w:r>
            <w:r>
              <w:t xml:space="preserve"> sports turf maintenance program</w:t>
            </w:r>
            <w:r w:rsidR="00E3674A">
              <w:t xml:space="preserve"> to key stakeholders</w:t>
            </w:r>
          </w:p>
        </w:tc>
        <w:tc>
          <w:tcPr>
            <w:tcW w:w="3604" w:type="pct"/>
            <w:shd w:val="clear" w:color="auto" w:fill="auto"/>
          </w:tcPr>
          <w:p w14:paraId="4B434304" w14:textId="03965F60" w:rsidR="00AD1623" w:rsidRPr="00AD1623" w:rsidRDefault="00AD1623" w:rsidP="00AD1623">
            <w:pPr>
              <w:pStyle w:val="SIText"/>
            </w:pPr>
            <w:r w:rsidRPr="00AD1623">
              <w:t xml:space="preserve">4.1 </w:t>
            </w:r>
            <w:r>
              <w:t>I</w:t>
            </w:r>
            <w:r w:rsidRPr="00AD1623">
              <w:t xml:space="preserve">nstruct </w:t>
            </w:r>
            <w:r w:rsidR="00E3674A">
              <w:t xml:space="preserve">staff and </w:t>
            </w:r>
            <w:r>
              <w:t>key stakeholder</w:t>
            </w:r>
            <w:r w:rsidR="00E3674A">
              <w:t>s</w:t>
            </w:r>
            <w:r w:rsidRPr="00AD1623">
              <w:t xml:space="preserve"> on </w:t>
            </w:r>
            <w:r>
              <w:t>turf maintenance program and procedures</w:t>
            </w:r>
          </w:p>
          <w:p w14:paraId="27532E09" w14:textId="3457AEE1" w:rsidR="00C554F9" w:rsidRPr="00797021" w:rsidRDefault="00AD1623" w:rsidP="00AD1623">
            <w:pPr>
              <w:pStyle w:val="SIText"/>
            </w:pPr>
            <w:r>
              <w:t>4.2</w:t>
            </w:r>
            <w:r w:rsidR="00E3674A">
              <w:t xml:space="preserve"> M</w:t>
            </w:r>
            <w:r w:rsidRPr="00AD1623">
              <w:t xml:space="preserve">onitor implementation </w:t>
            </w:r>
            <w:r w:rsidR="00E3674A">
              <w:t xml:space="preserve">of turf maintenance program and provide feedback to staff and stakeholders </w:t>
            </w:r>
          </w:p>
        </w:tc>
      </w:tr>
      <w:tr w:rsidR="008A4DBD" w:rsidRPr="00963A46" w14:paraId="47BC15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EB27A9" w14:textId="36E2CAEC" w:rsidR="008A4DBD" w:rsidRPr="008A4DBD" w:rsidRDefault="00E3674A">
            <w:pPr>
              <w:pStyle w:val="SIText"/>
            </w:pPr>
            <w:r>
              <w:t>5</w:t>
            </w:r>
            <w:r w:rsidR="008A4DBD">
              <w:t>.</w:t>
            </w:r>
            <w:r w:rsidR="002809EE">
              <w:t xml:space="preserve"> </w:t>
            </w:r>
            <w:r w:rsidR="002A4239">
              <w:t>Review</w:t>
            </w:r>
            <w:r w:rsidR="002A4239" w:rsidRPr="008A4DBD">
              <w:t xml:space="preserve"> </w:t>
            </w:r>
            <w:r w:rsidR="008A4DBD" w:rsidRPr="008A4DBD">
              <w:t>the sports turf maintenance program</w:t>
            </w:r>
          </w:p>
        </w:tc>
        <w:tc>
          <w:tcPr>
            <w:tcW w:w="3604" w:type="pct"/>
            <w:shd w:val="clear" w:color="auto" w:fill="auto"/>
          </w:tcPr>
          <w:p w14:paraId="195D5158" w14:textId="5076B7CC" w:rsidR="008A4DBD" w:rsidRPr="008A4DBD" w:rsidRDefault="00E3674A" w:rsidP="008A4DBD">
            <w:pPr>
              <w:pStyle w:val="SIText"/>
            </w:pPr>
            <w:r>
              <w:t>5</w:t>
            </w:r>
            <w:r w:rsidR="008A4DBD" w:rsidRPr="00797021">
              <w:t>.1</w:t>
            </w:r>
            <w:r w:rsidR="008A4DBD">
              <w:t xml:space="preserve"> </w:t>
            </w:r>
            <w:r w:rsidR="008A4DBD" w:rsidRPr="00797021">
              <w:t xml:space="preserve">Monitor </w:t>
            </w:r>
            <w:r w:rsidR="008A4DBD" w:rsidRPr="008A4DBD">
              <w:t>p</w:t>
            </w:r>
            <w:r w:rsidR="002A4239">
              <w:t>erformance of p</w:t>
            </w:r>
            <w:r w:rsidR="008A4DBD" w:rsidRPr="008A4DBD">
              <w:t xml:space="preserve">rogram </w:t>
            </w:r>
            <w:r w:rsidR="002A4239">
              <w:t>against</w:t>
            </w:r>
            <w:r w:rsidR="008A4DBD" w:rsidRPr="008A4DBD">
              <w:t xml:space="preserve"> </w:t>
            </w:r>
            <w:r w:rsidR="00915C67">
              <w:t>workplace</w:t>
            </w:r>
            <w:r w:rsidR="00915C67" w:rsidRPr="008A4DBD">
              <w:t xml:space="preserve"> </w:t>
            </w:r>
            <w:r w:rsidR="008A4DBD" w:rsidRPr="008A4DBD">
              <w:t xml:space="preserve">standards </w:t>
            </w:r>
            <w:r w:rsidR="002A4239">
              <w:t>and record discrepancies</w:t>
            </w:r>
          </w:p>
          <w:p w14:paraId="2C06535E" w14:textId="7575FC3A" w:rsidR="008A4DBD" w:rsidRPr="008A4DBD" w:rsidRDefault="00E3674A" w:rsidP="008A4DBD">
            <w:pPr>
              <w:pStyle w:val="SIText"/>
            </w:pPr>
            <w:r>
              <w:t>5</w:t>
            </w:r>
            <w:r w:rsidR="008A4DBD" w:rsidRPr="00797021">
              <w:t>.2</w:t>
            </w:r>
            <w:r w:rsidR="008A4DBD">
              <w:t xml:space="preserve"> </w:t>
            </w:r>
            <w:r w:rsidR="008A4DBD" w:rsidRPr="00797021">
              <w:t>Review the sports turf maintenance program to ensure it remains responsive to changing conditions</w:t>
            </w:r>
          </w:p>
          <w:p w14:paraId="09B9120C" w14:textId="56B2E5CB" w:rsidR="008A4DBD" w:rsidRPr="008A4DBD" w:rsidRDefault="00E3674A" w:rsidP="008A4DBD">
            <w:pPr>
              <w:pStyle w:val="SIText"/>
            </w:pPr>
            <w:r>
              <w:t>5</w:t>
            </w:r>
            <w:r w:rsidR="008A4DBD" w:rsidRPr="00797021">
              <w:t>.3</w:t>
            </w:r>
            <w:r w:rsidR="008A4DBD">
              <w:t xml:space="preserve"> </w:t>
            </w:r>
            <w:r w:rsidR="009E0798" w:rsidRPr="009E0798">
              <w:t xml:space="preserve">Adjust and make changes to the program to overcome </w:t>
            </w:r>
            <w:r w:rsidR="009E0798">
              <w:t>discrepancies in program outcomes</w:t>
            </w:r>
          </w:p>
          <w:p w14:paraId="1BF6021F" w14:textId="68B84201" w:rsidR="008A4DBD" w:rsidRPr="008A4DBD" w:rsidRDefault="00E3674A">
            <w:pPr>
              <w:pStyle w:val="SIText"/>
            </w:pPr>
            <w:r>
              <w:t>5</w:t>
            </w:r>
            <w:r w:rsidR="008A4DBD" w:rsidRPr="00797021">
              <w:t>.4</w:t>
            </w:r>
            <w:r w:rsidR="008A4DBD">
              <w:t xml:space="preserve"> </w:t>
            </w:r>
            <w:r w:rsidR="008A4DBD" w:rsidRPr="00797021">
              <w:t xml:space="preserve">Document and report remedial action </w:t>
            </w:r>
            <w:r w:rsidR="009E0798">
              <w:t xml:space="preserve">and changes to maintenance program according </w:t>
            </w:r>
            <w:r w:rsidR="008A4DBD" w:rsidRPr="00797021">
              <w:t>to management</w:t>
            </w:r>
            <w:r w:rsidR="009E0798">
              <w:t xml:space="preserve"> and workplace procedures</w:t>
            </w:r>
          </w:p>
        </w:tc>
      </w:tr>
    </w:tbl>
    <w:p w14:paraId="159AA929" w14:textId="77777777" w:rsidR="005F771F" w:rsidRDefault="005F771F" w:rsidP="005F771F">
      <w:pPr>
        <w:pStyle w:val="SIText"/>
      </w:pPr>
    </w:p>
    <w:p w14:paraId="615107BC" w14:textId="77777777" w:rsidR="00F50987" w:rsidRPr="00F50987" w:rsidRDefault="00F50987" w:rsidP="00F5098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50987" w:rsidRPr="00F50987" w14:paraId="7ADAE8B4" w14:textId="77777777" w:rsidTr="00DC6F81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AC68" w14:textId="77777777" w:rsidR="00F50987" w:rsidRPr="00F50987" w:rsidRDefault="00F50987" w:rsidP="00A251B1">
            <w:pPr>
              <w:pStyle w:val="SIText-Bold"/>
              <w:rPr>
                <w:lang w:eastAsia="en-US"/>
              </w:rPr>
            </w:pPr>
            <w:r w:rsidRPr="00F50987">
              <w:rPr>
                <w:lang w:eastAsia="en-US"/>
              </w:rPr>
              <w:t>Foundation Skills</w:t>
            </w:r>
          </w:p>
          <w:p w14:paraId="07BD0E51" w14:textId="77777777" w:rsidR="00F50987" w:rsidRPr="00A251B1" w:rsidRDefault="00F50987" w:rsidP="00F50987">
            <w:pPr>
              <w:rPr>
                <w:rStyle w:val="SIText-Italic"/>
              </w:rPr>
            </w:pPr>
            <w:r w:rsidRPr="00A251B1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50987" w:rsidRPr="00F50987" w14:paraId="23418880" w14:textId="77777777" w:rsidTr="00DC6F81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32D5" w14:textId="77777777" w:rsidR="00F50987" w:rsidRPr="00F50987" w:rsidRDefault="00F50987" w:rsidP="00A251B1">
            <w:pPr>
              <w:pStyle w:val="SIText-Bold"/>
              <w:rPr>
                <w:rFonts w:eastAsiaTheme="majorEastAsia"/>
              </w:rPr>
            </w:pPr>
            <w:r w:rsidRPr="00F5098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EF85" w14:textId="77777777" w:rsidR="00F50987" w:rsidRPr="00F50987" w:rsidRDefault="00F50987" w:rsidP="00A251B1">
            <w:pPr>
              <w:pStyle w:val="SIText-Bold"/>
              <w:rPr>
                <w:rFonts w:eastAsiaTheme="majorEastAsia"/>
              </w:rPr>
            </w:pPr>
            <w:r w:rsidRPr="00F50987">
              <w:rPr>
                <w:rFonts w:eastAsiaTheme="majorEastAsia"/>
              </w:rPr>
              <w:t>Description</w:t>
            </w:r>
          </w:p>
        </w:tc>
      </w:tr>
      <w:tr w:rsidR="00F50987" w:rsidRPr="00F50987" w14:paraId="546A80E4" w14:textId="77777777" w:rsidTr="00DC6F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5F68" w14:textId="77777777" w:rsidR="00F50987" w:rsidRPr="00F50987" w:rsidRDefault="00F50987" w:rsidP="00F50987">
            <w:pPr>
              <w:rPr>
                <w:lang w:eastAsia="en-US"/>
              </w:rPr>
            </w:pPr>
            <w:r w:rsidRPr="00F50987">
              <w:rPr>
                <w:lang w:eastAsia="en-US"/>
              </w:rPr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E881" w14:textId="3331383D" w:rsidR="00F50987" w:rsidRPr="00F50987" w:rsidRDefault="00A23968" w:rsidP="00A251B1">
            <w:pPr>
              <w:pStyle w:val="SIBulletList1"/>
            </w:pPr>
            <w:r>
              <w:t>I</w:t>
            </w:r>
            <w:r w:rsidR="00F50987" w:rsidRPr="00F50987">
              <w:t>nterpret</w:t>
            </w:r>
            <w:r>
              <w:t xml:space="preserve"> complex technical documents related to sports turf maintenance programs</w:t>
            </w:r>
          </w:p>
        </w:tc>
      </w:tr>
      <w:tr w:rsidR="00915C67" w:rsidRPr="00F50987" w14:paraId="252EE0F4" w14:textId="77777777" w:rsidTr="00DC6F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2467" w14:textId="1278B3B4" w:rsidR="00915C67" w:rsidRPr="00F50987" w:rsidRDefault="00915C67" w:rsidP="00F50987">
            <w:pPr>
              <w:rPr>
                <w:lang w:eastAsia="en-US"/>
              </w:rPr>
            </w:pPr>
            <w: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51B8" w14:textId="6780209F" w:rsidR="00915C67" w:rsidRPr="00F50987" w:rsidRDefault="00A23968" w:rsidP="00F25658">
            <w:pPr>
              <w:pStyle w:val="SIBulletList1"/>
            </w:pPr>
            <w:r>
              <w:t>Use language appropriate for work team when writing workplace procedures</w:t>
            </w:r>
          </w:p>
        </w:tc>
      </w:tr>
      <w:tr w:rsidR="00915C67" w:rsidRPr="00F50987" w14:paraId="15D7A049" w14:textId="77777777" w:rsidTr="00DC6F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262E" w14:textId="0C2CBE3B" w:rsidR="00915C67" w:rsidRPr="00F50987" w:rsidRDefault="00915C67" w:rsidP="00F50987">
            <w:pPr>
              <w:rPr>
                <w:lang w:eastAsia="en-US"/>
              </w:rPr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9505" w14:textId="230F5F34" w:rsidR="00915C67" w:rsidRPr="00F50987" w:rsidRDefault="00A23968" w:rsidP="00F25658">
            <w:pPr>
              <w:pStyle w:val="SIBulletList1"/>
            </w:pPr>
            <w:r>
              <w:t xml:space="preserve">Consider target audience when presenting </w:t>
            </w:r>
            <w:r w:rsidR="00915C67" w:rsidRPr="00915C67">
              <w:t>complex information</w:t>
            </w:r>
            <w:r>
              <w:t xml:space="preserve"> to work team </w:t>
            </w:r>
            <w:r w:rsidR="00915C67">
              <w:t>and key stakeholders</w:t>
            </w:r>
          </w:p>
        </w:tc>
      </w:tr>
      <w:tr w:rsidR="00F50987" w:rsidRPr="00F50987" w14:paraId="2FE4C8B1" w14:textId="77777777" w:rsidTr="00DC6F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977A" w14:textId="77777777" w:rsidR="00F50987" w:rsidRPr="00F50987" w:rsidRDefault="00F50987" w:rsidP="00F50987">
            <w:pPr>
              <w:rPr>
                <w:lang w:eastAsia="en-US"/>
              </w:rPr>
            </w:pPr>
            <w:r w:rsidRPr="00F50987">
              <w:rPr>
                <w:lang w:eastAsia="en-US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E555" w14:textId="45D382F5" w:rsidR="00F50987" w:rsidRPr="00F50987" w:rsidRDefault="00915C67" w:rsidP="00A251B1">
            <w:pPr>
              <w:pStyle w:val="SIBulletList1"/>
            </w:pPr>
            <w:r w:rsidRPr="00915C67">
              <w:t xml:space="preserve">Performs calculations to analyse </w:t>
            </w:r>
            <w:r>
              <w:t>budget</w:t>
            </w:r>
            <w:r w:rsidRPr="00915C67">
              <w:t xml:space="preserve"> information, </w:t>
            </w:r>
            <w:r>
              <w:t>interpret tests and results and develop schedule for maintaining sports turf</w:t>
            </w:r>
          </w:p>
        </w:tc>
      </w:tr>
    </w:tbl>
    <w:p w14:paraId="19EBD055" w14:textId="77777777" w:rsidR="00F50987" w:rsidRPr="00F50987" w:rsidRDefault="00F50987" w:rsidP="00F50987">
      <w:pPr>
        <w:rPr>
          <w:lang w:eastAsia="en-US"/>
        </w:rPr>
      </w:pPr>
    </w:p>
    <w:p w14:paraId="3239E3B6" w14:textId="77777777" w:rsidR="00F50987" w:rsidRDefault="00F50987">
      <w:pPr>
        <w:pStyle w:val="SIText"/>
      </w:pPr>
    </w:p>
    <w:p w14:paraId="71E1959B" w14:textId="77777777" w:rsidR="00F50987" w:rsidRDefault="00F5098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25F847" w14:textId="77777777" w:rsidTr="00F33FF2">
        <w:tc>
          <w:tcPr>
            <w:tcW w:w="5000" w:type="pct"/>
            <w:gridSpan w:val="4"/>
          </w:tcPr>
          <w:p w14:paraId="2BB4EE4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4F6DEC" w14:textId="77777777" w:rsidTr="00F33FF2">
        <w:tc>
          <w:tcPr>
            <w:tcW w:w="1028" w:type="pct"/>
          </w:tcPr>
          <w:p w14:paraId="66B297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C6B164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42FA5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8A8C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A4DBD" w14:paraId="103E7B49" w14:textId="77777777" w:rsidTr="00F33FF2">
        <w:tc>
          <w:tcPr>
            <w:tcW w:w="1028" w:type="pct"/>
          </w:tcPr>
          <w:p w14:paraId="5B38D06C" w14:textId="77777777" w:rsidR="008A4DBD" w:rsidRPr="008A4DBD" w:rsidRDefault="008A4DBD" w:rsidP="008A4DBD">
            <w:pPr>
              <w:pStyle w:val="SIText"/>
            </w:pPr>
            <w:r w:rsidRPr="00B97859">
              <w:t>AHCTRF401 Develop a sports turf maintenance program</w:t>
            </w:r>
          </w:p>
        </w:tc>
        <w:tc>
          <w:tcPr>
            <w:tcW w:w="1105" w:type="pct"/>
          </w:tcPr>
          <w:p w14:paraId="2DA0A956" w14:textId="421E2F26" w:rsidR="008A4DBD" w:rsidRPr="008A4DBD" w:rsidRDefault="008A4DBD" w:rsidP="008A4DBD">
            <w:pPr>
              <w:pStyle w:val="SIText"/>
            </w:pPr>
            <w:r w:rsidRPr="00B97859">
              <w:t>AHCTRF401Develop a sports turf maintenance program</w:t>
            </w:r>
          </w:p>
        </w:tc>
        <w:tc>
          <w:tcPr>
            <w:tcW w:w="1251" w:type="pct"/>
          </w:tcPr>
          <w:p w14:paraId="3B9B1C27" w14:textId="6A0B0FF0" w:rsidR="00F25658" w:rsidRPr="00F25658" w:rsidRDefault="00F25658" w:rsidP="00F25658">
            <w:pPr>
              <w:pStyle w:val="SIText"/>
            </w:pPr>
            <w:r>
              <w:t>C</w:t>
            </w:r>
            <w:r w:rsidRPr="00F25658">
              <w:t>hanges to Elements and Performance Criteria for clarity</w:t>
            </w:r>
          </w:p>
          <w:p w14:paraId="078D0384" w14:textId="55636092" w:rsidR="008A4DBD" w:rsidRPr="000754EC" w:rsidRDefault="00F25658" w:rsidP="00F25658">
            <w:pPr>
              <w:pStyle w:val="SIText"/>
            </w:pPr>
            <w:r w:rsidRPr="00F25658">
              <w:t>Updated Performance Evidence and Knowledge Evidence</w:t>
            </w:r>
          </w:p>
        </w:tc>
        <w:tc>
          <w:tcPr>
            <w:tcW w:w="1616" w:type="pct"/>
          </w:tcPr>
          <w:p w14:paraId="47CC8611" w14:textId="77777777" w:rsidR="008A4DBD" w:rsidRPr="008A4DBD" w:rsidRDefault="008A4DBD" w:rsidP="008A4DBD">
            <w:pPr>
              <w:pStyle w:val="SIText"/>
            </w:pPr>
            <w:r w:rsidRPr="000754EC">
              <w:t xml:space="preserve">Equivalent unit </w:t>
            </w:r>
          </w:p>
          <w:p w14:paraId="0C400CFA" w14:textId="77777777" w:rsidR="008A4DBD" w:rsidRPr="008A4DBD" w:rsidRDefault="008A4DBD" w:rsidP="008A4DBD">
            <w:pPr>
              <w:pStyle w:val="SIText"/>
            </w:pPr>
          </w:p>
        </w:tc>
      </w:tr>
    </w:tbl>
    <w:p w14:paraId="480C56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8CDB80" w14:textId="77777777" w:rsidTr="00CA2922">
        <w:tc>
          <w:tcPr>
            <w:tcW w:w="1396" w:type="pct"/>
            <w:shd w:val="clear" w:color="auto" w:fill="auto"/>
          </w:tcPr>
          <w:p w14:paraId="1C574C9F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232D47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52CDAE1E" w14:textId="77777777" w:rsidR="00F1480E" w:rsidRDefault="00F1480E" w:rsidP="005F771F">
      <w:pPr>
        <w:pStyle w:val="SIText"/>
      </w:pPr>
    </w:p>
    <w:p w14:paraId="379D8E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709D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8259F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C165F1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8A4DBD" w:rsidRPr="00B97859">
              <w:t>AHCTRF401 Develop a sports turf maintenance program</w:t>
            </w:r>
          </w:p>
        </w:tc>
      </w:tr>
      <w:tr w:rsidR="00556C4C" w:rsidRPr="00A55106" w14:paraId="69B4AEB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E66681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975C32F" w14:textId="77777777" w:rsidTr="00113678">
        <w:tc>
          <w:tcPr>
            <w:tcW w:w="5000" w:type="pct"/>
            <w:gridSpan w:val="2"/>
            <w:shd w:val="clear" w:color="auto" w:fill="auto"/>
          </w:tcPr>
          <w:p w14:paraId="6DC4F67C" w14:textId="02E8C61F" w:rsidR="00D32574" w:rsidRDefault="00316818" w:rsidP="00316818">
            <w:r w:rsidRPr="00316818">
              <w:t xml:space="preserve">An individual demonstrating competency must satisfy all of the elements and performance criteria in this unit. </w:t>
            </w:r>
          </w:p>
          <w:p w14:paraId="43F4A16F" w14:textId="607CB759" w:rsidR="00D32574" w:rsidRPr="00D32574" w:rsidRDefault="00D32574" w:rsidP="00D32574">
            <w:r w:rsidRPr="00D32574">
              <w:t xml:space="preserve">There must be evidence that the individual has prepared </w:t>
            </w:r>
            <w:r>
              <w:t>a sports turf maintenance program</w:t>
            </w:r>
            <w:r w:rsidRPr="00D32574">
              <w:t xml:space="preserve"> for play on at least </w:t>
            </w:r>
            <w:r w:rsidR="00F25658">
              <w:t>one</w:t>
            </w:r>
            <w:r>
              <w:t xml:space="preserve"> </w:t>
            </w:r>
            <w:r w:rsidRPr="00D32574">
              <w:t xml:space="preserve">of the following types of sports turf surfaces: </w:t>
            </w:r>
          </w:p>
          <w:p w14:paraId="6C093BF1" w14:textId="4F93E8AA" w:rsidR="00D32574" w:rsidRPr="00D32574" w:rsidRDefault="00D42712" w:rsidP="00197EE5">
            <w:pPr>
              <w:pStyle w:val="SIBulletList1"/>
            </w:pPr>
            <w:r>
              <w:t>golf course, a</w:t>
            </w:r>
            <w:r w:rsidRPr="00D42712">
              <w:t xml:space="preserve">t least one hole </w:t>
            </w:r>
            <w:r>
              <w:t xml:space="preserve">including </w:t>
            </w:r>
            <w:r w:rsidR="00D32574" w:rsidRPr="00D32574">
              <w:t>tee</w:t>
            </w:r>
            <w:r w:rsidR="00D32574">
              <w:t>s</w:t>
            </w:r>
            <w:r w:rsidR="00D32574" w:rsidRPr="00D32574">
              <w:t xml:space="preserve"> and surrounds, rough, fairways and green</w:t>
            </w:r>
            <w:r w:rsidR="00D32574">
              <w:t>s</w:t>
            </w:r>
          </w:p>
          <w:p w14:paraId="394D8244" w14:textId="48DA1D10" w:rsidR="00D32574" w:rsidRPr="00D32574" w:rsidRDefault="00D32574" w:rsidP="00197EE5">
            <w:pPr>
              <w:pStyle w:val="SIBulletList1"/>
            </w:pPr>
            <w:r>
              <w:t>bowling green</w:t>
            </w:r>
          </w:p>
          <w:p w14:paraId="6D8B2BF7" w14:textId="4F179883" w:rsidR="00D32574" w:rsidRPr="00D32574" w:rsidRDefault="00D32574" w:rsidP="00197EE5">
            <w:pPr>
              <w:pStyle w:val="SIBulletList1"/>
            </w:pPr>
            <w:r w:rsidRPr="00D32574">
              <w:t>cricket</w:t>
            </w:r>
            <w:r>
              <w:t xml:space="preserve"> pitch</w:t>
            </w:r>
            <w:r w:rsidRPr="00D32574">
              <w:t xml:space="preserve"> including wicket surface</w:t>
            </w:r>
            <w:r>
              <w:t xml:space="preserve"> and outfield</w:t>
            </w:r>
          </w:p>
          <w:p w14:paraId="3A455106" w14:textId="26A0BE3B" w:rsidR="00D32574" w:rsidRPr="00D32574" w:rsidRDefault="00D32574" w:rsidP="00197EE5">
            <w:pPr>
              <w:pStyle w:val="SIBulletList1"/>
            </w:pPr>
            <w:r w:rsidRPr="00D32574">
              <w:t>sp</w:t>
            </w:r>
            <w:r>
              <w:t>orts field (football, soccer, rugby</w:t>
            </w:r>
            <w:r w:rsidRPr="00D32574">
              <w:t xml:space="preserve"> lacrosse, hockey, polo</w:t>
            </w:r>
            <w:r>
              <w:t>)</w:t>
            </w:r>
          </w:p>
          <w:p w14:paraId="1042278D" w14:textId="182BC897" w:rsidR="00D32574" w:rsidRDefault="00D32574" w:rsidP="00197EE5">
            <w:pPr>
              <w:pStyle w:val="SIBulletList1"/>
            </w:pPr>
            <w:r>
              <w:t>race track</w:t>
            </w:r>
          </w:p>
          <w:p w14:paraId="1B73406A" w14:textId="2F7AE4AC" w:rsidR="00D32574" w:rsidRDefault="00D32574" w:rsidP="00197EE5">
            <w:pPr>
              <w:pStyle w:val="SIBulletList1"/>
            </w:pPr>
            <w:r>
              <w:t>turf farm</w:t>
            </w:r>
          </w:p>
          <w:p w14:paraId="5EB73AEC" w14:textId="365C4A19" w:rsidR="00D32574" w:rsidRDefault="00D32574" w:rsidP="00197EE5">
            <w:pPr>
              <w:pStyle w:val="SIBulletList1"/>
            </w:pPr>
            <w:r>
              <w:t>lawn tennis</w:t>
            </w:r>
          </w:p>
          <w:p w14:paraId="158C685F" w14:textId="09586EBC" w:rsidR="00D32574" w:rsidRPr="00D32574" w:rsidRDefault="00D32574" w:rsidP="00197EE5">
            <w:pPr>
              <w:pStyle w:val="SIBulletList1"/>
            </w:pPr>
            <w:r w:rsidRPr="00D32574">
              <w:t>croquet</w:t>
            </w:r>
            <w:r w:rsidR="001E4E85">
              <w:t xml:space="preserve"> lawn</w:t>
            </w:r>
          </w:p>
          <w:p w14:paraId="410025E5" w14:textId="3981D57C" w:rsidR="00D32574" w:rsidRPr="00D32574" w:rsidRDefault="00A251B1" w:rsidP="00A251B1">
            <w:pPr>
              <w:pStyle w:val="SIBulletList1"/>
            </w:pPr>
            <w:r w:rsidRPr="00A251B1">
              <w:t xml:space="preserve">other sports turf </w:t>
            </w:r>
            <w:r>
              <w:t>surface</w:t>
            </w:r>
            <w:r w:rsidR="004E1A51">
              <w:t>.</w:t>
            </w:r>
          </w:p>
          <w:p w14:paraId="3830EC35" w14:textId="77777777" w:rsidR="00D32574" w:rsidRDefault="00D32574" w:rsidP="00316818"/>
          <w:p w14:paraId="632CF2AE" w14:textId="58693B26" w:rsidR="00D32574" w:rsidRDefault="00D32574" w:rsidP="00316818">
            <w:r>
              <w:t>The program must include the following:</w:t>
            </w:r>
          </w:p>
          <w:p w14:paraId="644D1014" w14:textId="3AAE944E" w:rsidR="002A4239" w:rsidRPr="002A4239" w:rsidRDefault="00531273" w:rsidP="00197EE5">
            <w:pPr>
              <w:pStyle w:val="SIBulletList1"/>
            </w:pPr>
            <w:r>
              <w:t>a</w:t>
            </w:r>
            <w:r w:rsidR="002A4239" w:rsidRPr="002A4239">
              <w:t xml:space="preserve"> twelve month </w:t>
            </w:r>
            <w:r w:rsidR="00D32574">
              <w:t>cycle</w:t>
            </w:r>
            <w:r w:rsidR="002A4239" w:rsidRPr="002A4239">
              <w:t xml:space="preserve"> for the </w:t>
            </w:r>
            <w:r>
              <w:t xml:space="preserve">sports </w:t>
            </w:r>
            <w:r w:rsidR="002A4239" w:rsidRPr="002A4239">
              <w:t xml:space="preserve">turf </w:t>
            </w:r>
            <w:r>
              <w:t xml:space="preserve">playing </w:t>
            </w:r>
            <w:r w:rsidR="002A4239" w:rsidRPr="002A4239">
              <w:t>surface</w:t>
            </w:r>
          </w:p>
          <w:p w14:paraId="64E847C8" w14:textId="77777777" w:rsidR="00D36609" w:rsidRDefault="00D36609" w:rsidP="00197EE5">
            <w:pPr>
              <w:pStyle w:val="SIBulletList1"/>
            </w:pPr>
            <w:r>
              <w:t xml:space="preserve">specify </w:t>
            </w:r>
            <w:r w:rsidR="00531273">
              <w:t>all</w:t>
            </w:r>
            <w:r w:rsidR="002A4239" w:rsidRPr="002A4239">
              <w:t xml:space="preserve"> maintenance practices </w:t>
            </w:r>
            <w:r>
              <w:t>including:</w:t>
            </w:r>
          </w:p>
          <w:p w14:paraId="275D0E87" w14:textId="59DC4224" w:rsidR="00D36609" w:rsidRPr="00D36609" w:rsidRDefault="00D36609" w:rsidP="00197EE5">
            <w:pPr>
              <w:pStyle w:val="SIBulletList2"/>
            </w:pPr>
            <w:r>
              <w:t>i</w:t>
            </w:r>
            <w:r w:rsidRPr="00D36609">
              <w:t xml:space="preserve">rrigation </w:t>
            </w:r>
          </w:p>
          <w:p w14:paraId="3803190D" w14:textId="13B196CB" w:rsidR="00D36609" w:rsidRPr="00D36609" w:rsidRDefault="00D36609" w:rsidP="00197EE5">
            <w:pPr>
              <w:pStyle w:val="SIBulletList2"/>
            </w:pPr>
            <w:r>
              <w:t>m</w:t>
            </w:r>
            <w:r w:rsidRPr="00D36609">
              <w:t>owing</w:t>
            </w:r>
            <w:r w:rsidR="00A77927">
              <w:t xml:space="preserve"> and rolling</w:t>
            </w:r>
          </w:p>
          <w:p w14:paraId="69E4D08D" w14:textId="2B9BE604" w:rsidR="00D36609" w:rsidRPr="00D36609" w:rsidRDefault="00D36609" w:rsidP="00197EE5">
            <w:pPr>
              <w:pStyle w:val="SIBulletList2"/>
            </w:pPr>
            <w:r>
              <w:t>f</w:t>
            </w:r>
            <w:r w:rsidRPr="00D36609">
              <w:t>ertiliser applications</w:t>
            </w:r>
          </w:p>
          <w:p w14:paraId="0A21A058" w14:textId="1EF29EB9" w:rsidR="00D36609" w:rsidRPr="00D36609" w:rsidRDefault="00D36609" w:rsidP="00197EE5">
            <w:pPr>
              <w:pStyle w:val="SIBulletList2"/>
            </w:pPr>
            <w:r>
              <w:t>p</w:t>
            </w:r>
            <w:r w:rsidRPr="00D36609">
              <w:t xml:space="preserve">esticide </w:t>
            </w:r>
            <w:r w:rsidR="00A77927">
              <w:t xml:space="preserve">(pests, diseases and weeds) </w:t>
            </w:r>
            <w:r w:rsidRPr="00D36609">
              <w:t>applications</w:t>
            </w:r>
          </w:p>
          <w:p w14:paraId="471111C1" w14:textId="10AE4B78" w:rsidR="00D36609" w:rsidRPr="00D36609" w:rsidRDefault="00D36609" w:rsidP="00197EE5">
            <w:pPr>
              <w:pStyle w:val="SIBulletList2"/>
            </w:pPr>
            <w:r>
              <w:t>plant growth regulator</w:t>
            </w:r>
            <w:r w:rsidRPr="00D36609">
              <w:t xml:space="preserve"> applications</w:t>
            </w:r>
          </w:p>
          <w:p w14:paraId="74E30562" w14:textId="580EFC11" w:rsidR="00D36609" w:rsidRPr="00D36609" w:rsidRDefault="00D36609" w:rsidP="00197EE5">
            <w:pPr>
              <w:pStyle w:val="SIBulletList2"/>
            </w:pPr>
            <w:r>
              <w:t>r</w:t>
            </w:r>
            <w:r w:rsidRPr="00D36609">
              <w:t xml:space="preserve">enovation </w:t>
            </w:r>
            <w:r>
              <w:t>practices</w:t>
            </w:r>
          </w:p>
          <w:p w14:paraId="44526C80" w14:textId="7FB019C4" w:rsidR="00D36609" w:rsidRPr="00D36609" w:rsidRDefault="00D36609" w:rsidP="00197EE5">
            <w:pPr>
              <w:pStyle w:val="SIBulletList2"/>
            </w:pPr>
            <w:r>
              <w:t>s</w:t>
            </w:r>
            <w:r w:rsidRPr="00D36609">
              <w:t xml:space="preserve">urface setup </w:t>
            </w:r>
            <w:r w:rsidR="00A77927">
              <w:t>standards and player expectations</w:t>
            </w:r>
          </w:p>
          <w:p w14:paraId="62EC595A" w14:textId="3E03894E" w:rsidR="002A4239" w:rsidRPr="002A4239" w:rsidRDefault="002A4239" w:rsidP="00197EE5">
            <w:pPr>
              <w:pStyle w:val="SIBulletList1"/>
            </w:pPr>
            <w:r w:rsidRPr="002A4239">
              <w:t xml:space="preserve">be </w:t>
            </w:r>
            <w:r w:rsidR="00531273">
              <w:t>implemented</w:t>
            </w:r>
            <w:r w:rsidRPr="002A4239">
              <w:t xml:space="preserve"> for a period of </w:t>
            </w:r>
            <w:r w:rsidR="00531273">
              <w:t xml:space="preserve">no less than </w:t>
            </w:r>
            <w:r w:rsidRPr="002A4239">
              <w:t xml:space="preserve">eight weeks </w:t>
            </w:r>
            <w:r w:rsidR="00531273">
              <w:t xml:space="preserve">to verify </w:t>
            </w:r>
            <w:r w:rsidR="001E4E85">
              <w:t>the</w:t>
            </w:r>
            <w:r w:rsidR="00531273">
              <w:t xml:space="preserve"> performance outcomes </w:t>
            </w:r>
            <w:r w:rsidR="001E4E85">
              <w:t>documented in the program</w:t>
            </w:r>
            <w:r w:rsidR="004E1A51">
              <w:t>.</w:t>
            </w:r>
          </w:p>
          <w:p w14:paraId="1AD07228" w14:textId="77777777" w:rsidR="00D36609" w:rsidRDefault="00D36609" w:rsidP="008A4DBD">
            <w:pPr>
              <w:pStyle w:val="SIText"/>
            </w:pPr>
          </w:p>
          <w:p w14:paraId="7FAE7F0D" w14:textId="5B8F12C8" w:rsidR="002A4239" w:rsidRDefault="00D36609" w:rsidP="008A4DBD">
            <w:pPr>
              <w:pStyle w:val="SIText"/>
            </w:pPr>
            <w:r w:rsidRPr="00D36609">
              <w:t>There must also be evidence that the individual has:</w:t>
            </w:r>
          </w:p>
          <w:p w14:paraId="168BF498" w14:textId="6A9A1131" w:rsidR="008A4DBD" w:rsidRPr="008A4DBD" w:rsidRDefault="008A4DBD">
            <w:pPr>
              <w:pStyle w:val="SIBulletList1"/>
            </w:pPr>
            <w:r w:rsidRPr="0077683F">
              <w:t>prepare</w:t>
            </w:r>
            <w:r w:rsidR="00D36609">
              <w:t>d</w:t>
            </w:r>
            <w:r w:rsidRPr="0077683F">
              <w:t xml:space="preserve"> an annual </w:t>
            </w:r>
            <w:r w:rsidR="00E3674A">
              <w:t xml:space="preserve">sports turf maintenance </w:t>
            </w:r>
            <w:r w:rsidRPr="0077683F">
              <w:t xml:space="preserve">program according </w:t>
            </w:r>
            <w:r w:rsidR="001E4E85">
              <w:t>workplace procedures</w:t>
            </w:r>
            <w:r w:rsidRPr="0077683F">
              <w:t xml:space="preserve"> and budget</w:t>
            </w:r>
          </w:p>
          <w:p w14:paraId="39D36A95" w14:textId="692D6E29" w:rsidR="00E3674A" w:rsidRDefault="00D36609" w:rsidP="008A4DBD">
            <w:pPr>
              <w:pStyle w:val="SIBulletList1"/>
            </w:pPr>
            <w:r>
              <w:t xml:space="preserve">assessed </w:t>
            </w:r>
            <w:r w:rsidR="001E4E85">
              <w:t xml:space="preserve">and incorporated in maintenance program, </w:t>
            </w:r>
            <w:r>
              <w:t xml:space="preserve">test results, optimum performance characteristics, budgetary </w:t>
            </w:r>
            <w:r w:rsidR="001E4E85">
              <w:t xml:space="preserve">constraints </w:t>
            </w:r>
            <w:r>
              <w:t>and resource</w:t>
            </w:r>
            <w:r w:rsidR="001E4E85">
              <w:t xml:space="preserve"> implications</w:t>
            </w:r>
          </w:p>
          <w:p w14:paraId="69E9753A" w14:textId="77777777" w:rsidR="00E3674A" w:rsidRPr="00E3674A" w:rsidRDefault="00E3674A" w:rsidP="00E3674A">
            <w:pPr>
              <w:pStyle w:val="SIBulletList1"/>
            </w:pPr>
            <w:r w:rsidRPr="0077683F">
              <w:t xml:space="preserve">scheduled activities </w:t>
            </w:r>
            <w:r w:rsidRPr="00E3674A">
              <w:t xml:space="preserve">and informed key stakeholders and staff of their respective roles and responsibilities </w:t>
            </w:r>
          </w:p>
          <w:p w14:paraId="4648DB1A" w14:textId="1CFE83E4" w:rsidR="008A4DBD" w:rsidRPr="008A4DBD" w:rsidRDefault="008A4DBD" w:rsidP="006D70A5">
            <w:pPr>
              <w:pStyle w:val="SIBulletList1"/>
            </w:pPr>
            <w:r w:rsidRPr="0077683F">
              <w:t>monitor</w:t>
            </w:r>
            <w:r w:rsidR="001E4E85">
              <w:t>ed</w:t>
            </w:r>
            <w:r w:rsidRPr="0077683F">
              <w:t xml:space="preserve"> and review</w:t>
            </w:r>
            <w:r w:rsidR="001E4E85">
              <w:t>ed</w:t>
            </w:r>
            <w:r w:rsidRPr="0077683F">
              <w:t xml:space="preserve"> the program to ensure </w:t>
            </w:r>
            <w:r w:rsidR="001E4E85">
              <w:t>program outcomes are achieved</w:t>
            </w:r>
          </w:p>
          <w:p w14:paraId="0D0B3B26" w14:textId="5879792E" w:rsidR="00556C4C" w:rsidRDefault="008A4DBD">
            <w:pPr>
              <w:pStyle w:val="SIBulletList1"/>
            </w:pPr>
            <w:r w:rsidRPr="0077683F">
              <w:t>implement</w:t>
            </w:r>
            <w:r w:rsidR="00CC675E">
              <w:t>ed</w:t>
            </w:r>
            <w:r w:rsidRPr="0077683F">
              <w:t xml:space="preserve"> appropriate course of action to overcome program </w:t>
            </w:r>
            <w:r w:rsidR="001E4E85">
              <w:t>deficiencies</w:t>
            </w:r>
          </w:p>
          <w:p w14:paraId="740A47EA" w14:textId="3F2AF1A6" w:rsidR="001E4E85" w:rsidRPr="000754EC" w:rsidRDefault="001E4E85">
            <w:pPr>
              <w:pStyle w:val="SIBulletList1"/>
            </w:pPr>
            <w:r>
              <w:lastRenderedPageBreak/>
              <w:t>documented and reported actions and changes to maintenance program</w:t>
            </w:r>
            <w:r w:rsidR="00E3674A">
              <w:t>.</w:t>
            </w:r>
          </w:p>
        </w:tc>
      </w:tr>
    </w:tbl>
    <w:p w14:paraId="45CDC0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BC7E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6109A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25989C" w14:textId="77777777" w:rsidTr="00CA2922">
        <w:tc>
          <w:tcPr>
            <w:tcW w:w="5000" w:type="pct"/>
            <w:shd w:val="clear" w:color="auto" w:fill="auto"/>
          </w:tcPr>
          <w:p w14:paraId="6D20BD0F" w14:textId="69DE088B" w:rsidR="00316818" w:rsidRPr="00316818" w:rsidRDefault="00316818" w:rsidP="00316818">
            <w:r w:rsidRPr="00316818">
              <w:t>An individual must be able to demonstrate the knowledge required to perform the tasks outlined in the elements and performance criteria of this unit. This includes knowledge of:</w:t>
            </w:r>
          </w:p>
          <w:p w14:paraId="57E51A69" w14:textId="472AACF5" w:rsidR="00316818" w:rsidRPr="008A4DBD" w:rsidRDefault="00316818" w:rsidP="008A4DBD">
            <w:pPr>
              <w:pStyle w:val="SIText"/>
            </w:pPr>
          </w:p>
          <w:p w14:paraId="611A131D" w14:textId="0BE93935" w:rsidR="008A4DBD" w:rsidRPr="008A4DBD" w:rsidRDefault="00AF2A40" w:rsidP="008A4DBD">
            <w:pPr>
              <w:pStyle w:val="SIBulletList1"/>
            </w:pPr>
            <w:r>
              <w:t xml:space="preserve">biological </w:t>
            </w:r>
            <w:r w:rsidR="008A4DBD" w:rsidRPr="0077683F">
              <w:t xml:space="preserve">principles </w:t>
            </w:r>
            <w:r w:rsidR="00111A0C">
              <w:t xml:space="preserve">and processes </w:t>
            </w:r>
            <w:r w:rsidR="008A4DBD" w:rsidRPr="0077683F">
              <w:t xml:space="preserve">of a range of sports turf </w:t>
            </w:r>
            <w:r w:rsidR="00111A0C">
              <w:t xml:space="preserve">species for </w:t>
            </w:r>
            <w:r w:rsidR="008A4DBD" w:rsidRPr="008A4DBD">
              <w:t>playing surfaces</w:t>
            </w:r>
            <w:r w:rsidR="00111A0C">
              <w:t xml:space="preserve"> including:</w:t>
            </w:r>
          </w:p>
          <w:p w14:paraId="405C1DFC" w14:textId="77777777" w:rsidR="008A4DBD" w:rsidRPr="008A4DBD" w:rsidRDefault="008A4DBD" w:rsidP="008A4DBD">
            <w:pPr>
              <w:pStyle w:val="SIBulletList2"/>
            </w:pPr>
            <w:r w:rsidRPr="0077683F">
              <w:t>growth habits and cultural requirements of specific turf plant species and cultivars under a range of soil and environmental conditions</w:t>
            </w:r>
          </w:p>
          <w:p w14:paraId="28F711A2" w14:textId="77777777" w:rsidR="008A4DBD" w:rsidRPr="008A4DBD" w:rsidRDefault="008A4DBD" w:rsidP="008A4DBD">
            <w:pPr>
              <w:pStyle w:val="SIBulletList2"/>
            </w:pPr>
            <w:r w:rsidRPr="0077683F">
              <w:t>maintenance requirements and practices for specific turf plant species and cultivars after initial establishment</w:t>
            </w:r>
          </w:p>
          <w:p w14:paraId="296C3976" w14:textId="0D445384" w:rsidR="008A4DBD" w:rsidRPr="008A4DBD" w:rsidRDefault="008A4DBD" w:rsidP="008A4DBD">
            <w:pPr>
              <w:pStyle w:val="SIBulletList2"/>
            </w:pPr>
            <w:r w:rsidRPr="0077683F">
              <w:t>nutrients required by specific turf plant species and cultivars and the effects of nutrient deficiency and toxicity on individual plant species and cultivars, including symptoms</w:t>
            </w:r>
          </w:p>
          <w:p w14:paraId="37E533E4" w14:textId="77777777" w:rsidR="008A4DBD" w:rsidRPr="008A4DBD" w:rsidRDefault="008A4DBD" w:rsidP="008A4DBD">
            <w:pPr>
              <w:pStyle w:val="SIBulletList2"/>
            </w:pPr>
            <w:r w:rsidRPr="0077683F">
              <w:t>plant diseases, pests and disorders and weeds of specific turf plant species and cultivars</w:t>
            </w:r>
          </w:p>
          <w:p w14:paraId="6F048B5D" w14:textId="77777777" w:rsidR="008A4DBD" w:rsidRPr="008A4DBD" w:rsidRDefault="008A4DBD" w:rsidP="00197EE5">
            <w:pPr>
              <w:pStyle w:val="SIBulletList1"/>
            </w:pPr>
            <w:r w:rsidRPr="0077683F">
              <w:t>site evaluation techniques including analysis of the condition of soils, plants, and the site for turf maintenance activities</w:t>
            </w:r>
          </w:p>
          <w:p w14:paraId="1C637150" w14:textId="77777777" w:rsidR="008A4DBD" w:rsidRPr="008A4DBD" w:rsidRDefault="008A4DBD" w:rsidP="008A4DBD">
            <w:pPr>
              <w:pStyle w:val="SIBulletList2"/>
            </w:pPr>
            <w:r w:rsidRPr="0077683F">
              <w:t>soil ameliorants commonly required to treat the soil problems experienced by the enterprise</w:t>
            </w:r>
          </w:p>
          <w:p w14:paraId="2DFECDB9" w14:textId="77777777" w:rsidR="008A4DBD" w:rsidRPr="008A4DBD" w:rsidRDefault="008A4DBD" w:rsidP="008A4DBD">
            <w:pPr>
              <w:pStyle w:val="SIBulletList2"/>
            </w:pPr>
            <w:r w:rsidRPr="0077683F">
              <w:t>the characteristics of soil and other growth media types, uses and additives to enhance the available nutrition for specific turf plant species and cultivars</w:t>
            </w:r>
          </w:p>
          <w:p w14:paraId="5343C3DA" w14:textId="77777777" w:rsidR="00F1480E" w:rsidRDefault="008A4DBD" w:rsidP="008A4DBD">
            <w:pPr>
              <w:pStyle w:val="SIBulletList2"/>
            </w:pPr>
            <w:r w:rsidRPr="0077683F">
              <w:t>the main simple and compound fertiliser products available to the enterprise</w:t>
            </w:r>
          </w:p>
          <w:p w14:paraId="79E170E4" w14:textId="2A8A9111" w:rsidR="00C66414" w:rsidRDefault="00C66414" w:rsidP="00197EE5">
            <w:pPr>
              <w:pStyle w:val="SIBulletList1"/>
            </w:pPr>
            <w:r>
              <w:t>design and development of maintenance programs within turf grass requirements and workplace constraints including:</w:t>
            </w:r>
          </w:p>
          <w:p w14:paraId="1A8B7EAC" w14:textId="06065704" w:rsidR="00C66414" w:rsidRDefault="00C66414">
            <w:pPr>
              <w:pStyle w:val="SIBulletList2"/>
            </w:pPr>
            <w:r>
              <w:t>requirements to build healthy turf to meet national or international standards</w:t>
            </w:r>
          </w:p>
          <w:p w14:paraId="2D2898FB" w14:textId="08EEC264" w:rsidR="00A77927" w:rsidRDefault="00A77927">
            <w:pPr>
              <w:pStyle w:val="SIBulletList2"/>
            </w:pPr>
            <w:r>
              <w:t xml:space="preserve">standards and player </w:t>
            </w:r>
            <w:r w:rsidRPr="00A77927">
              <w:t>expectations</w:t>
            </w:r>
            <w:r>
              <w:t xml:space="preserve"> of the playing surface</w:t>
            </w:r>
          </w:p>
          <w:p w14:paraId="1110FD5A" w14:textId="3A83EA09" w:rsidR="00C66414" w:rsidRDefault="00C66414">
            <w:pPr>
              <w:pStyle w:val="SIBulletList2"/>
            </w:pPr>
            <w:r>
              <w:t>availability of equipment and materials</w:t>
            </w:r>
          </w:p>
          <w:p w14:paraId="71B63C13" w14:textId="77777777" w:rsidR="00C66414" w:rsidRDefault="00C66414">
            <w:pPr>
              <w:pStyle w:val="SIBulletList2"/>
            </w:pPr>
            <w:r>
              <w:t>budgetary pressures and meeting financial imperatives</w:t>
            </w:r>
          </w:p>
          <w:p w14:paraId="385DF99B" w14:textId="3D8F5ACA" w:rsidR="00905D69" w:rsidRDefault="00905D69" w:rsidP="00197EE5">
            <w:pPr>
              <w:pStyle w:val="SIBulletList1"/>
            </w:pPr>
            <w:r>
              <w:t>soil and plant testing programs</w:t>
            </w:r>
            <w:r w:rsidR="00C01346">
              <w:t xml:space="preserve"> and their development</w:t>
            </w:r>
            <w:r>
              <w:t xml:space="preserve"> </w:t>
            </w:r>
            <w:r w:rsidR="001E4E85">
              <w:t>including:</w:t>
            </w:r>
          </w:p>
          <w:p w14:paraId="0B4CC60B" w14:textId="55126554" w:rsidR="001E4E85" w:rsidRDefault="001E4E85" w:rsidP="00905D69">
            <w:pPr>
              <w:pStyle w:val="SIBulletList2"/>
            </w:pPr>
            <w:r>
              <w:t xml:space="preserve">types of soil and </w:t>
            </w:r>
            <w:r w:rsidR="00A77927">
              <w:t>plant</w:t>
            </w:r>
            <w:r>
              <w:t xml:space="preserve"> tissue tests used in turf </w:t>
            </w:r>
            <w:r w:rsidR="00A77927">
              <w:t>management</w:t>
            </w:r>
          </w:p>
          <w:p w14:paraId="2101AD91" w14:textId="77777777" w:rsidR="00905D69" w:rsidRDefault="00905D69" w:rsidP="00905D69">
            <w:pPr>
              <w:pStyle w:val="SIBulletList2"/>
            </w:pPr>
            <w:r w:rsidRPr="00905D69">
              <w:t xml:space="preserve">field </w:t>
            </w:r>
            <w:r>
              <w:t>testing activities</w:t>
            </w:r>
          </w:p>
          <w:p w14:paraId="318BDFD7" w14:textId="100AD8D5" w:rsidR="00905D69" w:rsidRDefault="00905D69" w:rsidP="00905D69">
            <w:pPr>
              <w:pStyle w:val="SIBulletList2"/>
            </w:pPr>
            <w:r>
              <w:t>o</w:t>
            </w:r>
            <w:r w:rsidRPr="00905D69">
              <w:t>ff-site</w:t>
            </w:r>
            <w:r>
              <w:t xml:space="preserve"> and laboratory testing activities</w:t>
            </w:r>
            <w:r w:rsidR="00D42712">
              <w:t xml:space="preserve"> and role of consultants</w:t>
            </w:r>
          </w:p>
          <w:p w14:paraId="785DE815" w14:textId="53F4714B" w:rsidR="00905D69" w:rsidRDefault="00905D69" w:rsidP="00905D69">
            <w:pPr>
              <w:pStyle w:val="SIBulletList2"/>
            </w:pPr>
            <w:r w:rsidRPr="00905D69">
              <w:t xml:space="preserve">scheduling </w:t>
            </w:r>
            <w:r w:rsidR="00D42712">
              <w:t>and timing of tests for optimum results</w:t>
            </w:r>
          </w:p>
          <w:p w14:paraId="269594A3" w14:textId="5373F3FA" w:rsidR="004E6BA3" w:rsidRDefault="004E6BA3" w:rsidP="00905D69">
            <w:pPr>
              <w:pStyle w:val="SIBulletList2"/>
            </w:pPr>
            <w:r>
              <w:t>sampling techniques for soils and plant tissue</w:t>
            </w:r>
          </w:p>
          <w:p w14:paraId="10B00125" w14:textId="24741964" w:rsidR="00372D85" w:rsidRDefault="00372D85" w:rsidP="00197EE5">
            <w:pPr>
              <w:pStyle w:val="SIBulletList1"/>
            </w:pPr>
            <w:r>
              <w:t>te</w:t>
            </w:r>
            <w:r w:rsidR="00C554F6">
              <w:t xml:space="preserve">st results their interpretation and </w:t>
            </w:r>
            <w:r>
              <w:t>reporting procedures</w:t>
            </w:r>
            <w:r w:rsidR="00C554F6">
              <w:t xml:space="preserve"> including:</w:t>
            </w:r>
          </w:p>
          <w:p w14:paraId="3D4953FE" w14:textId="77777777" w:rsidR="00C554F6" w:rsidRDefault="00C554F6">
            <w:pPr>
              <w:pStyle w:val="SIBulletList2"/>
            </w:pPr>
            <w:r>
              <w:t>seasonal impact</w:t>
            </w:r>
          </w:p>
          <w:p w14:paraId="5759D2B0" w14:textId="378B113C" w:rsidR="00C554F6" w:rsidRDefault="00111A0C" w:rsidP="00197EE5">
            <w:pPr>
              <w:pStyle w:val="SIBulletList2"/>
            </w:pPr>
            <w:r>
              <w:t xml:space="preserve">expected results for </w:t>
            </w:r>
            <w:r w:rsidR="00C554F6" w:rsidRPr="00C554F6">
              <w:t>turf species and cultivars</w:t>
            </w:r>
          </w:p>
          <w:p w14:paraId="798B7683" w14:textId="56688BE6" w:rsidR="00C554F6" w:rsidRPr="00C554F6" w:rsidRDefault="00C554F6" w:rsidP="00197EE5">
            <w:pPr>
              <w:pStyle w:val="SIBulletList2"/>
            </w:pPr>
            <w:r w:rsidRPr="00C554F6">
              <w:t>historical records</w:t>
            </w:r>
          </w:p>
          <w:p w14:paraId="76A3D08C" w14:textId="56FEE7F7" w:rsidR="00754641" w:rsidRDefault="00D42712" w:rsidP="00754641">
            <w:pPr>
              <w:pStyle w:val="SIBulletList1"/>
            </w:pPr>
            <w:r>
              <w:lastRenderedPageBreak/>
              <w:t xml:space="preserve">turf species cultural requirements  practices and their implication for maintenance program including: </w:t>
            </w:r>
          </w:p>
          <w:p w14:paraId="18BE23AD" w14:textId="37DB0CCC" w:rsidR="00754641" w:rsidRPr="00754641" w:rsidRDefault="00754641" w:rsidP="00197EE5">
            <w:pPr>
              <w:pStyle w:val="SIBulletList2"/>
            </w:pPr>
            <w:r w:rsidRPr="00754641">
              <w:tab/>
            </w:r>
            <w:r w:rsidR="00D42712">
              <w:t>i</w:t>
            </w:r>
            <w:r w:rsidRPr="00754641">
              <w:t xml:space="preserve">rrigation </w:t>
            </w:r>
            <w:r w:rsidR="00D42712">
              <w:t>methods and water budget</w:t>
            </w:r>
          </w:p>
          <w:p w14:paraId="516B65C9" w14:textId="243E628F" w:rsidR="00754641" w:rsidRPr="00754641" w:rsidRDefault="00D42712" w:rsidP="00197EE5">
            <w:pPr>
              <w:pStyle w:val="SIBulletList2"/>
            </w:pPr>
            <w:r>
              <w:t>m</w:t>
            </w:r>
            <w:r w:rsidR="00754641" w:rsidRPr="00754641">
              <w:t>owing</w:t>
            </w:r>
            <w:r>
              <w:t xml:space="preserve"> and rolling methods, frequency for turf play surface requirements</w:t>
            </w:r>
          </w:p>
          <w:p w14:paraId="202CA3DE" w14:textId="1D0F93CE" w:rsidR="00754641" w:rsidRPr="00754641" w:rsidRDefault="00D42712" w:rsidP="00197EE5">
            <w:pPr>
              <w:pStyle w:val="SIBulletList2"/>
            </w:pPr>
            <w:r>
              <w:t>f</w:t>
            </w:r>
            <w:r w:rsidR="00754641" w:rsidRPr="00754641">
              <w:t xml:space="preserve">ertiliser </w:t>
            </w:r>
            <w:r>
              <w:t xml:space="preserve">and ameliorant </w:t>
            </w:r>
            <w:r w:rsidR="00754641" w:rsidRPr="00754641">
              <w:t>applications</w:t>
            </w:r>
            <w:r>
              <w:t xml:space="preserve"> timing and impact on turf health and growth</w:t>
            </w:r>
          </w:p>
          <w:p w14:paraId="6B9738F0" w14:textId="55CDDA5C" w:rsidR="00754641" w:rsidRPr="00754641" w:rsidRDefault="00D42712" w:rsidP="00197EE5">
            <w:pPr>
              <w:pStyle w:val="SIBulletList2"/>
            </w:pPr>
            <w:r>
              <w:t>pests and disease control and pesticide application</w:t>
            </w:r>
          </w:p>
          <w:p w14:paraId="23703F5B" w14:textId="19414710" w:rsidR="00754641" w:rsidRPr="00754641" w:rsidRDefault="00D42712" w:rsidP="00197EE5">
            <w:pPr>
              <w:pStyle w:val="SIBulletList2"/>
            </w:pPr>
            <w:r>
              <w:t>impact and management of plant growth regulators and their application</w:t>
            </w:r>
            <w:r w:rsidR="00111A0C">
              <w:t xml:space="preserve"> to turf grass</w:t>
            </w:r>
          </w:p>
          <w:p w14:paraId="243B5CC1" w14:textId="441456ED" w:rsidR="00754641" w:rsidRPr="00754641" w:rsidRDefault="00D42712" w:rsidP="00197EE5">
            <w:pPr>
              <w:pStyle w:val="SIBulletList2"/>
            </w:pPr>
            <w:r>
              <w:t>planned maintenance for r</w:t>
            </w:r>
            <w:r w:rsidR="00754641" w:rsidRPr="00754641">
              <w:t xml:space="preserve">enovation </w:t>
            </w:r>
            <w:r>
              <w:t>of worn and damaged surfaces</w:t>
            </w:r>
          </w:p>
          <w:p w14:paraId="146211A9" w14:textId="7B0C3901" w:rsidR="00754641" w:rsidRPr="00754641" w:rsidRDefault="00D42712" w:rsidP="00197EE5">
            <w:pPr>
              <w:pStyle w:val="SIBulletList2"/>
            </w:pPr>
            <w:r>
              <w:t>maintenance implications for setting up for sports play</w:t>
            </w:r>
            <w:r w:rsidR="00754641" w:rsidRPr="00754641">
              <w:t xml:space="preserve"> </w:t>
            </w:r>
          </w:p>
          <w:p w14:paraId="5EE09C6E" w14:textId="0CD98ABD" w:rsidR="00AF2A40" w:rsidRDefault="00AF2A40">
            <w:pPr>
              <w:pStyle w:val="SIBulletList1"/>
            </w:pPr>
            <w:r>
              <w:t>unplanned activity and outcomes and what to do about them including</w:t>
            </w:r>
            <w:r w:rsidR="00AD1623">
              <w:t>:</w:t>
            </w:r>
          </w:p>
          <w:p w14:paraId="2385711D" w14:textId="0A46A71A" w:rsidR="00AF2A40" w:rsidRDefault="00AF2A40" w:rsidP="00197EE5">
            <w:pPr>
              <w:pStyle w:val="SIBulletList2"/>
            </w:pPr>
            <w:r>
              <w:t>developing c</w:t>
            </w:r>
            <w:r w:rsidR="00754641" w:rsidRPr="00754641">
              <w:t xml:space="preserve">ontingencies </w:t>
            </w:r>
            <w:r w:rsidR="00AD1623">
              <w:t>to manage unpredictable situations</w:t>
            </w:r>
          </w:p>
          <w:p w14:paraId="39E74571" w14:textId="2171265D" w:rsidR="00AF2A40" w:rsidRDefault="00AD1623" w:rsidP="00197EE5">
            <w:pPr>
              <w:pStyle w:val="SIBulletList2"/>
            </w:pPr>
            <w:r>
              <w:t xml:space="preserve">managing adverse </w:t>
            </w:r>
            <w:r w:rsidR="00754641" w:rsidRPr="00754641">
              <w:t>climatic conditions</w:t>
            </w:r>
          </w:p>
          <w:p w14:paraId="114C470E" w14:textId="2825F324" w:rsidR="00754641" w:rsidRDefault="00AF2A40" w:rsidP="00197EE5">
            <w:pPr>
              <w:pStyle w:val="SIBulletList2"/>
            </w:pPr>
            <w:r>
              <w:t>adverse or unplanned turf usage</w:t>
            </w:r>
          </w:p>
          <w:p w14:paraId="23270CDF" w14:textId="77F61690" w:rsidR="00372D85" w:rsidRPr="000754EC" w:rsidRDefault="00AF2A40" w:rsidP="00197EE5">
            <w:pPr>
              <w:pStyle w:val="SIBulletList1"/>
            </w:pPr>
            <w:r>
              <w:t>record keeping and reporting procedures and practices.</w:t>
            </w:r>
          </w:p>
        </w:tc>
      </w:tr>
    </w:tbl>
    <w:p w14:paraId="395C6B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7739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854A1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8D3730" w14:textId="77777777" w:rsidTr="00CA2922">
        <w:tc>
          <w:tcPr>
            <w:tcW w:w="5000" w:type="pct"/>
            <w:shd w:val="clear" w:color="auto" w:fill="auto"/>
          </w:tcPr>
          <w:p w14:paraId="14718959" w14:textId="726C75E7" w:rsidR="00316818" w:rsidRPr="00316818" w:rsidRDefault="00316818" w:rsidP="00316818">
            <w:pPr>
              <w:rPr>
                <w:lang w:eastAsia="en-US"/>
              </w:rPr>
            </w:pPr>
            <w:r w:rsidRPr="00316818">
              <w:rPr>
                <w:lang w:eastAsia="en-US"/>
              </w:rPr>
              <w:t xml:space="preserve">Assessment of skills must take place under the following conditions: </w:t>
            </w:r>
          </w:p>
          <w:p w14:paraId="62AEE703" w14:textId="77777777" w:rsidR="00316818" w:rsidRPr="00316818" w:rsidRDefault="00316818" w:rsidP="00316818">
            <w:pPr>
              <w:pStyle w:val="SIBulletList1"/>
            </w:pPr>
            <w:r w:rsidRPr="00316818" w:rsidDel="00171E64">
              <w:t xml:space="preserve"> </w:t>
            </w:r>
            <w:r w:rsidRPr="00316818">
              <w:t>physical conditions:</w:t>
            </w:r>
          </w:p>
          <w:p w14:paraId="0651A22C" w14:textId="14669332" w:rsidR="00111A0C" w:rsidRPr="00AD1623" w:rsidRDefault="00EC25BB" w:rsidP="003048F3">
            <w:pPr>
              <w:pStyle w:val="SIBulletList2"/>
              <w:rPr>
                <w:rFonts w:eastAsia="Calibri"/>
              </w:rPr>
            </w:pPr>
            <w:r w:rsidRPr="00EC25BB">
              <w:t>access to a sports turf facility or an environment that accurately represents workplace conditions</w:t>
            </w:r>
            <w:r w:rsidR="00AD1623">
              <w:t xml:space="preserve"> </w:t>
            </w:r>
            <w:r w:rsidR="00111A0C">
              <w:t>on which to implement and monitor a maintenance program</w:t>
            </w:r>
          </w:p>
          <w:p w14:paraId="5D7ED362" w14:textId="77777777" w:rsidR="00316818" w:rsidRPr="00316818" w:rsidRDefault="00316818" w:rsidP="00316818">
            <w:pPr>
              <w:pStyle w:val="SIBulletList1"/>
            </w:pPr>
            <w:r w:rsidRPr="00316818">
              <w:t>resources, equipment and materials:</w:t>
            </w:r>
          </w:p>
          <w:p w14:paraId="3350EFE4" w14:textId="2600136D" w:rsidR="00F25658" w:rsidRPr="00F25658" w:rsidRDefault="00F25658" w:rsidP="00F25658">
            <w:pPr>
              <w:pStyle w:val="SIBulletList2"/>
            </w:pPr>
            <w:r w:rsidRPr="00F25658">
              <w:rPr>
                <w:rFonts w:eastAsia="Calibri"/>
              </w:rPr>
              <w:t>access to national and international sports turf industry standards</w:t>
            </w:r>
          </w:p>
          <w:p w14:paraId="430FCA1B" w14:textId="77777777" w:rsidR="00F25658" w:rsidRPr="00F25658" w:rsidRDefault="00F25658" w:rsidP="00F25658">
            <w:pPr>
              <w:pStyle w:val="SIBulletList2"/>
            </w:pPr>
            <w:r w:rsidRPr="00F25658">
              <w:rPr>
                <w:rFonts w:eastAsia="Calibri"/>
              </w:rPr>
              <w:t>access to player and user expectations for playing surface</w:t>
            </w:r>
          </w:p>
          <w:p w14:paraId="4FC94433" w14:textId="77777777" w:rsidR="00F25658" w:rsidRPr="00F25658" w:rsidRDefault="00F25658" w:rsidP="00F25658">
            <w:pPr>
              <w:pStyle w:val="SIBulletList2"/>
            </w:pPr>
            <w:r w:rsidRPr="00F25658">
              <w:rPr>
                <w:rFonts w:eastAsia="Calibri"/>
              </w:rPr>
              <w:t>access to soil and plant tissue analysis reports for interpretation</w:t>
            </w:r>
          </w:p>
          <w:p w14:paraId="01173901" w14:textId="6B443F04" w:rsidR="00316818" w:rsidRPr="00197EE5" w:rsidRDefault="00316818" w:rsidP="00A251B1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  <w:p w14:paraId="72F28997" w14:textId="77777777" w:rsidR="00316818" w:rsidRPr="00316818" w:rsidRDefault="00316818" w:rsidP="00316818">
            <w:pPr>
              <w:pStyle w:val="SIBulletList1"/>
              <w:rPr>
                <w:rFonts w:eastAsia="Calibri"/>
              </w:rPr>
            </w:pPr>
            <w:r w:rsidRPr="00316818">
              <w:rPr>
                <w:rFonts w:eastAsia="Calibri"/>
              </w:rPr>
              <w:t>specifications:</w:t>
            </w:r>
          </w:p>
          <w:p w14:paraId="0E632FF9" w14:textId="6BF5F9BD" w:rsidR="00111A0C" w:rsidRPr="00197EE5" w:rsidRDefault="00316818">
            <w:pPr>
              <w:pStyle w:val="SIBulletList2"/>
              <w:rPr>
                <w:rFonts w:eastAsia="Calibri"/>
              </w:rPr>
            </w:pPr>
            <w:r w:rsidRPr="00197EE5">
              <w:rPr>
                <w:rFonts w:eastAsia="Calibri"/>
              </w:rPr>
              <w:t>workplace documen</w:t>
            </w:r>
            <w:r w:rsidR="00111A0C" w:rsidRPr="00197EE5">
              <w:rPr>
                <w:rFonts w:eastAsia="Calibri"/>
              </w:rPr>
              <w:t>ts including</w:t>
            </w:r>
            <w:r w:rsidR="00F25658">
              <w:rPr>
                <w:rFonts w:eastAsia="Calibri"/>
              </w:rPr>
              <w:t xml:space="preserve"> procedures, </w:t>
            </w:r>
            <w:r w:rsidR="00111A0C" w:rsidRPr="00197EE5">
              <w:rPr>
                <w:rFonts w:eastAsia="Calibri"/>
              </w:rPr>
              <w:t>instructions, maintenance budget, and resource list for planning purposes</w:t>
            </w:r>
          </w:p>
          <w:p w14:paraId="04943C90" w14:textId="77777777" w:rsidR="00316818" w:rsidRPr="00316818" w:rsidRDefault="00316818" w:rsidP="00316818">
            <w:pPr>
              <w:pStyle w:val="SIBulletList1"/>
            </w:pPr>
            <w:r w:rsidRPr="00316818">
              <w:t>relationships:</w:t>
            </w:r>
          </w:p>
          <w:p w14:paraId="72CBE1EA" w14:textId="6B1731BA" w:rsidR="00912D40" w:rsidRPr="00197EE5" w:rsidRDefault="00316818">
            <w:pPr>
              <w:pStyle w:val="SIBulletList2"/>
            </w:pPr>
            <w:r w:rsidRPr="00197EE5">
              <w:t xml:space="preserve">work team </w:t>
            </w:r>
          </w:p>
          <w:p w14:paraId="45E409E6" w14:textId="78AADBCB" w:rsidR="00316818" w:rsidRPr="00197EE5" w:rsidRDefault="00912D40">
            <w:pPr>
              <w:pStyle w:val="SIBulletList2"/>
            </w:pPr>
            <w:r w:rsidRPr="00197EE5">
              <w:t xml:space="preserve">management </w:t>
            </w:r>
            <w:bookmarkStart w:id="0" w:name="_GoBack"/>
            <w:bookmarkEnd w:id="0"/>
          </w:p>
          <w:p w14:paraId="585C8F20" w14:textId="77777777" w:rsidR="00316818" w:rsidRPr="00197EE5" w:rsidRDefault="00316818">
            <w:pPr>
              <w:pStyle w:val="SIBulletList1"/>
            </w:pPr>
            <w:r w:rsidRPr="00197EE5">
              <w:t>timeframe:</w:t>
            </w:r>
          </w:p>
          <w:p w14:paraId="71EB9EE8" w14:textId="73870337" w:rsidR="00316818" w:rsidRPr="00197EE5" w:rsidRDefault="00912D40">
            <w:pPr>
              <w:pStyle w:val="SIBulletList2"/>
            </w:pPr>
            <w:r w:rsidRPr="00197EE5">
              <w:t>maintenance program must span a 12 months</w:t>
            </w:r>
          </w:p>
          <w:p w14:paraId="5CD04544" w14:textId="204B67AB" w:rsidR="00912D40" w:rsidRDefault="00912D40">
            <w:pPr>
              <w:pStyle w:val="SIBulletList2"/>
            </w:pPr>
            <w:r w:rsidRPr="00197EE5">
              <w:t>implementation of a minimum of 8 weeks to verify the program outcomes</w:t>
            </w:r>
            <w:r>
              <w:t>.</w:t>
            </w:r>
          </w:p>
          <w:p w14:paraId="5AB65799" w14:textId="77777777" w:rsidR="00912D40" w:rsidRPr="00197EE5" w:rsidRDefault="00912D40" w:rsidP="00197EE5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73C13C7" w14:textId="77777777" w:rsidR="00316818" w:rsidRPr="00316818" w:rsidRDefault="00316818" w:rsidP="00316818">
            <w:r w:rsidRPr="00316818">
              <w:t>Assessors of this unit must satisfy the requirements for assessors in applicable vocational education and training legislation, frameworks and/or standards.</w:t>
            </w:r>
          </w:p>
          <w:p w14:paraId="6DE7CC15" w14:textId="4DBF00B8" w:rsidR="00F1480E" w:rsidRPr="000754EC" w:rsidRDefault="00B66E5C" w:rsidP="00B66E5C">
            <w:pPr>
              <w:pStyle w:val="SIText"/>
              <w:rPr>
                <w:rFonts w:eastAsia="Calibri"/>
              </w:rPr>
            </w:pPr>
            <w:r w:rsidRPr="00CA1DDF">
              <w:t>.</w:t>
            </w:r>
          </w:p>
        </w:tc>
      </w:tr>
    </w:tbl>
    <w:p w14:paraId="748B2C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FBAC7F1" w14:textId="77777777" w:rsidTr="004679E3">
        <w:tc>
          <w:tcPr>
            <w:tcW w:w="990" w:type="pct"/>
            <w:shd w:val="clear" w:color="auto" w:fill="auto"/>
          </w:tcPr>
          <w:p w14:paraId="1A36A19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E1B9C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A1E42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B955A9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8D6E1" w14:textId="77777777" w:rsidR="00463F25" w:rsidRDefault="00463F25" w:rsidP="00BF3F0A">
      <w:r>
        <w:separator/>
      </w:r>
    </w:p>
    <w:p w14:paraId="09684BB8" w14:textId="77777777" w:rsidR="00463F25" w:rsidRDefault="00463F25"/>
  </w:endnote>
  <w:endnote w:type="continuationSeparator" w:id="0">
    <w:p w14:paraId="48D97E0D" w14:textId="77777777" w:rsidR="00463F25" w:rsidRDefault="00463F25" w:rsidP="00BF3F0A">
      <w:r>
        <w:continuationSeparator/>
      </w:r>
    </w:p>
    <w:p w14:paraId="5AC58320" w14:textId="77777777" w:rsidR="00463F25" w:rsidRDefault="00463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6C78744" w14:textId="078AD84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51B1">
          <w:rPr>
            <w:noProof/>
          </w:rPr>
          <w:t>5</w:t>
        </w:r>
        <w:r w:rsidRPr="000754EC">
          <w:fldChar w:fldCharType="end"/>
        </w:r>
      </w:p>
      <w:p w14:paraId="5F9D450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6EB54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13E60" w14:textId="77777777" w:rsidR="00463F25" w:rsidRDefault="00463F25" w:rsidP="00BF3F0A">
      <w:r>
        <w:separator/>
      </w:r>
    </w:p>
    <w:p w14:paraId="1F82DBE4" w14:textId="77777777" w:rsidR="00463F25" w:rsidRDefault="00463F25"/>
  </w:footnote>
  <w:footnote w:type="continuationSeparator" w:id="0">
    <w:p w14:paraId="333484D2" w14:textId="77777777" w:rsidR="00463F25" w:rsidRDefault="00463F25" w:rsidP="00BF3F0A">
      <w:r>
        <w:continuationSeparator/>
      </w:r>
    </w:p>
    <w:p w14:paraId="00D84562" w14:textId="77777777" w:rsidR="00463F25" w:rsidRDefault="00463F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786AC" w14:textId="77777777" w:rsidR="009C2650" w:rsidRPr="008A4DBD" w:rsidRDefault="00CF795F" w:rsidP="008A4DBD">
    <w:pPr>
      <w:pStyle w:val="SIText"/>
    </w:pPr>
    <w:r>
      <w:t>AHC</w:t>
    </w:r>
    <w:r w:rsidR="00C15F70">
      <w:t>TRF</w:t>
    </w:r>
    <w:r w:rsidR="008A4DBD">
      <w:t xml:space="preserve">401 </w:t>
    </w:r>
    <w:r w:rsidR="008A4DBD" w:rsidRPr="008A4DBD">
      <w:t>Develop a sports turf maintenance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C3C17FA"/>
    <w:multiLevelType w:val="hybridMultilevel"/>
    <w:tmpl w:val="16D09D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00E81"/>
    <w:multiLevelType w:val="hybridMultilevel"/>
    <w:tmpl w:val="514AF5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B07E54"/>
    <w:multiLevelType w:val="hybridMultilevel"/>
    <w:tmpl w:val="77708B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A0C"/>
    <w:rsid w:val="00117DF0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7EE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E85"/>
    <w:rsid w:val="001F2BA5"/>
    <w:rsid w:val="001F308D"/>
    <w:rsid w:val="00201A7C"/>
    <w:rsid w:val="00204D5F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EF5"/>
    <w:rsid w:val="00276DB8"/>
    <w:rsid w:val="00277477"/>
    <w:rsid w:val="002809EE"/>
    <w:rsid w:val="00282664"/>
    <w:rsid w:val="00285FB8"/>
    <w:rsid w:val="002970C3"/>
    <w:rsid w:val="002A4239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6818"/>
    <w:rsid w:val="00321E06"/>
    <w:rsid w:val="00337E82"/>
    <w:rsid w:val="00346FDC"/>
    <w:rsid w:val="00350BB1"/>
    <w:rsid w:val="00352C83"/>
    <w:rsid w:val="00366805"/>
    <w:rsid w:val="0037067D"/>
    <w:rsid w:val="00372D85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3F25"/>
    <w:rsid w:val="004640AE"/>
    <w:rsid w:val="004679E3"/>
    <w:rsid w:val="004705C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77F"/>
    <w:rsid w:val="004B7A28"/>
    <w:rsid w:val="004C2244"/>
    <w:rsid w:val="004C79A1"/>
    <w:rsid w:val="004D0D5F"/>
    <w:rsid w:val="004D1569"/>
    <w:rsid w:val="004D44B1"/>
    <w:rsid w:val="004E0460"/>
    <w:rsid w:val="004E1579"/>
    <w:rsid w:val="004E1A51"/>
    <w:rsid w:val="004E5FAE"/>
    <w:rsid w:val="004E6245"/>
    <w:rsid w:val="004E6741"/>
    <w:rsid w:val="004E6BA3"/>
    <w:rsid w:val="004E7094"/>
    <w:rsid w:val="004F5DC7"/>
    <w:rsid w:val="004F73B6"/>
    <w:rsid w:val="004F78DA"/>
    <w:rsid w:val="00520E9A"/>
    <w:rsid w:val="005248C1"/>
    <w:rsid w:val="00526134"/>
    <w:rsid w:val="00530C07"/>
    <w:rsid w:val="00531273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2C8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8A3"/>
    <w:rsid w:val="00705EEC"/>
    <w:rsid w:val="00707741"/>
    <w:rsid w:val="007134FE"/>
    <w:rsid w:val="00715794"/>
    <w:rsid w:val="00717385"/>
    <w:rsid w:val="00721B12"/>
    <w:rsid w:val="00722769"/>
    <w:rsid w:val="00727901"/>
    <w:rsid w:val="0073075B"/>
    <w:rsid w:val="0073404B"/>
    <w:rsid w:val="007341FF"/>
    <w:rsid w:val="00736EB2"/>
    <w:rsid w:val="007404E9"/>
    <w:rsid w:val="007444CF"/>
    <w:rsid w:val="00752C75"/>
    <w:rsid w:val="00754641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DBD"/>
    <w:rsid w:val="008B2C77"/>
    <w:rsid w:val="008B4AD2"/>
    <w:rsid w:val="008B7138"/>
    <w:rsid w:val="008E260C"/>
    <w:rsid w:val="008E39BE"/>
    <w:rsid w:val="008E62EC"/>
    <w:rsid w:val="008F32F6"/>
    <w:rsid w:val="00905D69"/>
    <w:rsid w:val="00912D40"/>
    <w:rsid w:val="00915C6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847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798"/>
    <w:rsid w:val="009F0DCC"/>
    <w:rsid w:val="009F11CA"/>
    <w:rsid w:val="00A0695B"/>
    <w:rsid w:val="00A13052"/>
    <w:rsid w:val="00A216A8"/>
    <w:rsid w:val="00A223A6"/>
    <w:rsid w:val="00A23968"/>
    <w:rsid w:val="00A251B1"/>
    <w:rsid w:val="00A3639E"/>
    <w:rsid w:val="00A5092E"/>
    <w:rsid w:val="00A5547A"/>
    <w:rsid w:val="00A554D6"/>
    <w:rsid w:val="00A56E14"/>
    <w:rsid w:val="00A6476B"/>
    <w:rsid w:val="00A76C6C"/>
    <w:rsid w:val="00A77927"/>
    <w:rsid w:val="00A87356"/>
    <w:rsid w:val="00A92DD1"/>
    <w:rsid w:val="00AA5338"/>
    <w:rsid w:val="00AB1B8E"/>
    <w:rsid w:val="00AC0696"/>
    <w:rsid w:val="00AC4C98"/>
    <w:rsid w:val="00AC5F6B"/>
    <w:rsid w:val="00AD1623"/>
    <w:rsid w:val="00AD3896"/>
    <w:rsid w:val="00AD5B47"/>
    <w:rsid w:val="00AE1ED9"/>
    <w:rsid w:val="00AE32CB"/>
    <w:rsid w:val="00AF2A40"/>
    <w:rsid w:val="00AF3957"/>
    <w:rsid w:val="00B0712C"/>
    <w:rsid w:val="00B12013"/>
    <w:rsid w:val="00B22C67"/>
    <w:rsid w:val="00B31D65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346"/>
    <w:rsid w:val="00C143C3"/>
    <w:rsid w:val="00C15F70"/>
    <w:rsid w:val="00C1739B"/>
    <w:rsid w:val="00C21ADE"/>
    <w:rsid w:val="00C26067"/>
    <w:rsid w:val="00C30A29"/>
    <w:rsid w:val="00C317DC"/>
    <w:rsid w:val="00C554F6"/>
    <w:rsid w:val="00C554F9"/>
    <w:rsid w:val="00C578E9"/>
    <w:rsid w:val="00C66414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C675E"/>
    <w:rsid w:val="00CD31C0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2574"/>
    <w:rsid w:val="00D36609"/>
    <w:rsid w:val="00D42712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74A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25BB"/>
    <w:rsid w:val="00EF01F8"/>
    <w:rsid w:val="00EF40EF"/>
    <w:rsid w:val="00EF47FE"/>
    <w:rsid w:val="00F069BD"/>
    <w:rsid w:val="00F1480E"/>
    <w:rsid w:val="00F1497D"/>
    <w:rsid w:val="00F16AAC"/>
    <w:rsid w:val="00F21AF4"/>
    <w:rsid w:val="00F25658"/>
    <w:rsid w:val="00F33FF2"/>
    <w:rsid w:val="00F438FC"/>
    <w:rsid w:val="00F50987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784B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D3257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D91167CCDBF4CB9CB0E8530703A74" ma:contentTypeVersion="" ma:contentTypeDescription="Create a new document." ma:contentTypeScope="" ma:versionID="b31b3c59f3803b64126f58e4f4ab716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0f4348b-cbae-40f0-a2b1-60662f4f7982" targetNamespace="http://schemas.microsoft.com/office/2006/metadata/properties" ma:root="true" ma:fieldsID="e215c8db07e4317d3f9797963da472af" ns1:_="" ns2:_="" ns3:_="">
    <xsd:import namespace="http://schemas.microsoft.com/sharepoint/v3"/>
    <xsd:import namespace="d50bbff7-d6dd-47d2-864a-cfdc2c3db0f4"/>
    <xsd:import namespace="00f4348b-cbae-40f0-a2b1-60662f4f798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4348b-cbae-40f0-a2b1-60662f4f79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42F30-2ADB-41AA-870B-2B480725D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0f4348b-cbae-40f0-a2b1-60662f4f79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00f4348b-cbae-40f0-a2b1-60662f4f7982"/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20C304-9A0B-4C53-BD53-94D96DD21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324</TotalTime>
  <Pages>5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Ron Barrow</cp:lastModifiedBy>
  <cp:revision>25</cp:revision>
  <cp:lastPrinted>2016-05-27T05:21:00Z</cp:lastPrinted>
  <dcterms:created xsi:type="dcterms:W3CDTF">2018-08-07T00:28:00Z</dcterms:created>
  <dcterms:modified xsi:type="dcterms:W3CDTF">2018-10-23T20:15:00Z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0x0101001A7D91167CCDBF4CB9CB0E8530703A74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