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75C82" w14:textId="77777777" w:rsidR="00561F08" w:rsidRDefault="00561F08" w:rsidP="00F07C48">
      <w:pPr>
        <w:pStyle w:val="SIText"/>
      </w:pPr>
      <w:bookmarkStart w:id="0" w:name="_GoBack"/>
      <w:bookmarkEnd w:id="0"/>
    </w:p>
    <w:p w14:paraId="2CB4DF57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FBDADA" w14:textId="77777777" w:rsidTr="004A4636">
        <w:trPr>
          <w:tblHeader/>
        </w:trPr>
        <w:tc>
          <w:tcPr>
            <w:tcW w:w="2689" w:type="dxa"/>
          </w:tcPr>
          <w:p w14:paraId="31E8C69A" w14:textId="77777777" w:rsidR="00F1480E" w:rsidRPr="00A326C2" w:rsidRDefault="000D7BE6" w:rsidP="004A4636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17CC0D" w14:textId="77777777" w:rsidR="00F1480E" w:rsidRPr="00A326C2" w:rsidRDefault="000D7BE6" w:rsidP="004A4636">
            <w:pPr>
              <w:pStyle w:val="SIText-Bold"/>
            </w:pPr>
            <w:r w:rsidRPr="00A326C2">
              <w:t>Comments</w:t>
            </w:r>
          </w:p>
        </w:tc>
      </w:tr>
      <w:tr w:rsidR="00F1480E" w14:paraId="7CEBF14E" w14:textId="77777777" w:rsidTr="004A4636">
        <w:tc>
          <w:tcPr>
            <w:tcW w:w="2689" w:type="dxa"/>
          </w:tcPr>
          <w:p w14:paraId="1207A5A7" w14:textId="77777777" w:rsidR="00F1480E" w:rsidRPr="00CC451E" w:rsidRDefault="00F1480E" w:rsidP="00C71C92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71C92">
              <w:t>1</w:t>
            </w:r>
          </w:p>
        </w:tc>
        <w:tc>
          <w:tcPr>
            <w:tcW w:w="6939" w:type="dxa"/>
          </w:tcPr>
          <w:p w14:paraId="4A6AC3F2" w14:textId="77777777" w:rsidR="00F1480E" w:rsidRPr="00CC451E" w:rsidRDefault="00F1480E" w:rsidP="00C71C92">
            <w:pPr>
              <w:pStyle w:val="SIText"/>
            </w:pPr>
            <w:r w:rsidRPr="00CC451E">
              <w:t xml:space="preserve">This version released with </w:t>
            </w:r>
            <w:r w:rsidR="00C71C92">
              <w:t>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C71C92">
              <w:t>3.0.</w:t>
            </w:r>
          </w:p>
        </w:tc>
      </w:tr>
    </w:tbl>
    <w:p w14:paraId="029527B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2A2B4B" w14:textId="77777777" w:rsidTr="000D7BE6">
        <w:tc>
          <w:tcPr>
            <w:tcW w:w="1396" w:type="pct"/>
            <w:shd w:val="clear" w:color="auto" w:fill="auto"/>
          </w:tcPr>
          <w:p w14:paraId="2F222E71" w14:textId="77777777" w:rsidR="00F1480E" w:rsidRPr="00923720" w:rsidRDefault="00137A3F" w:rsidP="00923720">
            <w:pPr>
              <w:pStyle w:val="SIQUALCODE"/>
            </w:pPr>
            <w:r>
              <w:t>RGR30X19</w:t>
            </w:r>
          </w:p>
        </w:tc>
        <w:tc>
          <w:tcPr>
            <w:tcW w:w="3604" w:type="pct"/>
            <w:shd w:val="clear" w:color="auto" w:fill="auto"/>
          </w:tcPr>
          <w:p w14:paraId="4D5C620B" w14:textId="77777777" w:rsidR="00F1480E" w:rsidRPr="00923720" w:rsidRDefault="00137A3F" w:rsidP="00A772D9">
            <w:pPr>
              <w:pStyle w:val="SIQUALtitle"/>
            </w:pPr>
            <w:r>
              <w:t>Certificate III in Horse Breeding</w:t>
            </w:r>
            <w:r w:rsidR="00A772D9">
              <w:t xml:space="preserve"> </w:t>
            </w:r>
          </w:p>
        </w:tc>
      </w:tr>
      <w:tr w:rsidR="00A772D9" w:rsidRPr="00963A46" w14:paraId="719F2980" w14:textId="77777777" w:rsidTr="000D7BE6">
        <w:tc>
          <w:tcPr>
            <w:tcW w:w="5000" w:type="pct"/>
            <w:gridSpan w:val="2"/>
            <w:shd w:val="clear" w:color="auto" w:fill="auto"/>
          </w:tcPr>
          <w:p w14:paraId="28CBBA48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AB63480" w14:textId="77777777" w:rsidR="00E048B1" w:rsidRDefault="00A772D9" w:rsidP="00F07C48">
            <w:pPr>
              <w:pStyle w:val="SIText"/>
            </w:pPr>
            <w:r w:rsidRPr="00F07C48">
              <w:t xml:space="preserve">This qualification </w:t>
            </w:r>
            <w:r w:rsidR="00137A3F">
              <w:t xml:space="preserve">describes the </w:t>
            </w:r>
            <w:r w:rsidR="00FE324B">
              <w:t>skills and knowledge required for</w:t>
            </w:r>
            <w:r w:rsidR="00137A3F">
              <w:t xml:space="preserve"> persons working in a horse breeding or stud farm operation.</w:t>
            </w:r>
            <w:r w:rsidR="00FE324B">
              <w:t xml:space="preserve"> It applies to horse breeding activities across disciplines and sectors including for the thoroughbred industry.</w:t>
            </w:r>
          </w:p>
          <w:p w14:paraId="2B08CBE6" w14:textId="77777777" w:rsidR="00FE324B" w:rsidRDefault="00FE324B" w:rsidP="00F07C48">
            <w:pPr>
              <w:pStyle w:val="SIText"/>
            </w:pPr>
          </w:p>
          <w:p w14:paraId="0B82EF47" w14:textId="77777777" w:rsidR="00EB58C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02120A">
              <w:rPr>
                <w:color w:val="000000" w:themeColor="text1"/>
              </w:rPr>
              <w:t xml:space="preserve"> at the time of publication.</w:t>
            </w:r>
          </w:p>
          <w:p w14:paraId="39223D87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ED8899C" w14:textId="77777777" w:rsidTr="00803C95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0207FBF4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7597B36" w14:textId="77777777" w:rsidR="001F28F9" w:rsidRPr="008908DE" w:rsidRDefault="00856837" w:rsidP="00803C95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055A977D" w14:textId="77777777" w:rsidTr="00DB5D26">
        <w:trPr>
          <w:trHeight w:val="8621"/>
        </w:trPr>
        <w:tc>
          <w:tcPr>
            <w:tcW w:w="5000" w:type="pct"/>
            <w:gridSpan w:val="2"/>
            <w:shd w:val="clear" w:color="auto" w:fill="auto"/>
          </w:tcPr>
          <w:p w14:paraId="2423D89E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E39DD69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CEFC339" w14:textId="77777777" w:rsidR="004270D2" w:rsidRDefault="00C71C92" w:rsidP="001F28F9">
            <w:pPr>
              <w:pStyle w:val="SIBulletList1"/>
            </w:pPr>
            <w:r>
              <w:t>15</w:t>
            </w:r>
            <w:r w:rsidR="004270D2">
              <w:t xml:space="preserve"> units of competency:</w:t>
            </w:r>
          </w:p>
          <w:p w14:paraId="75213B22" w14:textId="77777777" w:rsidR="004270D2" w:rsidRPr="000C490A" w:rsidRDefault="0019796D" w:rsidP="004545D5">
            <w:pPr>
              <w:pStyle w:val="SIBulletList2"/>
            </w:pPr>
            <w:r>
              <w:t>3</w:t>
            </w:r>
            <w:r w:rsidR="004270D2" w:rsidRPr="000C490A">
              <w:t xml:space="preserve"> core units plus</w:t>
            </w:r>
          </w:p>
          <w:p w14:paraId="16E66C35" w14:textId="77777777" w:rsidR="004270D2" w:rsidRDefault="00C71C92" w:rsidP="004545D5">
            <w:pPr>
              <w:pStyle w:val="SIBulletList2"/>
            </w:pPr>
            <w:r>
              <w:t>1</w:t>
            </w:r>
            <w:r w:rsidR="0019796D">
              <w:t>2</w:t>
            </w:r>
            <w:r w:rsidR="004270D2" w:rsidRPr="000C490A">
              <w:t xml:space="preserve"> elective units.</w:t>
            </w:r>
          </w:p>
          <w:p w14:paraId="20D1F39D" w14:textId="77777777" w:rsidR="004270D2" w:rsidRDefault="004270D2" w:rsidP="001F28F9">
            <w:pPr>
              <w:pStyle w:val="SIText"/>
            </w:pPr>
          </w:p>
          <w:p w14:paraId="317B9704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6D5D4B25" w14:textId="77777777" w:rsidR="004270D2" w:rsidRDefault="00DB5D26" w:rsidP="00E438C3">
            <w:pPr>
              <w:pStyle w:val="SIBulletList1"/>
            </w:pPr>
            <w:r>
              <w:t>1 elective unit from Group A</w:t>
            </w:r>
          </w:p>
          <w:p w14:paraId="2F18AA5A" w14:textId="77777777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DB5D26">
              <w:t>5</w:t>
            </w:r>
            <w:r w:rsidRPr="000C490A">
              <w:t xml:space="preserve"> electives </w:t>
            </w:r>
            <w:r w:rsidR="00DB5D26">
              <w:t xml:space="preserve">from Group B </w:t>
            </w:r>
          </w:p>
          <w:p w14:paraId="604C055A" w14:textId="77777777" w:rsidR="00DB5D26" w:rsidRDefault="0019796D" w:rsidP="00894FBB">
            <w:pPr>
              <w:pStyle w:val="SIBulletList1"/>
            </w:pPr>
            <w:r>
              <w:t>up to 6</w:t>
            </w:r>
            <w:r w:rsidR="004270D2" w:rsidRPr="000C490A">
              <w:t xml:space="preserve"> </w:t>
            </w:r>
            <w:r w:rsidR="00DB5D26">
              <w:t xml:space="preserve">electives </w:t>
            </w:r>
            <w:r w:rsidR="004270D2" w:rsidRPr="000C490A">
              <w:t xml:space="preserve">from </w:t>
            </w:r>
            <w:r w:rsidR="00DB5D26">
              <w:t>Group B or Group C not already selected</w:t>
            </w:r>
          </w:p>
          <w:p w14:paraId="5F76328C" w14:textId="77777777" w:rsidR="004270D2" w:rsidRDefault="00DB5D26" w:rsidP="00894FBB">
            <w:pPr>
              <w:pStyle w:val="SIBulletList1"/>
            </w:pPr>
            <w:r>
              <w:t>up to 2</w:t>
            </w:r>
            <w:r w:rsidRPr="000C490A">
              <w:t xml:space="preserve"> from any currently endorsed Training Package or accredited course</w:t>
            </w:r>
            <w:r w:rsidR="004270D2" w:rsidRPr="000C490A">
              <w:t>.</w:t>
            </w:r>
          </w:p>
          <w:p w14:paraId="547E116E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36F8A5F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37"/>
              <w:gridCol w:w="5670"/>
            </w:tblGrid>
            <w:tr w:rsidR="004270D2" w:rsidRPr="005C7EA8" w14:paraId="3D9D9615" w14:textId="77777777" w:rsidTr="0038605F">
              <w:tc>
                <w:tcPr>
                  <w:tcW w:w="1937" w:type="dxa"/>
                </w:tcPr>
                <w:p w14:paraId="691C1715" w14:textId="77777777" w:rsidR="004270D2" w:rsidRPr="00856837" w:rsidRDefault="00C71C92" w:rsidP="001D3BC9">
                  <w:pPr>
                    <w:pStyle w:val="SIText"/>
                  </w:pPr>
                  <w:r>
                    <w:t>A</w:t>
                  </w:r>
                  <w:r w:rsidRPr="003E5E21">
                    <w:t>CMINF</w:t>
                  </w:r>
                  <w:r>
                    <w:t>302</w:t>
                  </w:r>
                </w:p>
              </w:tc>
              <w:tc>
                <w:tcPr>
                  <w:tcW w:w="5670" w:type="dxa"/>
                </w:tcPr>
                <w:p w14:paraId="75AE5FC9" w14:textId="77777777" w:rsidR="004270D2" w:rsidRPr="00856837" w:rsidRDefault="00C71C92" w:rsidP="001D3BC9">
                  <w:pPr>
                    <w:pStyle w:val="SIText"/>
                  </w:pPr>
                  <w:r w:rsidRPr="006355CD">
                    <w:t>Follow equine biosecurity and infection control procedures</w:t>
                  </w:r>
                </w:p>
              </w:tc>
            </w:tr>
            <w:tr w:rsidR="0038605F" w:rsidRPr="005C7EA8" w14:paraId="69F497C1" w14:textId="77777777" w:rsidTr="0038605F">
              <w:tc>
                <w:tcPr>
                  <w:tcW w:w="1937" w:type="dxa"/>
                </w:tcPr>
                <w:p w14:paraId="61938B67" w14:textId="77777777" w:rsidR="0038605F" w:rsidRDefault="0038605F" w:rsidP="0038605F">
                  <w:pPr>
                    <w:pStyle w:val="SIText"/>
                  </w:pPr>
                  <w:commentRangeStart w:id="1"/>
                  <w:r>
                    <w:t xml:space="preserve">BSBWHS201 </w:t>
                  </w:r>
                  <w:commentRangeEnd w:id="1"/>
                  <w:r w:rsidR="003718FD">
                    <w:rPr>
                      <w:rStyle w:val="CommentReference"/>
                      <w:lang w:eastAsia="en-AU"/>
                    </w:rPr>
                    <w:commentReference w:id="1"/>
                  </w:r>
                </w:p>
              </w:tc>
              <w:tc>
                <w:tcPr>
                  <w:tcW w:w="5670" w:type="dxa"/>
                </w:tcPr>
                <w:p w14:paraId="7457DE35" w14:textId="77777777" w:rsidR="0038605F" w:rsidRPr="006355CD" w:rsidRDefault="0038605F" w:rsidP="0038605F">
                  <w:pPr>
                    <w:pStyle w:val="SIText"/>
                  </w:pPr>
                  <w:r>
                    <w:t>Contribute to health and safety of self and others</w:t>
                  </w:r>
                  <w:r w:rsidRPr="004516EC">
                    <w:t xml:space="preserve"> </w:t>
                  </w:r>
                </w:p>
              </w:tc>
            </w:tr>
            <w:tr w:rsidR="0038605F" w:rsidRPr="005C7EA8" w14:paraId="4B2E4396" w14:textId="77777777" w:rsidTr="0038605F">
              <w:tc>
                <w:tcPr>
                  <w:tcW w:w="1937" w:type="dxa"/>
                </w:tcPr>
                <w:p w14:paraId="676EB4BB" w14:textId="6E09D4DE" w:rsidR="0038605F" w:rsidRDefault="0038605F" w:rsidP="003718FD">
                  <w:pPr>
                    <w:pStyle w:val="SIText"/>
                  </w:pPr>
                  <w:commentRangeStart w:id="2"/>
                  <w:r w:rsidRPr="00C71C92">
                    <w:t>RGRHBR30</w:t>
                  </w:r>
                  <w:r w:rsidR="003718FD">
                    <w:t>1</w:t>
                  </w:r>
                  <w:commentRangeEnd w:id="2"/>
                  <w:r>
                    <w:rPr>
                      <w:rStyle w:val="CommentReference"/>
                    </w:rPr>
                    <w:commentReference w:id="2"/>
                  </w:r>
                </w:p>
              </w:tc>
              <w:tc>
                <w:tcPr>
                  <w:tcW w:w="5670" w:type="dxa"/>
                </w:tcPr>
                <w:p w14:paraId="1D18602C" w14:textId="63A46FA7" w:rsidR="0038605F" w:rsidRPr="006355CD" w:rsidRDefault="0038605F" w:rsidP="003718FD">
                  <w:pPr>
                    <w:pStyle w:val="SIText"/>
                  </w:pPr>
                  <w:r w:rsidRPr="00C71C92">
                    <w:t>Work</w:t>
                  </w:r>
                  <w:r w:rsidR="0019796D">
                    <w:t xml:space="preserve"> effectively</w:t>
                  </w:r>
                  <w:r w:rsidRPr="00C71C92">
                    <w:t xml:space="preserve"> in horse breeding sector</w:t>
                  </w:r>
                </w:p>
              </w:tc>
            </w:tr>
          </w:tbl>
          <w:p w14:paraId="48E3B5E5" w14:textId="77777777" w:rsidR="004270D2" w:rsidRDefault="004270D2" w:rsidP="001D3BC9">
            <w:pPr>
              <w:pStyle w:val="SIText"/>
            </w:pPr>
          </w:p>
          <w:p w14:paraId="62C5FB50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0472632" w14:textId="77777777" w:rsidR="00C71C92" w:rsidRDefault="00C71C92" w:rsidP="00C71C92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  <w:r w:rsidR="00D420BC">
              <w:rPr>
                <w:lang w:eastAsia="en-US"/>
              </w:rPr>
              <w:t>Horse safety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270D2" w:rsidRPr="005C7EA8" w14:paraId="730CD880" w14:textId="77777777" w:rsidTr="004A4636">
              <w:tc>
                <w:tcPr>
                  <w:tcW w:w="1718" w:type="dxa"/>
                </w:tcPr>
                <w:p w14:paraId="249128DA" w14:textId="77777777" w:rsidR="004270D2" w:rsidRPr="00856837" w:rsidRDefault="00C71C92" w:rsidP="001D3BC9">
                  <w:pPr>
                    <w:pStyle w:val="SIText"/>
                  </w:pPr>
                  <w:commentRangeStart w:id="3"/>
                  <w:r w:rsidRPr="00376AD4">
                    <w:t>ACMEQU202</w:t>
                  </w:r>
                  <w:commentRangeEnd w:id="3"/>
                  <w:r>
                    <w:rPr>
                      <w:rStyle w:val="CommentReference"/>
                      <w:rFonts w:asciiTheme="minorHAnsi" w:eastAsiaTheme="minorHAnsi" w:hAnsiTheme="minorHAnsi" w:cstheme="minorBidi"/>
                      <w:lang w:val="en-US"/>
                    </w:rPr>
                    <w:commentReference w:id="3"/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6FD9011E" w14:textId="77777777" w:rsidR="004270D2" w:rsidRPr="00C71C92" w:rsidRDefault="00C71C92" w:rsidP="001D3BC9">
                  <w:pPr>
                    <w:pStyle w:val="SIText"/>
                  </w:pPr>
                  <w:r w:rsidRPr="00376AD4">
                    <w:t xml:space="preserve">Handle horses safely </w:t>
                  </w:r>
                </w:p>
              </w:tc>
            </w:tr>
            <w:tr w:rsidR="004270D2" w:rsidRPr="005C7EA8" w14:paraId="12CA1824" w14:textId="77777777" w:rsidTr="004A4636">
              <w:tc>
                <w:tcPr>
                  <w:tcW w:w="1718" w:type="dxa"/>
                </w:tcPr>
                <w:p w14:paraId="4EDAA966" w14:textId="77777777" w:rsidR="004270D2" w:rsidRPr="00856837" w:rsidRDefault="00C71C92" w:rsidP="001D3BC9">
                  <w:pPr>
                    <w:pStyle w:val="SIText"/>
                  </w:pPr>
                  <w:r w:rsidRPr="00376AD4">
                    <w:t>RGRPSH201</w:t>
                  </w:r>
                </w:p>
              </w:tc>
              <w:tc>
                <w:tcPr>
                  <w:tcW w:w="5670" w:type="dxa"/>
                </w:tcPr>
                <w:p w14:paraId="35A1947C" w14:textId="77777777" w:rsidR="004270D2" w:rsidRPr="00856837" w:rsidRDefault="00C71C92" w:rsidP="001D3BC9">
                  <w:pPr>
                    <w:pStyle w:val="SIText"/>
                  </w:pPr>
                  <w:r w:rsidRPr="00C71C92">
                    <w:t>Handle</w:t>
                  </w:r>
                  <w:r w:rsidRPr="00376AD4">
                    <w:t xml:space="preserve"> racehorses in stables and at trackwork </w:t>
                  </w:r>
                </w:p>
              </w:tc>
            </w:tr>
            <w:tr w:rsidR="004270D2" w:rsidRPr="005C7EA8" w14:paraId="278EB9A6" w14:textId="77777777" w:rsidTr="004A4636">
              <w:tc>
                <w:tcPr>
                  <w:tcW w:w="1718" w:type="dxa"/>
                </w:tcPr>
                <w:p w14:paraId="6E0CCE4E" w14:textId="77777777" w:rsidR="004270D2" w:rsidRPr="00856837" w:rsidRDefault="00C71C92" w:rsidP="001D3BC9">
                  <w:pPr>
                    <w:pStyle w:val="SIText"/>
                  </w:pPr>
                  <w:r w:rsidRPr="00376AD4">
                    <w:t>SISOEQU001</w:t>
                  </w:r>
                </w:p>
              </w:tc>
              <w:tc>
                <w:tcPr>
                  <w:tcW w:w="5670" w:type="dxa"/>
                </w:tcPr>
                <w:p w14:paraId="7C536D22" w14:textId="77777777" w:rsidR="004270D2" w:rsidRPr="00856837" w:rsidRDefault="00C71C92" w:rsidP="001D3BC9">
                  <w:pPr>
                    <w:pStyle w:val="SIText"/>
                  </w:pPr>
                  <w:r w:rsidRPr="00376AD4">
                    <w:t xml:space="preserve">Handle horses </w:t>
                  </w:r>
                </w:p>
              </w:tc>
            </w:tr>
          </w:tbl>
          <w:p w14:paraId="2974D85E" w14:textId="77777777" w:rsidR="004270D2" w:rsidRDefault="004270D2" w:rsidP="00894FBB">
            <w:pPr>
              <w:rPr>
                <w:lang w:eastAsia="en-US"/>
              </w:rPr>
            </w:pPr>
          </w:p>
          <w:p w14:paraId="029D576F" w14:textId="77777777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C71C92">
              <w:rPr>
                <w:lang w:eastAsia="en-US"/>
              </w:rPr>
              <w:t>B</w:t>
            </w:r>
            <w:r>
              <w:rPr>
                <w:lang w:eastAsia="en-US"/>
              </w:rPr>
              <w:t xml:space="preserve"> </w:t>
            </w:r>
            <w:r w:rsidR="00D420BC">
              <w:rPr>
                <w:lang w:eastAsia="en-US"/>
              </w:rPr>
              <w:t>Breeding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95"/>
              <w:gridCol w:w="5670"/>
            </w:tblGrid>
            <w:tr w:rsidR="001D3BC9" w:rsidRPr="005C7EA8" w14:paraId="1523C5BC" w14:textId="77777777" w:rsidTr="003718FD">
              <w:tc>
                <w:tcPr>
                  <w:tcW w:w="1895" w:type="dxa"/>
                </w:tcPr>
                <w:p w14:paraId="692FE329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ACMHBR306</w:t>
                  </w:r>
                </w:p>
              </w:tc>
              <w:tc>
                <w:tcPr>
                  <w:tcW w:w="5670" w:type="dxa"/>
                </w:tcPr>
                <w:p w14:paraId="6D2A91AF" w14:textId="77777777" w:rsidR="001D3BC9" w:rsidRPr="001D3BC9" w:rsidRDefault="001D3BC9" w:rsidP="001D3BC9">
                  <w:pPr>
                    <w:pStyle w:val="SIText"/>
                  </w:pPr>
                  <w:r w:rsidRPr="001D3BC9">
                    <w:t xml:space="preserve">Provide information on horses </w:t>
                  </w:r>
                </w:p>
              </w:tc>
            </w:tr>
            <w:tr w:rsidR="001D3BC9" w:rsidRPr="005C7EA8" w14:paraId="0447DFDA" w14:textId="77777777" w:rsidTr="003718FD">
              <w:tc>
                <w:tcPr>
                  <w:tcW w:w="1895" w:type="dxa"/>
                </w:tcPr>
                <w:p w14:paraId="18658B26" w14:textId="2F493675" w:rsidR="001D3BC9" w:rsidRPr="001D3BC9" w:rsidRDefault="003718FD" w:rsidP="001D3BC9">
                  <w:pPr>
                    <w:pStyle w:val="SIText"/>
                  </w:pPr>
                  <w:r>
                    <w:t>RGRHBR201</w:t>
                  </w:r>
                </w:p>
              </w:tc>
              <w:tc>
                <w:tcPr>
                  <w:tcW w:w="5670" w:type="dxa"/>
                </w:tcPr>
                <w:p w14:paraId="0A980015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Assist with oestrus detection in mares</w:t>
                  </w:r>
                </w:p>
              </w:tc>
            </w:tr>
            <w:tr w:rsidR="001D3BC9" w:rsidRPr="005C7EA8" w14:paraId="6B46C360" w14:textId="77777777" w:rsidTr="003718FD">
              <w:tc>
                <w:tcPr>
                  <w:tcW w:w="1895" w:type="dxa"/>
                </w:tcPr>
                <w:p w14:paraId="546366D7" w14:textId="6FC65817" w:rsidR="001D3BC9" w:rsidRPr="000B4832" w:rsidRDefault="001D3BC9" w:rsidP="003718FD">
                  <w:pPr>
                    <w:pStyle w:val="SIText"/>
                    <w:rPr>
                      <w:highlight w:val="yellow"/>
                    </w:rPr>
                  </w:pPr>
                  <w:commentRangeStart w:id="4"/>
                  <w:r w:rsidRPr="000B4832">
                    <w:rPr>
                      <w:highlight w:val="yellow"/>
                    </w:rPr>
                    <w:t>RGRHBR30</w:t>
                  </w:r>
                  <w:r w:rsidR="003718FD">
                    <w:rPr>
                      <w:highlight w:val="yellow"/>
                    </w:rPr>
                    <w:t>2</w:t>
                  </w:r>
                  <w:commentRangeEnd w:id="4"/>
                  <w:r w:rsidR="00F02A95" w:rsidRPr="000B4832">
                    <w:rPr>
                      <w:rStyle w:val="CommentReference"/>
                      <w:highlight w:val="yellow"/>
                      <w:lang w:eastAsia="en-AU"/>
                    </w:rPr>
                    <w:commentReference w:id="4"/>
                  </w:r>
                  <w:r w:rsidRPr="000B4832">
                    <w:rPr>
                      <w:highlight w:val="yellow"/>
                    </w:rPr>
                    <w:t>*</w:t>
                  </w:r>
                </w:p>
              </w:tc>
              <w:tc>
                <w:tcPr>
                  <w:tcW w:w="5670" w:type="dxa"/>
                </w:tcPr>
                <w:p w14:paraId="046D2C3D" w14:textId="77777777" w:rsidR="001D3BC9" w:rsidRPr="001D3BC9" w:rsidRDefault="001D3BC9" w:rsidP="001D3BC9">
                  <w:pPr>
                    <w:pStyle w:val="SIText"/>
                  </w:pPr>
                  <w:r w:rsidRPr="001D3BC9">
                    <w:t xml:space="preserve">Carry out </w:t>
                  </w:r>
                  <w:r w:rsidR="00ED452F">
                    <w:t xml:space="preserve">natural </w:t>
                  </w:r>
                  <w:r w:rsidRPr="001D3BC9">
                    <w:t>mare mating procedures</w:t>
                  </w:r>
                </w:p>
              </w:tc>
            </w:tr>
            <w:tr w:rsidR="001D3BC9" w:rsidRPr="005C7EA8" w14:paraId="0B9299A8" w14:textId="77777777" w:rsidTr="003718FD">
              <w:tc>
                <w:tcPr>
                  <w:tcW w:w="1895" w:type="dxa"/>
                </w:tcPr>
                <w:p w14:paraId="14C221F4" w14:textId="1D99CD2B" w:rsidR="001D3BC9" w:rsidRPr="000B4832" w:rsidRDefault="001D3BC9" w:rsidP="003718FD">
                  <w:pPr>
                    <w:pStyle w:val="SIText"/>
                    <w:rPr>
                      <w:highlight w:val="yellow"/>
                    </w:rPr>
                  </w:pPr>
                  <w:r w:rsidRPr="000B4832">
                    <w:rPr>
                      <w:highlight w:val="yellow"/>
                    </w:rPr>
                    <w:t>RGRHBR30</w:t>
                  </w:r>
                  <w:r w:rsidR="003718FD">
                    <w:rPr>
                      <w:highlight w:val="yellow"/>
                    </w:rPr>
                    <w:t>3</w:t>
                  </w:r>
                  <w:r w:rsidRPr="000B4832">
                    <w:rPr>
                      <w:highlight w:val="yellow"/>
                    </w:rPr>
                    <w:t>*</w:t>
                  </w:r>
                </w:p>
              </w:tc>
              <w:tc>
                <w:tcPr>
                  <w:tcW w:w="5670" w:type="dxa"/>
                </w:tcPr>
                <w:p w14:paraId="769D4CA7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Assist with artificial insemination of mares</w:t>
                  </w:r>
                </w:p>
              </w:tc>
            </w:tr>
            <w:tr w:rsidR="001D3BC9" w:rsidRPr="005C7EA8" w14:paraId="3B6B1904" w14:textId="77777777" w:rsidTr="003718FD">
              <w:tc>
                <w:tcPr>
                  <w:tcW w:w="1895" w:type="dxa"/>
                </w:tcPr>
                <w:p w14:paraId="121D8698" w14:textId="4A6971AA" w:rsidR="001D3BC9" w:rsidRPr="000B4832" w:rsidRDefault="001D3BC9" w:rsidP="003718FD">
                  <w:pPr>
                    <w:pStyle w:val="SIText"/>
                    <w:rPr>
                      <w:highlight w:val="yellow"/>
                    </w:rPr>
                  </w:pPr>
                  <w:r w:rsidRPr="000B4832">
                    <w:rPr>
                      <w:highlight w:val="yellow"/>
                    </w:rPr>
                    <w:t>RGRHBR30</w:t>
                  </w:r>
                  <w:r w:rsidR="003718FD">
                    <w:rPr>
                      <w:highlight w:val="yellow"/>
                    </w:rPr>
                    <w:t>4</w:t>
                  </w:r>
                  <w:r w:rsidRPr="000B4832">
                    <w:rPr>
                      <w:highlight w:val="yellow"/>
                    </w:rPr>
                    <w:t>*</w:t>
                  </w:r>
                </w:p>
              </w:tc>
              <w:tc>
                <w:tcPr>
                  <w:tcW w:w="5670" w:type="dxa"/>
                </w:tcPr>
                <w:p w14:paraId="11C1306A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Assess suitability of horses for specific uses</w:t>
                  </w:r>
                </w:p>
              </w:tc>
            </w:tr>
            <w:tr w:rsidR="001D3BC9" w:rsidRPr="005C7EA8" w14:paraId="205CCD07" w14:textId="77777777" w:rsidTr="003718FD">
              <w:tc>
                <w:tcPr>
                  <w:tcW w:w="1895" w:type="dxa"/>
                </w:tcPr>
                <w:p w14:paraId="16AB855F" w14:textId="30C44E50" w:rsidR="001D3BC9" w:rsidRPr="000B4832" w:rsidRDefault="001D3BC9" w:rsidP="003718FD">
                  <w:pPr>
                    <w:pStyle w:val="SIText"/>
                    <w:rPr>
                      <w:highlight w:val="yellow"/>
                    </w:rPr>
                  </w:pPr>
                  <w:r w:rsidRPr="000B4832">
                    <w:rPr>
                      <w:highlight w:val="yellow"/>
                    </w:rPr>
                    <w:t>RGRHBR30</w:t>
                  </w:r>
                  <w:r w:rsidR="003718FD">
                    <w:rPr>
                      <w:highlight w:val="yellow"/>
                    </w:rPr>
                    <w:t>5</w:t>
                  </w:r>
                  <w:r w:rsidRPr="000B4832">
                    <w:rPr>
                      <w:highlight w:val="yellow"/>
                    </w:rPr>
                    <w:t>*</w:t>
                  </w:r>
                </w:p>
              </w:tc>
              <w:tc>
                <w:tcPr>
                  <w:tcW w:w="5670" w:type="dxa"/>
                </w:tcPr>
                <w:p w14:paraId="4D285BF6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Handle young horses</w:t>
                  </w:r>
                </w:p>
              </w:tc>
            </w:tr>
            <w:tr w:rsidR="003718FD" w:rsidRPr="005C7EA8" w14:paraId="1D161349" w14:textId="77777777" w:rsidTr="003718FD">
              <w:tc>
                <w:tcPr>
                  <w:tcW w:w="1895" w:type="dxa"/>
                </w:tcPr>
                <w:p w14:paraId="15EFD773" w14:textId="17BCFC6E" w:rsidR="003718FD" w:rsidRPr="000B4832" w:rsidRDefault="003718FD" w:rsidP="003718FD">
                  <w:pPr>
                    <w:pStyle w:val="SIText"/>
                    <w:rPr>
                      <w:highlight w:val="yellow"/>
                    </w:rPr>
                  </w:pPr>
                  <w:r w:rsidRPr="000B4832">
                    <w:rPr>
                      <w:highlight w:val="yellow"/>
                    </w:rPr>
                    <w:t>RGRHBR3</w:t>
                  </w:r>
                  <w:r>
                    <w:rPr>
                      <w:highlight w:val="yellow"/>
                    </w:rPr>
                    <w:t>06</w:t>
                  </w:r>
                  <w:r w:rsidRPr="001D3BC9">
                    <w:t>*</w:t>
                  </w:r>
                </w:p>
              </w:tc>
              <w:tc>
                <w:tcPr>
                  <w:tcW w:w="5670" w:type="dxa"/>
                </w:tcPr>
                <w:p w14:paraId="2D291BA3" w14:textId="482CC9E6" w:rsidR="003718FD" w:rsidRPr="001D3BC9" w:rsidRDefault="003718FD" w:rsidP="003718FD">
                  <w:pPr>
                    <w:pStyle w:val="SIText"/>
                  </w:pPr>
                  <w:r w:rsidRPr="001D3BC9">
                    <w:t>Raise young horses</w:t>
                  </w:r>
                </w:p>
              </w:tc>
            </w:tr>
            <w:tr w:rsidR="001D3BC9" w:rsidRPr="005C7EA8" w14:paraId="5684F28E" w14:textId="77777777" w:rsidTr="003718FD">
              <w:tc>
                <w:tcPr>
                  <w:tcW w:w="1895" w:type="dxa"/>
                </w:tcPr>
                <w:p w14:paraId="4556168A" w14:textId="6B54DC12" w:rsidR="001D3BC9" w:rsidRPr="001D3BC9" w:rsidRDefault="001D3BC9" w:rsidP="003718FD">
                  <w:pPr>
                    <w:pStyle w:val="SIText"/>
                  </w:pPr>
                  <w:r w:rsidRPr="001D3BC9">
                    <w:t>RGRHBR3</w:t>
                  </w:r>
                  <w:r w:rsidR="003718FD">
                    <w:t>07</w:t>
                  </w:r>
                </w:p>
              </w:tc>
              <w:tc>
                <w:tcPr>
                  <w:tcW w:w="5670" w:type="dxa"/>
                </w:tcPr>
                <w:p w14:paraId="12AB73C4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Carry out procedures for foaling down mares</w:t>
                  </w:r>
                </w:p>
              </w:tc>
            </w:tr>
            <w:tr w:rsidR="001D3BC9" w:rsidRPr="005C7EA8" w14:paraId="2A376F52" w14:textId="77777777" w:rsidTr="003718FD">
              <w:tc>
                <w:tcPr>
                  <w:tcW w:w="1895" w:type="dxa"/>
                </w:tcPr>
                <w:p w14:paraId="455A0EF2" w14:textId="02EF9425" w:rsidR="001D3BC9" w:rsidRPr="001D3BC9" w:rsidRDefault="001D3BC9" w:rsidP="003718FD">
                  <w:pPr>
                    <w:pStyle w:val="SIText"/>
                  </w:pPr>
                  <w:r w:rsidRPr="001D3BC9">
                    <w:t>RGRHBR3</w:t>
                  </w:r>
                  <w:r w:rsidR="003718FD">
                    <w:t>08</w:t>
                  </w:r>
                </w:p>
              </w:tc>
              <w:tc>
                <w:tcPr>
                  <w:tcW w:w="5670" w:type="dxa"/>
                </w:tcPr>
                <w:p w14:paraId="2AFC4031" w14:textId="1930C82C" w:rsidR="001D3BC9" w:rsidRPr="001D3BC9" w:rsidRDefault="001D3BC9" w:rsidP="003718FD">
                  <w:pPr>
                    <w:pStyle w:val="SIText"/>
                  </w:pPr>
                  <w:r w:rsidRPr="001D3BC9">
                    <w:t xml:space="preserve">Care for </w:t>
                  </w:r>
                  <w:r w:rsidR="003718FD">
                    <w:t>broodmares</w:t>
                  </w:r>
                  <w:r w:rsidRPr="001D3BC9">
                    <w:t xml:space="preserve"> mares</w:t>
                  </w:r>
                </w:p>
              </w:tc>
            </w:tr>
            <w:tr w:rsidR="003718FD" w:rsidRPr="005C7EA8" w14:paraId="62BC4ABA" w14:textId="77777777" w:rsidTr="003718FD">
              <w:tc>
                <w:tcPr>
                  <w:tcW w:w="1895" w:type="dxa"/>
                </w:tcPr>
                <w:p w14:paraId="0394369E" w14:textId="7FD2F59D" w:rsidR="003718FD" w:rsidRPr="001D3BC9" w:rsidRDefault="003718FD" w:rsidP="003718FD">
                  <w:pPr>
                    <w:pStyle w:val="SIText"/>
                  </w:pPr>
                  <w:r w:rsidRPr="001D3BC9">
                    <w:t>RGRHBR309</w:t>
                  </w:r>
                </w:p>
              </w:tc>
              <w:tc>
                <w:tcPr>
                  <w:tcW w:w="5670" w:type="dxa"/>
                </w:tcPr>
                <w:p w14:paraId="67FFFDE6" w14:textId="4A4FD940" w:rsidR="003718FD" w:rsidRPr="001D3BC9" w:rsidRDefault="003718FD" w:rsidP="003718FD">
                  <w:pPr>
                    <w:pStyle w:val="SIText"/>
                  </w:pPr>
                  <w:r>
                    <w:t>Maintain horse stud records</w:t>
                  </w:r>
                </w:p>
              </w:tc>
            </w:tr>
          </w:tbl>
          <w:p w14:paraId="2BB65643" w14:textId="77777777" w:rsidR="004270D2" w:rsidRDefault="004270D2" w:rsidP="00894FBB">
            <w:pPr>
              <w:rPr>
                <w:lang w:eastAsia="en-US"/>
              </w:rPr>
            </w:pPr>
          </w:p>
          <w:p w14:paraId="0D180808" w14:textId="77777777" w:rsidR="00D420BC" w:rsidRDefault="00D420BC" w:rsidP="00D420BC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Group C General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D420BC" w:rsidRPr="005C7EA8" w14:paraId="473A7FBC" w14:textId="77777777" w:rsidTr="004A4636">
              <w:tc>
                <w:tcPr>
                  <w:tcW w:w="1718" w:type="dxa"/>
                </w:tcPr>
                <w:p w14:paraId="6DF8DD84" w14:textId="77777777" w:rsidR="00D420BC" w:rsidRPr="00856837" w:rsidRDefault="00F02A95" w:rsidP="00F02A95">
                  <w:pPr>
                    <w:pStyle w:val="SIText"/>
                  </w:pPr>
                  <w:r>
                    <w:t>ACMEQU204*</w:t>
                  </w:r>
                </w:p>
              </w:tc>
              <w:tc>
                <w:tcPr>
                  <w:tcW w:w="5670" w:type="dxa"/>
                </w:tcPr>
                <w:p w14:paraId="7F56FD25" w14:textId="77777777" w:rsidR="00D420BC" w:rsidRPr="00F02A95" w:rsidRDefault="00F02A95" w:rsidP="00F02A95">
                  <w:pPr>
                    <w:pStyle w:val="SIText"/>
                  </w:pPr>
                  <w:r w:rsidRPr="00F02A95">
                    <w:t>Perform daily tasks in the horse industry</w:t>
                  </w:r>
                </w:p>
              </w:tc>
            </w:tr>
            <w:tr w:rsidR="00F02A95" w:rsidRPr="005C7EA8" w14:paraId="1BD632BA" w14:textId="77777777" w:rsidTr="004A4636">
              <w:tc>
                <w:tcPr>
                  <w:tcW w:w="1718" w:type="dxa"/>
                </w:tcPr>
                <w:p w14:paraId="2A431C8D" w14:textId="77777777" w:rsidR="00F02A95" w:rsidRPr="00D420BC" w:rsidRDefault="00F02A95" w:rsidP="00F02A95">
                  <w:pPr>
                    <w:pStyle w:val="SIText"/>
                  </w:pPr>
                  <w:r w:rsidRPr="00D420BC">
                    <w:t>ACMEQU205</w:t>
                  </w:r>
                </w:p>
              </w:tc>
              <w:tc>
                <w:tcPr>
                  <w:tcW w:w="5670" w:type="dxa"/>
                </w:tcPr>
                <w:p w14:paraId="6BAB0B1C" w14:textId="77777777" w:rsidR="00F02A95" w:rsidRPr="00D420BC" w:rsidRDefault="00F02A95" w:rsidP="00F02A95">
                  <w:pPr>
                    <w:pStyle w:val="SIText"/>
                  </w:pPr>
                  <w:r w:rsidRPr="00D420BC">
                    <w:t xml:space="preserve">Apply knowledge of horse behaviour </w:t>
                  </w:r>
                </w:p>
              </w:tc>
            </w:tr>
            <w:tr w:rsidR="00313098" w:rsidRPr="005C7EA8" w14:paraId="13B34005" w14:textId="77777777" w:rsidTr="004A4636">
              <w:tc>
                <w:tcPr>
                  <w:tcW w:w="1718" w:type="dxa"/>
                </w:tcPr>
                <w:p w14:paraId="0364BF4C" w14:textId="77777777" w:rsidR="00313098" w:rsidRPr="00C71C92" w:rsidRDefault="00313098" w:rsidP="00313098">
                  <w:pPr>
                    <w:pStyle w:val="Temporarytext"/>
                  </w:pPr>
                  <w:r>
                    <w:t>New ACM</w:t>
                  </w:r>
                </w:p>
              </w:tc>
              <w:tc>
                <w:tcPr>
                  <w:tcW w:w="5670" w:type="dxa"/>
                </w:tcPr>
                <w:p w14:paraId="4B0B8327" w14:textId="77777777" w:rsidR="00313098" w:rsidRPr="00842F1E" w:rsidRDefault="00313098" w:rsidP="00313098">
                  <w:pPr>
                    <w:pStyle w:val="Temporarytext"/>
                  </w:pPr>
                  <w:r>
                    <w:t>Horse education / transport units may be added TBC</w:t>
                  </w:r>
                </w:p>
              </w:tc>
            </w:tr>
            <w:tr w:rsidR="00F02A95" w:rsidRPr="005C7EA8" w14:paraId="0297A050" w14:textId="77777777" w:rsidTr="004A4636">
              <w:tc>
                <w:tcPr>
                  <w:tcW w:w="1718" w:type="dxa"/>
                </w:tcPr>
                <w:p w14:paraId="5EABB2EA" w14:textId="77777777" w:rsidR="00F02A95" w:rsidRPr="00856837" w:rsidRDefault="00F02A95" w:rsidP="00F02A95">
                  <w:pPr>
                    <w:pStyle w:val="SIText"/>
                  </w:pPr>
                  <w:r w:rsidRPr="00D420BC">
                    <w:t>ACMEQU405</w:t>
                  </w:r>
                </w:p>
              </w:tc>
              <w:tc>
                <w:tcPr>
                  <w:tcW w:w="5670" w:type="dxa"/>
                </w:tcPr>
                <w:p w14:paraId="7BFBB690" w14:textId="77777777" w:rsidR="00F02A95" w:rsidRPr="00856837" w:rsidRDefault="00F02A95" w:rsidP="00F02A95">
                  <w:pPr>
                    <w:pStyle w:val="SIText"/>
                  </w:pPr>
                  <w:r w:rsidRPr="00D420BC">
                    <w:t xml:space="preserve">Maintain and monitor horse health </w:t>
                  </w:r>
                  <w:r>
                    <w:t>and</w:t>
                  </w:r>
                  <w:r w:rsidRPr="00D420BC">
                    <w:t xml:space="preserve"> welfare</w:t>
                  </w:r>
                </w:p>
              </w:tc>
            </w:tr>
            <w:tr w:rsidR="00F02A95" w:rsidRPr="005C7EA8" w14:paraId="17F6CDE9" w14:textId="77777777" w:rsidTr="004A4636">
              <w:tc>
                <w:tcPr>
                  <w:tcW w:w="1718" w:type="dxa"/>
                </w:tcPr>
                <w:p w14:paraId="0DEDC30E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ACMHBR301*</w:t>
                  </w:r>
                </w:p>
              </w:tc>
              <w:tc>
                <w:tcPr>
                  <w:tcW w:w="5670" w:type="dxa"/>
                </w:tcPr>
                <w:p w14:paraId="7560A715" w14:textId="77777777" w:rsidR="00F02A95" w:rsidRPr="00C71C92" w:rsidRDefault="00F02A95" w:rsidP="00F02A95">
                  <w:pPr>
                    <w:pStyle w:val="SIText"/>
                  </w:pPr>
                  <w:r w:rsidRPr="00D420BC">
                    <w:t xml:space="preserve">Transport horses </w:t>
                  </w:r>
                </w:p>
              </w:tc>
            </w:tr>
            <w:tr w:rsidR="00F02A95" w:rsidRPr="005C7EA8" w14:paraId="3C148001" w14:textId="77777777" w:rsidTr="004A4636">
              <w:tc>
                <w:tcPr>
                  <w:tcW w:w="1718" w:type="dxa"/>
                </w:tcPr>
                <w:p w14:paraId="72463217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ACMHBR302*</w:t>
                  </w:r>
                </w:p>
              </w:tc>
              <w:tc>
                <w:tcPr>
                  <w:tcW w:w="5670" w:type="dxa"/>
                </w:tcPr>
                <w:p w14:paraId="09FCA361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Carry out basic hoof procedures</w:t>
                  </w:r>
                </w:p>
              </w:tc>
            </w:tr>
            <w:tr w:rsidR="00F02A95" w:rsidRPr="005C7EA8" w14:paraId="0DB2D782" w14:textId="77777777" w:rsidTr="004A4636">
              <w:tc>
                <w:tcPr>
                  <w:tcW w:w="1718" w:type="dxa"/>
                </w:tcPr>
                <w:p w14:paraId="797F6FF1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ACMHBR310</w:t>
                  </w:r>
                </w:p>
              </w:tc>
              <w:tc>
                <w:tcPr>
                  <w:tcW w:w="5670" w:type="dxa"/>
                </w:tcPr>
                <w:p w14:paraId="28F658A1" w14:textId="77777777" w:rsidR="00F02A95" w:rsidRPr="00C71C92" w:rsidRDefault="00F02A95" w:rsidP="00F02A95">
                  <w:pPr>
                    <w:pStyle w:val="SIText"/>
                  </w:pPr>
                  <w:r w:rsidRPr="00D420BC">
                    <w:t xml:space="preserve">Prevent and treat equine injury </w:t>
                  </w:r>
                  <w:r>
                    <w:t>and</w:t>
                  </w:r>
                  <w:r w:rsidRPr="00D420BC">
                    <w:t xml:space="preserve"> disease</w:t>
                  </w:r>
                </w:p>
              </w:tc>
            </w:tr>
            <w:tr w:rsidR="00F02A95" w:rsidRPr="005C7EA8" w14:paraId="76816EA6" w14:textId="77777777" w:rsidTr="004A4636">
              <w:tc>
                <w:tcPr>
                  <w:tcW w:w="1718" w:type="dxa"/>
                </w:tcPr>
                <w:p w14:paraId="2102407D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RGRCMN203</w:t>
                  </w:r>
                </w:p>
              </w:tc>
              <w:tc>
                <w:tcPr>
                  <w:tcW w:w="5670" w:type="dxa"/>
                </w:tcPr>
                <w:p w14:paraId="6E70BFF8" w14:textId="77777777" w:rsidR="00F02A95" w:rsidRPr="00C71C92" w:rsidRDefault="00F02A95" w:rsidP="00F02A95">
                  <w:pPr>
                    <w:pStyle w:val="SIText"/>
                  </w:pPr>
                  <w:r w:rsidRPr="00D420BC">
                    <w:t xml:space="preserve">Comply with racing industry ethics and integrity </w:t>
                  </w:r>
                </w:p>
              </w:tc>
            </w:tr>
            <w:tr w:rsidR="00F02A95" w:rsidRPr="005C7EA8" w14:paraId="7A5FEECD" w14:textId="77777777" w:rsidTr="004A4636">
              <w:tc>
                <w:tcPr>
                  <w:tcW w:w="1718" w:type="dxa"/>
                </w:tcPr>
                <w:p w14:paraId="5E7EC353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RGRPSH202</w:t>
                  </w:r>
                </w:p>
              </w:tc>
              <w:tc>
                <w:tcPr>
                  <w:tcW w:w="5670" w:type="dxa"/>
                </w:tcPr>
                <w:p w14:paraId="40182C15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Assist with transportation of horses</w:t>
                  </w:r>
                </w:p>
              </w:tc>
            </w:tr>
            <w:tr w:rsidR="00F02A95" w:rsidRPr="005C7EA8" w14:paraId="6D0CD28B" w14:textId="77777777" w:rsidTr="004A4636">
              <w:tc>
                <w:tcPr>
                  <w:tcW w:w="1718" w:type="dxa"/>
                </w:tcPr>
                <w:p w14:paraId="4D59321F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RGRPSH301</w:t>
                  </w:r>
                </w:p>
              </w:tc>
              <w:tc>
                <w:tcPr>
                  <w:tcW w:w="5670" w:type="dxa"/>
                </w:tcPr>
                <w:p w14:paraId="71E4AEA5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Implement stable operations</w:t>
                  </w:r>
                </w:p>
              </w:tc>
            </w:tr>
            <w:tr w:rsidR="00F02A95" w:rsidRPr="005C7EA8" w14:paraId="26CCF41A" w14:textId="77777777" w:rsidTr="004A4636">
              <w:tc>
                <w:tcPr>
                  <w:tcW w:w="1718" w:type="dxa"/>
                </w:tcPr>
                <w:p w14:paraId="1FF62033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RGRPSH302</w:t>
                  </w:r>
                </w:p>
              </w:tc>
              <w:tc>
                <w:tcPr>
                  <w:tcW w:w="5670" w:type="dxa"/>
                </w:tcPr>
                <w:p w14:paraId="403E0830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Supervise handling of horses</w:t>
                  </w:r>
                </w:p>
              </w:tc>
            </w:tr>
            <w:tr w:rsidR="00F02A95" w:rsidRPr="005C7EA8" w14:paraId="3209E638" w14:textId="77777777" w:rsidTr="004A4636">
              <w:tc>
                <w:tcPr>
                  <w:tcW w:w="1718" w:type="dxa"/>
                </w:tcPr>
                <w:p w14:paraId="1FBD5B0B" w14:textId="77777777" w:rsidR="00F02A95" w:rsidRDefault="00F02A95" w:rsidP="00F02A95">
                  <w:pPr>
                    <w:pStyle w:val="SIText"/>
                  </w:pPr>
                  <w:r w:rsidRPr="00D420BC">
                    <w:t xml:space="preserve">RGRPSH308 </w:t>
                  </w:r>
                </w:p>
              </w:tc>
              <w:tc>
                <w:tcPr>
                  <w:tcW w:w="5670" w:type="dxa"/>
                </w:tcPr>
                <w:p w14:paraId="3E5A876B" w14:textId="77777777" w:rsidR="00F02A95" w:rsidRPr="00C71C92" w:rsidRDefault="00F02A95" w:rsidP="00F02A95">
                  <w:pPr>
                    <w:pStyle w:val="SIText"/>
                  </w:pPr>
                  <w:r w:rsidRPr="00D420BC">
                    <w:t xml:space="preserve">Provide first aid and emergency care for horses or other equines </w:t>
                  </w:r>
                </w:p>
              </w:tc>
            </w:tr>
            <w:tr w:rsidR="00F02A95" w:rsidRPr="005C7EA8" w14:paraId="3D47BBE1" w14:textId="77777777" w:rsidTr="004A4636">
              <w:tc>
                <w:tcPr>
                  <w:tcW w:w="1718" w:type="dxa"/>
                </w:tcPr>
                <w:p w14:paraId="40D1BDB9" w14:textId="77777777" w:rsidR="00F02A95" w:rsidRPr="00D420BC" w:rsidRDefault="00F02A95" w:rsidP="00F02A95">
                  <w:pPr>
                    <w:pStyle w:val="SIText"/>
                  </w:pPr>
                  <w:r w:rsidRPr="004E1D3D">
                    <w:t xml:space="preserve">SISXEMR001 </w:t>
                  </w:r>
                </w:p>
              </w:tc>
              <w:tc>
                <w:tcPr>
                  <w:tcW w:w="5670" w:type="dxa"/>
                </w:tcPr>
                <w:p w14:paraId="496831B5" w14:textId="77777777" w:rsidR="00F02A95" w:rsidRPr="00D420BC" w:rsidRDefault="00F02A95" w:rsidP="00F02A95">
                  <w:pPr>
                    <w:pStyle w:val="SIText"/>
                  </w:pPr>
                  <w:r w:rsidRPr="004E1D3D">
                    <w:t xml:space="preserve">Respond to emergency situations </w:t>
                  </w:r>
                </w:p>
              </w:tc>
            </w:tr>
          </w:tbl>
          <w:p w14:paraId="03FF7963" w14:textId="77777777" w:rsidR="00D420BC" w:rsidRDefault="00D420BC" w:rsidP="00894FBB">
            <w:pPr>
              <w:rPr>
                <w:lang w:eastAsia="en-US"/>
              </w:rPr>
            </w:pPr>
          </w:p>
          <w:p w14:paraId="7AE08BD9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3620F94" w14:textId="77777777" w:rsidR="004270D2" w:rsidRPr="00022F07" w:rsidRDefault="004270D2" w:rsidP="000C3319">
            <w:pPr>
              <w:pStyle w:val="SIText"/>
            </w:pPr>
            <w:r w:rsidRPr="00022F07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73D800E4" w14:textId="77777777" w:rsidTr="004A4636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FC4B1A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D9EFF8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D420BC" w14:paraId="39CEC98D" w14:textId="77777777" w:rsidTr="004A4636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71826" w14:textId="77777777" w:rsidR="00D420BC" w:rsidRPr="001C441B" w:rsidRDefault="00D420BC" w:rsidP="00D420BC">
                  <w:pPr>
                    <w:pStyle w:val="SIText"/>
                    <w:rPr>
                      <w:strike/>
                    </w:rPr>
                  </w:pPr>
                  <w:commentRangeStart w:id="5"/>
                  <w:r w:rsidRPr="001C441B">
                    <w:rPr>
                      <w:strike/>
                    </w:rPr>
                    <w:t>RGRHBR303</w:t>
                  </w:r>
                  <w:commentRangeEnd w:id="5"/>
                  <w:r w:rsidR="001C441B">
                    <w:rPr>
                      <w:rStyle w:val="CommentReference"/>
                      <w:lang w:eastAsia="en-AU"/>
                    </w:rPr>
                    <w:commentReference w:id="5"/>
                  </w:r>
                  <w:r w:rsidRPr="001C441B">
                    <w:rPr>
                      <w:strike/>
                    </w:rPr>
                    <w:t>* Carry out mare mating procedures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6443E" w14:textId="77777777" w:rsidR="00D420BC" w:rsidRPr="001C441B" w:rsidRDefault="00413B34" w:rsidP="00413B34">
                  <w:pPr>
                    <w:pStyle w:val="SIText"/>
                    <w:rPr>
                      <w:strike/>
                    </w:rPr>
                  </w:pPr>
                  <w:r w:rsidRPr="001C441B">
                    <w:rPr>
                      <w:strike/>
                    </w:rPr>
                    <w:t>ACMEQU202 Handle horses safely*</w:t>
                  </w:r>
                </w:p>
                <w:p w14:paraId="3984E194" w14:textId="77777777" w:rsidR="00413B34" w:rsidRPr="001C441B" w:rsidRDefault="00413B34" w:rsidP="00413B34">
                  <w:pPr>
                    <w:pStyle w:val="SIText"/>
                    <w:rPr>
                      <w:strike/>
                    </w:rPr>
                  </w:pPr>
                  <w:r w:rsidRPr="001C441B">
                    <w:rPr>
                      <w:strike/>
                    </w:rPr>
                    <w:t>ACMEQU205 Apply knowledge of horse behaviour</w:t>
                  </w:r>
                </w:p>
              </w:tc>
            </w:tr>
            <w:tr w:rsidR="00D420BC" w14:paraId="2194B499" w14:textId="77777777" w:rsidTr="004A4636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6F772" w14:textId="77777777" w:rsidR="00D420BC" w:rsidRPr="001C441B" w:rsidRDefault="00DB5D26" w:rsidP="00D420BC">
                  <w:pPr>
                    <w:pStyle w:val="SIText"/>
                    <w:rPr>
                      <w:strike/>
                    </w:rPr>
                  </w:pPr>
                  <w:r w:rsidRPr="001C441B">
                    <w:rPr>
                      <w:strike/>
                    </w:rPr>
                    <w:t>RGRHBR304* Assist with artificial insemination of mares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FA65C" w14:textId="77777777" w:rsidR="00413B34" w:rsidRPr="001C441B" w:rsidRDefault="00413B34" w:rsidP="00413B34">
                  <w:pPr>
                    <w:pStyle w:val="SIText"/>
                    <w:rPr>
                      <w:strike/>
                    </w:rPr>
                  </w:pPr>
                  <w:r w:rsidRPr="001C441B">
                    <w:rPr>
                      <w:strike/>
                    </w:rPr>
                    <w:t>ACMEQU202 Handle horses safely*</w:t>
                  </w:r>
                </w:p>
                <w:p w14:paraId="2A3DD803" w14:textId="77777777" w:rsidR="00D420BC" w:rsidRPr="001C441B" w:rsidRDefault="00413B34" w:rsidP="00413B34">
                  <w:pPr>
                    <w:pStyle w:val="SIText"/>
                    <w:rPr>
                      <w:strike/>
                    </w:rPr>
                  </w:pPr>
                  <w:r w:rsidRPr="001C441B">
                    <w:rPr>
                      <w:strike/>
                    </w:rPr>
                    <w:t>ACMEQU205 Apply knowledge of horse behaviour</w:t>
                  </w:r>
                </w:p>
              </w:tc>
            </w:tr>
            <w:tr w:rsidR="00D420BC" w14:paraId="25CD7090" w14:textId="77777777" w:rsidTr="00DB5D26">
              <w:trPr>
                <w:trHeight w:val="494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E10C53" w14:textId="77777777" w:rsidR="00D420BC" w:rsidRPr="001C441B" w:rsidRDefault="001C441B" w:rsidP="00DB5D26">
                  <w:pPr>
                    <w:pStyle w:val="SIText"/>
                    <w:rPr>
                      <w:strike/>
                    </w:rPr>
                  </w:pPr>
                  <w:r w:rsidRPr="001C441B">
                    <w:rPr>
                      <w:strike/>
                    </w:rPr>
                    <w:t>RGR</w:t>
                  </w:r>
                  <w:r w:rsidR="00DB5D26" w:rsidRPr="001C441B">
                    <w:rPr>
                      <w:strike/>
                    </w:rPr>
                    <w:t>HBR305* Assess suitability of horses for specific uses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2B594" w14:textId="77777777" w:rsidR="00413B34" w:rsidRPr="001C441B" w:rsidRDefault="00413B34" w:rsidP="00413B34">
                  <w:pPr>
                    <w:pStyle w:val="SIText"/>
                    <w:rPr>
                      <w:strike/>
                    </w:rPr>
                  </w:pPr>
                  <w:r w:rsidRPr="001C441B">
                    <w:rPr>
                      <w:strike/>
                    </w:rPr>
                    <w:t>ACMEQU202 Handle horses safely*</w:t>
                  </w:r>
                </w:p>
                <w:p w14:paraId="611CB80B" w14:textId="77777777" w:rsidR="00D420BC" w:rsidRPr="001C441B" w:rsidRDefault="00413B34" w:rsidP="00413B34">
                  <w:pPr>
                    <w:pStyle w:val="SIText"/>
                    <w:rPr>
                      <w:strike/>
                    </w:rPr>
                  </w:pPr>
                  <w:r w:rsidRPr="001C441B">
                    <w:rPr>
                      <w:strike/>
                    </w:rPr>
                    <w:t>ACMEQU205 Apply knowledge of horse behaviour</w:t>
                  </w:r>
                </w:p>
              </w:tc>
            </w:tr>
            <w:tr w:rsidR="00DB5D26" w14:paraId="1C65BE54" w14:textId="77777777" w:rsidTr="00DB5D26">
              <w:trPr>
                <w:trHeight w:val="512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413BC" w14:textId="77777777" w:rsidR="00DB5D26" w:rsidRPr="001C441B" w:rsidRDefault="00DB5D26" w:rsidP="00DB5D26">
                  <w:pPr>
                    <w:pStyle w:val="SIText"/>
                    <w:rPr>
                      <w:strike/>
                    </w:rPr>
                  </w:pPr>
                  <w:r w:rsidRPr="001C441B">
                    <w:rPr>
                      <w:strike/>
                    </w:rPr>
                    <w:t>RGRHBR307* Handle young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601D0" w14:textId="77777777" w:rsidR="00413B34" w:rsidRPr="001C441B" w:rsidRDefault="00413B34" w:rsidP="00413B34">
                  <w:pPr>
                    <w:pStyle w:val="SIText"/>
                    <w:rPr>
                      <w:strike/>
                    </w:rPr>
                  </w:pPr>
                  <w:r w:rsidRPr="001C441B">
                    <w:rPr>
                      <w:strike/>
                    </w:rPr>
                    <w:t>ACMEQU202 Handle horses safely*</w:t>
                  </w:r>
                </w:p>
                <w:p w14:paraId="2D9085B2" w14:textId="77777777" w:rsidR="00DB5D26" w:rsidRPr="001C441B" w:rsidRDefault="00413B34" w:rsidP="00413B34">
                  <w:pPr>
                    <w:pStyle w:val="SIText"/>
                    <w:rPr>
                      <w:strike/>
                    </w:rPr>
                  </w:pPr>
                  <w:r w:rsidRPr="001C441B">
                    <w:rPr>
                      <w:strike/>
                    </w:rPr>
                    <w:t>ACMEQU205 Apply knowledge of horse behaviour</w:t>
                  </w:r>
                </w:p>
              </w:tc>
            </w:tr>
            <w:tr w:rsidR="00DB5D26" w14:paraId="5EB37A08" w14:textId="77777777" w:rsidTr="00DB5D26">
              <w:trPr>
                <w:trHeight w:val="52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36CFE" w14:textId="77777777" w:rsidR="00DB5D26" w:rsidRPr="001C441B" w:rsidRDefault="00DB5D26" w:rsidP="00DB5D26">
                  <w:pPr>
                    <w:pStyle w:val="SIText"/>
                    <w:rPr>
                      <w:strike/>
                    </w:rPr>
                  </w:pPr>
                  <w:r w:rsidRPr="001C441B">
                    <w:rPr>
                      <w:strike/>
                    </w:rPr>
                    <w:t>RGRHBR311* Raise young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902E5" w14:textId="77777777" w:rsidR="00413B34" w:rsidRPr="001C441B" w:rsidRDefault="00413B34" w:rsidP="00413B34">
                  <w:pPr>
                    <w:pStyle w:val="SIText"/>
                    <w:rPr>
                      <w:strike/>
                    </w:rPr>
                  </w:pPr>
                  <w:r w:rsidRPr="001C441B">
                    <w:rPr>
                      <w:strike/>
                    </w:rPr>
                    <w:t>ACMEQU202 Handle horses safely*</w:t>
                  </w:r>
                </w:p>
                <w:p w14:paraId="4BB0F4FD" w14:textId="77777777" w:rsidR="00DB5D26" w:rsidRPr="001C441B" w:rsidRDefault="00413B34" w:rsidP="00413B34">
                  <w:pPr>
                    <w:pStyle w:val="SIText"/>
                    <w:rPr>
                      <w:strike/>
                    </w:rPr>
                  </w:pPr>
                  <w:r w:rsidRPr="001C441B">
                    <w:rPr>
                      <w:strike/>
                    </w:rPr>
                    <w:t>ACMEQU205 Apply knowledge of horse behaviour</w:t>
                  </w:r>
                </w:p>
              </w:tc>
            </w:tr>
            <w:tr w:rsidR="00F02A95" w14:paraId="00B8B3D4" w14:textId="77777777" w:rsidTr="00DB5D26">
              <w:trPr>
                <w:trHeight w:val="52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5D62DE" w14:textId="77777777" w:rsidR="00F02A95" w:rsidRPr="00C71C92" w:rsidRDefault="00F02A95" w:rsidP="00DB5D26">
                  <w:pPr>
                    <w:pStyle w:val="SIText"/>
                  </w:pPr>
                  <w:r>
                    <w:t xml:space="preserve">ACMEQU204* </w:t>
                  </w:r>
                  <w:r w:rsidRPr="00F02A95">
                    <w:t>Perform daily tasks in the horse industry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A6AFF2" w14:textId="77777777" w:rsidR="00F02A95" w:rsidRPr="00413B34" w:rsidRDefault="00F02A95" w:rsidP="00413B34">
                  <w:pPr>
                    <w:pStyle w:val="SIText"/>
                  </w:pPr>
                  <w:r w:rsidRPr="00D420BC">
                    <w:t>ACMEQU205</w:t>
                  </w:r>
                  <w:r>
                    <w:t xml:space="preserve"> </w:t>
                  </w:r>
                  <w:r w:rsidRPr="00D420BC">
                    <w:t>Apply knowledge of horse behaviour</w:t>
                  </w:r>
                </w:p>
              </w:tc>
            </w:tr>
            <w:tr w:rsidR="00DB5D26" w14:paraId="662B5B25" w14:textId="77777777" w:rsidTr="00DB5D26">
              <w:trPr>
                <w:trHeight w:val="377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7887C" w14:textId="77777777" w:rsidR="00DB5D26" w:rsidRPr="00C71C92" w:rsidRDefault="00DB5D26" w:rsidP="00DB5D26">
                  <w:pPr>
                    <w:pStyle w:val="SIText"/>
                  </w:pPr>
                  <w:r w:rsidRPr="00D420BC">
                    <w:t>ACMHBR301*</w:t>
                  </w:r>
                  <w:r>
                    <w:t xml:space="preserve"> </w:t>
                  </w:r>
                  <w:r w:rsidRPr="00D420BC">
                    <w:t xml:space="preserve">Transport horses 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9BC6EE" w14:textId="77777777" w:rsidR="00DB5D26" w:rsidRPr="003D3E14" w:rsidRDefault="00413B34" w:rsidP="00413B34">
                  <w:pPr>
                    <w:pStyle w:val="SIText"/>
                  </w:pPr>
                  <w:r w:rsidRPr="00D420BC">
                    <w:t>ACMEQU205</w:t>
                  </w:r>
                  <w:r>
                    <w:t xml:space="preserve"> </w:t>
                  </w:r>
                  <w:r w:rsidRPr="00D420BC">
                    <w:t>Apply knowledge of horse behaviour</w:t>
                  </w:r>
                </w:p>
              </w:tc>
            </w:tr>
            <w:tr w:rsidR="00DB5D26" w14:paraId="2CC5A58B" w14:textId="77777777" w:rsidTr="00DB5D26">
              <w:trPr>
                <w:trHeight w:val="476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48D9C" w14:textId="77777777" w:rsidR="00DB5D26" w:rsidRPr="00D420BC" w:rsidRDefault="00DB5D26" w:rsidP="00DB5D26">
                  <w:pPr>
                    <w:pStyle w:val="SIText"/>
                  </w:pPr>
                  <w:r w:rsidRPr="00D420BC">
                    <w:t>ACMHBR302*</w:t>
                  </w:r>
                  <w:r>
                    <w:t xml:space="preserve"> </w:t>
                  </w:r>
                  <w:r w:rsidRPr="00D420BC">
                    <w:t>Carry out basic hoof procedures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541E" w14:textId="77777777" w:rsidR="00413B34" w:rsidRPr="00413B34" w:rsidRDefault="00413B34" w:rsidP="00413B34">
                  <w:pPr>
                    <w:pStyle w:val="SIText"/>
                  </w:pPr>
                  <w:r w:rsidRPr="00413B34">
                    <w:t>ACMEQU202 Handle horses safely*</w:t>
                  </w:r>
                </w:p>
                <w:p w14:paraId="1CACD074" w14:textId="77777777" w:rsidR="00DB5D26" w:rsidRPr="003D3E14" w:rsidRDefault="00413B34" w:rsidP="00413B34">
                  <w:pPr>
                    <w:pStyle w:val="SIText"/>
                  </w:pPr>
                  <w:r w:rsidRPr="00D420BC">
                    <w:t>ACMEQU205</w:t>
                  </w:r>
                  <w:r>
                    <w:t xml:space="preserve"> </w:t>
                  </w:r>
                  <w:r w:rsidRPr="00D420BC">
                    <w:t>Apply knowledge of horse behaviour</w:t>
                  </w:r>
                </w:p>
              </w:tc>
            </w:tr>
          </w:tbl>
          <w:p w14:paraId="356C9033" w14:textId="77777777" w:rsidR="004270D2" w:rsidRDefault="004270D2" w:rsidP="008E7B69"/>
          <w:p w14:paraId="20E4D20A" w14:textId="77777777" w:rsidR="00DB5D26" w:rsidRDefault="00DB5D26" w:rsidP="00DB5D26">
            <w:pPr>
              <w:pStyle w:val="SIText"/>
              <w:tabs>
                <w:tab w:val="left" w:pos="1831"/>
              </w:tabs>
              <w:ind w:left="113"/>
            </w:pPr>
          </w:p>
        </w:tc>
      </w:tr>
    </w:tbl>
    <w:p w14:paraId="7F723F51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DB3E340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CF40D5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9B1D49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0614EC6" w14:textId="77777777" w:rsidTr="004A4636">
              <w:trPr>
                <w:tblHeader/>
              </w:trPr>
              <w:tc>
                <w:tcPr>
                  <w:tcW w:w="1028" w:type="pct"/>
                </w:tcPr>
                <w:p w14:paraId="5635B85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65ECC0E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6B086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D26B10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70BFF76" w14:textId="77777777" w:rsidTr="004A4636">
              <w:tc>
                <w:tcPr>
                  <w:tcW w:w="1028" w:type="pct"/>
                </w:tcPr>
                <w:p w14:paraId="4017F2D9" w14:textId="77777777" w:rsidR="000C13F1" w:rsidRPr="0022584B" w:rsidRDefault="0002120A" w:rsidP="0022584B">
                  <w:pPr>
                    <w:pStyle w:val="SIText"/>
                  </w:pPr>
                  <w:r w:rsidRPr="0022584B">
                    <w:rPr>
                      <w:rStyle w:val="TemporarytextChar"/>
                      <w:color w:val="auto"/>
                      <w:lang w:eastAsia="en-US"/>
                    </w:rPr>
                    <w:t>RGR30X19</w:t>
                  </w:r>
                  <w:r w:rsidRPr="0022584B">
                    <w:t xml:space="preserve"> Certificate III in Horse Breeding</w:t>
                  </w:r>
                  <w:r w:rsidR="000C13F1" w:rsidRPr="0022584B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71CC3E67" w14:textId="77777777" w:rsidR="000C13F1" w:rsidRPr="00BC49BB" w:rsidRDefault="0002120A" w:rsidP="000C13F1">
                  <w:pPr>
                    <w:pStyle w:val="SIText"/>
                  </w:pPr>
                  <w:r>
                    <w:t>ACM30717 Certificate III in Horse Breeding</w:t>
                  </w:r>
                </w:p>
              </w:tc>
              <w:tc>
                <w:tcPr>
                  <w:tcW w:w="1398" w:type="pct"/>
                </w:tcPr>
                <w:p w14:paraId="4382F1E0" w14:textId="77777777" w:rsidR="0002120A" w:rsidRDefault="0002120A" w:rsidP="0002120A">
                  <w:pPr>
                    <w:pStyle w:val="SIText"/>
                  </w:pPr>
                  <w:r>
                    <w:t>Recoded from ACM to RGR to reflect industry usage</w:t>
                  </w:r>
                </w:p>
                <w:p w14:paraId="1185ECFA" w14:textId="77777777" w:rsidR="000C13F1" w:rsidRPr="00BC49BB" w:rsidRDefault="0002120A" w:rsidP="0002120A">
                  <w:pPr>
                    <w:pStyle w:val="SIText"/>
                  </w:pPr>
                  <w:r>
                    <w:t xml:space="preserve">Changes to core </w:t>
                  </w:r>
                  <w:r w:rsidR="001C441B">
                    <w:t xml:space="preserve">and elective </w:t>
                  </w:r>
                  <w:r>
                    <w:t>units</w:t>
                  </w:r>
                  <w:r w:rsidR="0022584B">
                    <w:t xml:space="preserve"> and packaging rules</w:t>
                  </w:r>
                  <w:r>
                    <w:t xml:space="preserve"> </w:t>
                  </w:r>
                </w:p>
              </w:tc>
              <w:tc>
                <w:tcPr>
                  <w:tcW w:w="1469" w:type="pct"/>
                </w:tcPr>
                <w:p w14:paraId="59E0FB0D" w14:textId="77777777" w:rsidR="00ED452F" w:rsidRPr="00BC49BB" w:rsidRDefault="000C13F1" w:rsidP="0022584B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12540E43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0D7307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921EFF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5FF5E72" w14:textId="77777777" w:rsidR="000C13F1" w:rsidRDefault="00140954" w:rsidP="00ED452F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ED452F">
              <w:t>h</w:t>
            </w:r>
            <w:r w:rsidR="00ED452F" w:rsidRPr="00ED452F">
              <w:t xml:space="preserve">ttps://vetnet.education.gov.au/Pages/TrainingDocs.aspx?q=5c4b8489-f7e1-463b-81c8-6ecce6c192a0 </w:t>
            </w:r>
          </w:p>
        </w:tc>
      </w:tr>
    </w:tbl>
    <w:p w14:paraId="2A6AA157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28T17:50:00Z" w:initials="SH">
    <w:p w14:paraId="7BA13DFA" w14:textId="7A7A7881" w:rsidR="003718FD" w:rsidRDefault="003718FD">
      <w:pPr>
        <w:pStyle w:val="CommentText"/>
      </w:pPr>
      <w:r>
        <w:rPr>
          <w:rStyle w:val="CommentReference"/>
        </w:rPr>
        <w:annotationRef/>
      </w:r>
      <w:r>
        <w:t>BSBWHS unit is included in other racing qualifications and skill sets</w:t>
      </w:r>
    </w:p>
  </w:comment>
  <w:comment w:id="2" w:author="Sue Hamilton" w:date="2018-09-12T20:58:00Z" w:initials="SH">
    <w:p w14:paraId="1D6C9CA8" w14:textId="609B836C" w:rsidR="00137A3F" w:rsidRDefault="00137A3F" w:rsidP="003718FD">
      <w:pPr>
        <w:pStyle w:val="CommentText"/>
      </w:pPr>
      <w:r>
        <w:rPr>
          <w:rStyle w:val="CommentReference"/>
        </w:rPr>
        <w:annotationRef/>
      </w:r>
      <w:r>
        <w:t xml:space="preserve">New unit </w:t>
      </w:r>
    </w:p>
  </w:comment>
  <w:comment w:id="3" w:author="Sue Hamilton" w:date="2018-09-06T09:24:00Z" w:initials="SH">
    <w:p w14:paraId="6AC28935" w14:textId="77777777" w:rsidR="00137A3F" w:rsidRDefault="00137A3F" w:rsidP="00C71C92">
      <w:pPr>
        <w:pStyle w:val="CommentText"/>
      </w:pPr>
      <w:r>
        <w:rPr>
          <w:rStyle w:val="CommentReference"/>
        </w:rPr>
        <w:annotationRef/>
      </w:r>
      <w:r>
        <w:t>ACMEQU202 has a prerequisite – included in electives (</w:t>
      </w:r>
      <w:r w:rsidRPr="00EE79C5">
        <w:rPr>
          <w:rFonts w:cstheme="minorHAnsi"/>
        </w:rPr>
        <w:t>ACMEQU205 Apply knowledge of horse behaviour)</w:t>
      </w:r>
    </w:p>
  </w:comment>
  <w:comment w:id="4" w:author="Sue Hamilton" w:date="2018-09-13T16:35:00Z" w:initials="SH">
    <w:p w14:paraId="4416AE97" w14:textId="0FAEAED4" w:rsidR="00137A3F" w:rsidRDefault="00137A3F">
      <w:pPr>
        <w:pStyle w:val="CommentText"/>
      </w:pPr>
      <w:r>
        <w:rPr>
          <w:rStyle w:val="CommentReference"/>
        </w:rPr>
        <w:annotationRef/>
      </w:r>
      <w:r w:rsidR="003718FD">
        <w:t>Review need for</w:t>
      </w:r>
      <w:r>
        <w:t xml:space="preserve"> prerequisites </w:t>
      </w:r>
      <w:r w:rsidR="003718FD">
        <w:t>in</w:t>
      </w:r>
      <w:r>
        <w:t xml:space="preserve"> these units– now coded RGR</w:t>
      </w:r>
      <w:r w:rsidR="003718FD">
        <w:t xml:space="preserve">* </w:t>
      </w:r>
    </w:p>
    <w:p w14:paraId="3534A5C2" w14:textId="3690519A" w:rsidR="00137A3F" w:rsidRPr="001D3BC9" w:rsidRDefault="00137A3F" w:rsidP="00F02A95">
      <w:pPr>
        <w:pStyle w:val="SIText"/>
      </w:pPr>
      <w:r w:rsidRPr="001D3BC9">
        <w:t>RGRHBR30</w:t>
      </w:r>
      <w:r w:rsidR="003718FD">
        <w:t>2</w:t>
      </w:r>
      <w:r w:rsidRPr="001D3BC9">
        <w:t>*</w:t>
      </w:r>
    </w:p>
    <w:p w14:paraId="3FC7C138" w14:textId="0994A91B" w:rsidR="00137A3F" w:rsidRPr="001D3BC9" w:rsidRDefault="00137A3F" w:rsidP="00F02A95">
      <w:pPr>
        <w:pStyle w:val="SIText"/>
      </w:pPr>
      <w:r w:rsidRPr="001D3BC9">
        <w:t>RGRHBR30</w:t>
      </w:r>
      <w:r w:rsidR="003718FD">
        <w:t>3</w:t>
      </w:r>
      <w:r w:rsidRPr="001D3BC9">
        <w:t>*</w:t>
      </w:r>
    </w:p>
    <w:p w14:paraId="6D4C4E98" w14:textId="3DE8F020" w:rsidR="00137A3F" w:rsidRPr="001D3BC9" w:rsidRDefault="00137A3F" w:rsidP="00F02A95">
      <w:pPr>
        <w:pStyle w:val="SIText"/>
      </w:pPr>
      <w:r>
        <w:t>RGR</w:t>
      </w:r>
      <w:r w:rsidRPr="001D3BC9">
        <w:t>HBR30</w:t>
      </w:r>
      <w:r w:rsidR="003718FD">
        <w:t>4</w:t>
      </w:r>
      <w:r w:rsidRPr="001D3BC9">
        <w:t>*</w:t>
      </w:r>
    </w:p>
    <w:p w14:paraId="2370017A" w14:textId="307D3140" w:rsidR="00137A3F" w:rsidRPr="001D3BC9" w:rsidRDefault="00137A3F" w:rsidP="00F02A95">
      <w:pPr>
        <w:pStyle w:val="SIText"/>
      </w:pPr>
      <w:r w:rsidRPr="001D3BC9">
        <w:t>RGRHBR30</w:t>
      </w:r>
      <w:r w:rsidR="003718FD">
        <w:t>5</w:t>
      </w:r>
      <w:r w:rsidRPr="001D3BC9">
        <w:t>*</w:t>
      </w:r>
    </w:p>
    <w:p w14:paraId="1AF55A4C" w14:textId="0FD3DB1C" w:rsidR="00137A3F" w:rsidRDefault="00137A3F" w:rsidP="00F02A95">
      <w:pPr>
        <w:pStyle w:val="SIText"/>
      </w:pPr>
      <w:r w:rsidRPr="001D3BC9">
        <w:t>RGRHBR3</w:t>
      </w:r>
      <w:r w:rsidR="003718FD">
        <w:t>06</w:t>
      </w:r>
      <w:r w:rsidRPr="001D3BC9">
        <w:t>*</w:t>
      </w:r>
    </w:p>
  </w:comment>
  <w:comment w:id="5" w:author="Sue Hamilton" w:date="2018-09-13T16:39:00Z" w:initials="SH">
    <w:p w14:paraId="7CBA26DB" w14:textId="77777777" w:rsidR="00137A3F" w:rsidRDefault="00137A3F">
      <w:pPr>
        <w:pStyle w:val="CommentText"/>
      </w:pPr>
      <w:r>
        <w:rPr>
          <w:rStyle w:val="CommentReference"/>
        </w:rPr>
        <w:annotationRef/>
      </w:r>
      <w:r>
        <w:t>Delete from table if prerequisites are removed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BA13DFA" w15:done="0"/>
  <w15:commentEx w15:paraId="1D6C9CA8" w15:done="0"/>
  <w15:commentEx w15:paraId="6AC28935" w15:done="0"/>
  <w15:commentEx w15:paraId="1AF55A4C" w15:done="0"/>
  <w15:commentEx w15:paraId="7CBA26D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FEFAE" w14:textId="77777777" w:rsidR="00B635E4" w:rsidRDefault="00B635E4" w:rsidP="00BF3F0A">
      <w:r>
        <w:separator/>
      </w:r>
    </w:p>
    <w:p w14:paraId="767AC1D9" w14:textId="77777777" w:rsidR="00B635E4" w:rsidRDefault="00B635E4"/>
  </w:endnote>
  <w:endnote w:type="continuationSeparator" w:id="0">
    <w:p w14:paraId="5F03A9BE" w14:textId="77777777" w:rsidR="00B635E4" w:rsidRDefault="00B635E4" w:rsidP="00BF3F0A">
      <w:r>
        <w:continuationSeparator/>
      </w:r>
    </w:p>
    <w:p w14:paraId="2A93D1DD" w14:textId="77777777" w:rsidR="00B635E4" w:rsidRDefault="00B63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BE19CB" w14:textId="61FF25CB" w:rsidR="00137A3F" w:rsidRDefault="00137A3F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35E4">
          <w:rPr>
            <w:noProof/>
          </w:rPr>
          <w:t>1</w:t>
        </w:r>
        <w:r>
          <w:rPr>
            <w:noProof/>
          </w:rPr>
          <w:fldChar w:fldCharType="end"/>
        </w:r>
      </w:p>
      <w:p w14:paraId="5CF041EF" w14:textId="77777777" w:rsidR="00137A3F" w:rsidRPr="008E1B41" w:rsidRDefault="00137A3F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081E48B7" w14:textId="77777777" w:rsidR="00137A3F" w:rsidRDefault="00137A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0ECC9" w14:textId="77777777" w:rsidR="00B635E4" w:rsidRDefault="00B635E4" w:rsidP="00BF3F0A">
      <w:r>
        <w:separator/>
      </w:r>
    </w:p>
    <w:p w14:paraId="0F389DA2" w14:textId="77777777" w:rsidR="00B635E4" w:rsidRDefault="00B635E4"/>
  </w:footnote>
  <w:footnote w:type="continuationSeparator" w:id="0">
    <w:p w14:paraId="59C0BF80" w14:textId="77777777" w:rsidR="00B635E4" w:rsidRDefault="00B635E4" w:rsidP="00BF3F0A">
      <w:r>
        <w:continuationSeparator/>
      </w:r>
    </w:p>
    <w:p w14:paraId="527F850A" w14:textId="77777777" w:rsidR="00B635E4" w:rsidRDefault="00B635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C36D7" w14:textId="77777777" w:rsidR="00137A3F" w:rsidRDefault="00137A3F" w:rsidP="00F07C48">
    <w:pPr>
      <w:pStyle w:val="SIText"/>
    </w:pPr>
    <w:r>
      <w:t>RGR30X19 Certificate III in Horse Breeding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5555B0"/>
    <w:multiLevelType w:val="hybridMultilevel"/>
    <w:tmpl w:val="9C8AF2E0"/>
    <w:lvl w:ilvl="0" w:tplc="157CA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3946726"/>
    <w:multiLevelType w:val="hybridMultilevel"/>
    <w:tmpl w:val="EAC89DE0"/>
    <w:lvl w:ilvl="0" w:tplc="0C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8"/>
  </w:num>
  <w:num w:numId="11">
    <w:abstractNumId w:val="12"/>
  </w:num>
  <w:num w:numId="12">
    <w:abstractNumId w:val="10"/>
  </w:num>
  <w:num w:numId="13">
    <w:abstractNumId w:val="15"/>
  </w:num>
  <w:num w:numId="14">
    <w:abstractNumId w:val="7"/>
  </w:num>
  <w:num w:numId="15">
    <w:abstractNumId w:val="11"/>
  </w:num>
  <w:num w:numId="16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84B"/>
    <w:rsid w:val="000014B9"/>
    <w:rsid w:val="00005A15"/>
    <w:rsid w:val="0001108F"/>
    <w:rsid w:val="000115E2"/>
    <w:rsid w:val="0001296A"/>
    <w:rsid w:val="00016803"/>
    <w:rsid w:val="00017C6F"/>
    <w:rsid w:val="0002120A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B4832"/>
    <w:rsid w:val="000B7D6E"/>
    <w:rsid w:val="000C13F1"/>
    <w:rsid w:val="000C3319"/>
    <w:rsid w:val="000D7BE6"/>
    <w:rsid w:val="000E2C86"/>
    <w:rsid w:val="000F29F2"/>
    <w:rsid w:val="00101659"/>
    <w:rsid w:val="00102660"/>
    <w:rsid w:val="001078BF"/>
    <w:rsid w:val="00133957"/>
    <w:rsid w:val="001372F6"/>
    <w:rsid w:val="00137A3F"/>
    <w:rsid w:val="00140954"/>
    <w:rsid w:val="00144385"/>
    <w:rsid w:val="00151293"/>
    <w:rsid w:val="00151D93"/>
    <w:rsid w:val="00156EF3"/>
    <w:rsid w:val="00176E4F"/>
    <w:rsid w:val="0018546B"/>
    <w:rsid w:val="0019796D"/>
    <w:rsid w:val="001A6A3E"/>
    <w:rsid w:val="001A7B6D"/>
    <w:rsid w:val="001B34D5"/>
    <w:rsid w:val="001B513A"/>
    <w:rsid w:val="001C0A75"/>
    <w:rsid w:val="001C441B"/>
    <w:rsid w:val="001D3BC9"/>
    <w:rsid w:val="001E16BC"/>
    <w:rsid w:val="001F28F9"/>
    <w:rsid w:val="001F2BA5"/>
    <w:rsid w:val="001F308D"/>
    <w:rsid w:val="00201A7C"/>
    <w:rsid w:val="0021414D"/>
    <w:rsid w:val="00223124"/>
    <w:rsid w:val="0022584B"/>
    <w:rsid w:val="00225BC0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0443"/>
    <w:rsid w:val="002F1BE6"/>
    <w:rsid w:val="00313098"/>
    <w:rsid w:val="00321C7C"/>
    <w:rsid w:val="00337E82"/>
    <w:rsid w:val="00350BB1"/>
    <w:rsid w:val="00352C83"/>
    <w:rsid w:val="0037067D"/>
    <w:rsid w:val="003718FD"/>
    <w:rsid w:val="0038605F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23D"/>
    <w:rsid w:val="004127E3"/>
    <w:rsid w:val="00413B34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A4636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0E2B"/>
    <w:rsid w:val="005132D6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1320"/>
    <w:rsid w:val="005B5146"/>
    <w:rsid w:val="005C7EA8"/>
    <w:rsid w:val="005D0875"/>
    <w:rsid w:val="005E5CFC"/>
    <w:rsid w:val="005F33CC"/>
    <w:rsid w:val="00601F37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03C95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2070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49D7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35E4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D5541"/>
    <w:rsid w:val="00BF1D4C"/>
    <w:rsid w:val="00BF3F0A"/>
    <w:rsid w:val="00C143C3"/>
    <w:rsid w:val="00C1739B"/>
    <w:rsid w:val="00C26067"/>
    <w:rsid w:val="00C30A29"/>
    <w:rsid w:val="00C317DC"/>
    <w:rsid w:val="00C578E9"/>
    <w:rsid w:val="00C626AE"/>
    <w:rsid w:val="00C703E2"/>
    <w:rsid w:val="00C70626"/>
    <w:rsid w:val="00C71267"/>
    <w:rsid w:val="00C71C92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516F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20BC"/>
    <w:rsid w:val="00D527EF"/>
    <w:rsid w:val="00D54C76"/>
    <w:rsid w:val="00D57EC2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D26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D452F"/>
    <w:rsid w:val="00EF01F8"/>
    <w:rsid w:val="00EF2AD0"/>
    <w:rsid w:val="00EF40EF"/>
    <w:rsid w:val="00F02A95"/>
    <w:rsid w:val="00F07C48"/>
    <w:rsid w:val="00F1480E"/>
    <w:rsid w:val="00F1497D"/>
    <w:rsid w:val="00F16AAC"/>
    <w:rsid w:val="00F23576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24B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4CA790"/>
  <w15:docId w15:val="{34485250-CAEB-458E-8518-29C5D0C0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20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C71C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420BC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paragraph" w:styleId="Revision">
    <w:name w:val="Revision"/>
    <w:hidden/>
    <w:uiPriority w:val="99"/>
    <w:semiHidden/>
    <w:rsid w:val="00F02A95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701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7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36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11_RGR%2019-11%20Racing\Racehorse%20breeding\Qualifications\Pre-draft%20Cert3inHorseBreedingV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2dc3c562-429c-4c6e-bde0-04baaa733b0e">Racehorse breeding skills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37ED7-AEA1-4F4C-8096-FDA5ED189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29C86E-3454-4CEE-97E1-DC652A5FA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Pre-draft Cert3inHorseBreedingV1</Template>
  <TotalTime>0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Sue Hamilton</dc:creator>
  <cp:lastModifiedBy>Ruth Geldard</cp:lastModifiedBy>
  <cp:revision>2</cp:revision>
  <cp:lastPrinted>2016-05-27T05:21:00Z</cp:lastPrinted>
  <dcterms:created xsi:type="dcterms:W3CDTF">2018-10-16T02:40:00Z</dcterms:created>
  <dcterms:modified xsi:type="dcterms:W3CDTF">2018-10-16T02:40:00Z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