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BB684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56962EA" w14:textId="77777777" w:rsidTr="00CA2922">
        <w:trPr>
          <w:tblHeader/>
        </w:trPr>
        <w:tc>
          <w:tcPr>
            <w:tcW w:w="2689" w:type="dxa"/>
          </w:tcPr>
          <w:p w14:paraId="7FF5C0C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1F0FEB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564EAD" w14:paraId="0357C704" w14:textId="77777777" w:rsidTr="00CA2922">
        <w:tc>
          <w:tcPr>
            <w:tcW w:w="2689" w:type="dxa"/>
          </w:tcPr>
          <w:p w14:paraId="4A490EDD" w14:textId="359ACF7B" w:rsidR="00564EAD" w:rsidRPr="00CC451E" w:rsidRDefault="00564EAD" w:rsidP="006E0B3D">
            <w:pPr>
              <w:pStyle w:val="SIText"/>
            </w:pPr>
            <w:r>
              <w:t xml:space="preserve">Release </w:t>
            </w:r>
            <w:r w:rsidR="006E0B3D">
              <w:t>1</w:t>
            </w:r>
          </w:p>
        </w:tc>
        <w:tc>
          <w:tcPr>
            <w:tcW w:w="6939" w:type="dxa"/>
          </w:tcPr>
          <w:p w14:paraId="6FCC153D" w14:textId="3877F798" w:rsidR="00564EAD" w:rsidRPr="00CC451E" w:rsidRDefault="00564EAD" w:rsidP="00F8724B">
            <w:pPr>
              <w:pStyle w:val="SIText"/>
            </w:pPr>
            <w:r>
              <w:t>This version released with AHC Agriculture, Horticulture, Conservation and Land Management Training Package Version 4.0.</w:t>
            </w:r>
          </w:p>
        </w:tc>
      </w:tr>
    </w:tbl>
    <w:p w14:paraId="05CD4C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2F91E6" w14:textId="77777777" w:rsidTr="1737D023">
        <w:tc>
          <w:tcPr>
            <w:tcW w:w="1396" w:type="pct"/>
            <w:shd w:val="clear" w:color="auto" w:fill="auto"/>
          </w:tcPr>
          <w:p w14:paraId="2FFA98F7" w14:textId="73A5CF33" w:rsidR="00F1480E" w:rsidRPr="00923720" w:rsidRDefault="002D34CC" w:rsidP="002D34CC">
            <w:pPr>
              <w:pStyle w:val="SIQUALCODE"/>
            </w:pPr>
            <w:r>
              <w:t>AHC21119</w:t>
            </w:r>
          </w:p>
        </w:tc>
        <w:tc>
          <w:tcPr>
            <w:tcW w:w="3604" w:type="pct"/>
            <w:shd w:val="clear" w:color="auto" w:fill="auto"/>
          </w:tcPr>
          <w:p w14:paraId="3BCB169E" w14:textId="37669AC4" w:rsidR="00F1480E" w:rsidRPr="00923720" w:rsidRDefault="009D6298" w:rsidP="00F8724B">
            <w:pPr>
              <w:pStyle w:val="SIQUALtitle"/>
              <w:tabs>
                <w:tab w:val="left" w:pos="960"/>
              </w:tabs>
            </w:pPr>
            <w:r w:rsidRPr="009D6298">
              <w:t>Certificate II in Irrigation</w:t>
            </w:r>
          </w:p>
        </w:tc>
      </w:tr>
      <w:tr w:rsidR="00A772D9" w:rsidRPr="00963A46" w14:paraId="2EDD4FEE" w14:textId="77777777" w:rsidTr="000D7D36">
        <w:tc>
          <w:tcPr>
            <w:tcW w:w="5000" w:type="pct"/>
            <w:gridSpan w:val="2"/>
            <w:shd w:val="clear" w:color="auto" w:fill="auto"/>
          </w:tcPr>
          <w:p w14:paraId="30FD10FA" w14:textId="6FC7654E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78180AD" w14:textId="7BB4700C" w:rsidR="009D6298" w:rsidRPr="009D6298" w:rsidRDefault="009D6298" w:rsidP="009D6298">
            <w:pPr>
              <w:pStyle w:val="SIText"/>
              <w:rPr>
                <w:color w:val="000000" w:themeColor="text1"/>
              </w:rPr>
            </w:pPr>
            <w:r w:rsidRPr="009D6298">
              <w:rPr>
                <w:color w:val="000000" w:themeColor="text1"/>
              </w:rPr>
              <w:t xml:space="preserve">This qualification describes the </w:t>
            </w:r>
            <w:r w:rsidR="00564EAD">
              <w:rPr>
                <w:color w:val="000000" w:themeColor="text1"/>
              </w:rPr>
              <w:t>skills and knowledge for</w:t>
            </w:r>
            <w:r w:rsidRPr="009D6298">
              <w:rPr>
                <w:color w:val="000000" w:themeColor="text1"/>
              </w:rPr>
              <w:t xml:space="preserve"> entry-level workers</w:t>
            </w:r>
            <w:r w:rsidR="00F40FB1">
              <w:rPr>
                <w:color w:val="000000" w:themeColor="text1"/>
              </w:rPr>
              <w:t xml:space="preserve"> </w:t>
            </w:r>
            <w:r w:rsidRPr="009D6298">
              <w:rPr>
                <w:color w:val="000000" w:themeColor="text1"/>
              </w:rPr>
              <w:t xml:space="preserve">in the irrigation industry. </w:t>
            </w:r>
          </w:p>
          <w:p w14:paraId="54BDE356" w14:textId="77777777" w:rsidR="00564EAD" w:rsidRDefault="00564EAD" w:rsidP="00B6596D">
            <w:pPr>
              <w:pStyle w:val="SIText"/>
            </w:pPr>
          </w:p>
          <w:p w14:paraId="3B3B5F64" w14:textId="77777777" w:rsidR="00E4140D" w:rsidRDefault="00E4140D" w:rsidP="00B6596D">
            <w:pPr>
              <w:pStyle w:val="SIText"/>
            </w:pPr>
            <w:r>
              <w:t>Individuals with this qualification work under routine supervision where the work is predictable and structured with limited judgement requirements.</w:t>
            </w:r>
          </w:p>
          <w:p w14:paraId="4F864357" w14:textId="77777777" w:rsidR="00E4140D" w:rsidRDefault="00E4140D" w:rsidP="00B6596D">
            <w:pPr>
              <w:pStyle w:val="SIText"/>
            </w:pPr>
          </w:p>
          <w:p w14:paraId="1614F589" w14:textId="015F561F" w:rsidR="00564EAD" w:rsidRDefault="00564EAD" w:rsidP="00B6596D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59CA32CF" w14:textId="77777777" w:rsidR="00564EAD" w:rsidRDefault="00564EAD">
            <w:pPr>
              <w:pStyle w:val="SIText"/>
              <w:rPr>
                <w:color w:val="000000" w:themeColor="text1"/>
              </w:rPr>
            </w:pPr>
          </w:p>
          <w:p w14:paraId="77811A5D" w14:textId="76B7DADB" w:rsidR="00A772D9" w:rsidRPr="00856837" w:rsidRDefault="009D6298">
            <w:pPr>
              <w:pStyle w:val="SIText"/>
              <w:rPr>
                <w:color w:val="000000" w:themeColor="text1"/>
              </w:rPr>
            </w:pPr>
            <w:r w:rsidRPr="009D6298">
              <w:rPr>
                <w:color w:val="000000" w:themeColor="text1"/>
              </w:rPr>
              <w:t>No legislative or certification requirements apply to this qualification at the time of publication.</w:t>
            </w:r>
          </w:p>
        </w:tc>
      </w:tr>
      <w:tr w:rsidR="00A772D9" w:rsidRPr="00963A46" w14:paraId="164A209C" w14:textId="77777777" w:rsidTr="000D7D3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B5037E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F7D559C" w14:textId="77777777" w:rsidR="001F28F9" w:rsidRPr="008908DE" w:rsidRDefault="00856837" w:rsidP="004B2A2B">
            <w:pPr>
              <w:pStyle w:val="SIText"/>
            </w:pPr>
            <w:r>
              <w:t>There are no en</w:t>
            </w:r>
            <w:bookmarkStart w:id="0" w:name="_GoBack"/>
            <w:bookmarkEnd w:id="0"/>
            <w:r>
              <w:t>try requir</w:t>
            </w:r>
            <w:r w:rsidR="004B2A2B">
              <w:t>ements for this qualification.</w:t>
            </w:r>
          </w:p>
        </w:tc>
      </w:tr>
      <w:tr w:rsidR="004270D2" w:rsidRPr="00963A46" w14:paraId="5614C5CF" w14:textId="77777777" w:rsidTr="000D7D36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34D1B978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6CC4FE4B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C5C6AF2" w14:textId="0283FB11" w:rsidR="004270D2" w:rsidRDefault="009D6298" w:rsidP="009D6298">
            <w:pPr>
              <w:pStyle w:val="SIBulletList1"/>
            </w:pPr>
            <w:r>
              <w:t>16</w:t>
            </w:r>
            <w:r w:rsidR="004270D2">
              <w:t xml:space="preserve"> units of competency:</w:t>
            </w:r>
          </w:p>
          <w:p w14:paraId="607FAEBD" w14:textId="60A75597" w:rsidR="004270D2" w:rsidRPr="000C490A" w:rsidRDefault="000E4359" w:rsidP="009D6298">
            <w:pPr>
              <w:pStyle w:val="SIBulletList2"/>
            </w:pPr>
            <w:r>
              <w:t>3</w:t>
            </w:r>
            <w:r w:rsidR="004270D2" w:rsidRPr="000C490A">
              <w:t xml:space="preserve"> core unit plus</w:t>
            </w:r>
          </w:p>
          <w:p w14:paraId="1D5F66EC" w14:textId="0E8B5EB2" w:rsidR="004270D2" w:rsidRDefault="009D6298" w:rsidP="009D6298">
            <w:pPr>
              <w:pStyle w:val="SIBulletList2"/>
            </w:pPr>
            <w:r>
              <w:t>1</w:t>
            </w:r>
            <w:r w:rsidR="000E4359">
              <w:t>3</w:t>
            </w:r>
            <w:r w:rsidR="004270D2" w:rsidRPr="000C490A">
              <w:t xml:space="preserve"> elective units.</w:t>
            </w:r>
          </w:p>
          <w:p w14:paraId="6FFC328A" w14:textId="77777777" w:rsidR="004270D2" w:rsidRPr="00E048B1" w:rsidRDefault="004270D2" w:rsidP="00E048B1">
            <w:pPr>
              <w:pStyle w:val="SIText"/>
            </w:pPr>
          </w:p>
          <w:p w14:paraId="392BCAEC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056ADA0C" w14:textId="543B75F8" w:rsidR="009D6298" w:rsidRDefault="000E4359" w:rsidP="009D6298">
            <w:pPr>
              <w:pStyle w:val="SIBulletList1"/>
              <w:rPr>
                <w:rFonts w:ascii="Times New Roman" w:hAnsi="Times New Roman"/>
              </w:rPr>
            </w:pPr>
            <w:r>
              <w:t>4</w:t>
            </w:r>
            <w:r w:rsidR="009D6298">
              <w:t xml:space="preserve"> </w:t>
            </w:r>
            <w:r w:rsidR="00F8724B">
              <w:t>must be</w:t>
            </w:r>
            <w:r w:rsidR="009D6298">
              <w:t xml:space="preserve"> from </w:t>
            </w:r>
            <w:r w:rsidR="00F8724B">
              <w:t xml:space="preserve">electives </w:t>
            </w:r>
            <w:r w:rsidR="00F40FB1">
              <w:t>G</w:t>
            </w:r>
            <w:r w:rsidR="009D6298">
              <w:t>roup A</w:t>
            </w:r>
          </w:p>
          <w:p w14:paraId="6F3BA372" w14:textId="08297D72" w:rsidR="009D6298" w:rsidRDefault="009D6298" w:rsidP="009D6298">
            <w:pPr>
              <w:pStyle w:val="SIBulletList1"/>
            </w:pPr>
            <w:r>
              <w:t xml:space="preserve">7 </w:t>
            </w:r>
            <w:r w:rsidR="00F8724B">
              <w:t>must be</w:t>
            </w:r>
            <w:r>
              <w:t xml:space="preserve"> from </w:t>
            </w:r>
            <w:r w:rsidR="00F8724B">
              <w:t xml:space="preserve">electives </w:t>
            </w:r>
            <w:r w:rsidR="00F40FB1">
              <w:t>G</w:t>
            </w:r>
            <w:r>
              <w:t>roup A or B</w:t>
            </w:r>
          </w:p>
          <w:p w14:paraId="5DFA493E" w14:textId="3ABE236E" w:rsidR="009D6298" w:rsidRDefault="009D6298" w:rsidP="009D6298">
            <w:pPr>
              <w:pStyle w:val="SIBulletList1"/>
            </w:pPr>
            <w:r>
              <w:t xml:space="preserve">2 </w:t>
            </w:r>
            <w:r w:rsidR="00F8724B">
              <w:t xml:space="preserve">from the remaining units listed in </w:t>
            </w:r>
            <w:r w:rsidR="00F40FB1">
              <w:t>G</w:t>
            </w:r>
            <w:r w:rsidR="00F8724B">
              <w:t xml:space="preserve">roups A or B, </w:t>
            </w:r>
            <w:r>
              <w:t xml:space="preserve">or any other </w:t>
            </w:r>
            <w:r w:rsidR="00F8724B">
              <w:t xml:space="preserve">currently </w:t>
            </w:r>
            <w:r>
              <w:t xml:space="preserve">endorsed Training Package or </w:t>
            </w:r>
            <w:r w:rsidR="00F8724B">
              <w:t>a</w:t>
            </w:r>
            <w:r>
              <w:t xml:space="preserve">ccredited </w:t>
            </w:r>
            <w:r w:rsidR="00F8724B">
              <w:t>c</w:t>
            </w:r>
            <w:r>
              <w:t>ourse</w:t>
            </w:r>
            <w:r w:rsidR="00F8724B">
              <w:t xml:space="preserve"> packaged at Certificate II.</w:t>
            </w:r>
          </w:p>
          <w:p w14:paraId="6014A410" w14:textId="77777777" w:rsidR="004270D2" w:rsidRDefault="004270D2" w:rsidP="009D6298">
            <w:pPr>
              <w:pStyle w:val="SIBulletList1"/>
              <w:numPr>
                <w:ilvl w:val="0"/>
                <w:numId w:val="0"/>
              </w:numPr>
            </w:pPr>
          </w:p>
          <w:p w14:paraId="12E6DBF9" w14:textId="77777777" w:rsidR="004B0A17" w:rsidRDefault="004B0A17" w:rsidP="004B0A1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D9190FC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0E4359" w:rsidRPr="005C7EA8" w14:paraId="3CB2C93B" w14:textId="77777777" w:rsidTr="740A3628">
              <w:tc>
                <w:tcPr>
                  <w:tcW w:w="1718" w:type="dxa"/>
                </w:tcPr>
                <w:p w14:paraId="62A5724D" w14:textId="20CA8A58" w:rsidR="000E4359" w:rsidRDefault="000E4359" w:rsidP="000E4359">
                  <w:pPr>
                    <w:pStyle w:val="SIText"/>
                  </w:pPr>
                  <w:r>
                    <w:t>AHCIRG21</w:t>
                  </w:r>
                  <w:r w:rsidR="740A3628">
                    <w:t>9</w:t>
                  </w:r>
                </w:p>
              </w:tc>
              <w:tc>
                <w:tcPr>
                  <w:tcW w:w="5670" w:type="dxa"/>
                </w:tcPr>
                <w:p w14:paraId="001EE7E4" w14:textId="5F134D3B" w:rsidR="000E4359" w:rsidRDefault="000E4359" w:rsidP="000E4359">
                  <w:pPr>
                    <w:pStyle w:val="SIText"/>
                  </w:pPr>
                  <w:r>
                    <w:t>Assist with low volume irrigation operations</w:t>
                  </w:r>
                </w:p>
              </w:tc>
            </w:tr>
            <w:tr w:rsidR="000E4359" w:rsidRPr="005C7EA8" w14:paraId="2C8F7E3E" w14:textId="77777777" w:rsidTr="740A3628">
              <w:tc>
                <w:tcPr>
                  <w:tcW w:w="1718" w:type="dxa"/>
                </w:tcPr>
                <w:p w14:paraId="4515B117" w14:textId="1F7FCFDE" w:rsidR="000E4359" w:rsidRDefault="000E4359" w:rsidP="000E4359">
                  <w:pPr>
                    <w:pStyle w:val="SIText"/>
                  </w:pPr>
                  <w:r>
                    <w:t>AHCIRG2</w:t>
                  </w:r>
                  <w:r w:rsidR="740A3628">
                    <w:t>21</w:t>
                  </w:r>
                </w:p>
              </w:tc>
              <w:tc>
                <w:tcPr>
                  <w:tcW w:w="5670" w:type="dxa"/>
                </w:tcPr>
                <w:p w14:paraId="6C379D03" w14:textId="18DBFB60" w:rsidR="000E4359" w:rsidRDefault="000E4359" w:rsidP="000E4359">
                  <w:pPr>
                    <w:pStyle w:val="SIText"/>
                  </w:pPr>
                  <w:r>
                    <w:t>Assist with pressurised irrigation operations</w:t>
                  </w:r>
                </w:p>
              </w:tc>
            </w:tr>
            <w:tr w:rsidR="009D6298" w:rsidRPr="005C7EA8" w14:paraId="3E0CACFF" w14:textId="77777777" w:rsidTr="740A3628">
              <w:tc>
                <w:tcPr>
                  <w:tcW w:w="1718" w:type="dxa"/>
                </w:tcPr>
                <w:p w14:paraId="1473EFDD" w14:textId="1F8BD9F7" w:rsidR="009D6298" w:rsidRPr="00856837" w:rsidRDefault="009D6298" w:rsidP="00F8724B">
                  <w:pPr>
                    <w:pStyle w:val="SIText"/>
                  </w:pPr>
                  <w:r>
                    <w:t>AHCWHS201</w:t>
                  </w:r>
                </w:p>
              </w:tc>
              <w:tc>
                <w:tcPr>
                  <w:tcW w:w="5670" w:type="dxa"/>
                </w:tcPr>
                <w:p w14:paraId="3EC59C5F" w14:textId="70D4773B" w:rsidR="009D6298" w:rsidRPr="00856837" w:rsidRDefault="009D6298" w:rsidP="009D6298">
                  <w:pPr>
                    <w:pStyle w:val="SIText"/>
                  </w:pPr>
                  <w:r>
                    <w:t>Participate in work health and safety processes</w:t>
                  </w:r>
                </w:p>
              </w:tc>
            </w:tr>
          </w:tbl>
          <w:p w14:paraId="6AD471A5" w14:textId="77777777" w:rsidR="004270D2" w:rsidRDefault="004270D2" w:rsidP="00A772D9">
            <w:pPr>
              <w:pStyle w:val="SITextHeading2"/>
            </w:pPr>
          </w:p>
          <w:p w14:paraId="7318C5CB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3994FFC" w14:textId="3FB4C505" w:rsidR="00941679" w:rsidRPr="00022F07" w:rsidRDefault="00941679" w:rsidP="00941679">
            <w:pPr>
              <w:pStyle w:val="SIText-Bold"/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D6298" w:rsidRPr="005C7EA8" w14:paraId="56E990A3" w14:textId="77777777" w:rsidTr="274E54A7">
              <w:tc>
                <w:tcPr>
                  <w:tcW w:w="1718" w:type="dxa"/>
                </w:tcPr>
                <w:p w14:paraId="49DE1AFB" w14:textId="03A0B28F" w:rsidR="009D6298" w:rsidRPr="00856837" w:rsidRDefault="009D6298" w:rsidP="009D6298">
                  <w:pPr>
                    <w:pStyle w:val="SIText"/>
                  </w:pPr>
                  <w:r>
                    <w:t>AHCIRG2</w:t>
                  </w:r>
                  <w:r w:rsidR="274E54A7">
                    <w:t>20</w:t>
                  </w:r>
                </w:p>
              </w:tc>
              <w:tc>
                <w:tcPr>
                  <w:tcW w:w="5670" w:type="dxa"/>
                </w:tcPr>
                <w:p w14:paraId="68BDDD8E" w14:textId="4BA378A5" w:rsidR="009D6298" w:rsidRPr="00856837" w:rsidRDefault="009D6298" w:rsidP="00F8724B">
                  <w:pPr>
                    <w:pStyle w:val="SIText"/>
                  </w:pPr>
                  <w:r>
                    <w:t>Assist with surface irrigation operations</w:t>
                  </w:r>
                </w:p>
              </w:tc>
            </w:tr>
            <w:tr w:rsidR="009D6298" w:rsidRPr="005C7EA8" w14:paraId="54A19D71" w14:textId="77777777" w:rsidTr="274E54A7">
              <w:tc>
                <w:tcPr>
                  <w:tcW w:w="1718" w:type="dxa"/>
                </w:tcPr>
                <w:p w14:paraId="4B07A3C1" w14:textId="6C01AC3A" w:rsidR="009D6298" w:rsidRPr="00856837" w:rsidRDefault="009D6298" w:rsidP="009D6298">
                  <w:pPr>
                    <w:pStyle w:val="SIText"/>
                  </w:pPr>
                  <w:r>
                    <w:t>AHCIRG2</w:t>
                  </w:r>
                  <w:r w:rsidR="274E54A7">
                    <w:t>22</w:t>
                  </w:r>
                </w:p>
              </w:tc>
              <w:tc>
                <w:tcPr>
                  <w:tcW w:w="5670" w:type="dxa"/>
                </w:tcPr>
                <w:p w14:paraId="7F21F42F" w14:textId="27AE1CA8" w:rsidR="009D6298" w:rsidRPr="00856837" w:rsidRDefault="009D6298" w:rsidP="00F8724B">
                  <w:pPr>
                    <w:pStyle w:val="SIText"/>
                  </w:pPr>
                  <w:r>
                    <w:t>Assist with pump and flow control device operations</w:t>
                  </w:r>
                </w:p>
              </w:tc>
            </w:tr>
            <w:tr w:rsidR="009D6298" w:rsidRPr="005C7EA8" w14:paraId="407F143B" w14:textId="77777777" w:rsidTr="274E54A7">
              <w:tc>
                <w:tcPr>
                  <w:tcW w:w="1718" w:type="dxa"/>
                </w:tcPr>
                <w:p w14:paraId="6D826E45" w14:textId="76C81B35" w:rsidR="009D6298" w:rsidRPr="00856837" w:rsidRDefault="009D6298" w:rsidP="009D6298">
                  <w:pPr>
                    <w:pStyle w:val="SIText"/>
                  </w:pPr>
                  <w:r>
                    <w:t>AHCSOL202</w:t>
                  </w:r>
                </w:p>
              </w:tc>
              <w:tc>
                <w:tcPr>
                  <w:tcW w:w="5670" w:type="dxa"/>
                </w:tcPr>
                <w:p w14:paraId="3FCD428E" w14:textId="5D8E1E30" w:rsidR="009D6298" w:rsidRPr="00856837" w:rsidRDefault="009D6298" w:rsidP="00B6596D">
                  <w:pPr>
                    <w:pStyle w:val="SIText"/>
                  </w:pPr>
                  <w:r>
                    <w:t>Assist with soil or growing media sampling and testing</w:t>
                  </w:r>
                </w:p>
              </w:tc>
            </w:tr>
            <w:tr w:rsidR="000E75A5" w:rsidRPr="005C7EA8" w:rsidDel="00AC18F4" w14:paraId="176C9A5E" w14:textId="77777777" w:rsidTr="274E54A7">
              <w:tc>
                <w:tcPr>
                  <w:tcW w:w="1718" w:type="dxa"/>
                </w:tcPr>
                <w:p w14:paraId="2E0C9DFC" w14:textId="3C8A8C0C" w:rsidR="000E75A5" w:rsidDel="00AC18F4" w:rsidRDefault="000E75A5" w:rsidP="000E75A5">
                  <w:pPr>
                    <w:pStyle w:val="SIText"/>
                  </w:pPr>
                  <w:r>
                    <w:t>AHCWRK209</w:t>
                  </w:r>
                </w:p>
              </w:tc>
              <w:tc>
                <w:tcPr>
                  <w:tcW w:w="5670" w:type="dxa"/>
                </w:tcPr>
                <w:p w14:paraId="3515911B" w14:textId="2A2B8A5E" w:rsidR="000E75A5" w:rsidDel="00AC18F4" w:rsidRDefault="000E75A5" w:rsidP="000E75A5">
                  <w:pPr>
                    <w:pStyle w:val="SIText"/>
                  </w:pPr>
                  <w:r>
                    <w:t>Participate in environmentally sustainable work practices</w:t>
                  </w:r>
                </w:p>
              </w:tc>
            </w:tr>
            <w:tr w:rsidR="009D6298" w:rsidRPr="005C7EA8" w14:paraId="783C1368" w14:textId="77777777" w:rsidTr="274E54A7">
              <w:tc>
                <w:tcPr>
                  <w:tcW w:w="1718" w:type="dxa"/>
                </w:tcPr>
                <w:p w14:paraId="66FBBBF0" w14:textId="61F11DCD" w:rsidR="009D6298" w:rsidRPr="00856837" w:rsidRDefault="009D6298" w:rsidP="009D6298">
                  <w:pPr>
                    <w:pStyle w:val="SIText"/>
                  </w:pPr>
                  <w:r>
                    <w:t>NWPIRR002</w:t>
                  </w:r>
                </w:p>
              </w:tc>
              <w:tc>
                <w:tcPr>
                  <w:tcW w:w="5670" w:type="dxa"/>
                </w:tcPr>
                <w:p w14:paraId="6265D8D3" w14:textId="7A1132FC" w:rsidR="009D6298" w:rsidRPr="00856837" w:rsidRDefault="009D6298" w:rsidP="009D6298">
                  <w:pPr>
                    <w:pStyle w:val="SIText"/>
                  </w:pPr>
                  <w:r>
                    <w:t>Operate basic flow control and regulating devices in irrigation systems</w:t>
                  </w:r>
                </w:p>
              </w:tc>
            </w:tr>
            <w:tr w:rsidR="009D6298" w:rsidRPr="005C7EA8" w14:paraId="6C5388A0" w14:textId="77777777" w:rsidTr="274E54A7">
              <w:tc>
                <w:tcPr>
                  <w:tcW w:w="1718" w:type="dxa"/>
                </w:tcPr>
                <w:p w14:paraId="506DF184" w14:textId="00DDF4DF" w:rsidR="009D6298" w:rsidRPr="00856837" w:rsidRDefault="009D6298" w:rsidP="009D6298">
                  <w:pPr>
                    <w:pStyle w:val="SIText"/>
                  </w:pPr>
                  <w:r>
                    <w:t>NWPIRR012</w:t>
                  </w:r>
                </w:p>
              </w:tc>
              <w:tc>
                <w:tcPr>
                  <w:tcW w:w="5670" w:type="dxa"/>
                </w:tcPr>
                <w:p w14:paraId="24D72282" w14:textId="5E07C449" w:rsidR="009D6298" w:rsidRPr="00856837" w:rsidRDefault="009D6298" w:rsidP="009D6298">
                  <w:pPr>
                    <w:pStyle w:val="SIText"/>
                  </w:pPr>
                  <w:r>
                    <w:t>Construct open earthen channels or drains</w:t>
                  </w:r>
                </w:p>
              </w:tc>
            </w:tr>
          </w:tbl>
          <w:p w14:paraId="64ACE82C" w14:textId="77777777" w:rsidR="004270D2" w:rsidRDefault="004270D2" w:rsidP="00894FBB">
            <w:pPr>
              <w:rPr>
                <w:lang w:eastAsia="en-US"/>
              </w:rPr>
            </w:pPr>
          </w:p>
          <w:p w14:paraId="201DB90A" w14:textId="215B353C" w:rsidR="004270D2" w:rsidRDefault="00941679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</w:t>
            </w:r>
            <w:r w:rsidR="00F40FB1">
              <w:rPr>
                <w:lang w:eastAsia="en-US"/>
              </w:rPr>
              <w:t xml:space="preserve"> (</w:t>
            </w:r>
            <w:r w:rsidR="00F40FB1" w:rsidRPr="00B048E3">
              <w:t>An asterisk (*) next to the unit code indicates that there are prerequisite requirements which must be met when packaging the qualification. Please refer to the Prerequisite requirements table for details.</w:t>
            </w:r>
            <w:r w:rsidR="00F40FB1"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39"/>
              <w:gridCol w:w="5670"/>
            </w:tblGrid>
            <w:tr w:rsidR="009D6298" w:rsidRPr="005C7EA8" w14:paraId="4E02D503" w14:textId="2532C577" w:rsidTr="000D7D36">
              <w:tc>
                <w:tcPr>
                  <w:tcW w:w="1739" w:type="dxa"/>
                  <w:vAlign w:val="bottom"/>
                </w:tcPr>
                <w:p w14:paraId="2F508628" w14:textId="1BE000E9" w:rsidR="009D6298" w:rsidRPr="00856837" w:rsidRDefault="009D6298" w:rsidP="009D6298">
                  <w:pPr>
                    <w:pStyle w:val="SIText"/>
                  </w:pPr>
                  <w:r>
                    <w:t>AHCDRG20</w:t>
                  </w:r>
                  <w:r w:rsidR="274E54A7">
                    <w:t>2</w:t>
                  </w:r>
                </w:p>
              </w:tc>
              <w:tc>
                <w:tcPr>
                  <w:tcW w:w="5670" w:type="dxa"/>
                  <w:vAlign w:val="bottom"/>
                </w:tcPr>
                <w:p w14:paraId="3F3777FC" w14:textId="040093CD" w:rsidR="009D6298" w:rsidRPr="00856837" w:rsidRDefault="009D6298" w:rsidP="009D6298">
                  <w:pPr>
                    <w:pStyle w:val="SIText"/>
                  </w:pPr>
                  <w:r>
                    <w:t>Maintain drainage systems</w:t>
                  </w:r>
                </w:p>
              </w:tc>
            </w:tr>
            <w:tr w:rsidR="009D6298" w:rsidRPr="005C7EA8" w14:paraId="7E77B468" w14:textId="77777777" w:rsidTr="000D7D36">
              <w:tc>
                <w:tcPr>
                  <w:tcW w:w="1739" w:type="dxa"/>
                  <w:vAlign w:val="bottom"/>
                </w:tcPr>
                <w:p w14:paraId="5DB2C574" w14:textId="1698D5D0" w:rsidR="009D6298" w:rsidRPr="00856837" w:rsidRDefault="009D6298" w:rsidP="009D6298">
                  <w:pPr>
                    <w:pStyle w:val="SIText"/>
                  </w:pPr>
                  <w:r>
                    <w:t>AHCMOM203</w:t>
                  </w:r>
                </w:p>
              </w:tc>
              <w:tc>
                <w:tcPr>
                  <w:tcW w:w="5670" w:type="dxa"/>
                  <w:vAlign w:val="bottom"/>
                </w:tcPr>
                <w:p w14:paraId="2E4DEC87" w14:textId="004F4151" w:rsidR="009D6298" w:rsidRPr="00856837" w:rsidRDefault="009D6298" w:rsidP="009D6298">
                  <w:pPr>
                    <w:pStyle w:val="SIText"/>
                  </w:pPr>
                  <w:r>
                    <w:t>Operate basic machinery and equipment</w:t>
                  </w:r>
                </w:p>
              </w:tc>
            </w:tr>
            <w:tr w:rsidR="000E4359" w:rsidRPr="005C7EA8" w14:paraId="19164CAA" w14:textId="77777777" w:rsidTr="000D7D36">
              <w:tc>
                <w:tcPr>
                  <w:tcW w:w="1739" w:type="dxa"/>
                  <w:vAlign w:val="bottom"/>
                </w:tcPr>
                <w:p w14:paraId="7E9F310A" w14:textId="0787D90C" w:rsidR="000E4359" w:rsidRDefault="000E4359" w:rsidP="009D6298">
                  <w:pPr>
                    <w:pStyle w:val="SIText"/>
                  </w:pPr>
                  <w:r>
                    <w:t>AHCPER209</w:t>
                  </w:r>
                </w:p>
              </w:tc>
              <w:tc>
                <w:tcPr>
                  <w:tcW w:w="5670" w:type="dxa"/>
                  <w:vAlign w:val="bottom"/>
                </w:tcPr>
                <w:p w14:paraId="3C2957B3" w14:textId="7F53ACBF" w:rsidR="000E4359" w:rsidRDefault="000E4359" w:rsidP="009D6298">
                  <w:pPr>
                    <w:pStyle w:val="SIText"/>
                  </w:pPr>
                  <w:r>
                    <w:t>Recognise characteristics of integrated plan</w:t>
                  </w:r>
                  <w:r w:rsidR="00B505FB">
                    <w:t>t</w:t>
                  </w:r>
                  <w:r>
                    <w:t xml:space="preserve"> and animal systems</w:t>
                  </w:r>
                </w:p>
              </w:tc>
            </w:tr>
            <w:tr w:rsidR="009D6298" w:rsidRPr="005C7EA8" w14:paraId="15C6A43F" w14:textId="4C96A8CF" w:rsidTr="000D7D36">
              <w:tc>
                <w:tcPr>
                  <w:tcW w:w="1739" w:type="dxa"/>
                  <w:vAlign w:val="bottom"/>
                </w:tcPr>
                <w:p w14:paraId="75681266" w14:textId="29442059" w:rsidR="009D6298" w:rsidRPr="00856837" w:rsidRDefault="009D6298" w:rsidP="009D6298">
                  <w:pPr>
                    <w:pStyle w:val="SIText"/>
                  </w:pPr>
                  <w:r>
                    <w:t>AHCWRK204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3496BC68" w14:textId="687ADDAA" w:rsidR="009D6298" w:rsidRPr="00856837" w:rsidRDefault="009D6298" w:rsidP="009D6298">
                  <w:pPr>
                    <w:pStyle w:val="SIText"/>
                  </w:pPr>
                  <w:r>
                    <w:t>Work effectively in the industry</w:t>
                  </w:r>
                </w:p>
              </w:tc>
            </w:tr>
            <w:tr w:rsidR="009D6298" w:rsidRPr="005C7EA8" w14:paraId="4BC653DA" w14:textId="3C18040E" w:rsidTr="000D7D36">
              <w:tc>
                <w:tcPr>
                  <w:tcW w:w="1739" w:type="dxa"/>
                  <w:vAlign w:val="bottom"/>
                </w:tcPr>
                <w:p w14:paraId="1EEDAEAD" w14:textId="6F29F019" w:rsidR="009D6298" w:rsidRPr="00856837" w:rsidRDefault="009D6298" w:rsidP="009D6298">
                  <w:pPr>
                    <w:pStyle w:val="SIText"/>
                  </w:pPr>
                  <w:r>
                    <w:t>AHCWRK205</w:t>
                  </w:r>
                </w:p>
              </w:tc>
              <w:tc>
                <w:tcPr>
                  <w:tcW w:w="5670" w:type="dxa"/>
                  <w:vAlign w:val="bottom"/>
                </w:tcPr>
                <w:p w14:paraId="1F52EFCD" w14:textId="60BFE098" w:rsidR="009D6298" w:rsidRPr="00856837" w:rsidRDefault="009D6298" w:rsidP="009D6298">
                  <w:pPr>
                    <w:pStyle w:val="SIText"/>
                  </w:pPr>
                  <w:r>
                    <w:t>Participate in workplace communications</w:t>
                  </w:r>
                </w:p>
              </w:tc>
            </w:tr>
            <w:tr w:rsidR="009D6298" w:rsidRPr="005C7EA8" w14:paraId="7CDF3FAA" w14:textId="77777777" w:rsidTr="000D7D36">
              <w:tc>
                <w:tcPr>
                  <w:tcW w:w="1739" w:type="dxa"/>
                  <w:vAlign w:val="bottom"/>
                </w:tcPr>
                <w:p w14:paraId="4C6347F1" w14:textId="6E2772AD" w:rsidR="009D6298" w:rsidRPr="00856837" w:rsidRDefault="009D6298" w:rsidP="009D6298">
                  <w:pPr>
                    <w:pStyle w:val="SIText"/>
                  </w:pPr>
                  <w:r>
                    <w:t>AHCWRK208</w:t>
                  </w:r>
                </w:p>
              </w:tc>
              <w:tc>
                <w:tcPr>
                  <w:tcW w:w="5670" w:type="dxa"/>
                  <w:vAlign w:val="bottom"/>
                </w:tcPr>
                <w:p w14:paraId="17CBB4AE" w14:textId="7A6752C7" w:rsidR="009D6298" w:rsidRPr="00856837" w:rsidRDefault="009D6298" w:rsidP="009D6298">
                  <w:pPr>
                    <w:pStyle w:val="SIText"/>
                  </w:pPr>
                  <w:r>
                    <w:t>Provide information on products and services</w:t>
                  </w:r>
                </w:p>
              </w:tc>
            </w:tr>
            <w:tr w:rsidR="00AA0DE4" w:rsidRPr="005C7EA8" w14:paraId="46F01543" w14:textId="77777777" w:rsidTr="000D7D36">
              <w:tc>
                <w:tcPr>
                  <w:tcW w:w="1739" w:type="dxa"/>
                  <w:vAlign w:val="bottom"/>
                </w:tcPr>
                <w:p w14:paraId="095A90D6" w14:textId="77777777" w:rsidR="00AA0DE4" w:rsidRPr="00856837" w:rsidRDefault="00AA0DE4" w:rsidP="00600CC8">
                  <w:pPr>
                    <w:pStyle w:val="SIText"/>
                  </w:pPr>
                  <w:r>
                    <w:t>CPCPCM2040A</w:t>
                  </w:r>
                </w:p>
              </w:tc>
              <w:tc>
                <w:tcPr>
                  <w:tcW w:w="5670" w:type="dxa"/>
                  <w:vAlign w:val="bottom"/>
                </w:tcPr>
                <w:p w14:paraId="727328C5" w14:textId="77777777" w:rsidR="00AA0DE4" w:rsidRPr="00856837" w:rsidRDefault="00AA0DE4" w:rsidP="00600CC8">
                  <w:pPr>
                    <w:pStyle w:val="SIText"/>
                  </w:pPr>
                  <w:r>
                    <w:t>Read plans and calculate plumbing quantities</w:t>
                  </w:r>
                </w:p>
              </w:tc>
            </w:tr>
            <w:tr w:rsidR="00AA0DE4" w:rsidRPr="005C7EA8" w14:paraId="45C4BD7B" w14:textId="77777777" w:rsidTr="000D7D36">
              <w:tc>
                <w:tcPr>
                  <w:tcW w:w="1739" w:type="dxa"/>
                  <w:vAlign w:val="bottom"/>
                </w:tcPr>
                <w:p w14:paraId="082F298B" w14:textId="77777777" w:rsidR="00AA0DE4" w:rsidRPr="00856837" w:rsidRDefault="00AA0DE4" w:rsidP="00600CC8">
                  <w:pPr>
                    <w:pStyle w:val="SIText"/>
                  </w:pPr>
                  <w:r>
                    <w:t>CPCPCM2043A</w:t>
                  </w:r>
                </w:p>
              </w:tc>
              <w:tc>
                <w:tcPr>
                  <w:tcW w:w="5670" w:type="dxa"/>
                  <w:vAlign w:val="bottom"/>
                </w:tcPr>
                <w:p w14:paraId="14596D59" w14:textId="77777777" w:rsidR="00AA0DE4" w:rsidRPr="00856837" w:rsidRDefault="00AA0DE4" w:rsidP="00600CC8">
                  <w:pPr>
                    <w:pStyle w:val="SIText"/>
                  </w:pPr>
                  <w:r>
                    <w:t>Carry out WHS requirements</w:t>
                  </w:r>
                </w:p>
              </w:tc>
            </w:tr>
            <w:tr w:rsidR="009D6298" w:rsidRPr="005C7EA8" w14:paraId="18865C29" w14:textId="2E9ADC33" w:rsidTr="000D7D36">
              <w:tc>
                <w:tcPr>
                  <w:tcW w:w="1739" w:type="dxa"/>
                  <w:vAlign w:val="bottom"/>
                </w:tcPr>
                <w:p w14:paraId="280D7974" w14:textId="781F4C2E" w:rsidR="009D6298" w:rsidRPr="00856837" w:rsidRDefault="009D6298" w:rsidP="009D6298">
                  <w:pPr>
                    <w:pStyle w:val="SIText"/>
                  </w:pPr>
                  <w:r>
                    <w:t>CPCPCM2047A</w:t>
                  </w:r>
                  <w:r w:rsidR="00C74D14">
                    <w:t>*</w:t>
                  </w:r>
                </w:p>
              </w:tc>
              <w:tc>
                <w:tcPr>
                  <w:tcW w:w="5670" w:type="dxa"/>
                  <w:vAlign w:val="bottom"/>
                </w:tcPr>
                <w:p w14:paraId="27F90D77" w14:textId="45DB5DEA" w:rsidR="009D6298" w:rsidRPr="00856837" w:rsidRDefault="009D6298" w:rsidP="00B6596D">
                  <w:pPr>
                    <w:pStyle w:val="SIText"/>
                  </w:pPr>
                  <w:r>
                    <w:t>Carry out levelling</w:t>
                  </w:r>
                </w:p>
              </w:tc>
            </w:tr>
            <w:tr w:rsidR="00BB40B4" w:rsidRPr="005C7EA8" w14:paraId="36C6C68D" w14:textId="77777777" w:rsidTr="000D7D36">
              <w:tc>
                <w:tcPr>
                  <w:tcW w:w="1739" w:type="dxa"/>
                  <w:vAlign w:val="bottom"/>
                </w:tcPr>
                <w:p w14:paraId="7D49DBF8" w14:textId="77777777" w:rsidR="00BB40B4" w:rsidRPr="00856837" w:rsidRDefault="00BB40B4" w:rsidP="001C5AFA">
                  <w:pPr>
                    <w:pStyle w:val="SIText"/>
                  </w:pPr>
                  <w:r>
                    <w:t>NWPIRR013</w:t>
                  </w:r>
                </w:p>
              </w:tc>
              <w:tc>
                <w:tcPr>
                  <w:tcW w:w="5670" w:type="dxa"/>
                  <w:vAlign w:val="bottom"/>
                </w:tcPr>
                <w:p w14:paraId="1588A8F7" w14:textId="77777777" w:rsidR="00BB40B4" w:rsidRPr="00856837" w:rsidRDefault="00BB40B4" w:rsidP="001C5AFA">
                  <w:pPr>
                    <w:pStyle w:val="SIText"/>
                  </w:pPr>
                  <w:r>
                    <w:t>Construct and install irrigation delivery and stormwater drainage assets</w:t>
                  </w:r>
                </w:p>
              </w:tc>
            </w:tr>
            <w:tr w:rsidR="009D6298" w:rsidRPr="005C7EA8" w14:paraId="70123ECF" w14:textId="453B83D6" w:rsidTr="000D7D36">
              <w:tc>
                <w:tcPr>
                  <w:tcW w:w="1739" w:type="dxa"/>
                  <w:vAlign w:val="bottom"/>
                </w:tcPr>
                <w:p w14:paraId="0E6796AE" w14:textId="678186AC" w:rsidR="009D6298" w:rsidRPr="00856837" w:rsidRDefault="009D6298" w:rsidP="009D6298">
                  <w:pPr>
                    <w:pStyle w:val="SIText"/>
                  </w:pPr>
                  <w:r>
                    <w:t>NWPNET002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370C5B2B" w14:textId="161F2E2F" w:rsidR="009D6298" w:rsidRPr="00856837" w:rsidRDefault="009D6298" w:rsidP="009D6298">
                  <w:pPr>
                    <w:pStyle w:val="SIText"/>
                  </w:pPr>
                  <w:r>
                    <w:t>Prepare and restore work site</w:t>
                  </w:r>
                </w:p>
              </w:tc>
            </w:tr>
            <w:tr w:rsidR="009D6298" w:rsidRPr="005C7EA8" w14:paraId="46B992B4" w14:textId="77777777" w:rsidTr="000D7D36">
              <w:tc>
                <w:tcPr>
                  <w:tcW w:w="1739" w:type="dxa"/>
                  <w:vAlign w:val="bottom"/>
                </w:tcPr>
                <w:p w14:paraId="5150F0EB" w14:textId="198C2FB4" w:rsidR="009D6298" w:rsidRPr="00856837" w:rsidRDefault="009D6298" w:rsidP="009D6298">
                  <w:pPr>
                    <w:pStyle w:val="SIText"/>
                  </w:pPr>
                  <w:r>
                    <w:t>TLID1001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29373A05" w14:textId="320EDDEA" w:rsidR="009D6298" w:rsidRPr="00856837" w:rsidRDefault="009D6298" w:rsidP="009D6298">
                  <w:pPr>
                    <w:pStyle w:val="SIText"/>
                  </w:pPr>
                  <w:r>
                    <w:t>Shift materials safely using manual handling methods</w:t>
                  </w:r>
                </w:p>
              </w:tc>
            </w:tr>
          </w:tbl>
          <w:p w14:paraId="583DE8C4" w14:textId="77777777" w:rsidR="004270D2" w:rsidRDefault="004270D2" w:rsidP="00894FBB">
            <w:pPr>
              <w:rPr>
                <w:lang w:eastAsia="en-US"/>
              </w:rPr>
            </w:pPr>
          </w:p>
          <w:p w14:paraId="3707241A" w14:textId="77777777" w:rsidR="00C74D14" w:rsidRPr="004D2710" w:rsidRDefault="00C74D14" w:rsidP="00C74D14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2800D5E9" w14:textId="77777777" w:rsidR="00C74D14" w:rsidRDefault="00C74D14" w:rsidP="00C74D14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C74D14" w14:paraId="47DC5B1F" w14:textId="77777777" w:rsidTr="00BE2EF3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1B04AA" w14:textId="77777777" w:rsidR="00C74D14" w:rsidRPr="004D2710" w:rsidRDefault="00C74D14" w:rsidP="00C74D14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8ED05C" w14:textId="77777777" w:rsidR="00C74D14" w:rsidRPr="004D2710" w:rsidRDefault="00C74D14" w:rsidP="00C74D14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C74D14" w14:paraId="729CA9D1" w14:textId="77777777" w:rsidTr="00BE2EF3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A09E48" w14:textId="4B420FDC" w:rsidR="00C74D14" w:rsidRDefault="00C74D14" w:rsidP="00C74D14">
                  <w:pPr>
                    <w:pStyle w:val="SIText"/>
                  </w:pPr>
                  <w:r>
                    <w:t>CPCPCM2047A Carry out levelling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BE53130" w14:textId="42C08142" w:rsidR="00C74D14" w:rsidRPr="00C74D14" w:rsidRDefault="00C74D14" w:rsidP="00BA4080">
                  <w:pPr>
                    <w:pStyle w:val="SIText"/>
                    <w:rPr>
                      <w:rStyle w:val="Emphasis"/>
                      <w:i w:val="0"/>
                    </w:rPr>
                  </w:pPr>
                  <w:r w:rsidRPr="00C74D14">
                    <w:rPr>
                      <w:rStyle w:val="Emphasis"/>
                      <w:i w:val="0"/>
                    </w:rPr>
                    <w:t>CPC</w:t>
                  </w:r>
                  <w:r w:rsidR="00BA4080">
                    <w:rPr>
                      <w:rStyle w:val="Emphasis"/>
                      <w:i w:val="0"/>
                    </w:rPr>
                    <w:t>P</w:t>
                  </w:r>
                  <w:r w:rsidRPr="00C74D14">
                    <w:rPr>
                      <w:rStyle w:val="Emphasis"/>
                      <w:i w:val="0"/>
                    </w:rPr>
                    <w:t>CM2043A Carry out WHS requirements</w:t>
                  </w:r>
                </w:p>
              </w:tc>
            </w:tr>
          </w:tbl>
          <w:p w14:paraId="7D30D97F" w14:textId="77777777" w:rsidR="004270D2" w:rsidRDefault="004270D2" w:rsidP="008E7B69"/>
        </w:tc>
      </w:tr>
    </w:tbl>
    <w:p w14:paraId="75F58CF5" w14:textId="77777777" w:rsidR="000D7BE6" w:rsidRDefault="000D7BE6"/>
    <w:p w14:paraId="682D8F62" w14:textId="77777777" w:rsidR="000D7BE6" w:rsidRDefault="000D7BE6">
      <w:pPr>
        <w:spacing w:after="200" w:line="276" w:lineRule="auto"/>
      </w:pPr>
      <w:r>
        <w:br w:type="page"/>
      </w:r>
    </w:p>
    <w:p w14:paraId="36E2908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2102A727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2CCF2A1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28D894C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4D4491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AD8E82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E4ED4D7" w14:textId="59835429" w:rsidR="000C13F1" w:rsidRPr="000C13F1" w:rsidRDefault="000C13F1" w:rsidP="00F8724B">
                  <w:pPr>
                    <w:pStyle w:val="SIText-Bold"/>
                  </w:pPr>
                  <w:r w:rsidRPr="000C13F1">
                    <w:t>Code and title previous</w:t>
                  </w:r>
                  <w:r w:rsidR="00564EAD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148308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97B28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2B9F416" w14:textId="77777777" w:rsidTr="008846E4">
              <w:tc>
                <w:tcPr>
                  <w:tcW w:w="1028" w:type="pct"/>
                </w:tcPr>
                <w:p w14:paraId="54CFB4EA" w14:textId="0F7DBF63" w:rsidR="000C13F1" w:rsidRDefault="002D34CC" w:rsidP="000C13F1">
                  <w:pPr>
                    <w:pStyle w:val="SIText"/>
                  </w:pPr>
                  <w:r w:rsidRPr="009D6298">
                    <w:t>AHC2</w:t>
                  </w:r>
                  <w:r>
                    <w:t>11</w:t>
                  </w:r>
                  <w:r w:rsidRPr="009D6298">
                    <w:t>1</w:t>
                  </w:r>
                  <w:r>
                    <w:t>9</w:t>
                  </w:r>
                  <w:r w:rsidRPr="009D6298">
                    <w:t xml:space="preserve"> </w:t>
                  </w:r>
                  <w:r w:rsidR="009D6298" w:rsidRPr="009D6298">
                    <w:t>Certificate II in Irrigation</w:t>
                  </w:r>
                </w:p>
                <w:p w14:paraId="7F03F14E" w14:textId="0E71A130" w:rsidR="00564EAD" w:rsidRPr="00923720" w:rsidRDefault="00564EAD" w:rsidP="006E0B3D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49DAA5F4" w14:textId="21E6BBED" w:rsidR="000C13F1" w:rsidRDefault="009D6298" w:rsidP="00F8724B">
                  <w:pPr>
                    <w:pStyle w:val="SIText"/>
                  </w:pPr>
                  <w:r>
                    <w:t>AHC2111</w:t>
                  </w:r>
                  <w:r w:rsidR="00564EAD">
                    <w:t>6</w:t>
                  </w:r>
                  <w:r>
                    <w:t xml:space="preserve"> Certificate II in Irrigation</w:t>
                  </w:r>
                </w:p>
                <w:p w14:paraId="554D3F43" w14:textId="74A1C097" w:rsidR="00564EAD" w:rsidRPr="00BC49BB" w:rsidRDefault="00564EAD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0F80C5FC" w14:textId="2B620276" w:rsidR="000C13F1" w:rsidRPr="00BC49BB" w:rsidRDefault="00F8724B" w:rsidP="006E0B3D">
                  <w:pPr>
                    <w:pStyle w:val="SIText"/>
                  </w:pPr>
                  <w:r>
                    <w:t xml:space="preserve">Amended </w:t>
                  </w:r>
                  <w:r w:rsidR="006E0B3D">
                    <w:t xml:space="preserve">packaging rules, </w:t>
                  </w:r>
                  <w:r w:rsidR="00F40FB1">
                    <w:t>core units increased by two units</w:t>
                  </w:r>
                </w:p>
              </w:tc>
              <w:tc>
                <w:tcPr>
                  <w:tcW w:w="1469" w:type="pct"/>
                </w:tcPr>
                <w:p w14:paraId="7B4CF758" w14:textId="6541DDEB" w:rsidR="000C13F1" w:rsidRPr="00BC49BB" w:rsidRDefault="00F40FB1" w:rsidP="006E0B3D">
                  <w:pPr>
                    <w:pStyle w:val="SIText"/>
                  </w:pPr>
                  <w:r>
                    <w:t>E</w:t>
                  </w:r>
                  <w:r w:rsidR="000C13F1">
                    <w:t>quivalent qualification</w:t>
                  </w:r>
                </w:p>
              </w:tc>
            </w:tr>
          </w:tbl>
          <w:p w14:paraId="42D5D96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4E1C558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DD34F5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E98BEF0" w14:textId="104BDF9C" w:rsidR="000C13F1" w:rsidRDefault="00140954" w:rsidP="00F8724B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564EAD" w:rsidRPr="00AF148F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545C97BC" w14:textId="77777777" w:rsidR="00F1480E" w:rsidRDefault="00F1480E" w:rsidP="00F1480E">
      <w:pPr>
        <w:pStyle w:val="SIText"/>
      </w:pPr>
    </w:p>
    <w:sectPr w:rsidR="00F1480E" w:rsidSect="000D7D36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52FB2" w14:textId="77777777" w:rsidR="003B7E24" w:rsidRDefault="003B7E24" w:rsidP="00BF3F0A">
      <w:r>
        <w:separator/>
      </w:r>
    </w:p>
    <w:p w14:paraId="01C38BA5" w14:textId="77777777" w:rsidR="003B7E24" w:rsidRDefault="003B7E24"/>
  </w:endnote>
  <w:endnote w:type="continuationSeparator" w:id="0">
    <w:p w14:paraId="7C18CA63" w14:textId="77777777" w:rsidR="003B7E24" w:rsidRDefault="003B7E24" w:rsidP="00BF3F0A">
      <w:r>
        <w:continuationSeparator/>
      </w:r>
    </w:p>
    <w:p w14:paraId="5E19249C" w14:textId="77777777" w:rsidR="003B7E24" w:rsidRDefault="003B7E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8937B" w14:textId="625FB218" w:rsidR="00D810DE" w:rsidRPr="00180316" w:rsidRDefault="00D810DE" w:rsidP="00180316">
    <w:pPr>
      <w:pStyle w:val="SIText"/>
      <w:tabs>
        <w:tab w:val="right" w:pos="9498"/>
      </w:tabs>
    </w:pPr>
  </w:p>
  <w:p w14:paraId="51DE902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FE146" w14:textId="77777777" w:rsidR="003B7E24" w:rsidRDefault="003B7E24" w:rsidP="00BF3F0A">
      <w:r>
        <w:separator/>
      </w:r>
    </w:p>
    <w:p w14:paraId="29522E58" w14:textId="77777777" w:rsidR="003B7E24" w:rsidRDefault="003B7E24"/>
  </w:footnote>
  <w:footnote w:type="continuationSeparator" w:id="0">
    <w:p w14:paraId="407339DF" w14:textId="77777777" w:rsidR="003B7E24" w:rsidRDefault="003B7E24" w:rsidP="00BF3F0A">
      <w:r>
        <w:continuationSeparator/>
      </w:r>
    </w:p>
    <w:p w14:paraId="1F7FF967" w14:textId="77777777" w:rsidR="003B7E24" w:rsidRDefault="003B7E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EF6E2" w14:textId="6C2C3EDD" w:rsidR="009C2650" w:rsidRPr="009D6298" w:rsidRDefault="002D34CC" w:rsidP="009D6298">
    <w:pPr>
      <w:pStyle w:val="Header"/>
    </w:pPr>
    <w:r w:rsidRPr="009D6298">
      <w:rPr>
        <w:sz w:val="20"/>
        <w:lang w:eastAsia="en-US"/>
      </w:rPr>
      <w:t>AHC2</w:t>
    </w:r>
    <w:r>
      <w:rPr>
        <w:sz w:val="20"/>
        <w:lang w:eastAsia="en-US"/>
      </w:rPr>
      <w:t>11</w:t>
    </w:r>
    <w:r w:rsidRPr="009D6298">
      <w:rPr>
        <w:sz w:val="20"/>
        <w:lang w:eastAsia="en-US"/>
      </w:rPr>
      <w:t>1</w:t>
    </w:r>
    <w:r>
      <w:rPr>
        <w:sz w:val="20"/>
        <w:lang w:eastAsia="en-US"/>
      </w:rPr>
      <w:t>9</w:t>
    </w:r>
    <w:r w:rsidRPr="009D6298">
      <w:rPr>
        <w:sz w:val="20"/>
        <w:lang w:eastAsia="en-US"/>
      </w:rPr>
      <w:t xml:space="preserve"> </w:t>
    </w:r>
    <w:r w:rsidR="009D6298" w:rsidRPr="009D6298">
      <w:rPr>
        <w:sz w:val="20"/>
        <w:lang w:eastAsia="en-US"/>
      </w:rPr>
      <w:t>Certificate II in Irrigation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D64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D7D36"/>
    <w:rsid w:val="000E2C86"/>
    <w:rsid w:val="000E4359"/>
    <w:rsid w:val="000E75A5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0316"/>
    <w:rsid w:val="0018546B"/>
    <w:rsid w:val="001A6A3E"/>
    <w:rsid w:val="001A7B6D"/>
    <w:rsid w:val="001B34D5"/>
    <w:rsid w:val="001B4013"/>
    <w:rsid w:val="001B513A"/>
    <w:rsid w:val="001C0A75"/>
    <w:rsid w:val="001E16BC"/>
    <w:rsid w:val="001F0A8F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0567"/>
    <w:rsid w:val="002C55E9"/>
    <w:rsid w:val="002D0C8B"/>
    <w:rsid w:val="002D34CC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7E24"/>
    <w:rsid w:val="003C13AE"/>
    <w:rsid w:val="003D2E73"/>
    <w:rsid w:val="003D3E14"/>
    <w:rsid w:val="003E47B5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36DE"/>
    <w:rsid w:val="004A44E8"/>
    <w:rsid w:val="004B0A17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55A5"/>
    <w:rsid w:val="005248C1"/>
    <w:rsid w:val="00526134"/>
    <w:rsid w:val="005427C8"/>
    <w:rsid w:val="005446D1"/>
    <w:rsid w:val="00556C4C"/>
    <w:rsid w:val="00557369"/>
    <w:rsid w:val="00561F08"/>
    <w:rsid w:val="00564D66"/>
    <w:rsid w:val="00564EAD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0B3D"/>
    <w:rsid w:val="006E2C4D"/>
    <w:rsid w:val="00705EEC"/>
    <w:rsid w:val="00706270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167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D6298"/>
    <w:rsid w:val="009E6F3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0DE4"/>
    <w:rsid w:val="00AA5338"/>
    <w:rsid w:val="00AB1B8E"/>
    <w:rsid w:val="00AC0696"/>
    <w:rsid w:val="00AC18F4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5FB"/>
    <w:rsid w:val="00B560C8"/>
    <w:rsid w:val="00B61150"/>
    <w:rsid w:val="00B6596D"/>
    <w:rsid w:val="00B65BC7"/>
    <w:rsid w:val="00B6729C"/>
    <w:rsid w:val="00B746B9"/>
    <w:rsid w:val="00B848D4"/>
    <w:rsid w:val="00B865B7"/>
    <w:rsid w:val="00BA1CB1"/>
    <w:rsid w:val="00BA4080"/>
    <w:rsid w:val="00BA482D"/>
    <w:rsid w:val="00BB23F4"/>
    <w:rsid w:val="00BB40B4"/>
    <w:rsid w:val="00BC5075"/>
    <w:rsid w:val="00BD3B0F"/>
    <w:rsid w:val="00BF1D4C"/>
    <w:rsid w:val="00BF3F0A"/>
    <w:rsid w:val="00BF4D64"/>
    <w:rsid w:val="00C143C3"/>
    <w:rsid w:val="00C1739B"/>
    <w:rsid w:val="00C26067"/>
    <w:rsid w:val="00C30A29"/>
    <w:rsid w:val="00C30D81"/>
    <w:rsid w:val="00C317DC"/>
    <w:rsid w:val="00C578E9"/>
    <w:rsid w:val="00C703E2"/>
    <w:rsid w:val="00C70626"/>
    <w:rsid w:val="00C72860"/>
    <w:rsid w:val="00C73B90"/>
    <w:rsid w:val="00C74D14"/>
    <w:rsid w:val="00C87E0C"/>
    <w:rsid w:val="00C96AF3"/>
    <w:rsid w:val="00C97CCC"/>
    <w:rsid w:val="00CA0274"/>
    <w:rsid w:val="00CA303F"/>
    <w:rsid w:val="00CB746F"/>
    <w:rsid w:val="00CC451E"/>
    <w:rsid w:val="00CD4321"/>
    <w:rsid w:val="00CD4E9D"/>
    <w:rsid w:val="00CD4F4D"/>
    <w:rsid w:val="00CE0938"/>
    <w:rsid w:val="00CE7D19"/>
    <w:rsid w:val="00CF06BF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48B7"/>
    <w:rsid w:val="00DC1D69"/>
    <w:rsid w:val="00DC5A3A"/>
    <w:rsid w:val="00DF30BB"/>
    <w:rsid w:val="00E048B1"/>
    <w:rsid w:val="00E238E6"/>
    <w:rsid w:val="00E246B1"/>
    <w:rsid w:val="00E35064"/>
    <w:rsid w:val="00E4140D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0FB1"/>
    <w:rsid w:val="00F438FC"/>
    <w:rsid w:val="00F5616F"/>
    <w:rsid w:val="00F56827"/>
    <w:rsid w:val="00F65EF0"/>
    <w:rsid w:val="00F71651"/>
    <w:rsid w:val="00F73518"/>
    <w:rsid w:val="00F76CC6"/>
    <w:rsid w:val="00F8724B"/>
    <w:rsid w:val="00FE0282"/>
    <w:rsid w:val="00FE124D"/>
    <w:rsid w:val="00FE38C4"/>
    <w:rsid w:val="00FE792C"/>
    <w:rsid w:val="00FF2CCA"/>
    <w:rsid w:val="00FF58F8"/>
    <w:rsid w:val="1737D023"/>
    <w:rsid w:val="217B0754"/>
    <w:rsid w:val="274E54A7"/>
    <w:rsid w:val="717BF1B8"/>
    <w:rsid w:val="740A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B83CA4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ListBullet">
    <w:name w:val="List Bullet"/>
    <w:basedOn w:val="List"/>
    <w:semiHidden/>
    <w:unhideWhenUsed/>
    <w:rsid w:val="009D6298"/>
    <w:pPr>
      <w:keepNext/>
      <w:keepLines/>
      <w:numPr>
        <w:numId w:val="15"/>
      </w:numPr>
      <w:tabs>
        <w:tab w:val="num" w:pos="360"/>
      </w:tabs>
      <w:spacing w:before="40" w:after="40"/>
      <w:ind w:left="283" w:hanging="2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9D6298"/>
    <w:pPr>
      <w:ind w:left="283" w:hanging="283"/>
      <w:contextualSpacing/>
    </w:pPr>
  </w:style>
  <w:style w:type="paragraph" w:styleId="NormalWeb">
    <w:name w:val="Normal (Web)"/>
    <w:basedOn w:val="Normal"/>
    <w:uiPriority w:val="99"/>
    <w:unhideWhenUsed/>
    <w:rsid w:val="00564E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qFormat/>
    <w:rsid w:val="00C74D14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0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D04B8DDF0234D9620C0C1C648FF2E" ma:contentTypeVersion="" ma:contentTypeDescription="Create a new document." ma:contentTypeScope="" ma:versionID="468b4c029a49423ae9336ef82c5694b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4bf479b-3bfe-456b-b577-3baf2fb5e2c5" targetNamespace="http://schemas.microsoft.com/office/2006/metadata/properties" ma:root="true" ma:fieldsID="9c239f106fc7bb41009dcb043f247974" ns1:_="" ns2:_="" ns3:_="">
    <xsd:import namespace="http://schemas.microsoft.com/sharepoint/v3"/>
    <xsd:import namespace="d50bbff7-d6dd-47d2-864a-cfdc2c3db0f4"/>
    <xsd:import namespace="14bf479b-3bfe-456b-b577-3baf2fb5e2c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479b-3bfe-456b-b577-3baf2fb5e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4BB89-FD4A-45C6-9689-B7CAE9E04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4bf479b-3bfe-456b-b577-3baf2fb5e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B175CF-F9A8-44A9-9976-9ED3954DA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0</TotalTime>
  <Pages>3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William Henderson</cp:lastModifiedBy>
  <cp:revision>2</cp:revision>
  <cp:lastPrinted>2016-05-27T05:21:00Z</cp:lastPrinted>
  <dcterms:created xsi:type="dcterms:W3CDTF">2019-06-28T01:17:00Z</dcterms:created>
  <dcterms:modified xsi:type="dcterms:W3CDTF">2019-06-28T01:17:00Z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0x01010012CD04B8DDF0234D9620C0C1C648FF2E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628</vt:lpwstr>
  </property>
  <property fmtid="{D5CDD505-2E9C-101B-9397-08002B2CF9AE}" pid="19" name="AuthorIds_UIVersion_6144">
    <vt:lpwstr>628</vt:lpwstr>
  </property>
  <property fmtid="{D5CDD505-2E9C-101B-9397-08002B2CF9AE}" pid="20" name="AuthorIds_UIVersion_9728">
    <vt:lpwstr>628</vt:lpwstr>
  </property>
  <property fmtid="{D5CDD505-2E9C-101B-9397-08002B2CF9AE}" pid="21" name="AuthorIds_UIVersion_10752">
    <vt:lpwstr>728</vt:lpwstr>
  </property>
</Properties>
</file>