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EFAFC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EFAFCA" w14:textId="77777777" w:rsidTr="00146EEC">
        <w:tc>
          <w:tcPr>
            <w:tcW w:w="2689" w:type="dxa"/>
          </w:tcPr>
          <w:p w14:paraId="5FEFAFC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EFAFC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FEFAFCD" w14:textId="77777777" w:rsidTr="00146EEC">
        <w:tc>
          <w:tcPr>
            <w:tcW w:w="2689" w:type="dxa"/>
          </w:tcPr>
          <w:p w14:paraId="5FEFAFCB" w14:textId="77777777" w:rsidR="00F1480E" w:rsidRPr="000754EC" w:rsidRDefault="00F1480E" w:rsidP="004C537B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5FEFAFCC" w14:textId="0A3BAAEF" w:rsidR="00F1480E" w:rsidRPr="000754EC" w:rsidRDefault="00F1480E" w:rsidP="00EC1308">
            <w:pPr>
              <w:pStyle w:val="SIText"/>
            </w:pPr>
            <w:r w:rsidRPr="00CC451E">
              <w:t xml:space="preserve">This version released with </w:t>
            </w:r>
            <w:r w:rsidR="004C537B">
              <w:t xml:space="preserve">AHC Agriculture, Horticulture and Conservation and Land </w:t>
            </w:r>
            <w:r w:rsidR="0068278A">
              <w:t>M</w:t>
            </w:r>
            <w:r w:rsidR="00EC1308">
              <w:t>anage</w:t>
            </w:r>
            <w:r w:rsidR="004C537B">
              <w:t>ment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4C537B">
              <w:t>4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5FEFAFC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FEFAFD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FEFAFCF" w14:textId="754517BE" w:rsidR="00F1480E" w:rsidRPr="000754EC" w:rsidRDefault="00144C9F" w:rsidP="00EC1308">
            <w:pPr>
              <w:pStyle w:val="SIUNITCODE"/>
            </w:pPr>
            <w:r>
              <w:t>AHC</w:t>
            </w:r>
            <w:r w:rsidR="002E07A4">
              <w:t>H</w:t>
            </w:r>
            <w:r w:rsidR="002E07A4" w:rsidRPr="002E07A4">
              <w:t>YD401</w:t>
            </w:r>
          </w:p>
        </w:tc>
        <w:tc>
          <w:tcPr>
            <w:tcW w:w="3604" w:type="pct"/>
            <w:shd w:val="clear" w:color="auto" w:fill="auto"/>
          </w:tcPr>
          <w:p w14:paraId="5FEFAFD0" w14:textId="132759F6" w:rsidR="00F1480E" w:rsidRPr="000754EC" w:rsidRDefault="001B2F6F" w:rsidP="00587D5B">
            <w:pPr>
              <w:pStyle w:val="SIUnittitle"/>
            </w:pPr>
            <w:r>
              <w:t xml:space="preserve">Establish and </w:t>
            </w:r>
            <w:r w:rsidR="0068278A">
              <w:t>monitor</w:t>
            </w:r>
            <w:r w:rsidR="005C094E">
              <w:t xml:space="preserve"> hydroponic crops</w:t>
            </w:r>
          </w:p>
        </w:tc>
      </w:tr>
      <w:tr w:rsidR="00F1480E" w:rsidRPr="00963A46" w14:paraId="5FEFAFD9" w14:textId="77777777" w:rsidTr="00CA2922">
        <w:tc>
          <w:tcPr>
            <w:tcW w:w="1396" w:type="pct"/>
            <w:shd w:val="clear" w:color="auto" w:fill="auto"/>
          </w:tcPr>
          <w:p w14:paraId="5FEFAFD2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FEFAFD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FEFAFD4" w14:textId="314F26FF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750B80">
              <w:t>e</w:t>
            </w:r>
            <w:r w:rsidR="005C094E">
              <w:t>stablish hydroponic crop</w:t>
            </w:r>
            <w:r w:rsidR="00ED6C81">
              <w:t xml:space="preserve"> nutrient requirement</w:t>
            </w:r>
            <w:r w:rsidR="005C094E">
              <w:t>s</w:t>
            </w:r>
            <w:r w:rsidR="00A31978">
              <w:t>, supervise crop planting activities and monitor nutrient concentrations of hydroponic crops</w:t>
            </w:r>
            <w:r w:rsidR="004345E7">
              <w:t>.</w:t>
            </w:r>
          </w:p>
          <w:p w14:paraId="5FEFAFD5" w14:textId="77777777" w:rsidR="00916CD7" w:rsidRDefault="00916CD7" w:rsidP="000754EC">
            <w:pPr>
              <w:pStyle w:val="SIText"/>
            </w:pPr>
          </w:p>
          <w:p w14:paraId="5FEFAFD6" w14:textId="1595B546" w:rsidR="00616845" w:rsidRDefault="00144C9F" w:rsidP="00144C9F">
            <w:r>
              <w:t>The unit</w:t>
            </w:r>
            <w:r w:rsidRPr="00144C9F">
              <w:t xml:space="preserve"> applies to individuals who </w:t>
            </w:r>
            <w:r w:rsidR="00A31978">
              <w:t>apply specialised skills and knowledg</w:t>
            </w:r>
            <w:r w:rsidR="00EC1308">
              <w:t>e</w:t>
            </w:r>
            <w:r w:rsidR="00A31978">
              <w:t xml:space="preserve"> </w:t>
            </w:r>
            <w:r w:rsidR="00A55A3D">
              <w:t>in</w:t>
            </w:r>
            <w:r w:rsidR="00A31978">
              <w:t xml:space="preserve"> the </w:t>
            </w:r>
            <w:r w:rsidR="00750B80">
              <w:t>e</w:t>
            </w:r>
            <w:r w:rsidR="005C094E">
              <w:t>stablish</w:t>
            </w:r>
            <w:r w:rsidR="00A31978">
              <w:t>ment</w:t>
            </w:r>
            <w:r w:rsidR="005C094E">
              <w:t xml:space="preserve"> </w:t>
            </w:r>
            <w:r w:rsidR="00A31978">
              <w:t xml:space="preserve">and monitoring of </w:t>
            </w:r>
            <w:r w:rsidR="005C094E">
              <w:t>hydroponic crops</w:t>
            </w:r>
            <w:r>
              <w:t xml:space="preserve"> </w:t>
            </w:r>
            <w:r w:rsidR="00A31978">
              <w:t>and have the responsibility for the output of others. This includes applying and communicating non-routine technical solutions to predictable and unpredictable problems</w:t>
            </w:r>
            <w:r w:rsidR="004345E7">
              <w:t>.</w:t>
            </w:r>
          </w:p>
          <w:p w14:paraId="5FEFAFD7" w14:textId="77777777" w:rsidR="009154C7" w:rsidRPr="000754EC" w:rsidRDefault="009154C7" w:rsidP="000754EC">
            <w:pPr>
              <w:pStyle w:val="SIText"/>
            </w:pPr>
          </w:p>
          <w:p w14:paraId="5FEFAFD8" w14:textId="4152AEBD" w:rsidR="00373436" w:rsidRPr="000754EC" w:rsidRDefault="00373436" w:rsidP="009154C7">
            <w:pPr>
              <w:pStyle w:val="SIText"/>
            </w:pPr>
            <w:r w:rsidRPr="00105AEA">
              <w:rPr>
                <w:rStyle w:val="SITemporaryText"/>
                <w:color w:val="auto"/>
                <w:sz w:val="20"/>
              </w:rPr>
              <w:t>No licensing, legislative or certification requirements apply to this u</w:t>
            </w:r>
            <w:r w:rsidR="00105AEA">
              <w:rPr>
                <w:rStyle w:val="SITemporaryText"/>
                <w:color w:val="auto"/>
                <w:sz w:val="20"/>
              </w:rPr>
              <w:t>nit at the time of publication.</w:t>
            </w:r>
          </w:p>
        </w:tc>
      </w:tr>
      <w:tr w:rsidR="00F1480E" w:rsidRPr="00963A46" w14:paraId="5FEFAFDC" w14:textId="77777777" w:rsidTr="00CA2922">
        <w:tc>
          <w:tcPr>
            <w:tcW w:w="1396" w:type="pct"/>
            <w:shd w:val="clear" w:color="auto" w:fill="auto"/>
          </w:tcPr>
          <w:p w14:paraId="5FEFAFD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FEFAFDB" w14:textId="77777777" w:rsidR="00F1480E" w:rsidRPr="000754EC" w:rsidRDefault="00F1480E" w:rsidP="00CE6D63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FEFAFDF" w14:textId="77777777" w:rsidTr="00CA2922">
        <w:tc>
          <w:tcPr>
            <w:tcW w:w="1396" w:type="pct"/>
            <w:shd w:val="clear" w:color="auto" w:fill="auto"/>
          </w:tcPr>
          <w:p w14:paraId="5FEFAFD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FEFAFDE" w14:textId="7F4F05C2" w:rsidR="00F1480E" w:rsidRPr="000754EC" w:rsidRDefault="002E07A4" w:rsidP="000754EC">
            <w:pPr>
              <w:pStyle w:val="SIText"/>
            </w:pPr>
            <w:r>
              <w:t>Hydroponics (HYD)</w:t>
            </w:r>
          </w:p>
        </w:tc>
      </w:tr>
    </w:tbl>
    <w:p w14:paraId="5FEFAFE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FEFAFE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EFAFE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FEFAFE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FEFAFE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FEFAFE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FEFAFE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5FEFAFE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EFAFE7" w14:textId="4497CB12" w:rsidR="00F1480E" w:rsidRPr="000754EC" w:rsidRDefault="00F1480E" w:rsidP="00A31978">
            <w:pPr>
              <w:pStyle w:val="SIText"/>
            </w:pPr>
            <w:r w:rsidRPr="000754EC">
              <w:t>1</w:t>
            </w:r>
            <w:r w:rsidR="008908DE" w:rsidRPr="000754EC">
              <w:t>.</w:t>
            </w:r>
            <w:r w:rsidRPr="000754EC">
              <w:t xml:space="preserve"> </w:t>
            </w:r>
            <w:r w:rsidR="00A31978">
              <w:t xml:space="preserve">Establish </w:t>
            </w:r>
            <w:r w:rsidR="005C094E">
              <w:t>hydroponic crop</w:t>
            </w:r>
            <w:r w:rsidR="00ED6C81">
              <w:t xml:space="preserve"> nutrient requirement</w:t>
            </w:r>
            <w:r w:rsidR="00A31978">
              <w:t>s</w:t>
            </w:r>
          </w:p>
        </w:tc>
        <w:tc>
          <w:tcPr>
            <w:tcW w:w="3604" w:type="pct"/>
            <w:shd w:val="clear" w:color="auto" w:fill="auto"/>
          </w:tcPr>
          <w:p w14:paraId="1F2983B0" w14:textId="028015CC" w:rsidR="00971A2E" w:rsidRDefault="00F1480E">
            <w:pPr>
              <w:pStyle w:val="SIText"/>
            </w:pPr>
            <w:r w:rsidRPr="008908DE">
              <w:t xml:space="preserve">1.1 </w:t>
            </w:r>
            <w:r w:rsidR="00943A23">
              <w:t xml:space="preserve">Determine </w:t>
            </w:r>
            <w:r w:rsidR="00943A23" w:rsidRPr="00943A23">
              <w:t>nutrient solution technique according to crop type and workplace procedures</w:t>
            </w:r>
          </w:p>
          <w:p w14:paraId="06D0D6B4" w14:textId="2D476AD1" w:rsidR="00943A23" w:rsidRDefault="00971A2E">
            <w:pPr>
              <w:pStyle w:val="SIText"/>
            </w:pPr>
            <w:r>
              <w:t xml:space="preserve">1.2 </w:t>
            </w:r>
            <w:r w:rsidR="00943A23">
              <w:t>Determine</w:t>
            </w:r>
            <w:r w:rsidR="00943A23" w:rsidRPr="00943A23">
              <w:t xml:space="preserve"> </w:t>
            </w:r>
            <w:r w:rsidR="00115D75">
              <w:t>growing</w:t>
            </w:r>
            <w:r w:rsidR="00943A23" w:rsidRPr="00943A23">
              <w:t xml:space="preserve"> substrate according to crop type and workplace procedures</w:t>
            </w:r>
          </w:p>
          <w:p w14:paraId="572E6089" w14:textId="77777777" w:rsidR="001B2F6F" w:rsidRDefault="00943A23">
            <w:pPr>
              <w:pStyle w:val="SIText"/>
            </w:pPr>
            <w:r>
              <w:t>1.3</w:t>
            </w:r>
            <w:r w:rsidRPr="00943A23" w:rsidDel="00750B80">
              <w:t xml:space="preserve"> </w:t>
            </w:r>
            <w:r>
              <w:t>Identify nutrient solution according to crop type and workplace procedures</w:t>
            </w:r>
          </w:p>
          <w:p w14:paraId="5FEFAFEB" w14:textId="27D99DD8" w:rsidR="00DC6E94" w:rsidRPr="000754EC" w:rsidRDefault="001B2F6F" w:rsidP="00115D75">
            <w:pPr>
              <w:pStyle w:val="SIText"/>
            </w:pPr>
            <w:r>
              <w:t xml:space="preserve">1.4 Document nutrient solution technique, </w:t>
            </w:r>
            <w:r w:rsidR="00115D75">
              <w:t>growing</w:t>
            </w:r>
            <w:r>
              <w:t xml:space="preserve"> substrate and nutrient solution according to workplace procedures</w:t>
            </w:r>
          </w:p>
        </w:tc>
      </w:tr>
      <w:tr w:rsidR="001B2F6F" w:rsidRPr="00963A46" w14:paraId="44E0AF3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1271A23" w14:textId="3959D96C" w:rsidR="001B2F6F" w:rsidRPr="008908DE" w:rsidRDefault="001B2F6F" w:rsidP="00373653">
            <w:pPr>
              <w:pStyle w:val="SIText"/>
            </w:pPr>
            <w:r>
              <w:t>2. Supervise crop planting activities</w:t>
            </w:r>
          </w:p>
        </w:tc>
        <w:tc>
          <w:tcPr>
            <w:tcW w:w="3604" w:type="pct"/>
            <w:shd w:val="clear" w:color="auto" w:fill="auto"/>
          </w:tcPr>
          <w:p w14:paraId="3C01F3B0" w14:textId="0DFCFF11" w:rsidR="001B2F6F" w:rsidRDefault="001B2F6F" w:rsidP="00750B80">
            <w:pPr>
              <w:pStyle w:val="SIText"/>
            </w:pPr>
            <w:r>
              <w:t xml:space="preserve">2.1 Brief </w:t>
            </w:r>
            <w:r w:rsidR="0068278A">
              <w:t>planting staff</w:t>
            </w:r>
            <w:r w:rsidR="00A40ACC">
              <w:t xml:space="preserve"> on crop planting requirements</w:t>
            </w:r>
          </w:p>
          <w:p w14:paraId="60A39497" w14:textId="4D82BEE7" w:rsidR="00A40ACC" w:rsidRDefault="00A40ACC" w:rsidP="00750B80">
            <w:pPr>
              <w:pStyle w:val="SIText"/>
            </w:pPr>
            <w:r>
              <w:t xml:space="preserve">2.2 </w:t>
            </w:r>
            <w:r w:rsidR="00C16A1E" w:rsidRPr="00C16A1E">
              <w:t>Monitor staff activities against planting requirements</w:t>
            </w:r>
          </w:p>
          <w:p w14:paraId="5FFDDFCE" w14:textId="4A34579B" w:rsidR="00ED6C81" w:rsidRDefault="00A40ACC" w:rsidP="00750B80">
            <w:pPr>
              <w:pStyle w:val="SIText"/>
            </w:pPr>
            <w:r>
              <w:t xml:space="preserve">2.3 </w:t>
            </w:r>
            <w:r w:rsidR="00ED6C81">
              <w:t>Conduct plant health and quality inspection</w:t>
            </w:r>
            <w:r w:rsidR="00C16A1E">
              <w:t xml:space="preserve"> </w:t>
            </w:r>
            <w:r w:rsidR="001F0107">
              <w:t xml:space="preserve">according </w:t>
            </w:r>
            <w:r w:rsidR="00C16A1E">
              <w:t>to industry standards</w:t>
            </w:r>
          </w:p>
          <w:p w14:paraId="5D522F40" w14:textId="374B8166" w:rsidR="00ED6C81" w:rsidRDefault="00ED6C81" w:rsidP="00750B80">
            <w:pPr>
              <w:pStyle w:val="SIText"/>
            </w:pPr>
            <w:r>
              <w:t>2.4 Identify a suitable irrigation strategy</w:t>
            </w:r>
            <w:r w:rsidR="001F0107">
              <w:t xml:space="preserve"> according</w:t>
            </w:r>
            <w:r w:rsidR="00C536DA">
              <w:t xml:space="preserve"> to</w:t>
            </w:r>
            <w:r w:rsidR="00C16A1E">
              <w:t xml:space="preserve"> industry standards</w:t>
            </w:r>
          </w:p>
          <w:p w14:paraId="39ABEB3C" w14:textId="18E22D61" w:rsidR="00A40ACC" w:rsidRDefault="00ED6C81" w:rsidP="00750B80">
            <w:pPr>
              <w:pStyle w:val="SIText"/>
            </w:pPr>
            <w:r>
              <w:t xml:space="preserve">2.5 </w:t>
            </w:r>
            <w:r w:rsidR="00EC1308">
              <w:t>Check</w:t>
            </w:r>
            <w:r w:rsidR="00A40ACC">
              <w:t xml:space="preserve"> adherence to health and safety in the workplace</w:t>
            </w:r>
            <w:r w:rsidR="003E77D4">
              <w:t>,</w:t>
            </w:r>
            <w:r w:rsidR="00A40ACC">
              <w:t xml:space="preserve"> environmental </w:t>
            </w:r>
            <w:r w:rsidR="003E77D4">
              <w:t xml:space="preserve">and biosecurity </w:t>
            </w:r>
            <w:r w:rsidR="00A40ACC">
              <w:t>practices according to workplace procedures</w:t>
            </w:r>
          </w:p>
          <w:p w14:paraId="542259ED" w14:textId="2A6F6DFC" w:rsidR="00A40ACC" w:rsidRPr="008908DE" w:rsidRDefault="00A40ACC" w:rsidP="00ED6C81">
            <w:pPr>
              <w:pStyle w:val="SIText"/>
            </w:pPr>
            <w:r>
              <w:t>2.</w:t>
            </w:r>
            <w:r w:rsidR="00ED6C81">
              <w:t>6</w:t>
            </w:r>
            <w:r>
              <w:t xml:space="preserve"> Document and record planting </w:t>
            </w:r>
            <w:proofErr w:type="spellStart"/>
            <w:r>
              <w:t>activites</w:t>
            </w:r>
            <w:proofErr w:type="spellEnd"/>
          </w:p>
        </w:tc>
      </w:tr>
      <w:tr w:rsidR="00F1480E" w:rsidRPr="00963A46" w14:paraId="5FEFAFF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EFAFED" w14:textId="34EB909A" w:rsidR="00F1480E" w:rsidRPr="000754EC" w:rsidRDefault="001B2F6F">
            <w:pPr>
              <w:pStyle w:val="SIText"/>
            </w:pPr>
            <w:r>
              <w:t>3</w:t>
            </w:r>
            <w:r w:rsidR="008908DE" w:rsidRPr="000754EC">
              <w:t>.</w:t>
            </w:r>
            <w:r w:rsidR="00F1480E" w:rsidRPr="000754EC">
              <w:t xml:space="preserve"> </w:t>
            </w:r>
            <w:r w:rsidR="0068278A">
              <w:t>Monitor</w:t>
            </w:r>
            <w:r w:rsidR="00373653">
              <w:t xml:space="preserve"> nutrient concentrations</w:t>
            </w:r>
          </w:p>
        </w:tc>
        <w:tc>
          <w:tcPr>
            <w:tcW w:w="3604" w:type="pct"/>
            <w:shd w:val="clear" w:color="auto" w:fill="auto"/>
          </w:tcPr>
          <w:p w14:paraId="7CCFC0E9" w14:textId="08FE081D" w:rsidR="00BB1DDD" w:rsidRDefault="00EC1308">
            <w:pPr>
              <w:pStyle w:val="SIText"/>
            </w:pPr>
            <w:r>
              <w:t>3</w:t>
            </w:r>
            <w:r w:rsidR="00F1480E" w:rsidRPr="008908DE">
              <w:t>.</w:t>
            </w:r>
            <w:r w:rsidR="00DC6E94">
              <w:t>1</w:t>
            </w:r>
            <w:r w:rsidR="00F1480E" w:rsidRPr="008908DE">
              <w:t xml:space="preserve"> </w:t>
            </w:r>
            <w:r w:rsidR="00BB1DDD">
              <w:t>Test nutrient solutions</w:t>
            </w:r>
            <w:r w:rsidR="00C16A1E">
              <w:t xml:space="preserve"> using standard industry testing methods</w:t>
            </w:r>
          </w:p>
          <w:p w14:paraId="760AF64A" w14:textId="28F1C9B6" w:rsidR="00BB1DDD" w:rsidRDefault="00EC1308">
            <w:pPr>
              <w:pStyle w:val="SIText"/>
            </w:pPr>
            <w:r>
              <w:t>3</w:t>
            </w:r>
            <w:r w:rsidR="00BB1DDD">
              <w:t>.2 Analyse n</w:t>
            </w:r>
            <w:bookmarkStart w:id="0" w:name="_GoBack"/>
            <w:bookmarkEnd w:id="0"/>
            <w:r w:rsidR="00BB1DDD">
              <w:t>utrient solution test results</w:t>
            </w:r>
            <w:r w:rsidR="00C16A1E">
              <w:t xml:space="preserve"> for plant health purposes</w:t>
            </w:r>
          </w:p>
          <w:p w14:paraId="77B66683" w14:textId="7B04E7AA" w:rsidR="00BB1DDD" w:rsidRDefault="00EC1308">
            <w:pPr>
              <w:pStyle w:val="SIText"/>
            </w:pPr>
            <w:r>
              <w:t>3</w:t>
            </w:r>
            <w:r w:rsidR="00BB1DDD">
              <w:t>.3 Adjust nutrient solution to achieve required concentration</w:t>
            </w:r>
          </w:p>
          <w:p w14:paraId="5FEFAFF2" w14:textId="737F5617" w:rsidR="00F1480E" w:rsidRPr="000754EC" w:rsidRDefault="00EC1308" w:rsidP="00EC1308">
            <w:pPr>
              <w:pStyle w:val="SIText"/>
            </w:pPr>
            <w:r>
              <w:t>3</w:t>
            </w:r>
            <w:r w:rsidR="00BB1DDD">
              <w:t>.4 Document solution adjustments</w:t>
            </w:r>
            <w:r w:rsidR="00C536DA">
              <w:t xml:space="preserve"> according</w:t>
            </w:r>
            <w:r w:rsidR="00C16A1E">
              <w:t xml:space="preserve"> to industry specifications</w:t>
            </w:r>
          </w:p>
        </w:tc>
      </w:tr>
    </w:tbl>
    <w:p w14:paraId="5FEFAFF9" w14:textId="77777777" w:rsidR="005F771F" w:rsidRDefault="005F771F" w:rsidP="005F771F">
      <w:pPr>
        <w:pStyle w:val="SIText"/>
      </w:pPr>
    </w:p>
    <w:p w14:paraId="5FEFAFFA" w14:textId="77777777" w:rsidR="005F771F" w:rsidRPr="000754EC" w:rsidRDefault="005F771F" w:rsidP="000754EC">
      <w:r>
        <w:br w:type="page"/>
      </w:r>
    </w:p>
    <w:p w14:paraId="5FEFAFF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FEFAFFE" w14:textId="77777777" w:rsidTr="00CA2922">
        <w:trPr>
          <w:tblHeader/>
        </w:trPr>
        <w:tc>
          <w:tcPr>
            <w:tcW w:w="5000" w:type="pct"/>
            <w:gridSpan w:val="2"/>
          </w:tcPr>
          <w:p w14:paraId="5FEFAFF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FEFAFF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FEFB001" w14:textId="77777777" w:rsidTr="00CA2922">
        <w:trPr>
          <w:tblHeader/>
        </w:trPr>
        <w:tc>
          <w:tcPr>
            <w:tcW w:w="1396" w:type="pct"/>
          </w:tcPr>
          <w:p w14:paraId="5FEFAFF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FEFB00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FEFB004" w14:textId="77777777" w:rsidTr="00CA2922">
        <w:tc>
          <w:tcPr>
            <w:tcW w:w="1396" w:type="pct"/>
          </w:tcPr>
          <w:p w14:paraId="5FEFB002" w14:textId="77777777" w:rsidR="00F1480E" w:rsidRPr="000754EC" w:rsidRDefault="009154C7" w:rsidP="009154C7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FEFB003" w14:textId="77777777" w:rsidR="00F1480E" w:rsidRPr="000754EC" w:rsidRDefault="009154C7" w:rsidP="009154C7">
            <w:pPr>
              <w:pStyle w:val="SIBulletList1"/>
            </w:pPr>
            <w:r w:rsidRPr="009154C7">
              <w:rPr>
                <w:rFonts w:eastAsia="Calibri"/>
              </w:rPr>
              <w:t>Interpret textual information from a range of sources to identify relevant and key information about workplace operations and products</w:t>
            </w:r>
          </w:p>
        </w:tc>
      </w:tr>
      <w:tr w:rsidR="009154C7" w:rsidRPr="00336FCA" w:rsidDel="00423CB2" w14:paraId="5FEFB00A" w14:textId="77777777" w:rsidTr="00CA2922">
        <w:tc>
          <w:tcPr>
            <w:tcW w:w="1396" w:type="pct"/>
          </w:tcPr>
          <w:p w14:paraId="5FEFB008" w14:textId="738AE021" w:rsidR="009154C7" w:rsidRDefault="009154C7" w:rsidP="009154C7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5FEFB009" w14:textId="4E32CB67" w:rsidR="009154C7" w:rsidRDefault="00BB1DD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Initiate discussions with staff</w:t>
            </w:r>
            <w:r w:rsidR="0068278A">
              <w:rPr>
                <w:rFonts w:eastAsia="Calibri"/>
              </w:rPr>
              <w:t>, using</w:t>
            </w:r>
            <w:r w:rsidR="009154C7">
              <w:rPr>
                <w:rFonts w:eastAsia="Calibri"/>
              </w:rPr>
              <w:t xml:space="preserve"> clear language to co</w:t>
            </w:r>
            <w:r w:rsidR="0068278A">
              <w:rPr>
                <w:rFonts w:eastAsia="Calibri"/>
              </w:rPr>
              <w:t>mmunicate planting requirements, health and safety, and environmental practices</w:t>
            </w:r>
          </w:p>
        </w:tc>
      </w:tr>
      <w:tr w:rsidR="00F562DA" w:rsidRPr="00336FCA" w:rsidDel="00423CB2" w14:paraId="387245FD" w14:textId="77777777" w:rsidTr="00CA2922">
        <w:tc>
          <w:tcPr>
            <w:tcW w:w="1396" w:type="pct"/>
          </w:tcPr>
          <w:p w14:paraId="6940F479" w14:textId="12F3DB59" w:rsidR="00F562DA" w:rsidRDefault="00F562DA" w:rsidP="009154C7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7BEFC555" w14:textId="508CE309" w:rsidR="002C275B" w:rsidRDefault="002C275B" w:rsidP="00B642C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Measure</w:t>
            </w:r>
            <w:r w:rsidR="00290E94">
              <w:rPr>
                <w:rFonts w:eastAsia="Calibri"/>
              </w:rPr>
              <w:t xml:space="preserve"> and calculate</w:t>
            </w:r>
            <w:r>
              <w:rPr>
                <w:rFonts w:eastAsia="Calibri"/>
              </w:rPr>
              <w:t xml:space="preserve"> nutrient solution</w:t>
            </w:r>
          </w:p>
        </w:tc>
      </w:tr>
      <w:tr w:rsidR="00B642CE" w:rsidRPr="00336FCA" w:rsidDel="00423CB2" w14:paraId="5FEFB00D" w14:textId="77777777" w:rsidTr="00CA2922">
        <w:tc>
          <w:tcPr>
            <w:tcW w:w="1396" w:type="pct"/>
          </w:tcPr>
          <w:p w14:paraId="5FEFB00B" w14:textId="77777777" w:rsidR="00B642CE" w:rsidRDefault="00B642CE" w:rsidP="009154C7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38C1E65A" w14:textId="77777777" w:rsidR="00B642CE" w:rsidRDefault="00B642CE" w:rsidP="00B642C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  <w:p w14:paraId="5FEFB00C" w14:textId="0A9D722D" w:rsidR="0068278A" w:rsidRDefault="00EC1308" w:rsidP="00B642C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Check </w:t>
            </w:r>
            <w:r w:rsidR="0068278A">
              <w:rPr>
                <w:rFonts w:eastAsia="Calibri"/>
              </w:rPr>
              <w:t>self and others adherence to workplace requirements including safety requirements</w:t>
            </w:r>
          </w:p>
        </w:tc>
      </w:tr>
      <w:tr w:rsidR="00F1480E" w:rsidRPr="00336FCA" w:rsidDel="00423CB2" w14:paraId="5FEFB010" w14:textId="77777777" w:rsidTr="00CA2922">
        <w:tc>
          <w:tcPr>
            <w:tcW w:w="1396" w:type="pct"/>
          </w:tcPr>
          <w:p w14:paraId="5FEFB00E" w14:textId="77777777" w:rsidR="00F1480E" w:rsidRPr="000754EC" w:rsidRDefault="00B642CE" w:rsidP="000754EC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5FEFB00F" w14:textId="43CCB001" w:rsidR="00F1480E" w:rsidRPr="000754EC" w:rsidRDefault="00B642C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Take responsibility for routine decisions about </w:t>
            </w:r>
            <w:r w:rsidR="001B2F6F">
              <w:rPr>
                <w:rFonts w:eastAsia="Calibri"/>
              </w:rPr>
              <w:t>establish</w:t>
            </w:r>
            <w:r w:rsidR="0068278A">
              <w:rPr>
                <w:rFonts w:eastAsia="Calibri"/>
              </w:rPr>
              <w:t>ing</w:t>
            </w:r>
            <w:r w:rsidR="001B2F6F">
              <w:rPr>
                <w:rFonts w:eastAsia="Calibri"/>
              </w:rPr>
              <w:t xml:space="preserve"> and </w:t>
            </w:r>
            <w:r w:rsidR="0068278A">
              <w:rPr>
                <w:rFonts w:eastAsia="Calibri"/>
              </w:rPr>
              <w:t>monitoring</w:t>
            </w:r>
            <w:r w:rsidR="00750B80">
              <w:rPr>
                <w:rFonts w:eastAsia="Calibri"/>
              </w:rPr>
              <w:t xml:space="preserve"> hydroponic crops </w:t>
            </w:r>
            <w:r>
              <w:rPr>
                <w:rFonts w:eastAsia="Calibri"/>
              </w:rPr>
              <w:t>and reflect on outcomes to identify effectiveness of decisions</w:t>
            </w:r>
          </w:p>
        </w:tc>
      </w:tr>
      <w:tr w:rsidR="0068278A" w:rsidRPr="00336FCA" w:rsidDel="00423CB2" w14:paraId="49E9C658" w14:textId="77777777" w:rsidTr="00CA2922">
        <w:tc>
          <w:tcPr>
            <w:tcW w:w="1396" w:type="pct"/>
          </w:tcPr>
          <w:p w14:paraId="0A236D9D" w14:textId="286B08E5" w:rsidR="0068278A" w:rsidRDefault="0068278A" w:rsidP="000754EC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0C30DF0E" w14:textId="7E36BFFC" w:rsidR="0068278A" w:rsidRPr="00C536DA" w:rsidRDefault="0068278A" w:rsidP="00C536D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appropriate language and communication skills to disseminate information within work team</w:t>
            </w:r>
          </w:p>
        </w:tc>
      </w:tr>
    </w:tbl>
    <w:p w14:paraId="2A42CC34" w14:textId="2FEC4079" w:rsidR="00EB1018" w:rsidRPr="00EB1018" w:rsidRDefault="00EB1018" w:rsidP="00EB101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FEFB013" w14:textId="77777777" w:rsidTr="00F33FF2">
        <w:tc>
          <w:tcPr>
            <w:tcW w:w="5000" w:type="pct"/>
            <w:gridSpan w:val="4"/>
          </w:tcPr>
          <w:p w14:paraId="5FEFB01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EFB018" w14:textId="77777777" w:rsidTr="00F33FF2">
        <w:tc>
          <w:tcPr>
            <w:tcW w:w="1028" w:type="pct"/>
          </w:tcPr>
          <w:p w14:paraId="5FEFB01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FEFB01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FEFB01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FEFB01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FEFB01E" w14:textId="77777777" w:rsidTr="00F33FF2">
        <w:tc>
          <w:tcPr>
            <w:tcW w:w="1028" w:type="pct"/>
          </w:tcPr>
          <w:p w14:paraId="5FEFB01A" w14:textId="2811C3CB" w:rsidR="004C537B" w:rsidRPr="000754EC" w:rsidRDefault="00144C9F" w:rsidP="000754EC">
            <w:pPr>
              <w:pStyle w:val="SIText"/>
            </w:pPr>
            <w:r>
              <w:t>AHC</w:t>
            </w:r>
            <w:r w:rsidR="002E07A4">
              <w:t xml:space="preserve">HYD401 </w:t>
            </w:r>
            <w:r w:rsidR="001B2F6F">
              <w:t xml:space="preserve">Establish and </w:t>
            </w:r>
            <w:r w:rsidR="0068278A">
              <w:t>monitor</w:t>
            </w:r>
            <w:r w:rsidR="005C094E">
              <w:t xml:space="preserve"> hydroponic crops</w:t>
            </w:r>
          </w:p>
        </w:tc>
        <w:tc>
          <w:tcPr>
            <w:tcW w:w="1105" w:type="pct"/>
          </w:tcPr>
          <w:p w14:paraId="5FEFB01B" w14:textId="77777777" w:rsidR="00041E59" w:rsidRPr="000754EC" w:rsidRDefault="004C537B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5FEFB01C" w14:textId="77777777" w:rsidR="00041E59" w:rsidRPr="000754EC" w:rsidRDefault="004C537B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5FEFB01D" w14:textId="77777777" w:rsidR="00916CD7" w:rsidRPr="000754EC" w:rsidRDefault="00916CD7" w:rsidP="004C537B">
            <w:pPr>
              <w:pStyle w:val="SIText"/>
            </w:pPr>
            <w:r>
              <w:t>No equivalent unit</w:t>
            </w:r>
          </w:p>
        </w:tc>
      </w:tr>
    </w:tbl>
    <w:p w14:paraId="5FEFB01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FEFB023" w14:textId="77777777" w:rsidTr="00CA2922">
        <w:tc>
          <w:tcPr>
            <w:tcW w:w="1396" w:type="pct"/>
            <w:shd w:val="clear" w:color="auto" w:fill="auto"/>
          </w:tcPr>
          <w:p w14:paraId="5FEFB02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FEFB02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FEFB022" w14:textId="77777777" w:rsidR="00F1480E" w:rsidRPr="000754EC" w:rsidRDefault="00581D2F" w:rsidP="004C537B">
            <w:pPr>
              <w:pStyle w:val="SIText"/>
            </w:pPr>
            <w:hyperlink r:id="rId11" w:history="1">
              <w:r w:rsidR="004C537B" w:rsidRPr="004C537B">
                <w:t>https://vetnet.education.gov.au/Pages/TrainingDocs.aspx?q=c6399549-9c62-4a5e-bf1a-524b2322cf72</w:t>
              </w:r>
            </w:hyperlink>
          </w:p>
        </w:tc>
      </w:tr>
    </w:tbl>
    <w:p w14:paraId="5FEFB024" w14:textId="77777777" w:rsidR="00F1480E" w:rsidRDefault="00F1480E" w:rsidP="005F771F">
      <w:pPr>
        <w:pStyle w:val="SIText"/>
      </w:pPr>
    </w:p>
    <w:p w14:paraId="5FEFB02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FEFB02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FEFB02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FEFB027" w14:textId="55042473" w:rsidR="00556C4C" w:rsidRPr="000754EC" w:rsidRDefault="00556C4C" w:rsidP="002E07A4">
            <w:pPr>
              <w:pStyle w:val="SIUnittitle"/>
            </w:pPr>
            <w:r w:rsidRPr="00F56827">
              <w:t xml:space="preserve">Assessment requirements for </w:t>
            </w:r>
            <w:r w:rsidR="00144C9F">
              <w:t>AHC</w:t>
            </w:r>
            <w:r w:rsidR="002E07A4">
              <w:t>HYD401</w:t>
            </w:r>
            <w:r w:rsidR="004C537B">
              <w:t xml:space="preserve"> </w:t>
            </w:r>
            <w:r w:rsidR="001B2F6F">
              <w:t xml:space="preserve">Establish and </w:t>
            </w:r>
            <w:r w:rsidR="0068278A">
              <w:t>monitor</w:t>
            </w:r>
            <w:r w:rsidR="005C094E">
              <w:t xml:space="preserve"> hydroponic crops</w:t>
            </w:r>
          </w:p>
        </w:tc>
      </w:tr>
      <w:tr w:rsidR="00556C4C" w:rsidRPr="00A55106" w14:paraId="5FEFB02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FEFB02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FEFB033" w14:textId="77777777" w:rsidTr="00113678">
        <w:tc>
          <w:tcPr>
            <w:tcW w:w="5000" w:type="pct"/>
            <w:gridSpan w:val="2"/>
            <w:shd w:val="clear" w:color="auto" w:fill="auto"/>
          </w:tcPr>
          <w:p w14:paraId="5FEFB02B" w14:textId="170EDAE8" w:rsidR="007A300D" w:rsidRPr="00E40225" w:rsidRDefault="006E42FE" w:rsidP="00E40225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5FEFB02C" w14:textId="6CD2B845" w:rsidR="007A300D" w:rsidRPr="000754EC" w:rsidRDefault="007A300D" w:rsidP="000754EC">
            <w:pPr>
              <w:pStyle w:val="SIText"/>
            </w:pPr>
            <w:r w:rsidRPr="000754EC">
              <w:t xml:space="preserve">There must be evidence that the individual has </w:t>
            </w:r>
            <w:r w:rsidR="0068278A">
              <w:t>established and monitored</w:t>
            </w:r>
            <w:r w:rsidR="002D189A">
              <w:t xml:space="preserve"> </w:t>
            </w:r>
            <w:r w:rsidR="00587D5B">
              <w:t>h</w:t>
            </w:r>
            <w:r w:rsidR="0068278A">
              <w:t>ydroponic crop</w:t>
            </w:r>
            <w:r w:rsidR="00587D5B">
              <w:t>s</w:t>
            </w:r>
            <w:r w:rsidR="002D189A">
              <w:t xml:space="preserve"> on at least </w:t>
            </w:r>
            <w:r w:rsidR="0068278A">
              <w:t>one</w:t>
            </w:r>
            <w:r w:rsidR="002D189A">
              <w:t xml:space="preserve"> occasion and has</w:t>
            </w:r>
            <w:r w:rsidRPr="000754EC">
              <w:t>:</w:t>
            </w:r>
          </w:p>
          <w:p w14:paraId="0A7B1F5B" w14:textId="77777777" w:rsidR="003E77D4" w:rsidRDefault="003E77D4" w:rsidP="000754EC">
            <w:pPr>
              <w:pStyle w:val="SIBulletList1"/>
            </w:pPr>
            <w:r>
              <w:t>documented</w:t>
            </w:r>
            <w:r w:rsidRPr="003E77D4">
              <w:t xml:space="preserve"> hydroponic crop establishment and monitoring activities</w:t>
            </w:r>
          </w:p>
          <w:p w14:paraId="30EB8F4E" w14:textId="77777777" w:rsidR="00B21989" w:rsidRDefault="00B21989" w:rsidP="000754EC">
            <w:pPr>
              <w:pStyle w:val="SIBulletList1"/>
            </w:pPr>
            <w:r>
              <w:t>conducted plant health and quality inspection</w:t>
            </w:r>
          </w:p>
          <w:p w14:paraId="57E5698B" w14:textId="5F8E46B1" w:rsidR="00B21989" w:rsidRDefault="00B21989" w:rsidP="000754EC">
            <w:pPr>
              <w:pStyle w:val="SIBulletList1"/>
            </w:pPr>
            <w:r>
              <w:t>identified suitable irrigation strategy</w:t>
            </w:r>
          </w:p>
          <w:p w14:paraId="5FEFB030" w14:textId="1CFC7A58" w:rsidR="00C460EC" w:rsidRDefault="00C460EC" w:rsidP="000754EC">
            <w:pPr>
              <w:pStyle w:val="SIBulletList1"/>
            </w:pPr>
            <w:r>
              <w:t>minimised enviro</w:t>
            </w:r>
            <w:r w:rsidR="004007CD">
              <w:t>n</w:t>
            </w:r>
            <w:r>
              <w:t xml:space="preserve">mental impacts associated with </w:t>
            </w:r>
            <w:r w:rsidR="001B2F6F">
              <w:t xml:space="preserve">establishing and </w:t>
            </w:r>
            <w:r w:rsidR="0068278A">
              <w:t>monitoring</w:t>
            </w:r>
            <w:r w:rsidR="00750B80">
              <w:t xml:space="preserve"> hydroponic crops</w:t>
            </w:r>
          </w:p>
          <w:p w14:paraId="5FEFB031" w14:textId="059B261F" w:rsidR="00C460EC" w:rsidRDefault="00FE4FFB" w:rsidP="000754EC">
            <w:pPr>
              <w:pStyle w:val="SIBulletList1"/>
            </w:pPr>
            <w:r>
              <w:t>followed industry and workplace biosecurity procedures</w:t>
            </w:r>
            <w:r w:rsidR="000D0820">
              <w:t xml:space="preserve"> </w:t>
            </w:r>
          </w:p>
          <w:p w14:paraId="111E2C81" w14:textId="77777777" w:rsidR="004B4514" w:rsidRDefault="00C460EC" w:rsidP="00C460EC">
            <w:pPr>
              <w:pStyle w:val="SIBulletList1"/>
            </w:pPr>
            <w:r>
              <w:t>applied workplace health and safety requirements</w:t>
            </w:r>
          </w:p>
          <w:p w14:paraId="4A898B95" w14:textId="77777777" w:rsidR="002C275B" w:rsidRDefault="002C275B" w:rsidP="00C460EC">
            <w:pPr>
              <w:pStyle w:val="SIBulletList1"/>
            </w:pPr>
            <w:r>
              <w:t>tested and analysed nutrient solution</w:t>
            </w:r>
          </w:p>
          <w:p w14:paraId="5FEFB032" w14:textId="1189EEF5" w:rsidR="00556C4C" w:rsidRPr="000754EC" w:rsidRDefault="002C275B">
            <w:pPr>
              <w:pStyle w:val="SIBulletList1"/>
            </w:pPr>
            <w:r>
              <w:t xml:space="preserve">measured </w:t>
            </w:r>
            <w:r w:rsidR="00290E94">
              <w:t xml:space="preserve">and calculated </w:t>
            </w:r>
            <w:r>
              <w:t>nutrient solution</w:t>
            </w:r>
            <w:r w:rsidR="006E42FE">
              <w:t>.</w:t>
            </w:r>
          </w:p>
        </w:tc>
      </w:tr>
    </w:tbl>
    <w:p w14:paraId="5FEFB03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FEFB03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FEFB03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FEFB041" w14:textId="77777777" w:rsidTr="00CA2922">
        <w:tc>
          <w:tcPr>
            <w:tcW w:w="5000" w:type="pct"/>
            <w:shd w:val="clear" w:color="auto" w:fill="auto"/>
          </w:tcPr>
          <w:p w14:paraId="5FEFB037" w14:textId="032BC42B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3541E0F" w14:textId="77777777" w:rsidR="00B13890" w:rsidRDefault="002F7742" w:rsidP="00C460EC">
            <w:pPr>
              <w:pStyle w:val="SIBulletList1"/>
            </w:pPr>
            <w:r>
              <w:t xml:space="preserve">hydroponic crop </w:t>
            </w:r>
            <w:r w:rsidR="00B13890" w:rsidRPr="00943A23">
              <w:t xml:space="preserve">nutrient solution </w:t>
            </w:r>
            <w:r w:rsidR="00B13890" w:rsidRPr="00B13890">
              <w:t>technique</w:t>
            </w:r>
            <w:r w:rsidR="00B13890">
              <w:t>s, including:</w:t>
            </w:r>
          </w:p>
          <w:p w14:paraId="6B4ED865" w14:textId="77777777" w:rsidR="00B13890" w:rsidRDefault="00B13890" w:rsidP="00B13890">
            <w:pPr>
              <w:pStyle w:val="SIBulletList2"/>
            </w:pPr>
            <w:r>
              <w:t>aeroponics</w:t>
            </w:r>
          </w:p>
          <w:p w14:paraId="7A3867F4" w14:textId="77777777" w:rsidR="002E61FF" w:rsidRPr="002E61FF" w:rsidRDefault="002E61FF" w:rsidP="002E61FF">
            <w:pPr>
              <w:pStyle w:val="SIBulletList2"/>
            </w:pPr>
            <w:r>
              <w:t>continuous-flow solution culture or nutrient film technique</w:t>
            </w:r>
          </w:p>
          <w:p w14:paraId="092ACB0C" w14:textId="77777777" w:rsidR="00B13890" w:rsidRDefault="00B13890" w:rsidP="00B13890">
            <w:pPr>
              <w:pStyle w:val="SIBulletList2"/>
            </w:pPr>
            <w:r>
              <w:t>deep water culture</w:t>
            </w:r>
          </w:p>
          <w:p w14:paraId="60F8E211" w14:textId="77777777" w:rsidR="002E61FF" w:rsidRDefault="002E61FF" w:rsidP="00B13890">
            <w:pPr>
              <w:pStyle w:val="SIBulletList2"/>
            </w:pPr>
            <w:r>
              <w:t>drop irrigation</w:t>
            </w:r>
          </w:p>
          <w:p w14:paraId="10BC94BB" w14:textId="77777777" w:rsidR="00B13890" w:rsidRDefault="00B13890" w:rsidP="00B13890">
            <w:pPr>
              <w:pStyle w:val="SIBulletList2"/>
            </w:pPr>
            <w:r>
              <w:t>ebb and flow</w:t>
            </w:r>
          </w:p>
          <w:p w14:paraId="511EAF5F" w14:textId="77777777" w:rsidR="00B13890" w:rsidRDefault="00B13890" w:rsidP="00B13890">
            <w:pPr>
              <w:pStyle w:val="SIBulletList2"/>
            </w:pPr>
            <w:r>
              <w:t>fogponics</w:t>
            </w:r>
          </w:p>
          <w:p w14:paraId="2FFE5B4D" w14:textId="77777777" w:rsidR="00B13890" w:rsidRDefault="00B13890" w:rsidP="00A31978">
            <w:pPr>
              <w:pStyle w:val="SIBulletList2"/>
            </w:pPr>
            <w:r>
              <w:t>passive sub-irrigation</w:t>
            </w:r>
          </w:p>
          <w:p w14:paraId="7D0D85F1" w14:textId="77777777" w:rsidR="00B13890" w:rsidRPr="00B13890" w:rsidRDefault="00B13890" w:rsidP="00B13890">
            <w:pPr>
              <w:pStyle w:val="SIBulletList2"/>
            </w:pPr>
            <w:r>
              <w:t>rotary</w:t>
            </w:r>
          </w:p>
          <w:p w14:paraId="2F0055DC" w14:textId="77777777" w:rsidR="00B13890" w:rsidRDefault="00B13890" w:rsidP="00A31978">
            <w:pPr>
              <w:pStyle w:val="SIBulletList2"/>
            </w:pPr>
            <w:r>
              <w:t>run to waste</w:t>
            </w:r>
          </w:p>
          <w:p w14:paraId="3D40D8D2" w14:textId="77777777" w:rsidR="00373653" w:rsidRDefault="00373653" w:rsidP="00373653">
            <w:pPr>
              <w:pStyle w:val="SIBulletList2"/>
            </w:pPr>
            <w:r>
              <w:t>static solution culture</w:t>
            </w:r>
          </w:p>
          <w:p w14:paraId="674463F3" w14:textId="14E20612" w:rsidR="00B13890" w:rsidRDefault="00B13890" w:rsidP="00A31978">
            <w:pPr>
              <w:pStyle w:val="SIBulletList2"/>
            </w:pPr>
            <w:r>
              <w:t>top-fed deep water culture</w:t>
            </w:r>
          </w:p>
          <w:p w14:paraId="1E7446F1" w14:textId="3ACD56F3" w:rsidR="00B13890" w:rsidRDefault="00B13890" w:rsidP="00B13890">
            <w:pPr>
              <w:pStyle w:val="SIBulletList1"/>
            </w:pPr>
            <w:r>
              <w:t xml:space="preserve">types of hydroponic </w:t>
            </w:r>
            <w:r w:rsidR="002E61FF">
              <w:t xml:space="preserve">growing </w:t>
            </w:r>
            <w:r>
              <w:t>substrates, including:</w:t>
            </w:r>
          </w:p>
          <w:p w14:paraId="6DD25E32" w14:textId="77777777" w:rsidR="00B13890" w:rsidRDefault="00B13890" w:rsidP="00A31978">
            <w:pPr>
              <w:pStyle w:val="SIBulletList2"/>
            </w:pPr>
            <w:r>
              <w:t>clay aggregate</w:t>
            </w:r>
          </w:p>
          <w:p w14:paraId="114A3D4B" w14:textId="1FE30C12" w:rsidR="00B13890" w:rsidRDefault="00B13890" w:rsidP="00A31978">
            <w:pPr>
              <w:pStyle w:val="SIBulletList2"/>
            </w:pPr>
            <w:r>
              <w:t>coconut coir</w:t>
            </w:r>
          </w:p>
          <w:p w14:paraId="68D2DD17" w14:textId="77777777" w:rsidR="00B13890" w:rsidRDefault="00B13890" w:rsidP="00A31978">
            <w:pPr>
              <w:pStyle w:val="SIBulletList2"/>
            </w:pPr>
            <w:r>
              <w:t>perlite</w:t>
            </w:r>
          </w:p>
          <w:p w14:paraId="6452CEFA" w14:textId="77777777" w:rsidR="00B13890" w:rsidRDefault="00B13890" w:rsidP="00A31978">
            <w:pPr>
              <w:pStyle w:val="SIBulletList2"/>
            </w:pPr>
            <w:r>
              <w:t>rockwool</w:t>
            </w:r>
          </w:p>
          <w:p w14:paraId="0E9D651A" w14:textId="7125DACC" w:rsidR="00B13890" w:rsidRDefault="00B13890" w:rsidP="00A31978">
            <w:pPr>
              <w:pStyle w:val="SIBulletList2"/>
            </w:pPr>
            <w:r>
              <w:t>vermiculite</w:t>
            </w:r>
          </w:p>
          <w:p w14:paraId="6A6807CD" w14:textId="77777777" w:rsidR="00B13890" w:rsidRDefault="00B13890" w:rsidP="00C460EC">
            <w:pPr>
              <w:pStyle w:val="SIBulletList1"/>
            </w:pPr>
            <w:r>
              <w:t>types of hydroponic nutrient solutions, including:</w:t>
            </w:r>
          </w:p>
          <w:p w14:paraId="080BE2B7" w14:textId="77777777" w:rsidR="00B13890" w:rsidRDefault="00B13890" w:rsidP="00A31978">
            <w:pPr>
              <w:pStyle w:val="SIBulletList2"/>
            </w:pPr>
            <w:r>
              <w:t>inorganic</w:t>
            </w:r>
          </w:p>
          <w:p w14:paraId="76D8E9B9" w14:textId="4D33909A" w:rsidR="00B13890" w:rsidRDefault="00B13890" w:rsidP="00A31978">
            <w:pPr>
              <w:pStyle w:val="SIBulletList2"/>
            </w:pPr>
            <w:r>
              <w:t>organic</w:t>
            </w:r>
          </w:p>
          <w:p w14:paraId="0DB455EF" w14:textId="77777777" w:rsidR="00B21989" w:rsidRDefault="00B21989" w:rsidP="003E77D4">
            <w:pPr>
              <w:pStyle w:val="SIBulletList1"/>
            </w:pPr>
            <w:r>
              <w:t>plant health and quality inspection techniques</w:t>
            </w:r>
          </w:p>
          <w:p w14:paraId="5A517CC0" w14:textId="3F51670F" w:rsidR="00B21989" w:rsidRDefault="00B21989" w:rsidP="003E77D4">
            <w:pPr>
              <w:pStyle w:val="SIBulletList1"/>
            </w:pPr>
            <w:r>
              <w:t>irrigation strategies applicable to hydroponic crops</w:t>
            </w:r>
          </w:p>
          <w:p w14:paraId="7D3DF770" w14:textId="77777777" w:rsidR="003E77D4" w:rsidRPr="003E77D4" w:rsidRDefault="003E77D4" w:rsidP="003E77D4">
            <w:pPr>
              <w:pStyle w:val="SIBulletList1"/>
            </w:pPr>
            <w:r>
              <w:t xml:space="preserve">workplace requirements applicable to health and safety in the workplace for </w:t>
            </w:r>
            <w:r w:rsidRPr="003E77D4">
              <w:t>establishing and monitoring hydroponic crops</w:t>
            </w:r>
          </w:p>
          <w:p w14:paraId="4D3F3528" w14:textId="77777777" w:rsidR="003E77D4" w:rsidRPr="003E77D4" w:rsidRDefault="003E77D4" w:rsidP="003E77D4">
            <w:pPr>
              <w:pStyle w:val="SIBulletList1"/>
            </w:pPr>
            <w:r>
              <w:t xml:space="preserve">environmental impacts associated with </w:t>
            </w:r>
            <w:r w:rsidRPr="003E77D4">
              <w:t>establishing and monitoring hydroponic crops</w:t>
            </w:r>
          </w:p>
          <w:p w14:paraId="1CF0296F" w14:textId="77777777" w:rsidR="003E77D4" w:rsidRDefault="003E77D4" w:rsidP="003E77D4">
            <w:pPr>
              <w:pStyle w:val="SIBulletList1"/>
            </w:pPr>
            <w:r>
              <w:t>i</w:t>
            </w:r>
            <w:r w:rsidRPr="003E77D4">
              <w:t>ndustry and workplace biosecurity procedures</w:t>
            </w:r>
          </w:p>
          <w:p w14:paraId="13B55A9A" w14:textId="7046199D" w:rsidR="000D0820" w:rsidRDefault="000D0820" w:rsidP="003E77D4">
            <w:pPr>
              <w:pStyle w:val="SIBulletList1"/>
            </w:pPr>
            <w:r>
              <w:t xml:space="preserve">nutrient solution testing </w:t>
            </w:r>
            <w:r w:rsidR="002C275B">
              <w:t xml:space="preserve">and analysis </w:t>
            </w:r>
            <w:r>
              <w:t>procedures and e</w:t>
            </w:r>
            <w:r w:rsidRPr="000D0820">
              <w:t>quipment</w:t>
            </w:r>
            <w:r>
              <w:t>, including:</w:t>
            </w:r>
          </w:p>
          <w:p w14:paraId="216CD19B" w14:textId="77777777" w:rsidR="002E61FF" w:rsidRPr="002E61FF" w:rsidRDefault="002E61FF" w:rsidP="002E61FF">
            <w:pPr>
              <w:pStyle w:val="SIBulletList2"/>
            </w:pPr>
            <w:r>
              <w:t>colorimeters</w:t>
            </w:r>
          </w:p>
          <w:p w14:paraId="21DB64B0" w14:textId="77777777" w:rsidR="000D0820" w:rsidRDefault="000D0820" w:rsidP="00A31978">
            <w:pPr>
              <w:pStyle w:val="SIBulletList2"/>
            </w:pPr>
            <w:r>
              <w:t>electrical conductivity meters</w:t>
            </w:r>
          </w:p>
          <w:p w14:paraId="0FD21C81" w14:textId="77777777" w:rsidR="002E61FF" w:rsidRPr="002E61FF" w:rsidRDefault="002E61FF" w:rsidP="002E61FF">
            <w:pPr>
              <w:pStyle w:val="SIBulletList2"/>
            </w:pPr>
            <w:r>
              <w:t>litmus paper</w:t>
            </w:r>
          </w:p>
          <w:p w14:paraId="0A9C2FEC" w14:textId="77777777" w:rsidR="002E61FF" w:rsidRPr="002E61FF" w:rsidRDefault="002E61FF" w:rsidP="002E61FF">
            <w:pPr>
              <w:pStyle w:val="SIBulletList2"/>
            </w:pPr>
            <w:proofErr w:type="spellStart"/>
            <w:r>
              <w:t>ph</w:t>
            </w:r>
            <w:proofErr w:type="spellEnd"/>
            <w:r>
              <w:t xml:space="preserve"> indicator strips</w:t>
            </w:r>
          </w:p>
          <w:p w14:paraId="78B2854E" w14:textId="77777777" w:rsidR="000D0820" w:rsidRDefault="000D0820" w:rsidP="00A31978">
            <w:pPr>
              <w:pStyle w:val="SIBulletList2"/>
            </w:pPr>
            <w:proofErr w:type="spellStart"/>
            <w:r>
              <w:t>ph</w:t>
            </w:r>
            <w:proofErr w:type="spellEnd"/>
            <w:r>
              <w:t xml:space="preserve"> meters</w:t>
            </w:r>
          </w:p>
          <w:p w14:paraId="0A99FFF0" w14:textId="6ADB5A9F" w:rsidR="003304AF" w:rsidRDefault="003304AF">
            <w:pPr>
              <w:pStyle w:val="SIBulletList1"/>
            </w:pPr>
            <w:r>
              <w:t>nutrient solution measuring</w:t>
            </w:r>
            <w:r w:rsidR="00290E94">
              <w:t xml:space="preserve"> and calculation</w:t>
            </w:r>
            <w:r>
              <w:t xml:space="preserve"> procedures, tools and equipment, including:</w:t>
            </w:r>
          </w:p>
          <w:p w14:paraId="0B1DDC05" w14:textId="77777777" w:rsidR="003304AF" w:rsidRDefault="003304AF" w:rsidP="00A31978">
            <w:pPr>
              <w:pStyle w:val="SIBulletList2"/>
            </w:pPr>
            <w:r>
              <w:t>graduated cylinders</w:t>
            </w:r>
          </w:p>
          <w:p w14:paraId="5FEFB040" w14:textId="351CA59C" w:rsidR="00F1480E" w:rsidRPr="000754EC" w:rsidRDefault="003304AF" w:rsidP="003E77D4">
            <w:pPr>
              <w:pStyle w:val="SIBulletList2"/>
            </w:pPr>
            <w:r>
              <w:t>measuring spoons</w:t>
            </w:r>
            <w:r w:rsidR="006E42FE">
              <w:t>.</w:t>
            </w:r>
          </w:p>
        </w:tc>
      </w:tr>
    </w:tbl>
    <w:p w14:paraId="5FEFB04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FEFB04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FEFB043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5FEFB055" w14:textId="77777777" w:rsidTr="00CA2922">
        <w:tc>
          <w:tcPr>
            <w:tcW w:w="5000" w:type="pct"/>
            <w:shd w:val="clear" w:color="auto" w:fill="auto"/>
          </w:tcPr>
          <w:p w14:paraId="5FEFB045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5FEFB046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5FEFB047" w14:textId="77777777" w:rsidR="004E6741" w:rsidRPr="000754EC" w:rsidRDefault="00FE4FFB" w:rsidP="000754EC">
            <w:pPr>
              <w:pStyle w:val="SIBulletList2"/>
              <w:rPr>
                <w:rFonts w:eastAsia="Calibri"/>
              </w:rPr>
            </w:pPr>
            <w:r>
              <w:t>a workplace setting or an environment that accurately represents workplace conditions</w:t>
            </w:r>
          </w:p>
          <w:p w14:paraId="5FEFB048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5FEFB049" w14:textId="3E7FC4F8" w:rsidR="00366805" w:rsidRDefault="002F7742" w:rsidP="000754EC">
            <w:pPr>
              <w:pStyle w:val="SIBulletList2"/>
              <w:rPr>
                <w:rFonts w:eastAsia="Calibri"/>
              </w:rPr>
            </w:pPr>
            <w:r>
              <w:t xml:space="preserve">hydroponic crop </w:t>
            </w:r>
            <w:r w:rsidR="001B2F6F">
              <w:t>establish</w:t>
            </w:r>
            <w:r w:rsidR="00A40ACC">
              <w:t>ment</w:t>
            </w:r>
            <w:r w:rsidR="001B2F6F">
              <w:t xml:space="preserve"> and </w:t>
            </w:r>
            <w:r w:rsidR="0068278A">
              <w:t>monitoring</w:t>
            </w:r>
            <w:r>
              <w:t xml:space="preserve"> </w:t>
            </w:r>
            <w:r w:rsidR="00FE4FFB">
              <w:rPr>
                <w:rFonts w:eastAsia="Calibri"/>
              </w:rPr>
              <w:t>tools</w:t>
            </w:r>
            <w:r w:rsidR="00661964">
              <w:rPr>
                <w:rFonts w:eastAsia="Calibri"/>
              </w:rPr>
              <w:t>,</w:t>
            </w:r>
            <w:r w:rsidR="00FE4FFB">
              <w:rPr>
                <w:rFonts w:eastAsia="Calibri"/>
              </w:rPr>
              <w:t xml:space="preserve"> equipment</w:t>
            </w:r>
            <w:r w:rsidR="00661964">
              <w:rPr>
                <w:rFonts w:eastAsia="Calibri"/>
              </w:rPr>
              <w:t xml:space="preserve"> </w:t>
            </w:r>
            <w:r w:rsidR="00661964" w:rsidRPr="00661964">
              <w:rPr>
                <w:rFonts w:eastAsia="Calibri"/>
              </w:rPr>
              <w:t>and</w:t>
            </w:r>
            <w:r w:rsidR="00661964">
              <w:rPr>
                <w:rFonts w:eastAsia="Calibri"/>
              </w:rPr>
              <w:t xml:space="preserve"> materials</w:t>
            </w:r>
          </w:p>
          <w:p w14:paraId="7F0757E2" w14:textId="4F09FAF6" w:rsidR="003304AF" w:rsidRPr="000754EC" w:rsidRDefault="003304AF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nutrient solution measuring</w:t>
            </w:r>
            <w:r w:rsidR="00290E94">
              <w:rPr>
                <w:rFonts w:eastAsia="Calibri"/>
              </w:rPr>
              <w:t>, calculation</w:t>
            </w:r>
            <w:r>
              <w:rPr>
                <w:rFonts w:eastAsia="Calibri"/>
              </w:rPr>
              <w:t>, testing and analysing tools, equipment and procedures</w:t>
            </w:r>
          </w:p>
          <w:p w14:paraId="5FEFB04A" w14:textId="0784F9C3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t>personal protective equipment</w:t>
            </w:r>
            <w:r w:rsidR="00FE4FFB">
              <w:t xml:space="preserve"> </w:t>
            </w:r>
            <w:r w:rsidR="002D6306">
              <w:t>applicable</w:t>
            </w:r>
            <w:r w:rsidR="00FE4FFB">
              <w:t xml:space="preserve"> to </w:t>
            </w:r>
            <w:r w:rsidR="001B2F6F">
              <w:t>establish</w:t>
            </w:r>
            <w:r w:rsidR="00A40ACC">
              <w:t>ing</w:t>
            </w:r>
            <w:r w:rsidR="001B2F6F">
              <w:t xml:space="preserve"> and </w:t>
            </w:r>
            <w:r w:rsidR="0068278A">
              <w:t>monitoring</w:t>
            </w:r>
            <w:r w:rsidR="002F7742">
              <w:t xml:space="preserve"> hydroponic crops</w:t>
            </w:r>
          </w:p>
          <w:p w14:paraId="5FEFB04B" w14:textId="77777777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5FEFB04D" w14:textId="0364E6C7" w:rsidR="00F83D7C" w:rsidRPr="000754EC" w:rsidRDefault="002D6306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workplace requirements applicable to health and safety in the workplace </w:t>
            </w:r>
            <w:r w:rsidR="00A40ACC">
              <w:rPr>
                <w:rFonts w:eastAsia="Calibri"/>
              </w:rPr>
              <w:t xml:space="preserve">and </w:t>
            </w:r>
            <w:r w:rsidR="001B2F6F">
              <w:t>establish</w:t>
            </w:r>
            <w:r w:rsidR="00A40ACC">
              <w:t>ing</w:t>
            </w:r>
            <w:r w:rsidR="001B2F6F">
              <w:t xml:space="preserve"> and </w:t>
            </w:r>
            <w:r w:rsidR="0068278A">
              <w:t>monitori</w:t>
            </w:r>
            <w:r w:rsidR="002F7742">
              <w:t>ng hydroponic crops</w:t>
            </w:r>
          </w:p>
          <w:p w14:paraId="5FEFB04E" w14:textId="0B97DBC9" w:rsidR="00366805" w:rsidRPr="000754EC" w:rsidRDefault="00C460EC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industry and workplace biosecurity procedures applicable to </w:t>
            </w:r>
            <w:r w:rsidR="001B2F6F">
              <w:t>establish</w:t>
            </w:r>
            <w:r w:rsidR="00A40ACC">
              <w:t>ing</w:t>
            </w:r>
            <w:r w:rsidR="001B2F6F">
              <w:t xml:space="preserve"> and </w:t>
            </w:r>
            <w:r w:rsidR="0068278A">
              <w:t>monitoring</w:t>
            </w:r>
            <w:r w:rsidR="002F7742">
              <w:t xml:space="preserve"> hydroponic crops</w:t>
            </w:r>
          </w:p>
          <w:p w14:paraId="5FEFB04F" w14:textId="77777777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5FEFB050" w14:textId="5BD75F79" w:rsidR="00366805" w:rsidRPr="000754EC" w:rsidRDefault="00A40ACC" w:rsidP="000754EC">
            <w:pPr>
              <w:pStyle w:val="SIBulletList2"/>
            </w:pPr>
            <w:r>
              <w:t>team members</w:t>
            </w:r>
          </w:p>
          <w:p w14:paraId="5FEFB051" w14:textId="77777777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5FEFB052" w14:textId="77777777" w:rsidR="0021210E" w:rsidRPr="000754EC" w:rsidRDefault="00B0712C" w:rsidP="00511105">
            <w:pPr>
              <w:pStyle w:val="SIBulletList2"/>
            </w:pPr>
            <w:r>
              <w:t xml:space="preserve">according to job </w:t>
            </w:r>
            <w:r w:rsidR="00FE4FFB">
              <w:t>requirements</w:t>
            </w:r>
            <w:r w:rsidR="0021210E">
              <w:t>.</w:t>
            </w:r>
          </w:p>
          <w:p w14:paraId="5FEFB053" w14:textId="77777777" w:rsidR="0021210E" w:rsidRDefault="0021210E" w:rsidP="000754EC">
            <w:pPr>
              <w:pStyle w:val="SIText"/>
            </w:pPr>
          </w:p>
          <w:p w14:paraId="5FEFB054" w14:textId="77777777" w:rsidR="00F1480E" w:rsidRPr="00FE4FFB" w:rsidRDefault="007134FE" w:rsidP="00FE4FFB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5FEFB0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FEFB05A" w14:textId="77777777" w:rsidTr="004679E3">
        <w:tc>
          <w:tcPr>
            <w:tcW w:w="990" w:type="pct"/>
            <w:shd w:val="clear" w:color="auto" w:fill="auto"/>
          </w:tcPr>
          <w:p w14:paraId="5FEFB05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FEFB05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FEFB059" w14:textId="77777777" w:rsidR="00F1480E" w:rsidRPr="000754EC" w:rsidRDefault="00581D2F" w:rsidP="004C537B">
            <w:pPr>
              <w:pStyle w:val="SIText"/>
            </w:pPr>
            <w:hyperlink r:id="rId12" w:history="1">
              <w:r w:rsidR="004C537B" w:rsidRPr="004C537B">
                <w:t>https://vetnet.education.gov.au/Pages/TrainingDocs.aspx?q=c6399549-9c62-4a5e-bf1a-524b2322cf72</w:t>
              </w:r>
            </w:hyperlink>
          </w:p>
        </w:tc>
      </w:tr>
    </w:tbl>
    <w:p w14:paraId="5FEFB05B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AC387A" w14:textId="77777777" w:rsidR="00581D2F" w:rsidRDefault="00581D2F" w:rsidP="00BF3F0A">
      <w:r>
        <w:separator/>
      </w:r>
    </w:p>
    <w:p w14:paraId="0CFF9D87" w14:textId="77777777" w:rsidR="00581D2F" w:rsidRDefault="00581D2F"/>
  </w:endnote>
  <w:endnote w:type="continuationSeparator" w:id="0">
    <w:p w14:paraId="6B08D854" w14:textId="77777777" w:rsidR="00581D2F" w:rsidRDefault="00581D2F" w:rsidP="00BF3F0A">
      <w:r>
        <w:continuationSeparator/>
      </w:r>
    </w:p>
    <w:p w14:paraId="4D5FEFFF" w14:textId="77777777" w:rsidR="00581D2F" w:rsidRDefault="00581D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FEFB065" w14:textId="2D0CE6FA" w:rsidR="00D85013" w:rsidRDefault="00D85013" w:rsidP="00D85013">
        <w:pPr>
          <w:pStyle w:val="SIText"/>
        </w:pPr>
      </w:p>
      <w:p w14:paraId="5FEFB066" w14:textId="2D56C509" w:rsidR="00D810DE" w:rsidRDefault="00581D2F" w:rsidP="005F771F">
        <w:pPr>
          <w:pStyle w:val="SIText"/>
        </w:pPr>
      </w:p>
    </w:sdtContent>
  </w:sdt>
  <w:p w14:paraId="5FEFB06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5D2E16" w14:textId="77777777" w:rsidR="00581D2F" w:rsidRDefault="00581D2F" w:rsidP="00BF3F0A">
      <w:r>
        <w:separator/>
      </w:r>
    </w:p>
    <w:p w14:paraId="74BDD6F5" w14:textId="77777777" w:rsidR="00581D2F" w:rsidRDefault="00581D2F"/>
  </w:footnote>
  <w:footnote w:type="continuationSeparator" w:id="0">
    <w:p w14:paraId="573C854B" w14:textId="77777777" w:rsidR="00581D2F" w:rsidRDefault="00581D2F" w:rsidP="00BF3F0A">
      <w:r>
        <w:continuationSeparator/>
      </w:r>
    </w:p>
    <w:p w14:paraId="47D27173" w14:textId="77777777" w:rsidR="00581D2F" w:rsidRDefault="00581D2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EFB064" w14:textId="246AB963" w:rsidR="009C2650" w:rsidRPr="000754EC" w:rsidRDefault="00144C9F" w:rsidP="00146EEC">
    <w:pPr>
      <w:pStyle w:val="SIText"/>
    </w:pPr>
    <w:r>
      <w:t>AHC</w:t>
    </w:r>
    <w:r w:rsidR="002E07A4">
      <w:t>HYD401</w:t>
    </w:r>
    <w:r w:rsidR="004C537B">
      <w:t xml:space="preserve"> </w:t>
    </w:r>
    <w:r w:rsidR="001B2F6F">
      <w:t xml:space="preserve">Establish and </w:t>
    </w:r>
    <w:r w:rsidR="0068278A">
      <w:t>monitor</w:t>
    </w:r>
    <w:r w:rsidR="005C094E">
      <w:t xml:space="preserve"> hydroponic crops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1BD0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0A5A"/>
    <w:rsid w:val="0009093B"/>
    <w:rsid w:val="000A5441"/>
    <w:rsid w:val="000C149A"/>
    <w:rsid w:val="000C224E"/>
    <w:rsid w:val="000D0820"/>
    <w:rsid w:val="000E25E6"/>
    <w:rsid w:val="000E2C86"/>
    <w:rsid w:val="000F0E58"/>
    <w:rsid w:val="000F29F2"/>
    <w:rsid w:val="00101659"/>
    <w:rsid w:val="00105AEA"/>
    <w:rsid w:val="001078BF"/>
    <w:rsid w:val="00115D75"/>
    <w:rsid w:val="00133957"/>
    <w:rsid w:val="001372F6"/>
    <w:rsid w:val="00140D03"/>
    <w:rsid w:val="00144385"/>
    <w:rsid w:val="00144C9F"/>
    <w:rsid w:val="00146EEC"/>
    <w:rsid w:val="00151D55"/>
    <w:rsid w:val="00151D93"/>
    <w:rsid w:val="00156EF3"/>
    <w:rsid w:val="001666DC"/>
    <w:rsid w:val="00176E4F"/>
    <w:rsid w:val="0018546B"/>
    <w:rsid w:val="001A6A3E"/>
    <w:rsid w:val="001A7B6D"/>
    <w:rsid w:val="001B2F6F"/>
    <w:rsid w:val="001B34D5"/>
    <w:rsid w:val="001B4DD8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0107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0A4F"/>
    <w:rsid w:val="00262FC3"/>
    <w:rsid w:val="0026394F"/>
    <w:rsid w:val="00267AF6"/>
    <w:rsid w:val="00276DB8"/>
    <w:rsid w:val="00282664"/>
    <w:rsid w:val="00285FB8"/>
    <w:rsid w:val="00290E94"/>
    <w:rsid w:val="002942A4"/>
    <w:rsid w:val="0029550E"/>
    <w:rsid w:val="002970C3"/>
    <w:rsid w:val="002A31D5"/>
    <w:rsid w:val="002A4CD3"/>
    <w:rsid w:val="002A6CC4"/>
    <w:rsid w:val="002C275B"/>
    <w:rsid w:val="002C55E9"/>
    <w:rsid w:val="002D0C8B"/>
    <w:rsid w:val="002D189A"/>
    <w:rsid w:val="002D330A"/>
    <w:rsid w:val="002D6306"/>
    <w:rsid w:val="002E07A4"/>
    <w:rsid w:val="002E170C"/>
    <w:rsid w:val="002E193E"/>
    <w:rsid w:val="002E61FF"/>
    <w:rsid w:val="002F7742"/>
    <w:rsid w:val="00305EFF"/>
    <w:rsid w:val="00310A6A"/>
    <w:rsid w:val="003144E6"/>
    <w:rsid w:val="003304AF"/>
    <w:rsid w:val="00335C0F"/>
    <w:rsid w:val="00337E82"/>
    <w:rsid w:val="00346FDC"/>
    <w:rsid w:val="00350BB1"/>
    <w:rsid w:val="00352C83"/>
    <w:rsid w:val="0035664A"/>
    <w:rsid w:val="00366805"/>
    <w:rsid w:val="0037067D"/>
    <w:rsid w:val="00373436"/>
    <w:rsid w:val="00373653"/>
    <w:rsid w:val="0038735B"/>
    <w:rsid w:val="003916D1"/>
    <w:rsid w:val="003972F4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7D4"/>
    <w:rsid w:val="003E7BBE"/>
    <w:rsid w:val="004007CD"/>
    <w:rsid w:val="00407177"/>
    <w:rsid w:val="004111AA"/>
    <w:rsid w:val="004127E3"/>
    <w:rsid w:val="0043212E"/>
    <w:rsid w:val="00434366"/>
    <w:rsid w:val="004345E7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8758D"/>
    <w:rsid w:val="004A142B"/>
    <w:rsid w:val="004A3860"/>
    <w:rsid w:val="004A44E8"/>
    <w:rsid w:val="004A581D"/>
    <w:rsid w:val="004A7706"/>
    <w:rsid w:val="004A77E3"/>
    <w:rsid w:val="004B29B7"/>
    <w:rsid w:val="004B4514"/>
    <w:rsid w:val="004B7A28"/>
    <w:rsid w:val="004C008A"/>
    <w:rsid w:val="004C2244"/>
    <w:rsid w:val="004C537B"/>
    <w:rsid w:val="004C71A6"/>
    <w:rsid w:val="004C79A1"/>
    <w:rsid w:val="004D0AEC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560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1D2F"/>
    <w:rsid w:val="00583902"/>
    <w:rsid w:val="00584424"/>
    <w:rsid w:val="00587D5B"/>
    <w:rsid w:val="005A1D70"/>
    <w:rsid w:val="005A3AA5"/>
    <w:rsid w:val="005A6C9C"/>
    <w:rsid w:val="005A74DC"/>
    <w:rsid w:val="005B5146"/>
    <w:rsid w:val="005C094E"/>
    <w:rsid w:val="005D1AFD"/>
    <w:rsid w:val="005E380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1964"/>
    <w:rsid w:val="0068278A"/>
    <w:rsid w:val="00684FE6"/>
    <w:rsid w:val="00686A49"/>
    <w:rsid w:val="00687B62"/>
    <w:rsid w:val="00690C44"/>
    <w:rsid w:val="006969D9"/>
    <w:rsid w:val="006A2B68"/>
    <w:rsid w:val="006B2CEF"/>
    <w:rsid w:val="006C2F32"/>
    <w:rsid w:val="006D38C3"/>
    <w:rsid w:val="006D4448"/>
    <w:rsid w:val="006D6DFD"/>
    <w:rsid w:val="006E2C4D"/>
    <w:rsid w:val="006E3017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0B80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666E"/>
    <w:rsid w:val="007A6B08"/>
    <w:rsid w:val="007D5A78"/>
    <w:rsid w:val="007E3BD1"/>
    <w:rsid w:val="007F1563"/>
    <w:rsid w:val="007F1EB2"/>
    <w:rsid w:val="007F44DB"/>
    <w:rsid w:val="007F5A8B"/>
    <w:rsid w:val="007F77C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65F54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54C7"/>
    <w:rsid w:val="00916CD7"/>
    <w:rsid w:val="00920927"/>
    <w:rsid w:val="00921B38"/>
    <w:rsid w:val="00923720"/>
    <w:rsid w:val="009278C9"/>
    <w:rsid w:val="00932CD7"/>
    <w:rsid w:val="00943A23"/>
    <w:rsid w:val="00944C09"/>
    <w:rsid w:val="00946003"/>
    <w:rsid w:val="009527CB"/>
    <w:rsid w:val="00953835"/>
    <w:rsid w:val="0095655D"/>
    <w:rsid w:val="00960F6C"/>
    <w:rsid w:val="00970747"/>
    <w:rsid w:val="00971A2E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1978"/>
    <w:rsid w:val="00A3639E"/>
    <w:rsid w:val="00A40ACC"/>
    <w:rsid w:val="00A414BA"/>
    <w:rsid w:val="00A5092E"/>
    <w:rsid w:val="00A53B98"/>
    <w:rsid w:val="00A554D6"/>
    <w:rsid w:val="00A55A3D"/>
    <w:rsid w:val="00A56E14"/>
    <w:rsid w:val="00A6476B"/>
    <w:rsid w:val="00A76C6C"/>
    <w:rsid w:val="00A87356"/>
    <w:rsid w:val="00A90D56"/>
    <w:rsid w:val="00A92DD1"/>
    <w:rsid w:val="00AA4E0D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0199"/>
    <w:rsid w:val="00AF1BD0"/>
    <w:rsid w:val="00AF3957"/>
    <w:rsid w:val="00B0712C"/>
    <w:rsid w:val="00B12013"/>
    <w:rsid w:val="00B13890"/>
    <w:rsid w:val="00B17824"/>
    <w:rsid w:val="00B21989"/>
    <w:rsid w:val="00B22C67"/>
    <w:rsid w:val="00B32518"/>
    <w:rsid w:val="00B3508F"/>
    <w:rsid w:val="00B443EE"/>
    <w:rsid w:val="00B560C8"/>
    <w:rsid w:val="00B61150"/>
    <w:rsid w:val="00B642CE"/>
    <w:rsid w:val="00B65BC7"/>
    <w:rsid w:val="00B746B9"/>
    <w:rsid w:val="00B848D4"/>
    <w:rsid w:val="00B865B7"/>
    <w:rsid w:val="00BA1CB1"/>
    <w:rsid w:val="00BA4178"/>
    <w:rsid w:val="00BA482D"/>
    <w:rsid w:val="00BB1755"/>
    <w:rsid w:val="00BB1DDD"/>
    <w:rsid w:val="00BB23F4"/>
    <w:rsid w:val="00BC5075"/>
    <w:rsid w:val="00BC5419"/>
    <w:rsid w:val="00BD3B0F"/>
    <w:rsid w:val="00BF1D4C"/>
    <w:rsid w:val="00BF3F0A"/>
    <w:rsid w:val="00C143C3"/>
    <w:rsid w:val="00C16A1E"/>
    <w:rsid w:val="00C1739B"/>
    <w:rsid w:val="00C21ADE"/>
    <w:rsid w:val="00C26067"/>
    <w:rsid w:val="00C30A29"/>
    <w:rsid w:val="00C317DC"/>
    <w:rsid w:val="00C460EC"/>
    <w:rsid w:val="00C536DA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6D63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2706E"/>
    <w:rsid w:val="00D32124"/>
    <w:rsid w:val="00D36DBF"/>
    <w:rsid w:val="00D54C76"/>
    <w:rsid w:val="00D71E43"/>
    <w:rsid w:val="00D727F3"/>
    <w:rsid w:val="00D73695"/>
    <w:rsid w:val="00D810DE"/>
    <w:rsid w:val="00D85013"/>
    <w:rsid w:val="00D87D32"/>
    <w:rsid w:val="00D91188"/>
    <w:rsid w:val="00D92C83"/>
    <w:rsid w:val="00DA0A81"/>
    <w:rsid w:val="00DA3C10"/>
    <w:rsid w:val="00DA53B5"/>
    <w:rsid w:val="00DC1D69"/>
    <w:rsid w:val="00DC5A3A"/>
    <w:rsid w:val="00DC6E94"/>
    <w:rsid w:val="00DD0726"/>
    <w:rsid w:val="00DD4265"/>
    <w:rsid w:val="00E01F46"/>
    <w:rsid w:val="00E21661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1018"/>
    <w:rsid w:val="00EB5C88"/>
    <w:rsid w:val="00EC0469"/>
    <w:rsid w:val="00EC1308"/>
    <w:rsid w:val="00ED6C81"/>
    <w:rsid w:val="00EF01F8"/>
    <w:rsid w:val="00EF40EF"/>
    <w:rsid w:val="00EF47FE"/>
    <w:rsid w:val="00F069BD"/>
    <w:rsid w:val="00F1480E"/>
    <w:rsid w:val="00F1497D"/>
    <w:rsid w:val="00F16AAC"/>
    <w:rsid w:val="00F21D22"/>
    <w:rsid w:val="00F33FF2"/>
    <w:rsid w:val="00F438FC"/>
    <w:rsid w:val="00F46CB9"/>
    <w:rsid w:val="00F5616F"/>
    <w:rsid w:val="00F562DA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4FFB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EFAFC6"/>
  <w15:docId w15:val="{DECE0867-4FC5-450F-983F-866C02CD1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144C9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2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ter\Desktop\PEM%20Consultant\Projects\2019\Skills%20Impact\AHC%20Horticultural%20Tech%20Project%2019-08\Protected%20Horticulture\AHCXXX2XX%20Perform%20manual%20pollination%20of%20crop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BC1E3A6902E447BE6B722F6487692F" ma:contentTypeVersion="" ma:contentTypeDescription="Create a new document." ma:contentTypeScope="" ma:versionID="6ad2a24980a756baf5fe07231fb35362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DC33F5-CCF1-4EEB-81EE-971D393640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E755E6AD-4E3B-42D6-AEEF-F89B4D660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AHCXXX2XX Perform manual pollination of crops</Template>
  <TotalTime>0</TotalTime>
  <Pages>4</Pages>
  <Words>1082</Words>
  <Characters>6170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Peter</dc:creator>
  <cp:lastModifiedBy>William Henderson</cp:lastModifiedBy>
  <cp:revision>2</cp:revision>
  <cp:lastPrinted>2016-05-27T05:21:00Z</cp:lastPrinted>
  <dcterms:created xsi:type="dcterms:W3CDTF">2019-06-28T02:43:00Z</dcterms:created>
  <dcterms:modified xsi:type="dcterms:W3CDTF">2019-06-28T02:43:00Z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0x010100D3BC1E3A6902E447BE6B722F6487692F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2048">
    <vt:lpwstr>628</vt:lpwstr>
  </property>
  <property fmtid="{D5CDD505-2E9C-101B-9397-08002B2CF9AE}" pid="19" name="AuthorIds_UIVersion_4096">
    <vt:lpwstr>963</vt:lpwstr>
  </property>
  <property fmtid="{D5CDD505-2E9C-101B-9397-08002B2CF9AE}" pid="20" name="AuthorIds_UIVersion_5632">
    <vt:lpwstr>115</vt:lpwstr>
  </property>
</Properties>
</file>