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1250" w14:paraId="4F4964C9" w14:textId="77777777" w:rsidTr="00146EEC">
        <w:tc>
          <w:tcPr>
            <w:tcW w:w="2689" w:type="dxa"/>
          </w:tcPr>
          <w:p w14:paraId="605F3F6E" w14:textId="79936B0B" w:rsidR="00511250" w:rsidRPr="00511250" w:rsidRDefault="00511250" w:rsidP="00682C86">
            <w:pPr>
              <w:pStyle w:val="SIText"/>
            </w:pPr>
            <w:r w:rsidRPr="00890FB8">
              <w:t xml:space="preserve">Release </w:t>
            </w:r>
            <w:r w:rsidR="00A90C25">
              <w:t>1</w:t>
            </w:r>
          </w:p>
        </w:tc>
        <w:tc>
          <w:tcPr>
            <w:tcW w:w="6939" w:type="dxa"/>
          </w:tcPr>
          <w:p w14:paraId="411149CF" w14:textId="6EB3CA0D" w:rsidR="00511250" w:rsidRPr="00511250" w:rsidRDefault="00511250" w:rsidP="00682C8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77E7757" w:rsidR="00F1480E" w:rsidRPr="000754EC" w:rsidRDefault="00A90C25" w:rsidP="008C32A4">
            <w:pPr>
              <w:pStyle w:val="SIUNITCODE"/>
            </w:pPr>
            <w:r w:rsidRPr="00B51AD1">
              <w:t>AHCIRG4</w:t>
            </w:r>
            <w:r>
              <w:t>44</w:t>
            </w:r>
          </w:p>
        </w:tc>
        <w:tc>
          <w:tcPr>
            <w:tcW w:w="3604" w:type="pct"/>
            <w:shd w:val="clear" w:color="auto" w:fill="auto"/>
          </w:tcPr>
          <w:p w14:paraId="536DD2C5" w14:textId="2264C633" w:rsidR="00F1480E" w:rsidRPr="000754EC" w:rsidRDefault="00B51AD1" w:rsidP="000754EC">
            <w:pPr>
              <w:pStyle w:val="SIUnittitle"/>
            </w:pPr>
            <w:r w:rsidRPr="00B51AD1">
              <w:t>Manage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2D0E4" w14:textId="5FD6EE1D" w:rsidR="00B51AD1" w:rsidRPr="00943139" w:rsidRDefault="00B51AD1" w:rsidP="00B51AD1">
            <w:r w:rsidRPr="00943139">
              <w:t xml:space="preserve">This unit of competency </w:t>
            </w:r>
            <w:r w:rsidR="00511250">
              <w:t>describes</w:t>
            </w:r>
            <w:r w:rsidR="00511250" w:rsidRPr="00943139">
              <w:t xml:space="preserve"> </w:t>
            </w:r>
            <w:r w:rsidRPr="00943139">
              <w:t xml:space="preserve">the skills and knowledge required to </w:t>
            </w:r>
            <w:r w:rsidR="00511250">
              <w:t>prepare</w:t>
            </w:r>
            <w:r w:rsidR="00353DE0">
              <w:t xml:space="preserve"> an</w:t>
            </w:r>
            <w:r w:rsidR="00511250">
              <w:t xml:space="preserve"> irrigation system for operation, develop start-up</w:t>
            </w:r>
            <w:r w:rsidR="007727CF">
              <w:t>,</w:t>
            </w:r>
            <w:r w:rsidR="00511250">
              <w:t xml:space="preserve"> shutdown</w:t>
            </w:r>
            <w:r w:rsidR="007727CF">
              <w:t xml:space="preserve"> and isolation</w:t>
            </w:r>
            <w:r w:rsidR="00511250">
              <w:t xml:space="preserve"> procedures, trouble shoot for faults and blockages, and measure and review </w:t>
            </w:r>
            <w:r w:rsidRPr="00943139">
              <w:t>irrigation system</w:t>
            </w:r>
            <w:r w:rsidR="00511250">
              <w:t xml:space="preserve"> performance</w:t>
            </w:r>
            <w:r w:rsidRPr="00943139">
              <w:t>.</w:t>
            </w:r>
          </w:p>
          <w:p w14:paraId="5CF46FBA" w14:textId="77777777" w:rsidR="00B51AD1" w:rsidRPr="00943139" w:rsidRDefault="00B51AD1" w:rsidP="00B51AD1"/>
          <w:p w14:paraId="286F158D" w14:textId="5AECC363" w:rsidR="00B51AD1" w:rsidRPr="00943139" w:rsidRDefault="005411FC" w:rsidP="00B51AD1">
            <w:r>
              <w:t>The uni</w:t>
            </w:r>
            <w:r w:rsidR="00B51AD1" w:rsidRPr="00943139">
              <w:t xml:space="preserve">t applies to individuals who </w:t>
            </w:r>
            <w:r w:rsidR="00511250">
              <w:t xml:space="preserve">apply specialised skills and knowledge to </w:t>
            </w:r>
            <w:r w:rsidR="00511250" w:rsidRPr="00511250">
              <w:t xml:space="preserve">the </w:t>
            </w:r>
            <w:r w:rsidR="00511250">
              <w:t xml:space="preserve">management </w:t>
            </w:r>
            <w:r w:rsidR="00511250" w:rsidRPr="00511250">
              <w:t>of irrigation system</w:t>
            </w:r>
            <w:r w:rsidR="00511250">
              <w:t>s</w:t>
            </w:r>
            <w:r w:rsidR="00511250" w:rsidRPr="00511250">
              <w:t xml:space="preserve"> and have responsibility for the output of others. This includes applying and communicating non-routine technical solutions to predictable and unpredictable problems</w:t>
            </w:r>
            <w:r w:rsidR="00B51AD1" w:rsidRPr="00943139">
              <w:t>.</w:t>
            </w:r>
          </w:p>
          <w:p w14:paraId="489A9A0A" w14:textId="77777777" w:rsidR="00B51AD1" w:rsidRPr="00943139" w:rsidRDefault="00B51AD1" w:rsidP="00B51AD1"/>
          <w:p w14:paraId="536DD2C9" w14:textId="4101511D" w:rsidR="00373436" w:rsidRPr="000754EC" w:rsidRDefault="00511250">
            <w:r>
              <w:t>N</w:t>
            </w:r>
            <w:r w:rsidR="00B51AD1" w:rsidRPr="00943139">
              <w:t>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51AD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2D2F495" w:rsidR="00B51AD1" w:rsidRPr="00B51AD1" w:rsidRDefault="00B51AD1" w:rsidP="00B51AD1">
            <w:pPr>
              <w:pStyle w:val="SIText"/>
            </w:pPr>
            <w:r>
              <w:t xml:space="preserve">1. </w:t>
            </w:r>
            <w:r w:rsidR="00A559EE">
              <w:t>Prepare irrigation system for operation</w:t>
            </w:r>
          </w:p>
        </w:tc>
        <w:tc>
          <w:tcPr>
            <w:tcW w:w="3604" w:type="pct"/>
            <w:shd w:val="clear" w:color="auto" w:fill="auto"/>
          </w:tcPr>
          <w:p w14:paraId="3ED0BE33" w14:textId="4193C1ED" w:rsidR="00B51AD1" w:rsidRPr="00B51AD1" w:rsidRDefault="00B51AD1" w:rsidP="00B51AD1">
            <w:r w:rsidRPr="00943139">
              <w:t>1.1</w:t>
            </w:r>
            <w:r>
              <w:t xml:space="preserve"> </w:t>
            </w:r>
            <w:r w:rsidRPr="00943139">
              <w:t xml:space="preserve">Assess </w:t>
            </w:r>
            <w:r w:rsidRPr="00B51AD1">
              <w:t>staff training needs for carrying out pre-start checks and routine servicing and arrange training for those that require it</w:t>
            </w:r>
          </w:p>
          <w:p w14:paraId="691D7AB3" w14:textId="6A91AA3D" w:rsidR="00B51AD1" w:rsidRPr="00B51AD1" w:rsidRDefault="00B51AD1" w:rsidP="00B51AD1">
            <w:r w:rsidRPr="00943139">
              <w:t>1.2</w:t>
            </w:r>
            <w:r>
              <w:t xml:space="preserve"> </w:t>
            </w:r>
            <w:r w:rsidRPr="00943139">
              <w:t>Program or adjust the irrigation controller to meet required schedule</w:t>
            </w:r>
          </w:p>
          <w:p w14:paraId="536DD2D9" w14:textId="1CD8E988" w:rsidR="00B51AD1" w:rsidRPr="00B51AD1" w:rsidRDefault="00B51AD1" w:rsidP="00B51AD1">
            <w:pPr>
              <w:pStyle w:val="SIText"/>
            </w:pPr>
            <w:r w:rsidRPr="00943139">
              <w:t>1.3</w:t>
            </w:r>
            <w:r>
              <w:t xml:space="preserve"> </w:t>
            </w:r>
            <w:r w:rsidRPr="00943139">
              <w:t>Develop procedures for adjusting valves and checking filters and emitters</w:t>
            </w:r>
          </w:p>
        </w:tc>
      </w:tr>
      <w:tr w:rsidR="00B51AD1" w:rsidRPr="00963A46" w14:paraId="5D1BE9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FDE34" w14:textId="43568965" w:rsidR="00B51AD1" w:rsidRPr="00D547E7" w:rsidRDefault="00B51AD1">
            <w:pPr>
              <w:pStyle w:val="SIText"/>
            </w:pPr>
            <w:r w:rsidRPr="00943139">
              <w:t>2.</w:t>
            </w:r>
            <w:r>
              <w:t xml:space="preserve"> </w:t>
            </w:r>
            <w:r w:rsidRPr="00943139">
              <w:t>Develop start-up</w:t>
            </w:r>
            <w:r w:rsidR="007727CF">
              <w:t>,</w:t>
            </w:r>
            <w:r w:rsidRPr="00943139">
              <w:t xml:space="preserve"> shutdown </w:t>
            </w:r>
            <w:r w:rsidR="007727CF">
              <w:t xml:space="preserve">and isolation </w:t>
            </w:r>
            <w:r w:rsidRPr="00943139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4B2FD747" w14:textId="2E3DB932" w:rsidR="00B51AD1" w:rsidRPr="00B51AD1" w:rsidRDefault="00B51AD1" w:rsidP="00B51AD1">
            <w:r w:rsidRPr="00943139">
              <w:t>2.1</w:t>
            </w:r>
            <w:r>
              <w:t xml:space="preserve"> </w:t>
            </w:r>
            <w:r w:rsidRPr="00943139">
              <w:t>Develop start-up procedures</w:t>
            </w:r>
            <w:r w:rsidR="00E9596A">
              <w:t xml:space="preserve"> for the system</w:t>
            </w:r>
          </w:p>
          <w:p w14:paraId="0562AAD8" w14:textId="69E1C606" w:rsidR="00B51AD1" w:rsidRPr="00B51AD1" w:rsidRDefault="00B51AD1" w:rsidP="00B51AD1">
            <w:r w:rsidRPr="00943139">
              <w:t>2.2</w:t>
            </w:r>
            <w:r>
              <w:t xml:space="preserve"> </w:t>
            </w:r>
            <w:r w:rsidRPr="00943139">
              <w:t>Develop shutdown sequence and isolation procedures</w:t>
            </w:r>
          </w:p>
          <w:p w14:paraId="3540D119" w14:textId="4479C99F" w:rsidR="00B51AD1" w:rsidRPr="00B51AD1" w:rsidRDefault="00B51AD1" w:rsidP="00B51AD1">
            <w:r w:rsidRPr="00943139">
              <w:t>2.3</w:t>
            </w:r>
            <w:r>
              <w:t xml:space="preserve"> </w:t>
            </w:r>
            <w:r w:rsidRPr="00943139">
              <w:t>Install safety or security lock off devices and signage</w:t>
            </w:r>
          </w:p>
          <w:p w14:paraId="7A9C66AD" w14:textId="5DDE9BA9" w:rsidR="00B51AD1" w:rsidRPr="00D547E7" w:rsidRDefault="00B51AD1" w:rsidP="00B51AD1">
            <w:pPr>
              <w:pStyle w:val="SIText"/>
            </w:pPr>
            <w:r w:rsidRPr="00943139">
              <w:t>2.4</w:t>
            </w:r>
            <w:r>
              <w:t xml:space="preserve"> </w:t>
            </w:r>
            <w:r w:rsidRPr="00943139">
              <w:t>Provide instructions for flushing the system as required</w:t>
            </w:r>
          </w:p>
        </w:tc>
      </w:tr>
      <w:tr w:rsidR="00B51AD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F0B1CC1" w:rsidR="00B51AD1" w:rsidRPr="00B51AD1" w:rsidRDefault="00B51AD1" w:rsidP="00B51AD1">
            <w:pPr>
              <w:pStyle w:val="SIText"/>
            </w:pPr>
            <w:r w:rsidRPr="00943139">
              <w:t>3.</w:t>
            </w:r>
            <w:r>
              <w:t xml:space="preserve"> </w:t>
            </w:r>
            <w:r w:rsidR="00C07E0D">
              <w:t>Supervise</w:t>
            </w:r>
            <w:r w:rsidRPr="00943139">
              <w:t xml:space="preserve"> trouble shooting </w:t>
            </w:r>
            <w:r w:rsidR="00C07E0D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12887A0" w14:textId="08EFBA19" w:rsidR="00B51AD1" w:rsidRPr="00B51AD1" w:rsidRDefault="00B51AD1" w:rsidP="00B51AD1">
            <w:r w:rsidRPr="00943139">
              <w:t>3.1</w:t>
            </w:r>
            <w:r>
              <w:t xml:space="preserve"> </w:t>
            </w:r>
            <w:r w:rsidR="007727CF">
              <w:t>Organise</w:t>
            </w:r>
            <w:r w:rsidRPr="00943139">
              <w:t xml:space="preserve"> access to faulty components and blockages</w:t>
            </w:r>
          </w:p>
          <w:p w14:paraId="5AE7BD65" w14:textId="5B7B6726" w:rsidR="00B51AD1" w:rsidRPr="00B51AD1" w:rsidRDefault="00B51AD1" w:rsidP="00B51AD1">
            <w:r w:rsidRPr="00943139">
              <w:t>3.2</w:t>
            </w:r>
            <w:r>
              <w:t xml:space="preserve"> </w:t>
            </w:r>
            <w:r w:rsidR="00C07E0D">
              <w:t>Organise removal</w:t>
            </w:r>
            <w:r w:rsidRPr="00943139">
              <w:t xml:space="preserve"> </w:t>
            </w:r>
            <w:r w:rsidR="007727CF">
              <w:t>and repair or dispos</w:t>
            </w:r>
            <w:r w:rsidR="00C07E0D">
              <w:t>al</w:t>
            </w:r>
            <w:r w:rsidR="007727CF">
              <w:t xml:space="preserve"> of </w:t>
            </w:r>
            <w:r w:rsidRPr="00943139">
              <w:t>faulty components</w:t>
            </w:r>
          </w:p>
          <w:p w14:paraId="536DD2DC" w14:textId="2DE79024" w:rsidR="00B51AD1" w:rsidRPr="00B51AD1" w:rsidRDefault="00B51AD1">
            <w:pPr>
              <w:pStyle w:val="SIText"/>
            </w:pPr>
            <w:r w:rsidRPr="00943139">
              <w:t>3.3</w:t>
            </w:r>
            <w:r>
              <w:t xml:space="preserve"> </w:t>
            </w:r>
            <w:r w:rsidRPr="00943139">
              <w:t>S</w:t>
            </w:r>
            <w:r w:rsidR="00C07E0D">
              <w:t>upervise s</w:t>
            </w:r>
            <w:r w:rsidRPr="00943139">
              <w:t>elect</w:t>
            </w:r>
            <w:r w:rsidR="00C07E0D">
              <w:t>ion</w:t>
            </w:r>
            <w:r w:rsidRPr="00943139">
              <w:t xml:space="preserve"> </w:t>
            </w:r>
            <w:r w:rsidR="007727CF">
              <w:t>and install</w:t>
            </w:r>
            <w:r w:rsidR="00C07E0D">
              <w:t>ation</w:t>
            </w:r>
            <w:r w:rsidR="007727CF">
              <w:t xml:space="preserve"> </w:t>
            </w:r>
            <w:r w:rsidR="00C07E0D">
              <w:t xml:space="preserve">of </w:t>
            </w:r>
            <w:r w:rsidR="007727CF">
              <w:t>replacement components</w:t>
            </w:r>
          </w:p>
        </w:tc>
      </w:tr>
      <w:tr w:rsidR="00B51AD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D32FE6A" w:rsidR="00B51AD1" w:rsidRPr="00B51AD1" w:rsidRDefault="00B51AD1" w:rsidP="00B51AD1">
            <w:pPr>
              <w:pStyle w:val="SIText"/>
            </w:pPr>
            <w:r w:rsidRPr="00943139">
              <w:t>4.</w:t>
            </w:r>
            <w:r>
              <w:t xml:space="preserve"> </w:t>
            </w:r>
            <w:r w:rsidR="00C07E0D">
              <w:t>Supervise irrigation</w:t>
            </w:r>
            <w:r w:rsidRPr="00943139">
              <w:t xml:space="preserve"> </w:t>
            </w:r>
            <w:r w:rsidR="00C07E0D">
              <w:t xml:space="preserve">system </w:t>
            </w:r>
            <w:r w:rsidRPr="00943139">
              <w:t>performance</w:t>
            </w:r>
            <w:r w:rsidR="00C07E0D">
              <w:t xml:space="preserve"> measurement</w:t>
            </w:r>
          </w:p>
        </w:tc>
        <w:tc>
          <w:tcPr>
            <w:tcW w:w="3604" w:type="pct"/>
            <w:shd w:val="clear" w:color="auto" w:fill="auto"/>
          </w:tcPr>
          <w:p w14:paraId="56EE3395" w14:textId="0A89767D" w:rsidR="00B51AD1" w:rsidRPr="00B51AD1" w:rsidRDefault="00B51AD1" w:rsidP="00B51AD1">
            <w:r w:rsidRPr="00943139">
              <w:t>4.1</w:t>
            </w:r>
            <w:r>
              <w:t xml:space="preserve"> </w:t>
            </w:r>
            <w:r w:rsidRPr="00943139">
              <w:t>Identify and record variations in pressures</w:t>
            </w:r>
          </w:p>
          <w:p w14:paraId="0B3DD20B" w14:textId="4708BD48" w:rsidR="00B51AD1" w:rsidRPr="00B51AD1" w:rsidRDefault="00B51AD1" w:rsidP="00B51AD1">
            <w:r w:rsidRPr="00943139">
              <w:t>4.2</w:t>
            </w:r>
            <w:r>
              <w:t xml:space="preserve"> </w:t>
            </w:r>
            <w:r w:rsidRPr="00943139">
              <w:t>Measure and record water flow rates</w:t>
            </w:r>
          </w:p>
          <w:p w14:paraId="5DAFAD96" w14:textId="7D4DA660" w:rsidR="00B51AD1" w:rsidRPr="00B51AD1" w:rsidRDefault="00B51AD1" w:rsidP="00B51AD1">
            <w:r w:rsidRPr="00943139">
              <w:t>4.3</w:t>
            </w:r>
            <w:r>
              <w:t xml:space="preserve"> </w:t>
            </w:r>
            <w:r w:rsidRPr="00943139">
              <w:t>Identify and record variations in water flow and distribution</w:t>
            </w:r>
          </w:p>
          <w:p w14:paraId="37A3392C" w14:textId="27EC8958" w:rsidR="00B51AD1" w:rsidRPr="00B51AD1" w:rsidRDefault="00B51AD1" w:rsidP="00B51AD1">
            <w:r w:rsidRPr="00943139">
              <w:t>4.4</w:t>
            </w:r>
            <w:r>
              <w:t xml:space="preserve"> </w:t>
            </w:r>
            <w:r w:rsidRPr="00943139">
              <w:t>Measure and record pump performance parameters as necessary</w:t>
            </w:r>
          </w:p>
          <w:p w14:paraId="0BD5131F" w14:textId="6AB4BD9F" w:rsidR="00B51AD1" w:rsidRPr="00B51AD1" w:rsidRDefault="00B51AD1" w:rsidP="00B51AD1">
            <w:r w:rsidRPr="00943139">
              <w:t>4.5</w:t>
            </w:r>
            <w:r>
              <w:t xml:space="preserve"> </w:t>
            </w:r>
            <w:r w:rsidRPr="00943139">
              <w:t>Measure and record variations in pump performance parameters where relevant</w:t>
            </w:r>
          </w:p>
          <w:p w14:paraId="45F76CF4" w14:textId="77777777" w:rsidR="002215C7" w:rsidRDefault="00B51AD1" w:rsidP="00B51AD1">
            <w:r w:rsidRPr="00943139">
              <w:t>4.6</w:t>
            </w:r>
            <w:r>
              <w:t xml:space="preserve"> </w:t>
            </w:r>
            <w:r w:rsidRPr="00943139">
              <w:t>Inspect distribution and delivery systems</w:t>
            </w:r>
          </w:p>
          <w:p w14:paraId="084B4057" w14:textId="79AA6706" w:rsidR="00B51AD1" w:rsidRPr="00B51AD1" w:rsidRDefault="002215C7" w:rsidP="00B51AD1">
            <w:r>
              <w:t>4.7 I</w:t>
            </w:r>
            <w:r w:rsidR="00B51AD1" w:rsidRPr="00943139">
              <w:t xml:space="preserve">dentify and </w:t>
            </w:r>
            <w:r>
              <w:t xml:space="preserve">repair delivery system </w:t>
            </w:r>
            <w:r w:rsidR="00B51AD1" w:rsidRPr="00943139">
              <w:t>malfunctions</w:t>
            </w:r>
            <w:r>
              <w:t xml:space="preserve"> </w:t>
            </w:r>
            <w:r w:rsidR="00B51AD1" w:rsidRPr="00943139">
              <w:t>and record actions</w:t>
            </w:r>
          </w:p>
          <w:p w14:paraId="008A724B" w14:textId="0C7DB9EC" w:rsidR="00B51AD1" w:rsidRPr="00B51AD1" w:rsidRDefault="00B51AD1" w:rsidP="00DD1991">
            <w:pPr>
              <w:pStyle w:val="SIText"/>
            </w:pPr>
            <w:r w:rsidRPr="00943139">
              <w:t>4.</w:t>
            </w:r>
            <w:r w:rsidR="00DD1991">
              <w:t>8</w:t>
            </w:r>
            <w:r>
              <w:t xml:space="preserve"> </w:t>
            </w:r>
            <w:r w:rsidRPr="00943139">
              <w:t xml:space="preserve">Identify and record factors external to the system that may </w:t>
            </w:r>
            <w:r w:rsidRPr="00B51AD1">
              <w:t>cause interference</w:t>
            </w:r>
          </w:p>
        </w:tc>
      </w:tr>
      <w:tr w:rsidR="00B51AD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B304C2E" w:rsidR="00B51AD1" w:rsidRPr="00B51AD1" w:rsidRDefault="00B51AD1" w:rsidP="00B51AD1">
            <w:pPr>
              <w:pStyle w:val="SIText"/>
            </w:pPr>
            <w:r w:rsidRPr="00943139">
              <w:t>5.</w:t>
            </w:r>
            <w:r>
              <w:t xml:space="preserve"> </w:t>
            </w:r>
            <w:r w:rsidRPr="00943139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89AA3EA" w14:textId="0E0B0E03" w:rsidR="00B51AD1" w:rsidRPr="00B51AD1" w:rsidRDefault="00B51AD1" w:rsidP="00B51AD1">
            <w:r w:rsidRPr="00943139">
              <w:t>5.1</w:t>
            </w:r>
            <w:r>
              <w:t xml:space="preserve"> </w:t>
            </w:r>
            <w:r w:rsidRPr="00943139">
              <w:t>Record system pressures and variations</w:t>
            </w:r>
          </w:p>
          <w:p w14:paraId="6F8F1DF3" w14:textId="315F9AA1" w:rsidR="00B51AD1" w:rsidRPr="00B51AD1" w:rsidRDefault="00B51AD1" w:rsidP="00B51AD1">
            <w:r w:rsidRPr="00943139">
              <w:t>5.2</w:t>
            </w:r>
            <w:r>
              <w:t xml:space="preserve"> </w:t>
            </w:r>
            <w:r w:rsidRPr="00943139">
              <w:t>Record system flow rates and variations</w:t>
            </w:r>
          </w:p>
          <w:p w14:paraId="607CDA3A" w14:textId="3091195E" w:rsidR="00B51AD1" w:rsidRPr="00B51AD1" w:rsidRDefault="00B51AD1" w:rsidP="00B51AD1">
            <w:r w:rsidRPr="00943139">
              <w:t>5.3</w:t>
            </w:r>
            <w:r>
              <w:t xml:space="preserve"> </w:t>
            </w:r>
            <w:r w:rsidRPr="00943139">
              <w:t>Calculate a</w:t>
            </w:r>
            <w:bookmarkStart w:id="0" w:name="_GoBack"/>
            <w:bookmarkEnd w:id="0"/>
            <w:r w:rsidRPr="00943139">
              <w:t>nd record distribution uniformity and mean application rates</w:t>
            </w:r>
          </w:p>
          <w:p w14:paraId="30CCD317" w14:textId="4DF785BA" w:rsidR="00B51AD1" w:rsidRPr="00B51AD1" w:rsidRDefault="00B51AD1" w:rsidP="00B51AD1">
            <w:r w:rsidRPr="00943139">
              <w:t>5.4</w:t>
            </w:r>
            <w:r>
              <w:t xml:space="preserve"> </w:t>
            </w:r>
            <w:r w:rsidRPr="00943139">
              <w:t>Determine and record watering depth</w:t>
            </w:r>
          </w:p>
          <w:p w14:paraId="536DD2DF" w14:textId="193F57FA" w:rsidR="00B51AD1" w:rsidRPr="00B51AD1" w:rsidRDefault="00B51AD1">
            <w:pPr>
              <w:pStyle w:val="SIText"/>
            </w:pPr>
            <w:r w:rsidRPr="00943139">
              <w:t>5.5</w:t>
            </w:r>
            <w:r>
              <w:t xml:space="preserve"> </w:t>
            </w:r>
            <w:r w:rsidRPr="00943139">
              <w:t xml:space="preserve">Calculate </w:t>
            </w:r>
            <w:r w:rsidR="002215C7" w:rsidRPr="00943139">
              <w:t xml:space="preserve">and compare </w:t>
            </w:r>
            <w:r w:rsidRPr="00943139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15C7" w:rsidRPr="00336FCA" w:rsidDel="00423CB2" w14:paraId="536DD2EC" w14:textId="77777777" w:rsidTr="00CA2922">
        <w:tc>
          <w:tcPr>
            <w:tcW w:w="1396" w:type="pct"/>
          </w:tcPr>
          <w:p w14:paraId="536DD2EA" w14:textId="13BF4DB3" w:rsidR="002215C7" w:rsidRPr="002215C7" w:rsidRDefault="002215C7" w:rsidP="002215C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AE200D3" w:rsidR="002215C7" w:rsidRPr="002215C7" w:rsidRDefault="002215C7">
            <w:pPr>
              <w:pStyle w:val="SIBulletList1"/>
            </w:pPr>
            <w:r w:rsidRPr="000C452B">
              <w:t xml:space="preserve">Identify and interpret information </w:t>
            </w:r>
            <w:r w:rsidR="006E189B">
              <w:t xml:space="preserve">regarding </w:t>
            </w:r>
            <w:r>
              <w:t>managing</w:t>
            </w:r>
            <w:r w:rsidRPr="002215C7">
              <w:t xml:space="preserve"> irrigation </w:t>
            </w:r>
            <w:r>
              <w:t>systems</w:t>
            </w:r>
          </w:p>
        </w:tc>
      </w:tr>
      <w:tr w:rsidR="002215C7" w:rsidRPr="00336FCA" w:rsidDel="00423CB2" w14:paraId="536DD2F2" w14:textId="77777777" w:rsidTr="00CA2922">
        <w:tc>
          <w:tcPr>
            <w:tcW w:w="1396" w:type="pct"/>
          </w:tcPr>
          <w:p w14:paraId="536DD2F0" w14:textId="279ED35F" w:rsidR="002215C7" w:rsidRPr="002215C7" w:rsidRDefault="002215C7" w:rsidP="002215C7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31F9FC2" w:rsidR="002215C7" w:rsidRPr="002215C7" w:rsidRDefault="002215C7" w:rsidP="002215C7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1250" w14:paraId="536DD30E" w14:textId="77777777" w:rsidTr="00F33FF2">
        <w:tc>
          <w:tcPr>
            <w:tcW w:w="1028" w:type="pct"/>
          </w:tcPr>
          <w:p w14:paraId="536DD309" w14:textId="73682317" w:rsidR="00511250" w:rsidRPr="00511250" w:rsidRDefault="00A90C25" w:rsidP="00A90C25">
            <w:pPr>
              <w:pStyle w:val="SIText"/>
            </w:pPr>
            <w:r w:rsidRPr="00B51AD1">
              <w:t>AHCIRG4</w:t>
            </w:r>
            <w:r>
              <w:t>44</w:t>
            </w:r>
            <w:r w:rsidRPr="00B51AD1">
              <w:t xml:space="preserve"> </w:t>
            </w:r>
            <w:r w:rsidR="00511250" w:rsidRPr="00B51AD1">
              <w:t>Manage irrigation systems</w:t>
            </w:r>
          </w:p>
        </w:tc>
        <w:tc>
          <w:tcPr>
            <w:tcW w:w="1105" w:type="pct"/>
          </w:tcPr>
          <w:p w14:paraId="536DD30A" w14:textId="79B6C651" w:rsidR="00511250" w:rsidRPr="00511250" w:rsidRDefault="00511250" w:rsidP="00A90C25">
            <w:pPr>
              <w:pStyle w:val="SIText"/>
            </w:pPr>
            <w:r w:rsidRPr="00B51AD1">
              <w:t>AHCIRG433 Manage irrigation systems</w:t>
            </w:r>
          </w:p>
        </w:tc>
        <w:tc>
          <w:tcPr>
            <w:tcW w:w="1251" w:type="pct"/>
          </w:tcPr>
          <w:p w14:paraId="4A0F6A5C" w14:textId="41F1DD76" w:rsidR="000F4101" w:rsidRPr="000F4101" w:rsidRDefault="000F4101" w:rsidP="000F4101">
            <w:r w:rsidRPr="000F4101">
              <w:t>Performance criteria clarified</w:t>
            </w:r>
          </w:p>
          <w:p w14:paraId="4C7034C5" w14:textId="2EFCDB14" w:rsidR="000F4101" w:rsidRPr="000F4101" w:rsidRDefault="000F4101" w:rsidP="000F4101">
            <w:r w:rsidRPr="000F4101">
              <w:t>Foundation skills added</w:t>
            </w:r>
          </w:p>
          <w:p w14:paraId="536DD30B" w14:textId="76C9DE4B" w:rsidR="00511250" w:rsidRPr="00511250" w:rsidRDefault="000F4101" w:rsidP="00BA53F6">
            <w:r w:rsidRPr="000F4101">
              <w:t>Assessment requirements updated</w:t>
            </w:r>
          </w:p>
        </w:tc>
        <w:tc>
          <w:tcPr>
            <w:tcW w:w="1616" w:type="pct"/>
          </w:tcPr>
          <w:p w14:paraId="536DD30D" w14:textId="194A9189" w:rsidR="00511250" w:rsidRPr="00511250" w:rsidRDefault="00511250" w:rsidP="0051125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619F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3E3158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90C25" w:rsidRPr="00B51AD1">
              <w:t>AHCIRG4</w:t>
            </w:r>
            <w:r w:rsidR="00A90C25">
              <w:t>44</w:t>
            </w:r>
            <w:r w:rsidR="00A90C25" w:rsidRPr="00B51AD1">
              <w:t xml:space="preserve"> </w:t>
            </w:r>
            <w:r w:rsidR="00B51AD1" w:rsidRPr="00B51AD1">
              <w:t>Manage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2C94BF0" w14:textId="6268E9AD" w:rsidR="00B51AD1" w:rsidRPr="00253900" w:rsidRDefault="000B1080" w:rsidP="00B51AD1">
            <w:r w:rsidRPr="00F5295E">
              <w:t xml:space="preserve">An individual </w:t>
            </w:r>
            <w:r w:rsidRPr="000B1080">
              <w:t>demonstrating competency must satisfy all of the elements and performance criteria in this unit</w:t>
            </w:r>
            <w:r w:rsidR="00B51AD1" w:rsidRPr="00253900">
              <w:t>.</w:t>
            </w:r>
            <w:r w:rsidR="00A90C25">
              <w:t xml:space="preserve"> </w:t>
            </w:r>
            <w:r w:rsidR="00B51AD1" w:rsidRPr="00253900">
              <w:t>The</w:t>
            </w:r>
            <w:r>
              <w:t>re</w:t>
            </w:r>
            <w:r w:rsidR="00B51AD1" w:rsidRPr="00253900">
              <w:t xml:space="preserve"> </w:t>
            </w:r>
            <w:r w:rsidRPr="00F5295E">
              <w:t xml:space="preserve">must be evidence that the individual has </w:t>
            </w:r>
            <w:r>
              <w:t xml:space="preserve">managed </w:t>
            </w:r>
            <w:r w:rsidR="00CD4318">
              <w:t>the operations of a</w:t>
            </w:r>
            <w:r w:rsidR="002979D8">
              <w:t>n</w:t>
            </w:r>
            <w:r w:rsidR="00CD4318">
              <w:t xml:space="preserve"> </w:t>
            </w:r>
            <w:r>
              <w:t xml:space="preserve">irrigation </w:t>
            </w:r>
            <w:r w:rsidRPr="000B1080">
              <w:t xml:space="preserve">system on at least </w:t>
            </w:r>
            <w:r>
              <w:t>tw</w:t>
            </w:r>
            <w:r w:rsidRPr="000B1080">
              <w:t>o occasion</w:t>
            </w:r>
            <w:r>
              <w:t>s</w:t>
            </w:r>
            <w:r w:rsidRPr="000B1080">
              <w:t xml:space="preserve"> and has</w:t>
            </w:r>
            <w:r w:rsidR="00B51AD1" w:rsidRPr="00253900">
              <w:t>:</w:t>
            </w:r>
          </w:p>
          <w:p w14:paraId="7F895ACB" w14:textId="77777777" w:rsidR="00DD1991" w:rsidRPr="00DD1991" w:rsidRDefault="00DD1991" w:rsidP="00DD1991">
            <w:pPr>
              <w:pStyle w:val="SIBulletList1"/>
            </w:pPr>
            <w:r w:rsidRPr="00253900">
              <w:t>measure</w:t>
            </w:r>
            <w:r w:rsidRPr="00DD1991">
              <w:t>d, interpreted and adjusted flow rates and pressures</w:t>
            </w:r>
          </w:p>
          <w:p w14:paraId="5AA7AC04" w14:textId="77777777" w:rsidR="00DD1991" w:rsidRPr="00DD1991" w:rsidRDefault="00DD1991" w:rsidP="00DD1991">
            <w:pPr>
              <w:pStyle w:val="SIBulletList1"/>
            </w:pPr>
            <w:r w:rsidRPr="00253900">
              <w:t>develop</w:t>
            </w:r>
            <w:r w:rsidRPr="00DD1991">
              <w:t>ed procedures for irrigation system start up, shutdown and operational checks</w:t>
            </w:r>
          </w:p>
          <w:p w14:paraId="0F731F9D" w14:textId="44C4E6FB" w:rsidR="00B51AD1" w:rsidRPr="00B51AD1" w:rsidRDefault="00B51AD1" w:rsidP="00B51AD1">
            <w:pPr>
              <w:pStyle w:val="SIBulletList1"/>
            </w:pPr>
            <w:r w:rsidRPr="00253900">
              <w:t>access</w:t>
            </w:r>
            <w:r w:rsidR="000B1080">
              <w:t>ed</w:t>
            </w:r>
            <w:r w:rsidRPr="00253900">
              <w:t xml:space="preserve"> and prepare</w:t>
            </w:r>
            <w:r w:rsidR="000B1080">
              <w:t>d</w:t>
            </w:r>
            <w:r w:rsidRPr="00253900">
              <w:t xml:space="preserve"> data records for both print-based and computer-based data</w:t>
            </w:r>
          </w:p>
          <w:p w14:paraId="297F4C07" w14:textId="4E7E7007" w:rsidR="00B51AD1" w:rsidRPr="00B51AD1" w:rsidRDefault="00B51AD1" w:rsidP="00ED4F38">
            <w:pPr>
              <w:pStyle w:val="SIBulletList1"/>
            </w:pPr>
            <w:r w:rsidRPr="00253900">
              <w:t>calculate</w:t>
            </w:r>
            <w:r w:rsidR="000B1080">
              <w:t>d</w:t>
            </w:r>
            <w:r w:rsidRPr="00253900">
              <w:t xml:space="preserve"> pressure differentials, flow rates, crop yields, estimated water usage</w:t>
            </w:r>
            <w:r w:rsidR="000B1080">
              <w:t xml:space="preserve"> and </w:t>
            </w:r>
            <w:r w:rsidRPr="00253900">
              <w:t>actual water usage</w:t>
            </w:r>
          </w:p>
          <w:p w14:paraId="60CD0117" w14:textId="79981FAE" w:rsidR="00ED4F38" w:rsidRPr="00B51AD1" w:rsidRDefault="00B51AD1" w:rsidP="00ED4F38">
            <w:pPr>
              <w:pStyle w:val="SIBulletList1"/>
            </w:pPr>
            <w:r w:rsidRPr="00253900">
              <w:t>monitor</w:t>
            </w:r>
            <w:r w:rsidR="000B1080">
              <w:t>ed</w:t>
            </w:r>
            <w:r w:rsidRPr="00253900">
              <w:t xml:space="preserve"> system effectiveness</w:t>
            </w:r>
            <w:r w:rsidR="00ED4F38" w:rsidRPr="00B51AD1">
              <w:t xml:space="preserve"> </w:t>
            </w:r>
          </w:p>
          <w:p w14:paraId="243AF042" w14:textId="77777777" w:rsidR="00ED4F38" w:rsidRPr="00ED4F38" w:rsidRDefault="00ED4F38" w:rsidP="00ED4F38">
            <w:pPr>
              <w:pStyle w:val="SIBulletList1"/>
            </w:pPr>
            <w:r w:rsidRPr="00253900">
              <w:t>appl</w:t>
            </w:r>
            <w:r w:rsidRPr="00ED4F38">
              <w:t>ied measuring and testing techniques</w:t>
            </w:r>
          </w:p>
          <w:p w14:paraId="536DD31B" w14:textId="33AFC7FE" w:rsidR="00556C4C" w:rsidRPr="000754EC" w:rsidRDefault="00ED4F38" w:rsidP="00ED4F38">
            <w:pPr>
              <w:pStyle w:val="SIBulletList1"/>
            </w:pPr>
            <w:r w:rsidRPr="00253900">
              <w:t>measure</w:t>
            </w:r>
            <w:r w:rsidRPr="00ED4F38">
              <w:t>d output and efficiency of an irrigation system</w:t>
            </w:r>
            <w:r w:rsidR="000B10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B8C68B2" w14:textId="49709982" w:rsidR="00B51AD1" w:rsidRPr="00253900" w:rsidRDefault="007726D8" w:rsidP="00B51AD1">
            <w:r>
              <w:t>An individual</w:t>
            </w:r>
            <w:r w:rsidR="00B51AD1" w:rsidRPr="00253900">
              <w:t xml:space="preserve"> must</w:t>
            </w:r>
            <w:r>
              <w:t xml:space="preserve"> be able to</w:t>
            </w:r>
            <w:r w:rsidR="00B51AD1" w:rsidRPr="00253900">
              <w:t xml:space="preserve"> demonstrate </w:t>
            </w:r>
            <w:r w:rsidRPr="00CD4767">
              <w:t xml:space="preserve">the </w:t>
            </w:r>
            <w:r w:rsidRPr="007726D8">
              <w:t>knowledge required to perform the tasks outlined in the elements and performance criteria of this unit. This includes</w:t>
            </w:r>
            <w:r>
              <w:t xml:space="preserve"> </w:t>
            </w:r>
            <w:r w:rsidR="00B51AD1" w:rsidRPr="00253900">
              <w:t>knowledge of:</w:t>
            </w:r>
          </w:p>
          <w:p w14:paraId="44993374" w14:textId="77777777" w:rsidR="00B51AD1" w:rsidRPr="00253900" w:rsidRDefault="00B51AD1" w:rsidP="00B51AD1">
            <w:pPr>
              <w:pStyle w:val="SIBulletList1"/>
            </w:pPr>
            <w:r w:rsidRPr="00253900">
              <w:t>principles and practices of irrigation system management</w:t>
            </w:r>
          </w:p>
          <w:p w14:paraId="1FE398E2" w14:textId="77777777" w:rsidR="00B51AD1" w:rsidRPr="00253900" w:rsidRDefault="00B51AD1" w:rsidP="00B51AD1">
            <w:pPr>
              <w:pStyle w:val="SIBulletList1"/>
            </w:pPr>
            <w:r w:rsidRPr="00253900">
              <w:t>irrigation schedules</w:t>
            </w:r>
          </w:p>
          <w:p w14:paraId="4885FCF9" w14:textId="77777777" w:rsidR="00ED4F38" w:rsidRPr="00ED4F38" w:rsidRDefault="00ED4F38" w:rsidP="00ED4F38">
            <w:pPr>
              <w:pStyle w:val="SIBulletList1"/>
            </w:pPr>
            <w:r w:rsidRPr="00253900">
              <w:t>irrigation technologies</w:t>
            </w:r>
          </w:p>
          <w:p w14:paraId="72B49E14" w14:textId="77777777" w:rsidR="00ED4F38" w:rsidRPr="00ED4F38" w:rsidRDefault="00ED4F38" w:rsidP="00ED4F38">
            <w:pPr>
              <w:pStyle w:val="SIBulletList1"/>
            </w:pPr>
            <w:r w:rsidRPr="00253900">
              <w:t>component specifications</w:t>
            </w:r>
          </w:p>
          <w:p w14:paraId="796CE513" w14:textId="77777777" w:rsidR="00B51AD1" w:rsidRPr="00253900" w:rsidRDefault="00B51AD1" w:rsidP="00B51AD1">
            <w:pPr>
              <w:pStyle w:val="SIBulletList1"/>
            </w:pPr>
            <w:r w:rsidRPr="00253900">
              <w:t>pump types used in irrigation systems and their output and efficiency ratings</w:t>
            </w:r>
          </w:p>
          <w:p w14:paraId="619CF4F9" w14:textId="77777777" w:rsidR="00B51AD1" w:rsidRPr="00253900" w:rsidRDefault="00B51AD1" w:rsidP="00B51AD1">
            <w:pPr>
              <w:pStyle w:val="SIBulletList1"/>
            </w:pPr>
            <w:r w:rsidRPr="00253900">
              <w:t>soil moisture testing techniques</w:t>
            </w:r>
          </w:p>
          <w:p w14:paraId="022EA5C8" w14:textId="77777777" w:rsidR="00B51AD1" w:rsidRPr="00253900" w:rsidRDefault="00B51AD1" w:rsidP="00B51AD1">
            <w:pPr>
              <w:pStyle w:val="SIBulletList1"/>
            </w:pPr>
            <w:r w:rsidRPr="00253900">
              <w:t>using records to review an irrigation system</w:t>
            </w:r>
          </w:p>
          <w:p w14:paraId="536DD320" w14:textId="0A12AB48" w:rsidR="00F1480E" w:rsidRPr="000754EC" w:rsidRDefault="00B51AD1" w:rsidP="00ED4F38">
            <w:pPr>
              <w:pStyle w:val="SIBulletList1"/>
            </w:pPr>
            <w:r w:rsidRPr="00253900">
              <w:t>water in soils and plants</w:t>
            </w:r>
            <w:r w:rsidR="000B108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C91275" w14:textId="77777777" w:rsidR="007726D8" w:rsidRPr="007726D8" w:rsidRDefault="007726D8" w:rsidP="007726D8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4D5C2E8" w14:textId="77777777" w:rsidR="007726D8" w:rsidRPr="007726D8" w:rsidRDefault="007726D8" w:rsidP="007726D8">
            <w:pPr>
              <w:pStyle w:val="SIBulletList1"/>
            </w:pPr>
            <w:r w:rsidRPr="000C452B">
              <w:t>physical conditions:</w:t>
            </w:r>
          </w:p>
          <w:p w14:paraId="47A32528" w14:textId="77777777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726D8">
              <w:t>workplace setting or an environment that accurately represents workplace conditions</w:t>
            </w:r>
          </w:p>
          <w:p w14:paraId="58D55881" w14:textId="77777777" w:rsidR="007726D8" w:rsidRPr="007726D8" w:rsidRDefault="007726D8" w:rsidP="007726D8">
            <w:pPr>
              <w:pStyle w:val="SIBulletList1"/>
            </w:pPr>
            <w:r w:rsidRPr="000C452B">
              <w:t>resources,</w:t>
            </w:r>
            <w:r w:rsidRPr="007726D8">
              <w:t xml:space="preserve"> equipment and materials:</w:t>
            </w:r>
          </w:p>
          <w:p w14:paraId="3B2E2B6A" w14:textId="6EADE6CF" w:rsidR="007726D8" w:rsidRPr="00A559EE" w:rsidRDefault="007726D8" w:rsidP="00A559EE">
            <w:pPr>
              <w:pStyle w:val="SIBulletList2"/>
              <w:rPr>
                <w:rFonts w:eastAsia="Calibri"/>
              </w:rPr>
            </w:pPr>
            <w:r w:rsidRPr="00A559EE">
              <w:rPr>
                <w:rFonts w:eastAsia="Calibri"/>
              </w:rPr>
              <w:t xml:space="preserve">irrigation system measuring, and recording equipment and </w:t>
            </w:r>
            <w:r w:rsidR="00A559EE">
              <w:rPr>
                <w:rFonts w:eastAsia="Calibri"/>
              </w:rPr>
              <w:t xml:space="preserve">manual </w:t>
            </w:r>
            <w:r w:rsidRPr="00A559EE">
              <w:rPr>
                <w:rFonts w:eastAsia="Calibri"/>
              </w:rPr>
              <w:t>specifications:</w:t>
            </w:r>
          </w:p>
          <w:p w14:paraId="75445ECA" w14:textId="2422E7D3" w:rsidR="007726D8" w:rsidRDefault="007726D8" w:rsidP="007726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energy and water efficiency benchmarks</w:t>
            </w:r>
          </w:p>
          <w:p w14:paraId="6A243D5A" w14:textId="6BDB0BE8" w:rsidR="00353DE0" w:rsidRPr="007726D8" w:rsidRDefault="00353DE0" w:rsidP="007726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for record keeping and managing data</w:t>
            </w:r>
          </w:p>
          <w:p w14:paraId="5AF5710E" w14:textId="77777777" w:rsidR="007726D8" w:rsidRPr="007726D8" w:rsidRDefault="007726D8" w:rsidP="007726D8">
            <w:pPr>
              <w:pStyle w:val="SIBulletList1"/>
            </w:pPr>
            <w:r w:rsidRPr="000C452B">
              <w:t>timeframes:</w:t>
            </w:r>
          </w:p>
          <w:p w14:paraId="14FF01BA" w14:textId="77777777" w:rsidR="007726D8" w:rsidRPr="007726D8" w:rsidRDefault="007726D8" w:rsidP="007726D8">
            <w:pPr>
              <w:pStyle w:val="SIBulletList2"/>
            </w:pPr>
            <w:r w:rsidRPr="000C452B">
              <w:t>according</w:t>
            </w:r>
            <w:r w:rsidRPr="007726D8">
              <w:t xml:space="preserve"> to the job requirements.</w:t>
            </w:r>
          </w:p>
          <w:p w14:paraId="15F1F5AB" w14:textId="77777777" w:rsidR="007726D8" w:rsidRPr="000C452B" w:rsidRDefault="007726D8" w:rsidP="007726D8">
            <w:pPr>
              <w:pStyle w:val="SIText"/>
            </w:pPr>
          </w:p>
          <w:p w14:paraId="536DD325" w14:textId="4431E64E" w:rsidR="00F1480E" w:rsidRPr="000754EC" w:rsidRDefault="007E725B" w:rsidP="00682C8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726D8">
              <w:t xml:space="preserve">of this unit </w:t>
            </w:r>
            <w:r w:rsidRPr="007E725B">
              <w:t xml:space="preserve">must satisfy </w:t>
            </w:r>
            <w:r w:rsidR="007726D8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619F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BC9A2" w14:textId="77777777" w:rsidR="003619F4" w:rsidRDefault="003619F4" w:rsidP="00BF3F0A">
      <w:r>
        <w:separator/>
      </w:r>
    </w:p>
    <w:p w14:paraId="51C31249" w14:textId="77777777" w:rsidR="003619F4" w:rsidRDefault="003619F4"/>
  </w:endnote>
  <w:endnote w:type="continuationSeparator" w:id="0">
    <w:p w14:paraId="1DB2B02B" w14:textId="77777777" w:rsidR="003619F4" w:rsidRDefault="003619F4" w:rsidP="00BF3F0A">
      <w:r>
        <w:continuationSeparator/>
      </w:r>
    </w:p>
    <w:p w14:paraId="6B1D1B8A" w14:textId="77777777" w:rsidR="003619F4" w:rsidRDefault="00361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406E3" w14:textId="77777777" w:rsidR="003619F4" w:rsidRDefault="003619F4" w:rsidP="00BF3F0A">
      <w:r>
        <w:separator/>
      </w:r>
    </w:p>
    <w:p w14:paraId="4839173E" w14:textId="77777777" w:rsidR="003619F4" w:rsidRDefault="003619F4"/>
  </w:footnote>
  <w:footnote w:type="continuationSeparator" w:id="0">
    <w:p w14:paraId="410F3027" w14:textId="77777777" w:rsidR="003619F4" w:rsidRDefault="003619F4" w:rsidP="00BF3F0A">
      <w:r>
        <w:continuationSeparator/>
      </w:r>
    </w:p>
    <w:p w14:paraId="7EB726B9" w14:textId="77777777" w:rsidR="003619F4" w:rsidRDefault="00361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89534" w14:textId="66436A0E" w:rsidR="00B51AD1" w:rsidRDefault="00A90C25">
    <w:r w:rsidRPr="00B51AD1">
      <w:t>AHCIRG4</w:t>
    </w:r>
    <w:r>
      <w:t>44</w:t>
    </w:r>
    <w:r w:rsidRPr="00B51AD1">
      <w:t xml:space="preserve"> </w:t>
    </w:r>
    <w:r w:rsidR="00B51AD1" w:rsidRPr="00B51AD1">
      <w:t>Manage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A2MjMxMLM0M7BQ0lEKTi0uzszPAykwrAUA987md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080"/>
    <w:rsid w:val="000C149A"/>
    <w:rsid w:val="000C224E"/>
    <w:rsid w:val="000E25E6"/>
    <w:rsid w:val="000E2C86"/>
    <w:rsid w:val="000F29F2"/>
    <w:rsid w:val="000F410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80B"/>
    <w:rsid w:val="001B34D5"/>
    <w:rsid w:val="001B513A"/>
    <w:rsid w:val="001C0A75"/>
    <w:rsid w:val="001C1306"/>
    <w:rsid w:val="001C1E12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15C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D8"/>
    <w:rsid w:val="002A4CD3"/>
    <w:rsid w:val="002A6CC4"/>
    <w:rsid w:val="002C55E9"/>
    <w:rsid w:val="002D0C8B"/>
    <w:rsid w:val="002D330A"/>
    <w:rsid w:val="002D66F2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DE0"/>
    <w:rsid w:val="003619F4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97F"/>
    <w:rsid w:val="004F5DC7"/>
    <w:rsid w:val="004F78DA"/>
    <w:rsid w:val="00511250"/>
    <w:rsid w:val="00514CF2"/>
    <w:rsid w:val="00520E9A"/>
    <w:rsid w:val="005248C1"/>
    <w:rsid w:val="00526134"/>
    <w:rsid w:val="005405B2"/>
    <w:rsid w:val="005411FC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45C"/>
    <w:rsid w:val="00643D1B"/>
    <w:rsid w:val="006452B8"/>
    <w:rsid w:val="00652E62"/>
    <w:rsid w:val="006716B9"/>
    <w:rsid w:val="00682C86"/>
    <w:rsid w:val="00686A49"/>
    <w:rsid w:val="00687B62"/>
    <w:rsid w:val="00690C44"/>
    <w:rsid w:val="006969D9"/>
    <w:rsid w:val="006A07B1"/>
    <w:rsid w:val="006A1D30"/>
    <w:rsid w:val="006A2B68"/>
    <w:rsid w:val="006C2F32"/>
    <w:rsid w:val="006D38C3"/>
    <w:rsid w:val="006D4448"/>
    <w:rsid w:val="006D6DFD"/>
    <w:rsid w:val="006E189B"/>
    <w:rsid w:val="006E2C4D"/>
    <w:rsid w:val="006E42FE"/>
    <w:rsid w:val="006F0D02"/>
    <w:rsid w:val="006F10FE"/>
    <w:rsid w:val="006F3622"/>
    <w:rsid w:val="00705EEC"/>
    <w:rsid w:val="00707741"/>
    <w:rsid w:val="007134FE"/>
    <w:rsid w:val="00713FD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26D8"/>
    <w:rsid w:val="007727CF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1CF2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0DE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9EE"/>
    <w:rsid w:val="00A56E14"/>
    <w:rsid w:val="00A6476B"/>
    <w:rsid w:val="00A76C6C"/>
    <w:rsid w:val="00A87356"/>
    <w:rsid w:val="00A90C2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AD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3F6"/>
    <w:rsid w:val="00BB1755"/>
    <w:rsid w:val="00BB23F4"/>
    <w:rsid w:val="00BC5075"/>
    <w:rsid w:val="00BC5419"/>
    <w:rsid w:val="00BD34B7"/>
    <w:rsid w:val="00BD3B0F"/>
    <w:rsid w:val="00BF0FAD"/>
    <w:rsid w:val="00BF1D4C"/>
    <w:rsid w:val="00BF3F0A"/>
    <w:rsid w:val="00C07E0D"/>
    <w:rsid w:val="00C143C3"/>
    <w:rsid w:val="00C1739B"/>
    <w:rsid w:val="00C21ADE"/>
    <w:rsid w:val="00C26067"/>
    <w:rsid w:val="00C30A29"/>
    <w:rsid w:val="00C317DC"/>
    <w:rsid w:val="00C548E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31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991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9596A"/>
    <w:rsid w:val="00EB0AA4"/>
    <w:rsid w:val="00EB3A62"/>
    <w:rsid w:val="00EB5C88"/>
    <w:rsid w:val="00EC0469"/>
    <w:rsid w:val="00ED4F38"/>
    <w:rsid w:val="00EF01F8"/>
    <w:rsid w:val="00EF40EF"/>
    <w:rsid w:val="00EF47FE"/>
    <w:rsid w:val="00F069BD"/>
    <w:rsid w:val="00F1480E"/>
    <w:rsid w:val="00F1497D"/>
    <w:rsid w:val="00F16AAC"/>
    <w:rsid w:val="00F33FF2"/>
    <w:rsid w:val="00F41E60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51AD1"/>
    <w:pPr>
      <w:ind w:left="1083" w:hanging="360"/>
      <w:contextualSpacing/>
    </w:pPr>
  </w:style>
  <w:style w:type="paragraph" w:styleId="Revision">
    <w:name w:val="Revision"/>
    <w:hidden/>
    <w:uiPriority w:val="99"/>
    <w:semiHidden/>
    <w:rsid w:val="00CD431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2648F-49BC-4475-8A76-E28BC771D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435AC07-B883-492C-887A-3DDF950B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2019-06-28T02:25:00Z</dcterms:created>
  <dcterms:modified xsi:type="dcterms:W3CDTF">2019-06-28T02:25:00Z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