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5F6C0613" w:rsidR="00F1480E" w:rsidRPr="000754EC" w:rsidRDefault="006A0208" w:rsidP="006317F6">
            <w:pPr>
              <w:pStyle w:val="SIUNITCODE"/>
            </w:pPr>
            <w:r>
              <w:t>SFI</w:t>
            </w:r>
            <w:r w:rsidR="006317F6">
              <w:t>PRO</w:t>
            </w:r>
            <w:r w:rsidR="00C9375F">
              <w:t>201</w:t>
            </w:r>
          </w:p>
        </w:tc>
        <w:tc>
          <w:tcPr>
            <w:tcW w:w="3604" w:type="pct"/>
            <w:shd w:val="clear" w:color="auto" w:fill="auto"/>
          </w:tcPr>
          <w:p w14:paraId="41850966" w14:textId="4EC2E477" w:rsidR="00F1480E" w:rsidRPr="000754EC" w:rsidRDefault="00C9375F" w:rsidP="000754EC">
            <w:pPr>
              <w:pStyle w:val="SIUnittitle"/>
            </w:pPr>
            <w:r w:rsidRPr="00C9375F">
              <w:t>Head and peel crustaceans</w:t>
            </w:r>
          </w:p>
        </w:tc>
      </w:tr>
      <w:tr w:rsidR="00FD557D" w:rsidRPr="00963A46" w14:paraId="4FD7705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50E2FDE" w14:textId="0FE77164" w:rsidR="00C9375F" w:rsidRDefault="00C9375F" w:rsidP="00C9375F">
            <w:pPr>
              <w:pStyle w:val="SIText"/>
            </w:pPr>
            <w:r w:rsidRPr="00C9375F">
              <w:t xml:space="preserve">This unit of competency describes the skills and knowledge required to remove the head and peel the shell from raw or cooked crustaceans, such as prawns, crabs, bugs and lobsters. </w:t>
            </w:r>
            <w:r w:rsidR="0088576A">
              <w:t>It requires the ability</w:t>
            </w:r>
            <w:r w:rsidRPr="00C9375F">
              <w:t xml:space="preserve"> to correctly thaw product, remove head and shell, assess for defects, grade, rinse and chill product.</w:t>
            </w:r>
          </w:p>
          <w:p w14:paraId="08C70640" w14:textId="77777777" w:rsidR="0088576A" w:rsidRPr="00C9375F" w:rsidRDefault="0088576A" w:rsidP="00C9375F">
            <w:pPr>
              <w:pStyle w:val="SIText"/>
            </w:pPr>
          </w:p>
          <w:p w14:paraId="1025BB47" w14:textId="1C0B75A8" w:rsidR="0088576A" w:rsidRDefault="00C9375F" w:rsidP="00C9375F">
            <w:pPr>
              <w:pStyle w:val="SIText"/>
            </w:pPr>
            <w:r w:rsidRPr="00C9375F">
              <w:t xml:space="preserve">The unit applies to individuals who </w:t>
            </w:r>
            <w:r w:rsidR="00B578EE">
              <w:t>undertake routine tasks in peeling and shelling crustaceans in</w:t>
            </w:r>
            <w:r w:rsidRPr="00C9375F">
              <w:t xml:space="preserve"> fish processing facilities and wholesale and retail outlets </w:t>
            </w:r>
            <w:r w:rsidR="00B578EE">
              <w:t>under the direction of a supervisor</w:t>
            </w:r>
            <w:r w:rsidRPr="00C9375F">
              <w:t>.</w:t>
            </w:r>
          </w:p>
          <w:p w14:paraId="1B0CAD90" w14:textId="506B3219" w:rsidR="00B578EE" w:rsidRDefault="00B578EE" w:rsidP="00C9375F">
            <w:pPr>
              <w:pStyle w:val="SIText"/>
            </w:pPr>
          </w:p>
          <w:p w14:paraId="6432E745" w14:textId="77777777" w:rsidR="00B578EE" w:rsidRPr="00B578EE" w:rsidRDefault="00B578EE" w:rsidP="00B578EE">
            <w:pPr>
              <w:pStyle w:val="SIText"/>
            </w:pPr>
            <w:r w:rsidRPr="00AB40D0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6C4F36E1" w14:textId="18ACD04F" w:rsidR="00C9375F" w:rsidRPr="00C9375F" w:rsidRDefault="00C9375F" w:rsidP="00C9375F">
            <w:pPr>
              <w:pStyle w:val="SIText"/>
            </w:pPr>
          </w:p>
          <w:p w14:paraId="222DE076" w14:textId="38C024AA" w:rsidR="00373436" w:rsidRPr="000754EC" w:rsidRDefault="00C9375F" w:rsidP="00C9375F">
            <w:pPr>
              <w:pStyle w:val="SIText"/>
            </w:pPr>
            <w:r w:rsidRPr="00C9375F">
              <w:t>No occupational licensing, legislative or certification requirements apply to this unit at the time of publication.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5508DB71" w14:textId="77777777" w:rsidR="00F1480E" w:rsidRPr="000754EC" w:rsidRDefault="00F1480E" w:rsidP="000754EC">
            <w:pPr>
              <w:pStyle w:val="SIHeading2"/>
            </w:pPr>
            <w:r w:rsidRPr="00923720">
              <w:t>P</w:t>
            </w:r>
            <w:r w:rsidR="00FD557D" w:rsidRPr="00923720">
              <w:t>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5F6CD81D" w:rsidR="006A0208" w:rsidRPr="006A0208" w:rsidRDefault="006317F6" w:rsidP="006317F6">
            <w:pPr>
              <w:pStyle w:val="SIText"/>
            </w:pPr>
            <w:r>
              <w:t>Seafood Processing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PR</w:t>
            </w:r>
            <w:r w:rsidR="00B5038D">
              <w:t>O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9375F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496C6884" w:rsidR="00C9375F" w:rsidRPr="00C9375F" w:rsidRDefault="00C9375F" w:rsidP="00C9375F">
            <w:pPr>
              <w:pStyle w:val="SIText"/>
            </w:pPr>
            <w:r>
              <w:t xml:space="preserve">1. </w:t>
            </w:r>
            <w:r w:rsidRPr="00C9375F">
              <w:t>Prepare workplace</w:t>
            </w:r>
          </w:p>
        </w:tc>
        <w:tc>
          <w:tcPr>
            <w:tcW w:w="3604" w:type="pct"/>
            <w:shd w:val="clear" w:color="auto" w:fill="auto"/>
          </w:tcPr>
          <w:p w14:paraId="4B47EFA5" w14:textId="13554B9A" w:rsidR="00C9375F" w:rsidRDefault="00C9375F" w:rsidP="00C9375F">
            <w:r>
              <w:t xml:space="preserve">1.1 </w:t>
            </w:r>
            <w:r w:rsidRPr="00C9375F">
              <w:t>Confirm work instructions with supervisor</w:t>
            </w:r>
          </w:p>
          <w:p w14:paraId="39AAC399" w14:textId="7EAD682C" w:rsidR="00B578EE" w:rsidRPr="00B578EE" w:rsidRDefault="00B578EE" w:rsidP="00B578EE">
            <w:r>
              <w:t xml:space="preserve">1.2 Select and fit </w:t>
            </w:r>
            <w:r w:rsidR="00FD214D">
              <w:t>the required personal protective equipment</w:t>
            </w:r>
          </w:p>
          <w:p w14:paraId="37AB3F17" w14:textId="49EFD392" w:rsidR="00B578EE" w:rsidRDefault="00C9375F" w:rsidP="00C9375F">
            <w:r w:rsidRPr="00C9375F">
              <w:t>1.</w:t>
            </w:r>
            <w:r w:rsidR="00FD214D">
              <w:t xml:space="preserve">3 </w:t>
            </w:r>
            <w:r w:rsidRPr="00C9375F">
              <w:t>Clean work</w:t>
            </w:r>
            <w:r w:rsidR="00725DDA">
              <w:t xml:space="preserve"> area</w:t>
            </w:r>
            <w:r w:rsidRPr="00C9375F">
              <w:t xml:space="preserve"> before starting and maintain hygienic conditions </w:t>
            </w:r>
            <w:r w:rsidR="00B578EE" w:rsidRPr="000756C9">
              <w:t xml:space="preserve">according to </w:t>
            </w:r>
            <w:r w:rsidR="00FD214D">
              <w:t>workplace procedures</w:t>
            </w:r>
            <w:r w:rsidR="00B578EE" w:rsidRPr="00B578EE" w:rsidDel="00B578EE">
              <w:t xml:space="preserve"> </w:t>
            </w:r>
          </w:p>
          <w:p w14:paraId="11D90C1E" w14:textId="4E2925A8" w:rsidR="00C9375F" w:rsidRPr="00C9375F" w:rsidRDefault="00C9375F" w:rsidP="00C9375F">
            <w:r w:rsidRPr="00C9375F">
              <w:t>1.</w:t>
            </w:r>
            <w:r w:rsidR="00FD214D">
              <w:t xml:space="preserve">4 </w:t>
            </w:r>
            <w:r w:rsidR="00725DDA">
              <w:t>Ensure</w:t>
            </w:r>
            <w:r w:rsidRPr="00C9375F">
              <w:t xml:space="preserve"> all equipment and materials for grading, rinsing, storing and chilling product are </w:t>
            </w:r>
            <w:r w:rsidR="00725DDA">
              <w:t xml:space="preserve">clean and </w:t>
            </w:r>
            <w:r w:rsidRPr="00C9375F">
              <w:t>in full working order</w:t>
            </w:r>
          </w:p>
          <w:p w14:paraId="202872FB" w14:textId="790B1A74" w:rsidR="00C9375F" w:rsidRPr="00C9375F" w:rsidRDefault="00C9375F" w:rsidP="00C9375F">
            <w:pPr>
              <w:pStyle w:val="SIText"/>
            </w:pPr>
            <w:r w:rsidRPr="00C9375F">
              <w:t>1.</w:t>
            </w:r>
            <w:r w:rsidR="00FD214D">
              <w:t xml:space="preserve">5 </w:t>
            </w:r>
            <w:r w:rsidRPr="00C9375F">
              <w:t>Make available sufficient potable ice, clean baskets and cold potable water</w:t>
            </w:r>
          </w:p>
        </w:tc>
      </w:tr>
      <w:tr w:rsidR="00C9375F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76D047CC" w:rsidR="00C9375F" w:rsidRPr="00C9375F" w:rsidRDefault="00C9375F" w:rsidP="00C9375F">
            <w:pPr>
              <w:pStyle w:val="SIText"/>
            </w:pPr>
            <w:r w:rsidRPr="00C9375F">
              <w:t>2.</w:t>
            </w:r>
            <w:r>
              <w:t xml:space="preserve"> </w:t>
            </w:r>
            <w:r w:rsidRPr="00C9375F">
              <w:t>Prepare product</w:t>
            </w:r>
          </w:p>
        </w:tc>
        <w:tc>
          <w:tcPr>
            <w:tcW w:w="3604" w:type="pct"/>
            <w:shd w:val="clear" w:color="auto" w:fill="auto"/>
          </w:tcPr>
          <w:p w14:paraId="0672F887" w14:textId="3A02C941" w:rsidR="00C9375F" w:rsidRPr="00C9375F" w:rsidRDefault="00C9375F" w:rsidP="00C9375F">
            <w:r w:rsidRPr="00C9375F">
              <w:t>2.1</w:t>
            </w:r>
            <w:r>
              <w:t xml:space="preserve"> </w:t>
            </w:r>
            <w:r w:rsidRPr="00C9375F">
              <w:t>Thaw frozen, raw or cooked product in air or potable water</w:t>
            </w:r>
            <w:r w:rsidR="001403B7">
              <w:t xml:space="preserve"> according to </w:t>
            </w:r>
            <w:r w:rsidR="00FD214D">
              <w:t>supervisor instructions</w:t>
            </w:r>
          </w:p>
          <w:p w14:paraId="03B4FF7B" w14:textId="5D825E63" w:rsidR="00C9375F" w:rsidRPr="00C9375F" w:rsidRDefault="00C9375F" w:rsidP="00C9375F">
            <w:r w:rsidRPr="00C9375F">
              <w:t>2.2</w:t>
            </w:r>
            <w:r>
              <w:t xml:space="preserve"> </w:t>
            </w:r>
            <w:r w:rsidRPr="00C9375F">
              <w:t>Check frozen raw product during thawing to ensure melanosis does not develop</w:t>
            </w:r>
            <w:r w:rsidR="00FB28A8">
              <w:t>,</w:t>
            </w:r>
            <w:r w:rsidR="001403B7">
              <w:t xml:space="preserve"> </w:t>
            </w:r>
            <w:r w:rsidR="00FB28A8">
              <w:t>if</w:t>
            </w:r>
            <w:r w:rsidR="00FB28A8">
              <w:t xml:space="preserve"> </w:t>
            </w:r>
            <w:r w:rsidR="001403B7">
              <w:t>required</w:t>
            </w:r>
          </w:p>
          <w:p w14:paraId="51B9BA25" w14:textId="5DC7E605" w:rsidR="00C9375F" w:rsidRPr="00C9375F" w:rsidRDefault="00C9375F" w:rsidP="001403B7">
            <w:r w:rsidRPr="00C9375F">
              <w:t>2.3</w:t>
            </w:r>
            <w:r>
              <w:t xml:space="preserve"> </w:t>
            </w:r>
            <w:r w:rsidRPr="00C9375F">
              <w:t xml:space="preserve">Maintain thawed product at the temperature range stipulated in workplace food safety plan when being transferred to clean perforated baskets </w:t>
            </w:r>
            <w:r w:rsidR="001403B7">
              <w:t xml:space="preserve">for </w:t>
            </w:r>
            <w:r w:rsidRPr="00C9375F">
              <w:t>size grading</w:t>
            </w:r>
          </w:p>
          <w:p w14:paraId="2B73179F" w14:textId="58D02D33" w:rsidR="00C9375F" w:rsidRPr="00C9375F" w:rsidRDefault="00C9375F" w:rsidP="00FB28A8">
            <w:r w:rsidRPr="00C9375F">
              <w:t>2.4</w:t>
            </w:r>
            <w:r>
              <w:t xml:space="preserve"> </w:t>
            </w:r>
            <w:r w:rsidRPr="00C9375F">
              <w:t>Check fresh product during washing to ensure it is clean and shows no signs of sand, weed, debris, soft shell, spoilage, disease and parasites</w:t>
            </w:r>
          </w:p>
        </w:tc>
      </w:tr>
      <w:tr w:rsidR="00C9375F" w:rsidRPr="00963A46" w14:paraId="360695F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B7CD91" w14:textId="0FF70E7F" w:rsidR="00C9375F" w:rsidRPr="00C9375F" w:rsidRDefault="00C9375F" w:rsidP="00C9375F">
            <w:pPr>
              <w:pStyle w:val="SIText"/>
            </w:pPr>
            <w:r w:rsidRPr="00C9375F">
              <w:t>3.</w:t>
            </w:r>
            <w:r>
              <w:t xml:space="preserve"> </w:t>
            </w:r>
            <w:r w:rsidRPr="00C9375F">
              <w:t>Head and peel product</w:t>
            </w:r>
          </w:p>
        </w:tc>
        <w:tc>
          <w:tcPr>
            <w:tcW w:w="3604" w:type="pct"/>
            <w:shd w:val="clear" w:color="auto" w:fill="auto"/>
          </w:tcPr>
          <w:p w14:paraId="4B472CB7" w14:textId="6350C67F" w:rsidR="00C9375F" w:rsidRPr="00C9375F" w:rsidRDefault="00C9375F" w:rsidP="00C9375F">
            <w:r w:rsidRPr="00C9375F">
              <w:t>3.1</w:t>
            </w:r>
            <w:r>
              <w:t xml:space="preserve"> </w:t>
            </w:r>
            <w:r w:rsidRPr="00C9375F">
              <w:t>Remove head and shell hygienically and quickly to achieve productivity and yield requirements, and to minimise temperature abuse and melanosis</w:t>
            </w:r>
          </w:p>
          <w:p w14:paraId="048B428C" w14:textId="1C054522" w:rsidR="00C9375F" w:rsidRPr="00C9375F" w:rsidRDefault="00C9375F" w:rsidP="00C9375F">
            <w:r w:rsidRPr="00C9375F">
              <w:t>3.2</w:t>
            </w:r>
            <w:r>
              <w:t xml:space="preserve"> </w:t>
            </w:r>
            <w:r w:rsidRPr="00C9375F">
              <w:t>Assess product for defects and spoilage and put defective product aside</w:t>
            </w:r>
          </w:p>
          <w:p w14:paraId="6D84B512" w14:textId="78323DEE" w:rsidR="00C9375F" w:rsidRPr="00C9375F" w:rsidRDefault="00C9375F" w:rsidP="00C9375F">
            <w:r w:rsidRPr="00C9375F">
              <w:t>3.3</w:t>
            </w:r>
            <w:r>
              <w:t xml:space="preserve"> </w:t>
            </w:r>
            <w:r w:rsidRPr="00C9375F">
              <w:t>Place peeled product into correct container, avoiding cross-contamination between raw and cooked products</w:t>
            </w:r>
          </w:p>
          <w:p w14:paraId="2E560B91" w14:textId="2DFDB5A7" w:rsidR="00C9375F" w:rsidRPr="00C9375F" w:rsidRDefault="00C9375F" w:rsidP="00C9375F">
            <w:pPr>
              <w:pStyle w:val="SIText"/>
            </w:pPr>
            <w:r w:rsidRPr="00C9375F">
              <w:t>3.4</w:t>
            </w:r>
            <w:r>
              <w:t xml:space="preserve"> </w:t>
            </w:r>
            <w:r w:rsidRPr="00C9375F">
              <w:t xml:space="preserve">Use appropriate techniques to safely remove flesh from shell of species to achieve yield requirements </w:t>
            </w:r>
          </w:p>
        </w:tc>
      </w:tr>
      <w:tr w:rsidR="00C9375F" w:rsidRPr="00963A46" w14:paraId="0BCF6F6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5D3EBF" w14:textId="0910CD57" w:rsidR="00C9375F" w:rsidRPr="00C9375F" w:rsidRDefault="00C9375F" w:rsidP="00C9375F">
            <w:pPr>
              <w:pStyle w:val="SIText"/>
            </w:pPr>
            <w:r w:rsidRPr="00C9375F">
              <w:lastRenderedPageBreak/>
              <w:t>4.</w:t>
            </w:r>
            <w:r>
              <w:t xml:space="preserve"> </w:t>
            </w:r>
            <w:r w:rsidRPr="00C9375F">
              <w:t>Treat, trim and maintain product</w:t>
            </w:r>
          </w:p>
        </w:tc>
        <w:tc>
          <w:tcPr>
            <w:tcW w:w="3604" w:type="pct"/>
            <w:shd w:val="clear" w:color="auto" w:fill="auto"/>
          </w:tcPr>
          <w:p w14:paraId="012762B9" w14:textId="4562E022" w:rsidR="00C9375F" w:rsidRPr="00C9375F" w:rsidRDefault="00C9375F" w:rsidP="00C9375F">
            <w:r w:rsidRPr="00C9375F">
              <w:t>4.1</w:t>
            </w:r>
            <w:r>
              <w:t xml:space="preserve"> </w:t>
            </w:r>
            <w:r w:rsidRPr="00C9375F">
              <w:t xml:space="preserve">Treat product with food-grade chemicals, </w:t>
            </w:r>
            <w:r w:rsidR="00433A44">
              <w:t>as</w:t>
            </w:r>
            <w:r w:rsidR="00433A44" w:rsidRPr="00C9375F">
              <w:t xml:space="preserve"> </w:t>
            </w:r>
            <w:r w:rsidRPr="00C9375F">
              <w:t>required</w:t>
            </w:r>
          </w:p>
          <w:p w14:paraId="5F02F2E6" w14:textId="7D3D53B0" w:rsidR="00C9375F" w:rsidRPr="00C9375F" w:rsidRDefault="00C9375F" w:rsidP="00C9375F">
            <w:r w:rsidRPr="00C9375F">
              <w:t>4.2</w:t>
            </w:r>
            <w:r>
              <w:t xml:space="preserve"> </w:t>
            </w:r>
            <w:r w:rsidRPr="00C9375F">
              <w:t xml:space="preserve">Trim product </w:t>
            </w:r>
            <w:r w:rsidR="00433A44">
              <w:t>according to supervisor instructions</w:t>
            </w:r>
          </w:p>
          <w:p w14:paraId="0F2D5B64" w14:textId="6D6BE649" w:rsidR="00C9375F" w:rsidRPr="00C9375F" w:rsidRDefault="00C9375F" w:rsidP="00C9375F">
            <w:r w:rsidRPr="00C9375F">
              <w:t>4.3</w:t>
            </w:r>
            <w:r>
              <w:t xml:space="preserve"> </w:t>
            </w:r>
            <w:r w:rsidRPr="00C9375F">
              <w:t xml:space="preserve">Maintain </w:t>
            </w:r>
            <w:r w:rsidR="00FB28A8">
              <w:t>i</w:t>
            </w:r>
            <w:r w:rsidRPr="00C9375F">
              <w:t>dentification and traceability of product through accurate labelling</w:t>
            </w:r>
          </w:p>
          <w:p w14:paraId="5A17D79B" w14:textId="1AF4F6A9" w:rsidR="00C9375F" w:rsidRPr="00C9375F" w:rsidRDefault="00C9375F" w:rsidP="00C9375F">
            <w:r w:rsidRPr="00C9375F">
              <w:t>4.4</w:t>
            </w:r>
            <w:r>
              <w:t xml:space="preserve"> </w:t>
            </w:r>
            <w:r w:rsidRPr="00C9375F">
              <w:t>Maintain product temperature within required range during processing</w:t>
            </w:r>
          </w:p>
          <w:p w14:paraId="683D1EB2" w14:textId="7CF5225A" w:rsidR="00C9375F" w:rsidRPr="00C9375F" w:rsidRDefault="00C9375F" w:rsidP="00C9375F">
            <w:pPr>
              <w:pStyle w:val="SIText"/>
            </w:pPr>
            <w:r w:rsidRPr="00C9375F">
              <w:t>4.5</w:t>
            </w:r>
            <w:r>
              <w:t xml:space="preserve"> </w:t>
            </w:r>
            <w:r w:rsidRPr="00C9375F">
              <w:t xml:space="preserve">Collect waste and dispose </w:t>
            </w:r>
            <w:r w:rsidR="00433A44">
              <w:t>according to workplace procedures</w:t>
            </w:r>
          </w:p>
        </w:tc>
      </w:tr>
      <w:tr w:rsidR="00C9375F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2B294A1D" w:rsidR="00C9375F" w:rsidRPr="00C9375F" w:rsidRDefault="00C9375F" w:rsidP="00C9375F">
            <w:pPr>
              <w:pStyle w:val="SIText"/>
            </w:pPr>
            <w:r w:rsidRPr="00C9375F">
              <w:t>5</w:t>
            </w:r>
            <w:r>
              <w:t xml:space="preserve">. </w:t>
            </w:r>
            <w:r w:rsidRPr="00C9375F">
              <w:t>Grade and pack product</w:t>
            </w:r>
          </w:p>
        </w:tc>
        <w:tc>
          <w:tcPr>
            <w:tcW w:w="3604" w:type="pct"/>
            <w:shd w:val="clear" w:color="auto" w:fill="auto"/>
          </w:tcPr>
          <w:p w14:paraId="552A98BD" w14:textId="2BCFB177" w:rsidR="00C9375F" w:rsidRPr="00C9375F" w:rsidRDefault="00C9375F" w:rsidP="00C9375F">
            <w:r>
              <w:t xml:space="preserve">5.1 </w:t>
            </w:r>
            <w:r w:rsidRPr="00C9375F">
              <w:t xml:space="preserve">Size </w:t>
            </w:r>
            <w:r w:rsidR="00FB28A8">
              <w:t xml:space="preserve">and </w:t>
            </w:r>
            <w:bookmarkStart w:id="0" w:name="_GoBack"/>
            <w:bookmarkEnd w:id="0"/>
            <w:r w:rsidRPr="00C9375F">
              <w:t>grade peeled product to meet workplace specifications</w:t>
            </w:r>
          </w:p>
          <w:p w14:paraId="5E326E03" w14:textId="2CBA8501" w:rsidR="00C9375F" w:rsidRPr="00C9375F" w:rsidRDefault="00C9375F" w:rsidP="00C9375F">
            <w:r w:rsidRPr="00C9375F">
              <w:t>5.2</w:t>
            </w:r>
            <w:r>
              <w:t xml:space="preserve"> </w:t>
            </w:r>
            <w:r w:rsidRPr="00C9375F">
              <w:t>Rinse and chill product</w:t>
            </w:r>
            <w:r w:rsidR="00FD214D">
              <w:t xml:space="preserve"> according to workplace procedures</w:t>
            </w:r>
          </w:p>
          <w:p w14:paraId="4FB363BF" w14:textId="71E00AAF" w:rsidR="00C9375F" w:rsidRPr="00C9375F" w:rsidRDefault="00C9375F" w:rsidP="00C9375F">
            <w:r w:rsidRPr="00C9375F">
              <w:t>5.3</w:t>
            </w:r>
            <w:r>
              <w:t xml:space="preserve"> </w:t>
            </w:r>
            <w:r w:rsidRPr="00C9375F">
              <w:t>Pack product to be frozen and transfer to the freezer immediately or keep chilled until frozen</w:t>
            </w:r>
          </w:p>
          <w:p w14:paraId="02A7B6D4" w14:textId="79444046" w:rsidR="00C9375F" w:rsidRPr="00C9375F" w:rsidRDefault="00C9375F" w:rsidP="00C9375F">
            <w:pPr>
              <w:pStyle w:val="SIText"/>
            </w:pPr>
            <w:r w:rsidRPr="00C9375F">
              <w:t>5.4</w:t>
            </w:r>
            <w:r>
              <w:t xml:space="preserve"> </w:t>
            </w:r>
            <w:r w:rsidRPr="00C9375F">
              <w:t>Pack fresh product and correctly label, store, display or dispatch</w:t>
            </w:r>
            <w:r w:rsidR="00FD214D">
              <w:t xml:space="preserve"> according to supervisor instructions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9375F" w:rsidRPr="00336FCA" w:rsidDel="00423CB2" w14:paraId="7A6C86DB" w14:textId="77777777" w:rsidTr="00CA2922">
        <w:tc>
          <w:tcPr>
            <w:tcW w:w="1396" w:type="pct"/>
          </w:tcPr>
          <w:p w14:paraId="63013FFB" w14:textId="2B6612D8" w:rsidR="00C9375F" w:rsidRPr="00C9375F" w:rsidRDefault="00C9375F" w:rsidP="00C9375F">
            <w:pPr>
              <w:pStyle w:val="SIText"/>
            </w:pPr>
            <w:r w:rsidRPr="00C9375F">
              <w:t>Reading</w:t>
            </w:r>
          </w:p>
        </w:tc>
        <w:tc>
          <w:tcPr>
            <w:tcW w:w="3604" w:type="pct"/>
          </w:tcPr>
          <w:p w14:paraId="1D26F408" w14:textId="5460E2FA" w:rsidR="00C9375F" w:rsidRPr="00C9375F" w:rsidRDefault="00C9375F" w:rsidP="00C9375F">
            <w:pPr>
              <w:pStyle w:val="SIBulletList1"/>
            </w:pPr>
            <w:r w:rsidRPr="00C9375F">
              <w:t>Read and interpret basic order forms and specifications</w:t>
            </w:r>
          </w:p>
        </w:tc>
      </w:tr>
      <w:tr w:rsidR="00C9375F" w:rsidRPr="00336FCA" w:rsidDel="00423CB2" w14:paraId="229D9642" w14:textId="77777777" w:rsidTr="00CA2922">
        <w:tc>
          <w:tcPr>
            <w:tcW w:w="1396" w:type="pct"/>
          </w:tcPr>
          <w:p w14:paraId="307E895A" w14:textId="093F10AC" w:rsidR="00C9375F" w:rsidRPr="00C9375F" w:rsidRDefault="00C9375F" w:rsidP="00C9375F">
            <w:pPr>
              <w:pStyle w:val="SIText"/>
            </w:pPr>
            <w:r w:rsidRPr="00C9375F">
              <w:t>Writing</w:t>
            </w:r>
          </w:p>
        </w:tc>
        <w:tc>
          <w:tcPr>
            <w:tcW w:w="3604" w:type="pct"/>
          </w:tcPr>
          <w:p w14:paraId="122EA5DC" w14:textId="23F070BB" w:rsidR="00C9375F" w:rsidRPr="00C9375F" w:rsidRDefault="00C9375F" w:rsidP="00C9375F">
            <w:pPr>
              <w:pStyle w:val="SIBulletList1"/>
              <w:rPr>
                <w:rFonts w:eastAsia="Calibri"/>
              </w:rPr>
            </w:pPr>
            <w:r w:rsidRPr="00C9375F">
              <w:t>Record product information</w:t>
            </w:r>
          </w:p>
        </w:tc>
      </w:tr>
      <w:tr w:rsidR="00C9375F" w:rsidRPr="00336FCA" w:rsidDel="00423CB2" w14:paraId="05F8553F" w14:textId="77777777" w:rsidTr="00CA2922">
        <w:tc>
          <w:tcPr>
            <w:tcW w:w="1396" w:type="pct"/>
          </w:tcPr>
          <w:p w14:paraId="0A3AC22F" w14:textId="7204968D" w:rsidR="00C9375F" w:rsidRPr="00C9375F" w:rsidRDefault="00C9375F" w:rsidP="00C9375F">
            <w:r w:rsidRPr="00C9375F">
              <w:t>Numeracy</w:t>
            </w:r>
          </w:p>
        </w:tc>
        <w:tc>
          <w:tcPr>
            <w:tcW w:w="3604" w:type="pct"/>
          </w:tcPr>
          <w:p w14:paraId="0B38328F" w14:textId="35108C18" w:rsidR="00C9375F" w:rsidRPr="00C9375F" w:rsidRDefault="00C9375F" w:rsidP="00C9375F">
            <w:pPr>
              <w:pStyle w:val="SIBulletList1"/>
              <w:rPr>
                <w:rFonts w:eastAsia="Calibri"/>
              </w:rPr>
            </w:pPr>
            <w:r w:rsidRPr="00C9375F">
              <w:t>Count number of pieces in carton and weight of cartons</w:t>
            </w:r>
          </w:p>
        </w:tc>
      </w:tr>
      <w:tr w:rsidR="00C9375F" w:rsidRPr="00336FCA" w:rsidDel="00423CB2" w14:paraId="0F023268" w14:textId="77777777" w:rsidTr="00CA2922">
        <w:tc>
          <w:tcPr>
            <w:tcW w:w="1396" w:type="pct"/>
          </w:tcPr>
          <w:p w14:paraId="143678B8" w14:textId="56DB4BB6" w:rsidR="00C9375F" w:rsidRPr="00C9375F" w:rsidRDefault="00C9375F" w:rsidP="00C9375F">
            <w:r w:rsidRPr="00C9375F">
              <w:t>Navigate the world of work</w:t>
            </w:r>
          </w:p>
        </w:tc>
        <w:tc>
          <w:tcPr>
            <w:tcW w:w="3604" w:type="pct"/>
          </w:tcPr>
          <w:p w14:paraId="08C1D482" w14:textId="545E94B0" w:rsidR="00C9375F" w:rsidRPr="00C9375F" w:rsidRDefault="00C9375F" w:rsidP="00C9375F">
            <w:pPr>
              <w:pStyle w:val="SIBulletList1"/>
              <w:rPr>
                <w:rFonts w:eastAsia="Calibri"/>
              </w:rPr>
            </w:pPr>
            <w:r w:rsidRPr="00C9375F">
              <w:t>Ask questions to clarify understanding or seek further information</w:t>
            </w:r>
          </w:p>
        </w:tc>
      </w:tr>
      <w:tr w:rsidR="00C9375F" w:rsidRPr="00336FCA" w:rsidDel="00423CB2" w14:paraId="1F9DEA63" w14:textId="77777777" w:rsidTr="00CA2922">
        <w:tc>
          <w:tcPr>
            <w:tcW w:w="1396" w:type="pct"/>
          </w:tcPr>
          <w:p w14:paraId="1E309450" w14:textId="286E66C8" w:rsidR="00C9375F" w:rsidRPr="00C9375F" w:rsidRDefault="00C9375F" w:rsidP="00C9375F">
            <w:r w:rsidRPr="00C9375F">
              <w:t>Get the work done</w:t>
            </w:r>
          </w:p>
        </w:tc>
        <w:tc>
          <w:tcPr>
            <w:tcW w:w="3604" w:type="pct"/>
          </w:tcPr>
          <w:p w14:paraId="48B695CE" w14:textId="236231D6" w:rsidR="00C9375F" w:rsidRPr="000A1D13" w:rsidRDefault="00C9375F" w:rsidP="000A1D13">
            <w:pPr>
              <w:pStyle w:val="SIBulletList1"/>
              <w:rPr>
                <w:rFonts w:eastAsia="Calibri"/>
              </w:rPr>
            </w:pPr>
            <w:r w:rsidRPr="00C9375F">
              <w:rPr>
                <w:rFonts w:eastAsia="Calibri"/>
              </w:rPr>
              <w:t>Maintain quality specifications for peeling and removing the head of crustaceans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9375F" w14:paraId="67633B90" w14:textId="77777777" w:rsidTr="00F33FF2">
        <w:tc>
          <w:tcPr>
            <w:tcW w:w="1028" w:type="pct"/>
          </w:tcPr>
          <w:p w14:paraId="666F2C5F" w14:textId="68A8063A" w:rsidR="00C9375F" w:rsidRPr="00C9375F" w:rsidRDefault="00C9375F" w:rsidP="00C9375F">
            <w:pPr>
              <w:pStyle w:val="SIText"/>
            </w:pPr>
            <w:r w:rsidRPr="00C9375F">
              <w:t>SFIPRO201 Head and peel crustaceans</w:t>
            </w:r>
          </w:p>
        </w:tc>
        <w:tc>
          <w:tcPr>
            <w:tcW w:w="1105" w:type="pct"/>
          </w:tcPr>
          <w:p w14:paraId="520629F4" w14:textId="41F8CF2E" w:rsidR="00C9375F" w:rsidRPr="00C9375F" w:rsidRDefault="00C9375F" w:rsidP="00C9375F">
            <w:pPr>
              <w:pStyle w:val="SIText"/>
            </w:pPr>
            <w:r w:rsidRPr="00C9375F">
              <w:t>SFIPROC201C Head and peel crustaceans</w:t>
            </w:r>
          </w:p>
        </w:tc>
        <w:tc>
          <w:tcPr>
            <w:tcW w:w="1251" w:type="pct"/>
          </w:tcPr>
          <w:p w14:paraId="3F7DC3E2" w14:textId="77777777" w:rsidR="00C9375F" w:rsidRDefault="00C9375F" w:rsidP="00C9375F">
            <w:pPr>
              <w:pStyle w:val="SIText"/>
            </w:pPr>
            <w:r w:rsidRPr="00C9375F">
              <w:t>Updated to meet Standards for Training Packages</w:t>
            </w:r>
            <w:r w:rsidR="005E4797">
              <w:t>.</w:t>
            </w:r>
          </w:p>
          <w:p w14:paraId="51844FA1" w14:textId="6071C90A" w:rsidR="005E4797" w:rsidRPr="00C9375F" w:rsidRDefault="005E4797" w:rsidP="00C9375F">
            <w:pPr>
              <w:pStyle w:val="SIText"/>
            </w:pPr>
            <w:r>
              <w:t>Amendment to elements.</w:t>
            </w:r>
          </w:p>
        </w:tc>
        <w:tc>
          <w:tcPr>
            <w:tcW w:w="1616" w:type="pct"/>
          </w:tcPr>
          <w:p w14:paraId="509E63B0" w14:textId="4EE0322F" w:rsidR="00C9375F" w:rsidRPr="00C9375F" w:rsidRDefault="00C9375F" w:rsidP="00C9375F">
            <w:pPr>
              <w:pStyle w:val="SIText"/>
            </w:pPr>
            <w:r w:rsidRPr="00C9375F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473A4516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C9375F" w:rsidRPr="00C9375F">
              <w:t>SFIPRO201 Head and peel crustaceans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167FB660" w14:textId="1E594A9A" w:rsidR="00C9375F" w:rsidRPr="00C9375F" w:rsidRDefault="00C9375F" w:rsidP="00C9375F">
            <w:pPr>
              <w:pStyle w:val="SIText"/>
            </w:pPr>
            <w:r w:rsidRPr="00C9375F">
              <w:t>An individual demonstrating competency must satisfy all the elements</w:t>
            </w:r>
            <w:r w:rsidR="000840C9">
              <w:t xml:space="preserve"> and</w:t>
            </w:r>
            <w:r w:rsidRPr="00C9375F">
              <w:t xml:space="preserve"> performance criteria of this unit. </w:t>
            </w:r>
            <w:r w:rsidR="000840C9">
              <w:t xml:space="preserve">There must be evidence that the individual has </w:t>
            </w:r>
            <w:r w:rsidR="00382651">
              <w:t xml:space="preserve">headed, </w:t>
            </w:r>
            <w:r w:rsidR="00574759">
              <w:t xml:space="preserve">peeled </w:t>
            </w:r>
            <w:r w:rsidR="00382651">
              <w:t xml:space="preserve">and trimmed </w:t>
            </w:r>
            <w:r w:rsidR="0019791F">
              <w:t>at least two different</w:t>
            </w:r>
            <w:r w:rsidR="00B46DD1">
              <w:t xml:space="preserve"> batch</w:t>
            </w:r>
            <w:r w:rsidR="0019791F">
              <w:t>es</w:t>
            </w:r>
            <w:r w:rsidR="00B46DD1">
              <w:t xml:space="preserve"> of </w:t>
            </w:r>
            <w:r w:rsidR="0019791F">
              <w:t>crustacean types</w:t>
            </w:r>
            <w:r w:rsidR="00B46DD1">
              <w:t xml:space="preserve"> (raw,</w:t>
            </w:r>
            <w:r w:rsidR="0019791F">
              <w:t xml:space="preserve"> </w:t>
            </w:r>
            <w:r w:rsidR="00B46DD1">
              <w:t>cooked</w:t>
            </w:r>
            <w:r w:rsidR="0019791F">
              <w:t>, fresh or frozen</w:t>
            </w:r>
            <w:r w:rsidR="00B46DD1">
              <w:t>)</w:t>
            </w:r>
            <w:r w:rsidR="000840C9" w:rsidRPr="000840C9">
              <w:t xml:space="preserve"> on at least one occasion including:</w:t>
            </w:r>
          </w:p>
          <w:p w14:paraId="5BD2B2D4" w14:textId="2763F968" w:rsidR="000B190D" w:rsidRDefault="000B190D" w:rsidP="00C9375F">
            <w:pPr>
              <w:pStyle w:val="SIBulletList1"/>
            </w:pPr>
            <w:r>
              <w:t>using the required personal protective equipment</w:t>
            </w:r>
          </w:p>
          <w:p w14:paraId="3C842CEF" w14:textId="3F9F40A9" w:rsidR="00C9375F" w:rsidRPr="00C9375F" w:rsidRDefault="00C9375F" w:rsidP="00C9375F">
            <w:pPr>
              <w:pStyle w:val="SIBulletList1"/>
            </w:pPr>
            <w:r w:rsidRPr="00C9375F">
              <w:t xml:space="preserve">cleaning and maintaining hygienic </w:t>
            </w:r>
            <w:r w:rsidR="00C95BDF">
              <w:t xml:space="preserve">equipment and </w:t>
            </w:r>
            <w:r w:rsidRPr="00C9375F">
              <w:t>work</w:t>
            </w:r>
            <w:r w:rsidR="00C95BDF">
              <w:t xml:space="preserve"> area</w:t>
            </w:r>
          </w:p>
          <w:p w14:paraId="35BC9F2C" w14:textId="77777777" w:rsidR="00C9375F" w:rsidRPr="00C9375F" w:rsidRDefault="00C9375F" w:rsidP="00C9375F">
            <w:pPr>
              <w:pStyle w:val="SIBulletList1"/>
            </w:pPr>
            <w:r w:rsidRPr="00C9375F">
              <w:t>interpreting supervisors’ instructions</w:t>
            </w:r>
          </w:p>
          <w:p w14:paraId="2033265D" w14:textId="5566E050" w:rsidR="00C9375F" w:rsidRPr="00C9375F" w:rsidRDefault="00382651" w:rsidP="00C9375F">
            <w:pPr>
              <w:pStyle w:val="SIBulletList1"/>
            </w:pPr>
            <w:r>
              <w:t xml:space="preserve">preparing and </w:t>
            </w:r>
            <w:r w:rsidR="00C9375F" w:rsidRPr="00C9375F">
              <w:t>handling crustaceans safely and hygienically</w:t>
            </w:r>
          </w:p>
          <w:p w14:paraId="65538D48" w14:textId="77777777" w:rsidR="00C9375F" w:rsidRPr="00C9375F" w:rsidRDefault="00C9375F" w:rsidP="00C9375F">
            <w:pPr>
              <w:pStyle w:val="SIBulletList1"/>
            </w:pPr>
            <w:r w:rsidRPr="00C9375F">
              <w:t>identifying signs of spoilage and common crustacean defects, diseases and parasites in raw and cooked species</w:t>
            </w:r>
          </w:p>
          <w:p w14:paraId="5100F5BE" w14:textId="77777777" w:rsidR="00C9375F" w:rsidRPr="00C9375F" w:rsidRDefault="00C9375F" w:rsidP="00C9375F">
            <w:pPr>
              <w:pStyle w:val="SIBulletList1"/>
            </w:pPr>
            <w:r w:rsidRPr="00C9375F">
              <w:t>disposing of wastes correctly</w:t>
            </w:r>
          </w:p>
          <w:p w14:paraId="48A43C30" w14:textId="172C6B69" w:rsidR="00CF49A8" w:rsidRPr="00CF49A8" w:rsidRDefault="00DB3482" w:rsidP="002F0FF5">
            <w:pPr>
              <w:pStyle w:val="SIBulletList1"/>
            </w:pPr>
            <w:proofErr w:type="gramStart"/>
            <w:r>
              <w:t>grading</w:t>
            </w:r>
            <w:proofErr w:type="gramEnd"/>
            <w:r>
              <w:t xml:space="preserve">, </w:t>
            </w:r>
            <w:r w:rsidR="00C9375F" w:rsidRPr="00C9375F">
              <w:t>packing</w:t>
            </w:r>
            <w:r w:rsidR="007C40C1">
              <w:t>, labelling and</w:t>
            </w:r>
            <w:r w:rsidR="00C9375F" w:rsidRPr="00C9375F">
              <w:t xml:space="preserve"> storing </w:t>
            </w:r>
            <w:r>
              <w:t xml:space="preserve">or dispatching </w:t>
            </w:r>
            <w:r w:rsidR="00C9375F" w:rsidRPr="00C9375F">
              <w:t>product</w:t>
            </w:r>
            <w:r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970BA9" w14:textId="77777777" w:rsidR="00C9375F" w:rsidRPr="00C9375F" w:rsidRDefault="00C9375F" w:rsidP="00C9375F">
            <w:pPr>
              <w:pStyle w:val="SIText"/>
            </w:pPr>
            <w:r w:rsidRPr="00C9375F">
              <w:t>An individual must be able to demonstrate the knowledge required to perform the tasks outlined in the elements and performance criteria of this unit. This includes knowledge of:</w:t>
            </w:r>
          </w:p>
          <w:p w14:paraId="6AF4E1ED" w14:textId="3B828ABD" w:rsidR="00DC171D" w:rsidRPr="00DC171D" w:rsidRDefault="00DC171D" w:rsidP="00DC171D">
            <w:pPr>
              <w:pStyle w:val="SIBulletList1"/>
            </w:pPr>
            <w:r w:rsidRPr="00C9375F">
              <w:t>personal, workplace and product hygiene principles</w:t>
            </w:r>
            <w:r w:rsidRPr="004A2D71">
              <w:t xml:space="preserve"> that apply when </w:t>
            </w:r>
            <w:r>
              <w:t>processing crustaceans</w:t>
            </w:r>
            <w:r w:rsidRPr="004A2D71">
              <w:t xml:space="preserve"> in a commercial fish processing facility</w:t>
            </w:r>
          </w:p>
          <w:p w14:paraId="6F0561A4" w14:textId="529E7EE3" w:rsidR="00637131" w:rsidRDefault="00637131" w:rsidP="00637131">
            <w:pPr>
              <w:pStyle w:val="SIBulletList1"/>
            </w:pPr>
            <w:r w:rsidRPr="00C9375F">
              <w:t>types of crustaceans</w:t>
            </w:r>
            <w:r>
              <w:t xml:space="preserve"> including:</w:t>
            </w:r>
          </w:p>
          <w:p w14:paraId="2576A25C" w14:textId="2768E920" w:rsidR="00637131" w:rsidRDefault="00637131" w:rsidP="00FB28A8">
            <w:pPr>
              <w:pStyle w:val="SIBulletList2"/>
            </w:pPr>
            <w:r w:rsidRPr="00C9375F">
              <w:t>location of gills, guts and internal skeleton</w:t>
            </w:r>
          </w:p>
          <w:p w14:paraId="6D1E8054" w14:textId="44036DF7" w:rsidR="00637131" w:rsidRPr="00637131" w:rsidRDefault="00637131" w:rsidP="00FB28A8">
            <w:pPr>
              <w:pStyle w:val="SIBulletList2"/>
            </w:pPr>
            <w:r w:rsidRPr="00C9375F">
              <w:t>methods to peel and remove heads</w:t>
            </w:r>
          </w:p>
          <w:p w14:paraId="12CB554F" w14:textId="77777777" w:rsidR="00511ABD" w:rsidRDefault="00511ABD" w:rsidP="00511ABD">
            <w:pPr>
              <w:pStyle w:val="SIBulletList1"/>
            </w:pPr>
            <w:r w:rsidRPr="00C9375F">
              <w:t>spoilage pattern and common crustacean defects, diseases and parasites</w:t>
            </w:r>
            <w:r w:rsidRPr="00DC171D" w:rsidDel="00DC171D">
              <w:t xml:space="preserve"> </w:t>
            </w:r>
          </w:p>
          <w:p w14:paraId="768BD2AF" w14:textId="27282E84" w:rsidR="00637131" w:rsidRDefault="00637131" w:rsidP="00DC171D">
            <w:pPr>
              <w:pStyle w:val="SIBulletList1"/>
            </w:pPr>
            <w:r w:rsidRPr="00C9375F">
              <w:t>safe manual handling techniques, including minimising the risk of repetitive, forceful, constrained or awkward postures</w:t>
            </w:r>
          </w:p>
          <w:p w14:paraId="357B09FA" w14:textId="6662C77C" w:rsidR="00DC171D" w:rsidRPr="00DC171D" w:rsidRDefault="00DC171D" w:rsidP="00DC171D">
            <w:pPr>
              <w:pStyle w:val="SIBulletList1"/>
            </w:pPr>
            <w:r w:rsidRPr="00C9375F">
              <w:t>food safety procedures and regulations that apply when handling and storing crustaceans</w:t>
            </w:r>
          </w:p>
          <w:p w14:paraId="27A754EC" w14:textId="77777777" w:rsidR="00C9375F" w:rsidRPr="00C9375F" w:rsidRDefault="00C9375F" w:rsidP="00C9375F">
            <w:pPr>
              <w:pStyle w:val="SIBulletList1"/>
            </w:pPr>
            <w:r w:rsidRPr="00C9375F">
              <w:t xml:space="preserve">cross-contamination of raw and cooked product </w:t>
            </w:r>
          </w:p>
          <w:p w14:paraId="35F0AF09" w14:textId="303D7083" w:rsidR="007E6A2C" w:rsidRPr="007E6A2C" w:rsidRDefault="007E6A2C" w:rsidP="007E6A2C">
            <w:pPr>
              <w:pStyle w:val="SIBulletList1"/>
            </w:pPr>
            <w:r w:rsidRPr="00C9375F">
              <w:t xml:space="preserve">safe </w:t>
            </w:r>
            <w:r w:rsidR="007C40C1">
              <w:t xml:space="preserve">use, </w:t>
            </w:r>
            <w:r w:rsidRPr="00C9375F">
              <w:t>storage and handling of food-grade chemicals</w:t>
            </w:r>
          </w:p>
          <w:p w14:paraId="7D18C0FD" w14:textId="2BF177D3" w:rsidR="00CF49A8" w:rsidRPr="00CF49A8" w:rsidRDefault="00C9375F" w:rsidP="007E6A2C">
            <w:pPr>
              <w:pStyle w:val="SIBulletList1"/>
            </w:pPr>
            <w:proofErr w:type="gramStart"/>
            <w:r w:rsidRPr="00C9375F">
              <w:t>workplace</w:t>
            </w:r>
            <w:proofErr w:type="gramEnd"/>
            <w:r w:rsidRPr="00C9375F">
              <w:t xml:space="preserve"> quality system procedures addressing </w:t>
            </w:r>
            <w:r w:rsidR="00DC171D">
              <w:t>productivity</w:t>
            </w:r>
            <w:r w:rsidR="00DC171D" w:rsidRPr="00C9375F">
              <w:t xml:space="preserve"> </w:t>
            </w:r>
            <w:r w:rsidRPr="00C9375F">
              <w:t>specif</w:t>
            </w:r>
            <w:r w:rsidR="000717D9">
              <w:t>i</w:t>
            </w:r>
            <w:r w:rsidRPr="00C9375F">
              <w:t>cations, product identification and traceability</w:t>
            </w:r>
            <w:r w:rsidR="007E6A2C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A499B9" w14:textId="77777777" w:rsidR="00C9375F" w:rsidRPr="00C9375F" w:rsidRDefault="00C9375F" w:rsidP="00C9375F">
            <w:pPr>
              <w:pStyle w:val="SIText"/>
            </w:pPr>
            <w:r w:rsidRPr="00C9375F">
              <w:t xml:space="preserve">Assessment of this unit of competency must take place under the following conditions: </w:t>
            </w:r>
          </w:p>
          <w:p w14:paraId="62AA134A" w14:textId="77777777" w:rsidR="00C9375F" w:rsidRPr="00C9375F" w:rsidRDefault="00C9375F" w:rsidP="00C9375F">
            <w:pPr>
              <w:pStyle w:val="SIBulletList1"/>
            </w:pPr>
            <w:r w:rsidRPr="00C9375F">
              <w:t>physical conditions:</w:t>
            </w:r>
          </w:p>
          <w:p w14:paraId="6F70BB3C" w14:textId="21B9C3C2" w:rsidR="000A1D13" w:rsidRPr="000A1D13" w:rsidRDefault="000A1D13" w:rsidP="000A1D13">
            <w:pPr>
              <w:pStyle w:val="SIBulletList2"/>
            </w:pPr>
            <w:r w:rsidRPr="00FD5A3B">
              <w:t>skill</w:t>
            </w:r>
            <w:r w:rsidRPr="000A1D13">
              <w:t>s must be demonstrated in a seafood processing workplace or an environment that accurately represents workplace conditions</w:t>
            </w:r>
          </w:p>
          <w:p w14:paraId="37C24695" w14:textId="77777777" w:rsidR="00C9375F" w:rsidRPr="00C9375F" w:rsidRDefault="00C9375F" w:rsidP="00C9375F">
            <w:pPr>
              <w:pStyle w:val="SIBulletList1"/>
            </w:pPr>
            <w:r w:rsidRPr="00C9375F">
              <w:t>resources, equipment and materials:</w:t>
            </w:r>
          </w:p>
          <w:p w14:paraId="2F8830CA" w14:textId="5FA30FA0" w:rsidR="009031C0" w:rsidRDefault="009031C0" w:rsidP="00C9375F">
            <w:pPr>
              <w:pStyle w:val="SIBulletList2"/>
            </w:pPr>
            <w:r>
              <w:t xml:space="preserve">personal protective </w:t>
            </w:r>
            <w:r w:rsidR="005B3787">
              <w:t>equipment</w:t>
            </w:r>
          </w:p>
          <w:p w14:paraId="331A9BAB" w14:textId="42C30D83" w:rsidR="00C9375F" w:rsidRPr="00C9375F" w:rsidRDefault="00C9375F" w:rsidP="00C9375F">
            <w:pPr>
              <w:pStyle w:val="SIBulletList2"/>
            </w:pPr>
            <w:r w:rsidRPr="00C9375F">
              <w:t>crustaceans (raw, cooked, fresh or frozen)</w:t>
            </w:r>
          </w:p>
          <w:p w14:paraId="7A3B5975" w14:textId="77777777" w:rsidR="005E4797" w:rsidRDefault="00574759" w:rsidP="00574759">
            <w:pPr>
              <w:pStyle w:val="SIBulletList2"/>
            </w:pPr>
            <w:r>
              <w:t>knives</w:t>
            </w:r>
          </w:p>
          <w:p w14:paraId="17CD7308" w14:textId="77777777" w:rsidR="00C9375F" w:rsidRPr="00C9375F" w:rsidRDefault="00C9375F" w:rsidP="00C9375F">
            <w:pPr>
              <w:pStyle w:val="SIBulletList2"/>
            </w:pPr>
            <w:r w:rsidRPr="00C9375F">
              <w:t>waste tubs</w:t>
            </w:r>
          </w:p>
          <w:p w14:paraId="3FC2C6A2" w14:textId="4E7E93F9" w:rsidR="00C9375F" w:rsidRDefault="00C9375F" w:rsidP="00C9375F">
            <w:pPr>
              <w:pStyle w:val="SIBulletList2"/>
            </w:pPr>
            <w:r w:rsidRPr="00C9375F">
              <w:t>running potable water</w:t>
            </w:r>
          </w:p>
          <w:p w14:paraId="7B0E8DE2" w14:textId="77777777" w:rsidR="009031C0" w:rsidRPr="009031C0" w:rsidRDefault="009031C0" w:rsidP="009031C0">
            <w:pPr>
              <w:pStyle w:val="SIBulletList1"/>
            </w:pPr>
            <w:r w:rsidRPr="00BC4D39">
              <w:t>specifications: </w:t>
            </w:r>
          </w:p>
          <w:p w14:paraId="786609F7" w14:textId="4B3C930C" w:rsidR="009031C0" w:rsidRPr="009031C0" w:rsidRDefault="009031C0" w:rsidP="009031C0">
            <w:pPr>
              <w:pStyle w:val="SIBulletList2"/>
            </w:pPr>
            <w:r>
              <w:t xml:space="preserve">work instructions and </w:t>
            </w:r>
            <w:r w:rsidRPr="009031C0">
              <w:t xml:space="preserve">workplace procedures for </w:t>
            </w:r>
            <w:r>
              <w:t>processing crustaceans</w:t>
            </w:r>
            <w:r w:rsidRPr="009031C0">
              <w:t xml:space="preserve"> that includes advice on quality, food safety, health and safety and environmental requirements</w:t>
            </w:r>
          </w:p>
          <w:p w14:paraId="7D994B07" w14:textId="77777777" w:rsidR="009031C0" w:rsidRPr="009031C0" w:rsidRDefault="009031C0" w:rsidP="009031C0">
            <w:pPr>
              <w:pStyle w:val="SIBulletList1"/>
            </w:pPr>
            <w:r w:rsidRPr="00BC4D39">
              <w:t>relationships: </w:t>
            </w:r>
          </w:p>
          <w:p w14:paraId="68FF99B0" w14:textId="340C86F3" w:rsidR="009031C0" w:rsidRPr="00C9375F" w:rsidRDefault="009031C0" w:rsidP="009031C0">
            <w:pPr>
              <w:pStyle w:val="SIBulletList2"/>
            </w:pPr>
            <w:r w:rsidRPr="00BC4D39">
              <w:t xml:space="preserve">interactions with </w:t>
            </w:r>
            <w:r w:rsidRPr="009031C0">
              <w:t>supervisor.</w:t>
            </w:r>
          </w:p>
          <w:p w14:paraId="2E4B0EB1" w14:textId="77777777" w:rsidR="00C9375F" w:rsidRPr="00C9375F" w:rsidRDefault="00C9375F" w:rsidP="00C9375F"/>
          <w:p w14:paraId="71739C8B" w14:textId="65248433" w:rsidR="00CF49A8" w:rsidRPr="00CF49A8" w:rsidRDefault="00C9375F" w:rsidP="00C9375F">
            <w:pPr>
              <w:pStyle w:val="SIText"/>
            </w:pPr>
            <w:r w:rsidRPr="00C9375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3CF6786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B28A8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2C7103F9" w:rsidR="00540BD0" w:rsidRDefault="00BB79E3">
    <w:r>
      <w:t>SFI</w:t>
    </w:r>
    <w:r w:rsidR="006317F6">
      <w:t>PRO</w:t>
    </w:r>
    <w:r w:rsidR="00C9375F">
      <w:t xml:space="preserve">201 </w:t>
    </w:r>
    <w:r w:rsidR="00C9375F" w:rsidRPr="00C9375F">
      <w:t>Head and peel crustaceans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19BE"/>
    <w:rsid w:val="00064BFE"/>
    <w:rsid w:val="00070B3E"/>
    <w:rsid w:val="000717D9"/>
    <w:rsid w:val="00071F95"/>
    <w:rsid w:val="000737BB"/>
    <w:rsid w:val="00074E47"/>
    <w:rsid w:val="000754EC"/>
    <w:rsid w:val="000840C9"/>
    <w:rsid w:val="00090803"/>
    <w:rsid w:val="0009093B"/>
    <w:rsid w:val="000A1D13"/>
    <w:rsid w:val="000A5441"/>
    <w:rsid w:val="000B190D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03B7"/>
    <w:rsid w:val="00144385"/>
    <w:rsid w:val="00146EEC"/>
    <w:rsid w:val="00151D55"/>
    <w:rsid w:val="00151D93"/>
    <w:rsid w:val="00156EF3"/>
    <w:rsid w:val="00176E4F"/>
    <w:rsid w:val="0018546B"/>
    <w:rsid w:val="00195B88"/>
    <w:rsid w:val="0019791F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0FF5"/>
    <w:rsid w:val="00303C29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2651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3A44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ABD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4759"/>
    <w:rsid w:val="00575BC6"/>
    <w:rsid w:val="00583902"/>
    <w:rsid w:val="00592C35"/>
    <w:rsid w:val="005A1D70"/>
    <w:rsid w:val="005A3AA5"/>
    <w:rsid w:val="005A6C9C"/>
    <w:rsid w:val="005A74DC"/>
    <w:rsid w:val="005B3787"/>
    <w:rsid w:val="005B5146"/>
    <w:rsid w:val="005D1AFD"/>
    <w:rsid w:val="005E4797"/>
    <w:rsid w:val="005E51E6"/>
    <w:rsid w:val="005F027A"/>
    <w:rsid w:val="005F33CC"/>
    <w:rsid w:val="005F771F"/>
    <w:rsid w:val="006121D4"/>
    <w:rsid w:val="00613B49"/>
    <w:rsid w:val="00616845"/>
    <w:rsid w:val="00620E8E"/>
    <w:rsid w:val="006317F6"/>
    <w:rsid w:val="00633CFE"/>
    <w:rsid w:val="00634FCA"/>
    <w:rsid w:val="00637131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E6B3C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5DDA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40C1"/>
    <w:rsid w:val="007D5A78"/>
    <w:rsid w:val="007E3BD1"/>
    <w:rsid w:val="007E6A2C"/>
    <w:rsid w:val="007F1563"/>
    <w:rsid w:val="007F1EB2"/>
    <w:rsid w:val="007F44DB"/>
    <w:rsid w:val="007F5A8B"/>
    <w:rsid w:val="00807A13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0DBC"/>
    <w:rsid w:val="00851BE5"/>
    <w:rsid w:val="008545EB"/>
    <w:rsid w:val="00865011"/>
    <w:rsid w:val="0088576A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031C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46DD1"/>
    <w:rsid w:val="00B5038D"/>
    <w:rsid w:val="00B560C8"/>
    <w:rsid w:val="00B578EE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375F"/>
    <w:rsid w:val="00C95BDF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1C89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3482"/>
    <w:rsid w:val="00DC171D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28A8"/>
    <w:rsid w:val="00FD214D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2F0FF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C00375CB0FAB488F22D4DC33D1A1E5" ma:contentTypeVersion="5" ma:contentTypeDescription="Create a new document." ma:contentTypeScope="" ma:versionID="8c48ccb1b5bd6b4603fd9b363a8f25c3">
  <xsd:schema xmlns:xsd="http://www.w3.org/2001/XMLSchema" xmlns:xs="http://www.w3.org/2001/XMLSchema" xmlns:p="http://schemas.microsoft.com/office/2006/metadata/properties" xmlns:ns2="aa9da404-6c36-480a-82f4-4fab7cd33537" targetNamespace="http://schemas.microsoft.com/office/2006/metadata/properties" ma:root="true" ma:fieldsID="cab89bd783599a84691ee53e758d42ae" ns2:_="">
    <xsd:import namespace="aa9da404-6c36-480a-82f4-4fab7cd335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da404-6c36-480a-82f4-4fab7cd335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aa9da404-6c36-480a-82f4-4fab7cd33537">
      <UserInfo>
        <DisplayName>Lina Robinson</DisplayName>
        <AccountId>934</AccountId>
        <AccountType/>
      </UserInfo>
    </Assigned_x0020_to0>
    <Project_x0020_Phase xmlns="aa9da404-6c36-480a-82f4-4fab7cd33537">Development</Project_x0020_Phase>
    <Project xmlns="aa9da404-6c36-480a-82f4-4fab7cd33537">Post Harvest</Projec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5BBE9-FB48-4DCC-8A05-0694BFA91B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9da404-6c36-480a-82f4-4fab7cd335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a9da404-6c36-480a-82f4-4fab7cd3353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E7CE0B-3EDB-4EBD-BED9-4FF80C3A7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</TotalTime>
  <Pages>4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2018-09-06T01:02:00Z</dcterms:created>
  <dcterms:modified xsi:type="dcterms:W3CDTF">2018-09-17T02:10:00Z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0x01010084C00375CB0FAB488F22D4DC33D1A1E5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