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701B47B" w14:textId="77777777" w:rsidTr="00146EEC">
        <w:tc>
          <w:tcPr>
            <w:tcW w:w="2689" w:type="dxa"/>
          </w:tcPr>
          <w:p w14:paraId="2B94AA6D" w14:textId="1CE1392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8E39B1">
              <w:t xml:space="preserve"> 1</w:t>
            </w:r>
          </w:p>
        </w:tc>
        <w:tc>
          <w:tcPr>
            <w:tcW w:w="6939" w:type="dxa"/>
          </w:tcPr>
          <w:p w14:paraId="015AE4A1" w14:textId="31040283" w:rsidR="00F1480E" w:rsidRPr="000754EC" w:rsidRDefault="00F1480E" w:rsidP="008E39B1">
            <w:pPr>
              <w:pStyle w:val="SIText"/>
            </w:pPr>
            <w:r w:rsidRPr="00CC451E">
              <w:t xml:space="preserve">This version released with </w:t>
            </w:r>
            <w:r w:rsidR="008E39B1">
              <w:t>SFI Seafood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7C65D41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5AE80D" w14:textId="2C8C77C7" w:rsidR="00F1480E" w:rsidRPr="000754EC" w:rsidRDefault="006A0208" w:rsidP="00592C35">
            <w:pPr>
              <w:pStyle w:val="SIUNITCODE"/>
            </w:pPr>
            <w:r>
              <w:t>SFI</w:t>
            </w:r>
            <w:r w:rsidR="00592C35">
              <w:t>F</w:t>
            </w:r>
            <w:r w:rsidR="00BB79E3">
              <w:t>S</w:t>
            </w:r>
            <w:r w:rsidR="00592C35">
              <w:t>H</w:t>
            </w:r>
            <w:r w:rsidR="004D7A72">
              <w:t>202</w:t>
            </w:r>
          </w:p>
        </w:tc>
        <w:tc>
          <w:tcPr>
            <w:tcW w:w="3604" w:type="pct"/>
            <w:shd w:val="clear" w:color="auto" w:fill="auto"/>
          </w:tcPr>
          <w:p w14:paraId="41850966" w14:textId="795F740A" w:rsidR="00F1480E" w:rsidRPr="000754EC" w:rsidRDefault="004D7A72" w:rsidP="000754EC">
            <w:pPr>
              <w:pStyle w:val="SIUnittitle"/>
            </w:pPr>
            <w:r w:rsidRPr="004D7A72">
              <w:t>Cook on board a vessel</w:t>
            </w:r>
          </w:p>
        </w:tc>
      </w:tr>
      <w:tr w:rsidR="004D7A72" w:rsidRPr="00963A46" w14:paraId="5508DB71" w14:textId="77777777" w:rsidTr="00CA2922">
        <w:tc>
          <w:tcPr>
            <w:tcW w:w="1396" w:type="pct"/>
            <w:shd w:val="clear" w:color="auto" w:fill="auto"/>
          </w:tcPr>
          <w:p w14:paraId="7FF46039" w14:textId="77777777" w:rsidR="004D7A72" w:rsidRPr="004D7A72" w:rsidRDefault="004D7A72" w:rsidP="004D7A72">
            <w:pPr>
              <w:pStyle w:val="SIHeading2"/>
            </w:pPr>
            <w:r w:rsidRPr="00FD557D">
              <w:t>Application</w:t>
            </w:r>
          </w:p>
          <w:p w14:paraId="5D1C7433" w14:textId="77777777" w:rsidR="004D7A72" w:rsidRPr="00923720" w:rsidRDefault="004D7A72" w:rsidP="004D7A72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8B86074" w14:textId="02C19DF9" w:rsidR="004D7A72" w:rsidRDefault="004D7A72" w:rsidP="004D7A72">
            <w:pPr>
              <w:pStyle w:val="SIText"/>
            </w:pPr>
            <w:r w:rsidRPr="004D7A72">
              <w:t>This unit of competency describes the skills and knowledge required to plan, prepare and cook a meal on board a vessel.</w:t>
            </w:r>
            <w:r w:rsidR="0022229B">
              <w:t xml:space="preserve"> </w:t>
            </w:r>
            <w:r w:rsidR="00CB7FF4">
              <w:t>It includes the ability to order and store provisions on board.</w:t>
            </w:r>
          </w:p>
          <w:p w14:paraId="73A28DF2" w14:textId="77777777" w:rsidR="00EF4B95" w:rsidRPr="004D7A72" w:rsidRDefault="00EF4B95" w:rsidP="004D7A72">
            <w:pPr>
              <w:pStyle w:val="SIText"/>
            </w:pPr>
          </w:p>
          <w:p w14:paraId="4A250C87" w14:textId="5871B334" w:rsidR="00EF4B95" w:rsidRDefault="004D7A72" w:rsidP="004D7A72">
            <w:pPr>
              <w:pStyle w:val="SIText"/>
            </w:pPr>
            <w:r w:rsidRPr="004D7A72">
              <w:t xml:space="preserve">The unit applies to individuals who </w:t>
            </w:r>
            <w:r w:rsidR="00E80174">
              <w:t xml:space="preserve">use basic techniques to </w:t>
            </w:r>
            <w:r w:rsidR="00AC4A89">
              <w:t>prepare simple and nutritious</w:t>
            </w:r>
            <w:r w:rsidR="00AC4A89" w:rsidRPr="004D7A72">
              <w:t xml:space="preserve"> </w:t>
            </w:r>
            <w:r w:rsidRPr="004D7A72">
              <w:t xml:space="preserve">meals </w:t>
            </w:r>
            <w:r w:rsidR="00E80174" w:rsidRPr="00E80174">
              <w:t xml:space="preserve">for a crew of up to ten </w:t>
            </w:r>
            <w:r w:rsidR="00E80174">
              <w:t xml:space="preserve">people </w:t>
            </w:r>
            <w:r w:rsidRPr="004D7A72">
              <w:t>on board a vessel</w:t>
            </w:r>
            <w:r w:rsidR="00E80174">
              <w:t xml:space="preserve"> in a range of weather conditions </w:t>
            </w:r>
            <w:r w:rsidRPr="004D7A72">
              <w:t xml:space="preserve">under general supervision. </w:t>
            </w:r>
            <w:r w:rsidR="00AC4A89">
              <w:t xml:space="preserve">They may undertake this role as part of their deckhand and/or </w:t>
            </w:r>
            <w:proofErr w:type="spellStart"/>
            <w:r w:rsidR="00AC4A89">
              <w:t>onboard</w:t>
            </w:r>
            <w:proofErr w:type="spellEnd"/>
            <w:r w:rsidR="00AC4A89">
              <w:t xml:space="preserve"> processing work.</w:t>
            </w:r>
          </w:p>
          <w:p w14:paraId="5C5A836D" w14:textId="1770E11D" w:rsidR="0022229B" w:rsidRDefault="0022229B" w:rsidP="004D7A72">
            <w:pPr>
              <w:pStyle w:val="SIText"/>
            </w:pPr>
          </w:p>
          <w:p w14:paraId="175C4BE4" w14:textId="2365E908" w:rsidR="0022229B" w:rsidRPr="0022229B" w:rsidRDefault="0022229B" w:rsidP="0022229B">
            <w:pPr>
              <w:pStyle w:val="SIText"/>
            </w:pPr>
            <w:r w:rsidRPr="0022229B">
              <w:t>All work must be carried out to comply with workplace procedures, according to state/territory health and safety, food safety and environmental regulations, legislation and standards that apply to the workplace.</w:t>
            </w:r>
          </w:p>
          <w:p w14:paraId="6345C979" w14:textId="4AD823F9" w:rsidR="00EF4B95" w:rsidRDefault="00EF4B95" w:rsidP="004D7A72">
            <w:pPr>
              <w:pStyle w:val="SIText"/>
            </w:pPr>
          </w:p>
          <w:p w14:paraId="222DE076" w14:textId="0A5E6B44" w:rsidR="004D7A72" w:rsidRPr="004D7A72" w:rsidRDefault="004D7A72" w:rsidP="004D7A72">
            <w:pPr>
              <w:pStyle w:val="SIText"/>
            </w:pPr>
            <w:r w:rsidRPr="004D7A72">
              <w:t>No occupational licensing, legislative or certification requirements apply to this unit at the time of publication.</w:t>
            </w:r>
            <w:r w:rsidRPr="004D7A72">
              <w:fldChar w:fldCharType="begin"/>
            </w:r>
            <w:r w:rsidRPr="004D7A72">
              <w:instrText xml:space="preserve"> STYLEREF  "AFSA AR Code"  \* MERGEFORMAT </w:instrText>
            </w:r>
            <w:r w:rsidRPr="004D7A72">
              <w:fldChar w:fldCharType="end"/>
            </w:r>
          </w:p>
        </w:tc>
      </w:tr>
      <w:tr w:rsidR="004D7A72" w:rsidRPr="00963A46" w14:paraId="7692BB3E" w14:textId="77777777" w:rsidTr="00CA2922">
        <w:tc>
          <w:tcPr>
            <w:tcW w:w="1396" w:type="pct"/>
            <w:shd w:val="clear" w:color="auto" w:fill="auto"/>
          </w:tcPr>
          <w:p w14:paraId="4FD77051" w14:textId="77777777" w:rsidR="004D7A72" w:rsidRPr="004D7A72" w:rsidRDefault="004D7A72" w:rsidP="004D7A72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4D7A72" w:rsidRPr="004D7A72" w:rsidRDefault="004D7A72" w:rsidP="004D7A72">
            <w:pPr>
              <w:pStyle w:val="SIText"/>
            </w:pPr>
            <w:r w:rsidRPr="008908DE">
              <w:t>Ni</w:t>
            </w:r>
            <w:r w:rsidRPr="004D7A72">
              <w:t xml:space="preserve">l </w:t>
            </w:r>
          </w:p>
        </w:tc>
      </w:tr>
      <w:tr w:rsidR="004D7A72" w:rsidRPr="00963A46" w14:paraId="3F7AB666" w14:textId="77777777" w:rsidTr="00CA2922">
        <w:tc>
          <w:tcPr>
            <w:tcW w:w="1396" w:type="pct"/>
            <w:shd w:val="clear" w:color="auto" w:fill="auto"/>
          </w:tcPr>
          <w:p w14:paraId="76263527" w14:textId="77777777" w:rsidR="004D7A72" w:rsidRPr="004D7A72" w:rsidRDefault="004D7A72" w:rsidP="004D7A72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6AAB8C25" w:rsidR="004D7A72" w:rsidRPr="004D7A72" w:rsidRDefault="004D7A72" w:rsidP="004D7A72">
            <w:pPr>
              <w:pStyle w:val="SIText"/>
            </w:pPr>
            <w:r>
              <w:t>F</w:t>
            </w:r>
            <w:r w:rsidRPr="004D7A72">
              <w:t>ishing Operations (FSH)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1DC12AC0" w:rsidR="00F1480E" w:rsidRPr="000754EC" w:rsidRDefault="00FD557D" w:rsidP="00195B88">
            <w:pPr>
              <w:pStyle w:val="SIHeading2"/>
            </w:pPr>
            <w:r w:rsidRPr="00923720">
              <w:t xml:space="preserve">Performance </w:t>
            </w:r>
            <w:r w:rsidR="00195B88">
              <w:t>Criteria</w:t>
            </w:r>
          </w:p>
        </w:tc>
      </w:tr>
      <w:tr w:rsidR="00F1480E" w:rsidRPr="00963A46" w14:paraId="31F6B40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40965" w:rsidRPr="00963A46" w14:paraId="75A6351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258725" w14:textId="45CFEA8D" w:rsidR="00640965" w:rsidRPr="00640965" w:rsidRDefault="00640965" w:rsidP="00640965">
            <w:pPr>
              <w:pStyle w:val="SIText"/>
            </w:pPr>
            <w:r>
              <w:t>1</w:t>
            </w:r>
            <w:r w:rsidRPr="00640965">
              <w:t>. Order provisions and store on board</w:t>
            </w:r>
          </w:p>
        </w:tc>
        <w:tc>
          <w:tcPr>
            <w:tcW w:w="3604" w:type="pct"/>
            <w:shd w:val="clear" w:color="auto" w:fill="auto"/>
          </w:tcPr>
          <w:p w14:paraId="73EBC1F6" w14:textId="0B981DD6" w:rsidR="00640965" w:rsidRPr="00640965" w:rsidRDefault="00640965" w:rsidP="0064096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  <w:r w:rsidRPr="00640965">
              <w:rPr>
                <w:rFonts w:eastAsiaTheme="minorEastAsia"/>
              </w:rPr>
              <w:t>.1 Determine provision requirements according to length of trip and numbers to be catered for</w:t>
            </w:r>
          </w:p>
          <w:p w14:paraId="367D02F6" w14:textId="25AD3D6E" w:rsidR="00640965" w:rsidRPr="00640965" w:rsidRDefault="00640965" w:rsidP="0064096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  <w:r w:rsidRPr="00640965">
              <w:rPr>
                <w:rFonts w:eastAsiaTheme="minorEastAsia"/>
              </w:rPr>
              <w:t>.2 Prepare store list according to workplace procedures</w:t>
            </w:r>
          </w:p>
          <w:p w14:paraId="74E7764C" w14:textId="1EBCFB7F" w:rsidR="00640965" w:rsidRPr="00640965" w:rsidRDefault="00640965" w:rsidP="0064096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  <w:r w:rsidRPr="00640965">
              <w:rPr>
                <w:rFonts w:eastAsiaTheme="minorEastAsia"/>
              </w:rPr>
              <w:t>.3 Check goods received against delivery notes, goods order forms and receipts</w:t>
            </w:r>
          </w:p>
          <w:p w14:paraId="3CBE8FFA" w14:textId="74FC097F" w:rsidR="00640965" w:rsidRPr="00640965" w:rsidRDefault="00640965" w:rsidP="0064096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  <w:r w:rsidRPr="00640965">
              <w:rPr>
                <w:rFonts w:eastAsiaTheme="minorEastAsia"/>
              </w:rPr>
              <w:t>.4 Store goods according to workplace and health and safety procedures</w:t>
            </w:r>
          </w:p>
        </w:tc>
      </w:tr>
      <w:tr w:rsidR="00640965" w:rsidRPr="00963A46" w14:paraId="4ACFC1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64CF7F" w14:textId="5CE38E07" w:rsidR="00640965" w:rsidRPr="00640965" w:rsidRDefault="00CB7FF4" w:rsidP="00640965">
            <w:pPr>
              <w:pStyle w:val="SIText"/>
            </w:pPr>
            <w:r>
              <w:t>2</w:t>
            </w:r>
            <w:r w:rsidR="00640965" w:rsidRPr="00640965">
              <w:t>. Plan to prepare a simple meal</w:t>
            </w:r>
          </w:p>
        </w:tc>
        <w:tc>
          <w:tcPr>
            <w:tcW w:w="3604" w:type="pct"/>
            <w:shd w:val="clear" w:color="auto" w:fill="auto"/>
          </w:tcPr>
          <w:p w14:paraId="2B4AF4E4" w14:textId="4384C762" w:rsidR="00640965" w:rsidRPr="00640965" w:rsidRDefault="00CB7FF4" w:rsidP="00640965">
            <w:r>
              <w:rPr>
                <w:rFonts w:eastAsiaTheme="minorEastAsia"/>
              </w:rPr>
              <w:t>2</w:t>
            </w:r>
            <w:r w:rsidR="00640965" w:rsidRPr="00640965">
              <w:rPr>
                <w:rFonts w:eastAsiaTheme="minorEastAsia"/>
              </w:rPr>
              <w:t>.1 Check menu and ingredients are appropriate to those being catered for</w:t>
            </w:r>
          </w:p>
          <w:p w14:paraId="75A1A165" w14:textId="6A7FC135" w:rsidR="00640965" w:rsidRPr="00640965" w:rsidRDefault="00CB7FF4" w:rsidP="0064096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  <w:r w:rsidR="00640965" w:rsidRPr="00640965">
              <w:rPr>
                <w:rFonts w:eastAsiaTheme="minorEastAsia"/>
              </w:rPr>
              <w:t>.2 Ensure amounts of ingredients are accurate in relation to numbers being catered for</w:t>
            </w:r>
          </w:p>
          <w:p w14:paraId="202872FB" w14:textId="1FA0A66B" w:rsidR="00640965" w:rsidRPr="00640965" w:rsidRDefault="00CB7FF4" w:rsidP="00640965">
            <w:r>
              <w:rPr>
                <w:rFonts w:eastAsiaTheme="minorEastAsia"/>
              </w:rPr>
              <w:t>2</w:t>
            </w:r>
            <w:r w:rsidR="00640965" w:rsidRPr="00640965">
              <w:rPr>
                <w:rFonts w:eastAsiaTheme="minorEastAsia"/>
              </w:rPr>
              <w:t>.3 Estimate preparation and cooking time to prepare the meal</w:t>
            </w:r>
          </w:p>
        </w:tc>
      </w:tr>
      <w:tr w:rsidR="00640965" w:rsidRPr="00963A46" w14:paraId="795DEA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412B2C" w14:textId="7D7B5C83" w:rsidR="00640965" w:rsidRPr="00640965" w:rsidRDefault="00CB7FF4" w:rsidP="00640965">
            <w:pPr>
              <w:pStyle w:val="SIText"/>
            </w:pPr>
            <w:r>
              <w:t>3</w:t>
            </w:r>
            <w:r w:rsidR="00640965" w:rsidRPr="00640965">
              <w:t>. Prepare ingredients</w:t>
            </w:r>
          </w:p>
        </w:tc>
        <w:tc>
          <w:tcPr>
            <w:tcW w:w="3604" w:type="pct"/>
            <w:shd w:val="clear" w:color="auto" w:fill="auto"/>
          </w:tcPr>
          <w:p w14:paraId="63919749" w14:textId="08C73C7D" w:rsidR="00640965" w:rsidRPr="00640965" w:rsidRDefault="00CB7FF4" w:rsidP="0064096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  <w:r w:rsidR="00640965" w:rsidRPr="00640965">
              <w:rPr>
                <w:rFonts w:eastAsiaTheme="minorEastAsia"/>
              </w:rPr>
              <w:t>.1 Handle food according to food safety requirements</w:t>
            </w:r>
          </w:p>
          <w:p w14:paraId="1FA9A598" w14:textId="6616CB58" w:rsidR="00640965" w:rsidRPr="00640965" w:rsidRDefault="00CB7FF4" w:rsidP="0064096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  <w:r w:rsidR="00640965" w:rsidRPr="00640965">
              <w:rPr>
                <w:rFonts w:eastAsiaTheme="minorEastAsia"/>
              </w:rPr>
              <w:t>.2 Prepare ingredients according to menu plan</w:t>
            </w:r>
          </w:p>
          <w:p w14:paraId="2B73179F" w14:textId="545B379F" w:rsidR="00640965" w:rsidRPr="00640965" w:rsidRDefault="00CB7FF4" w:rsidP="00640965">
            <w:pPr>
              <w:pStyle w:val="SIText"/>
            </w:pPr>
            <w:r>
              <w:rPr>
                <w:rFonts w:eastAsiaTheme="minorEastAsia"/>
              </w:rPr>
              <w:t>3</w:t>
            </w:r>
            <w:r w:rsidR="00640965" w:rsidRPr="00640965">
              <w:rPr>
                <w:rFonts w:eastAsiaTheme="minorEastAsia"/>
              </w:rPr>
              <w:t>.3 Observe health and safety practices in food preparation</w:t>
            </w:r>
          </w:p>
        </w:tc>
      </w:tr>
      <w:tr w:rsidR="00640965" w:rsidRPr="00963A46" w14:paraId="7B513E2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2D7243" w14:textId="5D3D3EC9" w:rsidR="00640965" w:rsidRPr="00640965" w:rsidRDefault="00CB7FF4" w:rsidP="00640965">
            <w:r>
              <w:t>4</w:t>
            </w:r>
            <w:r w:rsidR="00640965" w:rsidRPr="00640965">
              <w:t>. Cook a meal</w:t>
            </w:r>
          </w:p>
        </w:tc>
        <w:tc>
          <w:tcPr>
            <w:tcW w:w="3604" w:type="pct"/>
            <w:shd w:val="clear" w:color="auto" w:fill="auto"/>
          </w:tcPr>
          <w:p w14:paraId="2F7ED60C" w14:textId="71ABDD4F" w:rsidR="00640965" w:rsidRPr="00640965" w:rsidRDefault="00CB7FF4" w:rsidP="0064096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  <w:r w:rsidR="00640965" w:rsidRPr="00640965">
              <w:rPr>
                <w:rFonts w:eastAsiaTheme="minorEastAsia"/>
              </w:rPr>
              <w:t>.1 Use cooking methods appropriate to the ingredients being cooked</w:t>
            </w:r>
          </w:p>
          <w:p w14:paraId="2FE65BA8" w14:textId="1D557FAA" w:rsidR="00640965" w:rsidRPr="00640965" w:rsidRDefault="00CB7FF4" w:rsidP="0064096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  <w:r w:rsidR="00640965" w:rsidRPr="00640965">
              <w:rPr>
                <w:rFonts w:eastAsiaTheme="minorEastAsia"/>
              </w:rPr>
              <w:t>.2 Check cooking temperatures and times are correct</w:t>
            </w:r>
          </w:p>
          <w:p w14:paraId="335718F2" w14:textId="2CB25212" w:rsidR="00640965" w:rsidRPr="00640965" w:rsidRDefault="00CB7FF4" w:rsidP="0064096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  <w:r w:rsidR="00640965" w:rsidRPr="00640965">
              <w:rPr>
                <w:rFonts w:eastAsiaTheme="minorEastAsia"/>
              </w:rPr>
              <w:t>.3 Follow cooking sequence according to recipe requirements</w:t>
            </w:r>
          </w:p>
          <w:p w14:paraId="2985566C" w14:textId="3297723D" w:rsidR="00640965" w:rsidRPr="00E15AED" w:rsidRDefault="00CB7FF4" w:rsidP="0064096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  <w:r w:rsidR="00640965" w:rsidRPr="00640965">
              <w:rPr>
                <w:rFonts w:eastAsiaTheme="minorEastAsia"/>
              </w:rPr>
              <w:t>.4 Observe health and safety and food safety practices throughout cooking activity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p w14:paraId="2B65977A" w14:textId="77777777" w:rsidR="005F771F" w:rsidRPr="000754EC" w:rsidRDefault="005F771F" w:rsidP="000754EC">
      <w:r>
        <w:br w:type="page"/>
      </w:r>
    </w:p>
    <w:p w14:paraId="7370F7FD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CA2922">
        <w:trPr>
          <w:tblHeader/>
        </w:trPr>
        <w:tc>
          <w:tcPr>
            <w:tcW w:w="5000" w:type="pct"/>
            <w:gridSpan w:val="2"/>
          </w:tcPr>
          <w:p w14:paraId="4FE6887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CA292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D7A72" w:rsidRPr="00336FCA" w:rsidDel="00423CB2" w14:paraId="7A6C86DB" w14:textId="77777777" w:rsidTr="00CA2922">
        <w:tc>
          <w:tcPr>
            <w:tcW w:w="1396" w:type="pct"/>
          </w:tcPr>
          <w:p w14:paraId="63013FFB" w14:textId="67B06A0B" w:rsidR="004D7A72" w:rsidRPr="004D7A72" w:rsidRDefault="004D7A72" w:rsidP="004D7A72">
            <w:pPr>
              <w:pStyle w:val="SIText"/>
            </w:pPr>
            <w:r w:rsidRPr="004D7A72">
              <w:t>Numeracy</w:t>
            </w:r>
          </w:p>
        </w:tc>
        <w:tc>
          <w:tcPr>
            <w:tcW w:w="3604" w:type="pct"/>
          </w:tcPr>
          <w:p w14:paraId="1D26F408" w14:textId="2F2C4DF9" w:rsidR="004D7A72" w:rsidRPr="004D7A72" w:rsidRDefault="004D7A72" w:rsidP="00AB7918">
            <w:pPr>
              <w:pStyle w:val="SIBulletList1"/>
            </w:pPr>
            <w:r w:rsidRPr="004D7A72">
              <w:t>Determine defrosting and cooking times from packaging and recipes</w:t>
            </w:r>
          </w:p>
        </w:tc>
      </w:tr>
      <w:tr w:rsidR="004D7A72" w:rsidRPr="00336FCA" w:rsidDel="00423CB2" w14:paraId="229D9642" w14:textId="77777777" w:rsidTr="00CA2922">
        <w:tc>
          <w:tcPr>
            <w:tcW w:w="1396" w:type="pct"/>
          </w:tcPr>
          <w:p w14:paraId="307E895A" w14:textId="40CCE052" w:rsidR="004D7A72" w:rsidRPr="004D7A72" w:rsidRDefault="004D7A72" w:rsidP="004D7A72">
            <w:pPr>
              <w:pStyle w:val="SIText"/>
            </w:pPr>
            <w:r w:rsidRPr="004D7A72">
              <w:t>Reading</w:t>
            </w:r>
          </w:p>
        </w:tc>
        <w:tc>
          <w:tcPr>
            <w:tcW w:w="3604" w:type="pct"/>
          </w:tcPr>
          <w:p w14:paraId="122EA5DC" w14:textId="51B804F3" w:rsidR="004D7A72" w:rsidRPr="004D7A72" w:rsidRDefault="004D7A72" w:rsidP="004D7A72">
            <w:pPr>
              <w:pStyle w:val="SIBulletList1"/>
              <w:rPr>
                <w:rFonts w:eastAsia="Calibri"/>
              </w:rPr>
            </w:pPr>
            <w:r w:rsidRPr="004D7A72">
              <w:t>Read cooking instructions from recipe</w:t>
            </w:r>
            <w:r w:rsidR="00A0300A">
              <w:t>s</w:t>
            </w:r>
          </w:p>
        </w:tc>
      </w:tr>
      <w:tr w:rsidR="004D7A72" w:rsidRPr="00336FCA" w:rsidDel="00423CB2" w14:paraId="05F8553F" w14:textId="77777777" w:rsidTr="00CA2922">
        <w:tc>
          <w:tcPr>
            <w:tcW w:w="1396" w:type="pct"/>
          </w:tcPr>
          <w:p w14:paraId="0A3AC22F" w14:textId="6E58E451" w:rsidR="004D7A72" w:rsidRPr="004D7A72" w:rsidRDefault="004D7A72" w:rsidP="004D7A72">
            <w:r w:rsidRPr="004D7A72">
              <w:t>Navigate the world of work</w:t>
            </w:r>
          </w:p>
        </w:tc>
        <w:tc>
          <w:tcPr>
            <w:tcW w:w="3604" w:type="pct"/>
          </w:tcPr>
          <w:p w14:paraId="0B38328F" w14:textId="20E7FB4E" w:rsidR="004D7A72" w:rsidRPr="004D7A72" w:rsidRDefault="004D7A72" w:rsidP="004D7A72">
            <w:pPr>
              <w:pStyle w:val="SIBulletList1"/>
              <w:rPr>
                <w:rFonts w:eastAsia="Calibri"/>
              </w:rPr>
            </w:pPr>
            <w:r w:rsidRPr="004D7A72">
              <w:t>Understand main tasks, responsibilities and boundaries of own role, including use of personal protective clothing and equipment, quality requirements and operating procedures</w:t>
            </w:r>
          </w:p>
        </w:tc>
      </w:tr>
      <w:tr w:rsidR="004D7A72" w:rsidRPr="00336FCA" w:rsidDel="00423CB2" w14:paraId="0F023268" w14:textId="77777777" w:rsidTr="00CA2922">
        <w:tc>
          <w:tcPr>
            <w:tcW w:w="1396" w:type="pct"/>
          </w:tcPr>
          <w:p w14:paraId="143678B8" w14:textId="7C0DC084" w:rsidR="004D7A72" w:rsidRPr="004D7A72" w:rsidRDefault="004D7A72" w:rsidP="004D7A72">
            <w:r w:rsidRPr="004D7A72">
              <w:t>Interact with others</w:t>
            </w:r>
          </w:p>
        </w:tc>
        <w:tc>
          <w:tcPr>
            <w:tcW w:w="3604" w:type="pct"/>
          </w:tcPr>
          <w:p w14:paraId="08C1D482" w14:textId="078B341A" w:rsidR="004D7A72" w:rsidRPr="004D7A72" w:rsidRDefault="004D7A72" w:rsidP="00F57368">
            <w:pPr>
              <w:pStyle w:val="SIBulletList1"/>
              <w:rPr>
                <w:rFonts w:eastAsia="Calibri"/>
              </w:rPr>
            </w:pPr>
            <w:r w:rsidRPr="004D7A72">
              <w:t>Communicate and report operational and safety information to relevant person</w:t>
            </w:r>
            <w:r w:rsidR="00F57368">
              <w:t>nel</w:t>
            </w:r>
          </w:p>
        </w:tc>
      </w:tr>
      <w:tr w:rsidR="004D7A72" w:rsidRPr="00336FCA" w:rsidDel="00423CB2" w14:paraId="4BE849ED" w14:textId="77777777" w:rsidTr="00CA2922">
        <w:tc>
          <w:tcPr>
            <w:tcW w:w="1396" w:type="pct"/>
          </w:tcPr>
          <w:p w14:paraId="2809BECC" w14:textId="10F286D0" w:rsidR="004D7A72" w:rsidRPr="004D7A72" w:rsidRDefault="004D7A72" w:rsidP="004D7A72">
            <w:r w:rsidRPr="004D7A72">
              <w:t>Get the work done</w:t>
            </w:r>
          </w:p>
        </w:tc>
        <w:tc>
          <w:tcPr>
            <w:tcW w:w="3604" w:type="pct"/>
          </w:tcPr>
          <w:p w14:paraId="18E95ED8" w14:textId="620521BE" w:rsidR="004D7A72" w:rsidRPr="004D7A72" w:rsidRDefault="004D7A72" w:rsidP="00AB7918">
            <w:pPr>
              <w:pStyle w:val="SIBulletList1"/>
              <w:rPr>
                <w:rFonts w:eastAsia="Calibri"/>
              </w:rPr>
            </w:pPr>
            <w:r w:rsidRPr="004D7A72">
              <w:t>Safely use/operate cooking tools and equipment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2890A1AE" w14:textId="78F867F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D7A72" w14:paraId="67633B90" w14:textId="77777777" w:rsidTr="00F33FF2">
        <w:tc>
          <w:tcPr>
            <w:tcW w:w="1028" w:type="pct"/>
          </w:tcPr>
          <w:p w14:paraId="666F2C5F" w14:textId="42CB8314" w:rsidR="004D7A72" w:rsidRPr="004D7A72" w:rsidRDefault="004D7A72" w:rsidP="004D7A72">
            <w:pPr>
              <w:pStyle w:val="SIText"/>
            </w:pPr>
            <w:r>
              <w:t>SFIFS</w:t>
            </w:r>
            <w:r w:rsidRPr="004D7A72">
              <w:t>H202 Cook on board a vessel</w:t>
            </w:r>
          </w:p>
        </w:tc>
        <w:tc>
          <w:tcPr>
            <w:tcW w:w="1105" w:type="pct"/>
          </w:tcPr>
          <w:p w14:paraId="520629F4" w14:textId="01FB1BB6" w:rsidR="004D7A72" w:rsidRPr="004D7A72" w:rsidRDefault="004D7A72" w:rsidP="004D7A72">
            <w:pPr>
              <w:pStyle w:val="SIText"/>
            </w:pPr>
            <w:r w:rsidRPr="004D7A72">
              <w:t>SFIFISH202C Cook on board a vessel</w:t>
            </w:r>
          </w:p>
        </w:tc>
        <w:tc>
          <w:tcPr>
            <w:tcW w:w="1251" w:type="pct"/>
          </w:tcPr>
          <w:p w14:paraId="5ACEF8FE" w14:textId="77777777" w:rsidR="004D7A72" w:rsidRDefault="004D7A72" w:rsidP="004D7A72">
            <w:pPr>
              <w:pStyle w:val="SIText"/>
            </w:pPr>
            <w:r w:rsidRPr="004D7A72">
              <w:t>Updated to meet Standards for Training Packages</w:t>
            </w:r>
          </w:p>
          <w:p w14:paraId="51844FA1" w14:textId="2D320AE2" w:rsidR="006D795D" w:rsidRPr="004D7A72" w:rsidRDefault="006D795D" w:rsidP="004D7A72">
            <w:pPr>
              <w:pStyle w:val="SIText"/>
            </w:pPr>
            <w:r>
              <w:t xml:space="preserve">Minor amendments to </w:t>
            </w:r>
            <w:r w:rsidR="00E5145A">
              <w:t xml:space="preserve">elements and </w:t>
            </w:r>
            <w:r>
              <w:t>performance criteria for clarity</w:t>
            </w:r>
          </w:p>
        </w:tc>
        <w:tc>
          <w:tcPr>
            <w:tcW w:w="1616" w:type="pct"/>
          </w:tcPr>
          <w:p w14:paraId="509E63B0" w14:textId="7D29673A" w:rsidR="004D7A72" w:rsidRPr="004D7A72" w:rsidRDefault="004D7A72" w:rsidP="004D7A72">
            <w:pPr>
              <w:pStyle w:val="SIText"/>
            </w:pPr>
            <w:r w:rsidRPr="004D7A72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CA292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FC8574C" w14:textId="13DD5378" w:rsidR="00F1480E" w:rsidRPr="000754EC" w:rsidRDefault="008E39B1" w:rsidP="00E40225">
            <w:pPr>
              <w:pStyle w:val="SIText"/>
            </w:pPr>
            <w:r w:rsidRPr="008E39B1">
              <w:t>https://vetnet.education.gov.au/Pages/TrainingDocs.aspx?q=e31d8c6b-1608-4d77-9f71-9ee749456273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1241CB4C" w:rsidR="00556C4C" w:rsidRPr="000754EC" w:rsidRDefault="00556C4C" w:rsidP="00195B88">
            <w:pPr>
              <w:pStyle w:val="SIUnittitle"/>
            </w:pPr>
            <w:r w:rsidRPr="00F56827">
              <w:t xml:space="preserve">Assessment requirements for </w:t>
            </w:r>
            <w:r w:rsidR="004D7A72" w:rsidRPr="004D7A72">
              <w:t>SFIFSH202 Cook on board a vessel</w:t>
            </w:r>
          </w:p>
        </w:tc>
      </w:tr>
      <w:tr w:rsidR="00556C4C" w:rsidRPr="00A55106" w14:paraId="628D997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4D7A72" w:rsidRPr="00067E1C" w14:paraId="5FA5C884" w14:textId="77777777" w:rsidTr="00113678">
        <w:tc>
          <w:tcPr>
            <w:tcW w:w="5000" w:type="pct"/>
            <w:gridSpan w:val="2"/>
            <w:shd w:val="clear" w:color="auto" w:fill="auto"/>
          </w:tcPr>
          <w:p w14:paraId="7F0283D7" w14:textId="28ACFBBB" w:rsidR="004D7A72" w:rsidRPr="004D7A72" w:rsidRDefault="004D7A72" w:rsidP="004D7A72">
            <w:pPr>
              <w:pStyle w:val="SIText"/>
            </w:pPr>
            <w:r w:rsidRPr="004D7A72">
              <w:t>An individual demonstrating competency must satisfy all the elements</w:t>
            </w:r>
            <w:r w:rsidR="0022229B">
              <w:t xml:space="preserve"> and </w:t>
            </w:r>
            <w:r w:rsidRPr="004D7A72">
              <w:t xml:space="preserve">performance criteria of this unit. </w:t>
            </w:r>
            <w:r w:rsidR="0022229B">
              <w:t>There must be e</w:t>
            </w:r>
            <w:r w:rsidRPr="004D7A72">
              <w:t xml:space="preserve">vidence </w:t>
            </w:r>
            <w:r w:rsidR="0022229B">
              <w:t>that the individual has cooked on board a vessel on at least one occasion including:</w:t>
            </w:r>
          </w:p>
          <w:p w14:paraId="63E0586A" w14:textId="66A3E23C" w:rsidR="00C90B2E" w:rsidRDefault="00C90B2E" w:rsidP="004D7A72">
            <w:pPr>
              <w:pStyle w:val="SIBulletList1"/>
            </w:pPr>
            <w:r w:rsidRPr="00C90B2E">
              <w:t>ordering for and provisioning the vessel</w:t>
            </w:r>
          </w:p>
          <w:p w14:paraId="1E88CFD6" w14:textId="6E0F814D" w:rsidR="004D7A72" w:rsidRPr="004D7A72" w:rsidRDefault="004D7A72" w:rsidP="004D7A72">
            <w:pPr>
              <w:pStyle w:val="SIBulletList1"/>
            </w:pPr>
            <w:r w:rsidRPr="004D7A72">
              <w:t xml:space="preserve">planning, preparing and cooking a simple nutritious meal </w:t>
            </w:r>
            <w:r w:rsidR="003D3CE1">
              <w:t>for up to ten people</w:t>
            </w:r>
          </w:p>
          <w:p w14:paraId="48A43C30" w14:textId="67D56F4D" w:rsidR="004D7A72" w:rsidRPr="004D7A72" w:rsidRDefault="003D3CE1" w:rsidP="00C90B2E">
            <w:pPr>
              <w:pStyle w:val="SIBulletList1"/>
            </w:pPr>
            <w:proofErr w:type="gramStart"/>
            <w:r>
              <w:t>applying</w:t>
            </w:r>
            <w:proofErr w:type="gramEnd"/>
            <w:r>
              <w:t xml:space="preserve"> food and health and safety requirements</w:t>
            </w:r>
            <w:r w:rsidR="00C90B2E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4D7A72" w:rsidRPr="00A55106" w14:paraId="39B0B23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A5948B" w14:textId="77777777" w:rsidR="004D7A72" w:rsidRPr="004D7A72" w:rsidRDefault="004D7A72" w:rsidP="004D7A72">
            <w:pPr>
              <w:pStyle w:val="SIText"/>
            </w:pPr>
            <w:r w:rsidRPr="004D7A72">
              <w:t>An individual must be able to demonstrate the knowledge required to perform the tasks outlined in the elements and performance criteria of this unit. This includes knowledge of:</w:t>
            </w:r>
          </w:p>
          <w:p w14:paraId="26DC358D" w14:textId="77777777" w:rsidR="00C90B2E" w:rsidRDefault="00C90B2E" w:rsidP="004D7A72">
            <w:pPr>
              <w:pStyle w:val="SIBulletList1"/>
            </w:pPr>
            <w:r w:rsidRPr="00C90B2E">
              <w:t>storage requirements and shelf life of commonly used ingredients</w:t>
            </w:r>
          </w:p>
          <w:p w14:paraId="2773BF09" w14:textId="56680914" w:rsidR="00BA1309" w:rsidRDefault="00BA1309" w:rsidP="004D7A72">
            <w:pPr>
              <w:pStyle w:val="SIBulletList1"/>
            </w:pPr>
            <w:r w:rsidRPr="00BA1309">
              <w:t>prepar</w:t>
            </w:r>
            <w:r>
              <w:t>ation required for simple meals</w:t>
            </w:r>
            <w:r w:rsidRPr="00BA1309">
              <w:t xml:space="preserve"> including</w:t>
            </w:r>
            <w:r w:rsidR="00BE6813">
              <w:t xml:space="preserve"> estimating</w:t>
            </w:r>
            <w:r>
              <w:t>:</w:t>
            </w:r>
          </w:p>
          <w:p w14:paraId="49C83CEC" w14:textId="688F4A62" w:rsidR="00BA1309" w:rsidRDefault="00BA1309" w:rsidP="001A7889">
            <w:pPr>
              <w:pStyle w:val="SIBulletList2"/>
            </w:pPr>
            <w:r>
              <w:t xml:space="preserve">ingredients and </w:t>
            </w:r>
            <w:r w:rsidR="000F41AD">
              <w:t>quantities required for trip length and number of crew</w:t>
            </w:r>
          </w:p>
          <w:p w14:paraId="65DD58F8" w14:textId="6474CEDC" w:rsidR="000F41AD" w:rsidRDefault="00BA1309" w:rsidP="001A7889">
            <w:pPr>
              <w:pStyle w:val="SIBulletList2"/>
            </w:pPr>
            <w:r w:rsidRPr="00BA1309">
              <w:t>nutritional value of food groups</w:t>
            </w:r>
          </w:p>
          <w:p w14:paraId="4D406E37" w14:textId="0E3D6F23" w:rsidR="004D7A72" w:rsidRPr="00BE6813" w:rsidRDefault="004D7A72" w:rsidP="001A7889">
            <w:pPr>
              <w:pStyle w:val="SIBulletList2"/>
            </w:pPr>
            <w:r w:rsidRPr="00BE6813">
              <w:t>cooking times for basic ingredients</w:t>
            </w:r>
          </w:p>
          <w:p w14:paraId="58E2FB94" w14:textId="37015346" w:rsidR="00BE6813" w:rsidRPr="00BE6813" w:rsidRDefault="00BE6813">
            <w:pPr>
              <w:pStyle w:val="SIBulletList1"/>
            </w:pPr>
            <w:r w:rsidRPr="00BE6813">
              <w:t>methods of cooking simple meals</w:t>
            </w:r>
            <w:r w:rsidR="00911BE4">
              <w:t xml:space="preserve"> including </w:t>
            </w:r>
            <w:r w:rsidR="00911BE4" w:rsidRPr="00911BE4">
              <w:t>sequence of cooking components of a meal</w:t>
            </w:r>
          </w:p>
          <w:p w14:paraId="33517691" w14:textId="4FEFA314" w:rsidR="00911BE4" w:rsidRDefault="00BE6813" w:rsidP="00911BE4">
            <w:pPr>
              <w:pStyle w:val="SIBulletList1"/>
            </w:pPr>
            <w:r w:rsidRPr="00BE6813">
              <w:t xml:space="preserve">food </w:t>
            </w:r>
            <w:r w:rsidR="00190B44">
              <w:t xml:space="preserve">safety </w:t>
            </w:r>
            <w:r w:rsidRPr="00BE6813">
              <w:t>handling requirements</w:t>
            </w:r>
            <w:r>
              <w:t xml:space="preserve"> </w:t>
            </w:r>
            <w:r w:rsidR="00911BE4">
              <w:t>for cooking on board a vessel</w:t>
            </w:r>
          </w:p>
          <w:p w14:paraId="3BD10607" w14:textId="0BB1BC20" w:rsidR="004D7A72" w:rsidRPr="004D7A72" w:rsidRDefault="004D7A72" w:rsidP="00911BE4">
            <w:pPr>
              <w:pStyle w:val="SIBulletList1"/>
            </w:pPr>
            <w:r w:rsidRPr="004D7A72">
              <w:t>disposal of wastes</w:t>
            </w:r>
            <w:r w:rsidR="00911BE4">
              <w:t xml:space="preserve"> on board a vessel</w:t>
            </w:r>
          </w:p>
          <w:p w14:paraId="7D18C0FD" w14:textId="58CADB00" w:rsidR="004D7A72" w:rsidRPr="004D7A72" w:rsidRDefault="004D7A72" w:rsidP="00E5145A">
            <w:pPr>
              <w:pStyle w:val="SIBulletList1"/>
            </w:pPr>
            <w:proofErr w:type="gramStart"/>
            <w:r w:rsidRPr="004D7A72">
              <w:t>safe</w:t>
            </w:r>
            <w:proofErr w:type="gramEnd"/>
            <w:r w:rsidRPr="004D7A72">
              <w:t xml:space="preserve"> cooking practice</w:t>
            </w:r>
            <w:r w:rsidR="003D1D40">
              <w:t>s</w:t>
            </w:r>
            <w:r w:rsidRPr="004D7A72">
              <w:t xml:space="preserve"> in differing conditions at sea</w:t>
            </w:r>
            <w:r w:rsidR="000F0E8A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4D7A72" w:rsidRPr="00A55106" w14:paraId="7B4962B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30856D5" w14:textId="77777777" w:rsidR="004D7A72" w:rsidRPr="004D7A72" w:rsidRDefault="004D7A72" w:rsidP="004D7A72">
            <w:pPr>
              <w:pStyle w:val="SIText"/>
            </w:pPr>
            <w:r w:rsidRPr="004D7A72">
              <w:t xml:space="preserve">Assessment of this unit of competency must take place under the following conditions: </w:t>
            </w:r>
          </w:p>
          <w:p w14:paraId="11F7F609" w14:textId="77777777" w:rsidR="004D7A72" w:rsidRPr="004D7A72" w:rsidRDefault="004D7A72" w:rsidP="004D7A72">
            <w:pPr>
              <w:pStyle w:val="SIBulletList1"/>
            </w:pPr>
            <w:r w:rsidRPr="004D7A72">
              <w:t>physical conditions:</w:t>
            </w:r>
          </w:p>
          <w:p w14:paraId="70A663C6" w14:textId="6B2D114E" w:rsidR="004D7A72" w:rsidRPr="004D7A72" w:rsidRDefault="0022229B" w:rsidP="00262210">
            <w:pPr>
              <w:pStyle w:val="SIBulletList2"/>
            </w:pPr>
            <w:r w:rsidRPr="0022229B">
              <w:t xml:space="preserve">skills must be demonstrated in </w:t>
            </w:r>
            <w:r w:rsidR="00262210">
              <w:t>a fully operational gallery on board a vessel affected by a range of weather conditions</w:t>
            </w:r>
            <w:r w:rsidRPr="0022229B">
              <w:t xml:space="preserve"> or an environment that accurately represents workplace conditions</w:t>
            </w:r>
          </w:p>
          <w:p w14:paraId="3A4E9F16" w14:textId="77777777" w:rsidR="004D7A72" w:rsidRPr="004D7A72" w:rsidRDefault="004D7A72" w:rsidP="004D7A72">
            <w:pPr>
              <w:pStyle w:val="SIBulletList1"/>
            </w:pPr>
            <w:r w:rsidRPr="004D7A72">
              <w:t>resources, equipment and materials:</w:t>
            </w:r>
          </w:p>
          <w:p w14:paraId="38CEA5AF" w14:textId="5CDA34D2" w:rsidR="006D795D" w:rsidRDefault="006D795D" w:rsidP="004D7A72">
            <w:pPr>
              <w:pStyle w:val="SIBulletList2"/>
            </w:pPr>
            <w:r>
              <w:t>recipes</w:t>
            </w:r>
          </w:p>
          <w:p w14:paraId="7539E814" w14:textId="44382420" w:rsidR="004D7A72" w:rsidRPr="004D7A72" w:rsidRDefault="00B46AC1" w:rsidP="004D7A72">
            <w:pPr>
              <w:pStyle w:val="SIBulletList2"/>
            </w:pPr>
            <w:r>
              <w:t xml:space="preserve">range of </w:t>
            </w:r>
            <w:r w:rsidR="004D7A72" w:rsidRPr="004D7A72">
              <w:t>ingredients</w:t>
            </w:r>
            <w:r>
              <w:t xml:space="preserve"> including </w:t>
            </w:r>
            <w:r w:rsidR="00ED50FB">
              <w:t xml:space="preserve">fresh, </w:t>
            </w:r>
            <w:r>
              <w:t xml:space="preserve">chilled, </w:t>
            </w:r>
            <w:r w:rsidR="00ED50FB">
              <w:t>cooked</w:t>
            </w:r>
            <w:r>
              <w:t>, frozen</w:t>
            </w:r>
          </w:p>
          <w:p w14:paraId="3D0262FB" w14:textId="3AFDDE96" w:rsidR="003D3CE1" w:rsidRDefault="003D3CE1" w:rsidP="004D7A72">
            <w:pPr>
              <w:pStyle w:val="SIBulletList2"/>
            </w:pPr>
            <w:r>
              <w:t>cooking tools and equipment</w:t>
            </w:r>
          </w:p>
          <w:p w14:paraId="1D0E0C66" w14:textId="59B7565C" w:rsidR="003D3CE1" w:rsidRDefault="003D3CE1" w:rsidP="004D7A72">
            <w:pPr>
              <w:pStyle w:val="SIBulletList2"/>
            </w:pPr>
            <w:r>
              <w:t>personal protective equipment</w:t>
            </w:r>
          </w:p>
          <w:p w14:paraId="6978E0A9" w14:textId="4B885F95" w:rsidR="00ED50FB" w:rsidRDefault="00ED50FB" w:rsidP="001A7889">
            <w:pPr>
              <w:pStyle w:val="SIBulletList1"/>
            </w:pPr>
            <w:r>
              <w:t>specifications:</w:t>
            </w:r>
          </w:p>
          <w:p w14:paraId="45CD92F9" w14:textId="70533C2B" w:rsidR="006D795D" w:rsidRPr="006D795D" w:rsidRDefault="006D795D" w:rsidP="006D795D">
            <w:pPr>
              <w:pStyle w:val="SIBulletList2"/>
            </w:pPr>
            <w:r>
              <w:t>menu</w:t>
            </w:r>
          </w:p>
          <w:p w14:paraId="49C7C6EC" w14:textId="22A95FF8" w:rsidR="00ED50FB" w:rsidRPr="004D7A72" w:rsidRDefault="00ED50FB" w:rsidP="006D795D">
            <w:pPr>
              <w:pStyle w:val="SIBulletList2"/>
            </w:pPr>
            <w:proofErr w:type="gramStart"/>
            <w:r>
              <w:t>workplace</w:t>
            </w:r>
            <w:proofErr w:type="gramEnd"/>
            <w:r>
              <w:t xml:space="preserve"> procedures for cooking on board a vessel that include advice on food safety and health and safety requirements.</w:t>
            </w:r>
          </w:p>
          <w:p w14:paraId="20C90DBC" w14:textId="77777777" w:rsidR="004D7A72" w:rsidRPr="004D7A72" w:rsidRDefault="004D7A72" w:rsidP="004D7A72"/>
          <w:p w14:paraId="71739C8B" w14:textId="5C20ADE7" w:rsidR="004D7A72" w:rsidRPr="004D7A72" w:rsidRDefault="004D7A72" w:rsidP="004D7A72">
            <w:pPr>
              <w:pStyle w:val="SIText"/>
            </w:pPr>
            <w:r w:rsidRPr="004D7A7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89BAEAB" w14:textId="1A507CD8" w:rsidR="00F1480E" w:rsidRPr="000754EC" w:rsidRDefault="006470B0" w:rsidP="000754EC">
            <w:pPr>
              <w:pStyle w:val="SIText"/>
            </w:pPr>
            <w:r w:rsidRPr="006470B0">
              <w:t>https://vetnet.education.gov.au/Pages/TrainingDocs.aspx?q=e31d8c6b-1608-4d77-9f71-9ee749456273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13D630" w16cid:durableId="1EF3388A"/>
  <w16cid:commentId w16cid:paraId="3B0CC4EE" w16cid:durableId="1EF33889"/>
  <w16cid:commentId w16cid:paraId="46BB2056" w16cid:durableId="1EF3367B"/>
  <w16cid:commentId w16cid:paraId="7CB17B12" w16cid:durableId="1EF336BD"/>
  <w16cid:commentId w16cid:paraId="568858EB" w16cid:durableId="1EF3367C"/>
  <w16cid:commentId w16cid:paraId="0B32F534" w16cid:durableId="1EF3371D"/>
  <w16cid:commentId w16cid:paraId="50B27144" w16cid:durableId="1EF3367D"/>
  <w16cid:commentId w16cid:paraId="2B9B5B4D" w16cid:durableId="1EF33813"/>
  <w16cid:commentId w16cid:paraId="2E6C1AFC" w16cid:durableId="1EF3367E"/>
  <w16cid:commentId w16cid:paraId="77EAD06B" w16cid:durableId="1EF33A4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E71E2E" w:rsidRDefault="00E71E2E" w:rsidP="00BF3F0A">
      <w:r>
        <w:separator/>
      </w:r>
    </w:p>
    <w:p w14:paraId="58335F92" w14:textId="77777777" w:rsidR="00E71E2E" w:rsidRDefault="00E71E2E"/>
  </w:endnote>
  <w:endnote w:type="continuationSeparator" w:id="0">
    <w:p w14:paraId="2F72F4CC" w14:textId="77777777" w:rsidR="00E71E2E" w:rsidRDefault="00E71E2E" w:rsidP="00BF3F0A">
      <w:r>
        <w:continuationSeparator/>
      </w:r>
    </w:p>
    <w:p w14:paraId="6825F87E" w14:textId="77777777" w:rsidR="00E71E2E" w:rsidRDefault="00E71E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7C3C6FC0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364E0">
          <w:rPr>
            <w:noProof/>
          </w:rPr>
          <w:t>2</w:t>
        </w:r>
        <w:r w:rsidRPr="000754EC">
          <w:fldChar w:fldCharType="end"/>
        </w:r>
      </w:p>
      <w:p w14:paraId="41715F4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6016A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E71E2E" w:rsidRDefault="00E71E2E" w:rsidP="00BF3F0A">
      <w:r>
        <w:separator/>
      </w:r>
    </w:p>
    <w:p w14:paraId="39804A6B" w14:textId="77777777" w:rsidR="00E71E2E" w:rsidRDefault="00E71E2E"/>
  </w:footnote>
  <w:footnote w:type="continuationSeparator" w:id="0">
    <w:p w14:paraId="4F777855" w14:textId="77777777" w:rsidR="00E71E2E" w:rsidRDefault="00E71E2E" w:rsidP="00BF3F0A">
      <w:r>
        <w:continuationSeparator/>
      </w:r>
    </w:p>
    <w:p w14:paraId="35503E61" w14:textId="77777777" w:rsidR="00E71E2E" w:rsidRDefault="00E71E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A94A3" w14:textId="113F588B" w:rsidR="00540BD0" w:rsidRDefault="00BB79E3">
    <w:r>
      <w:t>SFI</w:t>
    </w:r>
    <w:r w:rsidR="00592C35">
      <w:t>F</w:t>
    </w:r>
    <w:r>
      <w:t>S</w:t>
    </w:r>
    <w:r w:rsidR="00592C35">
      <w:t>H</w:t>
    </w:r>
    <w:r w:rsidR="004D7A72">
      <w:t xml:space="preserve">202 </w:t>
    </w:r>
    <w:r w:rsidR="004D7A72" w:rsidRPr="004D7A72">
      <w:t>Cook on board a vessel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7E4A41"/>
    <w:multiLevelType w:val="hybridMultilevel"/>
    <w:tmpl w:val="EB328D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4AA8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A5441"/>
    <w:rsid w:val="000C149A"/>
    <w:rsid w:val="000C224E"/>
    <w:rsid w:val="000E25E6"/>
    <w:rsid w:val="000E2C86"/>
    <w:rsid w:val="000F0E8A"/>
    <w:rsid w:val="000F29F2"/>
    <w:rsid w:val="000F41AD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0B44"/>
    <w:rsid w:val="00195B88"/>
    <w:rsid w:val="001A6A3E"/>
    <w:rsid w:val="001A7889"/>
    <w:rsid w:val="001A7B6D"/>
    <w:rsid w:val="001B34D5"/>
    <w:rsid w:val="001B513A"/>
    <w:rsid w:val="001C0A75"/>
    <w:rsid w:val="001C1306"/>
    <w:rsid w:val="001D30EB"/>
    <w:rsid w:val="001D5C1B"/>
    <w:rsid w:val="001D7F5B"/>
    <w:rsid w:val="001E16BC"/>
    <w:rsid w:val="001E16DF"/>
    <w:rsid w:val="001F2BA5"/>
    <w:rsid w:val="001F308D"/>
    <w:rsid w:val="001F3435"/>
    <w:rsid w:val="00201A7C"/>
    <w:rsid w:val="0021210E"/>
    <w:rsid w:val="0021414D"/>
    <w:rsid w:val="0022229B"/>
    <w:rsid w:val="00223124"/>
    <w:rsid w:val="00233143"/>
    <w:rsid w:val="00234444"/>
    <w:rsid w:val="00242293"/>
    <w:rsid w:val="00244EA7"/>
    <w:rsid w:val="00262210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1D40"/>
    <w:rsid w:val="003D2E73"/>
    <w:rsid w:val="003D3CE1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D7A72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0BD0"/>
    <w:rsid w:val="005427C8"/>
    <w:rsid w:val="005446D1"/>
    <w:rsid w:val="005538E1"/>
    <w:rsid w:val="00556C4C"/>
    <w:rsid w:val="00557369"/>
    <w:rsid w:val="00564ADD"/>
    <w:rsid w:val="005708EB"/>
    <w:rsid w:val="00575BC6"/>
    <w:rsid w:val="00583902"/>
    <w:rsid w:val="00592C35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965"/>
    <w:rsid w:val="00643D1B"/>
    <w:rsid w:val="006452B8"/>
    <w:rsid w:val="006470B0"/>
    <w:rsid w:val="00652E62"/>
    <w:rsid w:val="00686A49"/>
    <w:rsid w:val="00687B62"/>
    <w:rsid w:val="00690C44"/>
    <w:rsid w:val="006969D9"/>
    <w:rsid w:val="006A0208"/>
    <w:rsid w:val="006A2B68"/>
    <w:rsid w:val="006C2F32"/>
    <w:rsid w:val="006D38C3"/>
    <w:rsid w:val="006D4448"/>
    <w:rsid w:val="006D6DFD"/>
    <w:rsid w:val="006D795D"/>
    <w:rsid w:val="006E2C4D"/>
    <w:rsid w:val="006E42FE"/>
    <w:rsid w:val="006F0D02"/>
    <w:rsid w:val="006F10FE"/>
    <w:rsid w:val="006F3622"/>
    <w:rsid w:val="006F7EE7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1"/>
    <w:rsid w:val="008E39BE"/>
    <w:rsid w:val="008E62EC"/>
    <w:rsid w:val="008F0FC5"/>
    <w:rsid w:val="008F32F6"/>
    <w:rsid w:val="00911BE4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300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7918"/>
    <w:rsid w:val="00AC0696"/>
    <w:rsid w:val="00AC4A89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46AC1"/>
    <w:rsid w:val="00B560C8"/>
    <w:rsid w:val="00B61150"/>
    <w:rsid w:val="00B65BC7"/>
    <w:rsid w:val="00B746B9"/>
    <w:rsid w:val="00B848D4"/>
    <w:rsid w:val="00B865B7"/>
    <w:rsid w:val="00B871BF"/>
    <w:rsid w:val="00BA1309"/>
    <w:rsid w:val="00BA1CB1"/>
    <w:rsid w:val="00BA4178"/>
    <w:rsid w:val="00BA482D"/>
    <w:rsid w:val="00BB1755"/>
    <w:rsid w:val="00BB23F4"/>
    <w:rsid w:val="00BB79E3"/>
    <w:rsid w:val="00BC5075"/>
    <w:rsid w:val="00BC5419"/>
    <w:rsid w:val="00BD3B0F"/>
    <w:rsid w:val="00BE6813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45DE"/>
    <w:rsid w:val="00C90B2E"/>
    <w:rsid w:val="00C96AF3"/>
    <w:rsid w:val="00C97CCC"/>
    <w:rsid w:val="00CA0274"/>
    <w:rsid w:val="00CB746F"/>
    <w:rsid w:val="00CB7FF4"/>
    <w:rsid w:val="00CC451E"/>
    <w:rsid w:val="00CD4E9D"/>
    <w:rsid w:val="00CD4F4D"/>
    <w:rsid w:val="00CE7D19"/>
    <w:rsid w:val="00CF0CF5"/>
    <w:rsid w:val="00CF2B3E"/>
    <w:rsid w:val="00CF35B7"/>
    <w:rsid w:val="00CF49A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5AED"/>
    <w:rsid w:val="00E238E6"/>
    <w:rsid w:val="00E35064"/>
    <w:rsid w:val="00E3681D"/>
    <w:rsid w:val="00E40225"/>
    <w:rsid w:val="00E501F0"/>
    <w:rsid w:val="00E5145A"/>
    <w:rsid w:val="00E6166D"/>
    <w:rsid w:val="00E71E2E"/>
    <w:rsid w:val="00E80174"/>
    <w:rsid w:val="00E91BFF"/>
    <w:rsid w:val="00E92933"/>
    <w:rsid w:val="00E94FAD"/>
    <w:rsid w:val="00EB0AA4"/>
    <w:rsid w:val="00EB5C88"/>
    <w:rsid w:val="00EC0469"/>
    <w:rsid w:val="00ED50FB"/>
    <w:rsid w:val="00EF01F8"/>
    <w:rsid w:val="00EF40EF"/>
    <w:rsid w:val="00EF47FE"/>
    <w:rsid w:val="00EF4B95"/>
    <w:rsid w:val="00F069BD"/>
    <w:rsid w:val="00F1480E"/>
    <w:rsid w:val="00F1497D"/>
    <w:rsid w:val="00F16AAC"/>
    <w:rsid w:val="00F33FF2"/>
    <w:rsid w:val="00F364E0"/>
    <w:rsid w:val="00F438FC"/>
    <w:rsid w:val="00F5616F"/>
    <w:rsid w:val="00F56451"/>
    <w:rsid w:val="00F56827"/>
    <w:rsid w:val="00F57368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CB7FF4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dd2eab10-0153-49d4-89b3-1342eef8e022">Aqua Bio</Project>
    <Assigned_x0020_to0 xmlns="dd2eab10-0153-49d4-89b3-1342eef8e022">
      <UserInfo>
        <DisplayName>Lina Robinson</DisplayName>
        <AccountId>934</AccountId>
        <AccountType/>
      </UserInfo>
    </Assigned_x0020_to0>
    <Project_x0020_Phase xmlns="dd2eab10-0153-49d4-89b3-1342eef8e022">Validation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58450E1ADDB947B7F776819D47A7F1" ma:contentTypeVersion="5" ma:contentTypeDescription="Create a new document." ma:contentTypeScope="" ma:versionID="a74d2928a8eeed392e11d2f09c18ccea">
  <xsd:schema xmlns:xsd="http://www.w3.org/2001/XMLSchema" xmlns:xs="http://www.w3.org/2001/XMLSchema" xmlns:p="http://schemas.microsoft.com/office/2006/metadata/properties" xmlns:ns2="dd2eab10-0153-49d4-89b3-1342eef8e022" targetNamespace="http://schemas.microsoft.com/office/2006/metadata/properties" ma:root="true" ma:fieldsID="a0b709a49889d3574a465a398487da2a" ns2:_="">
    <xsd:import namespace="dd2eab10-0153-49d4-89b3-1342eef8e022"/>
    <xsd:element name="properties">
      <xsd:complexType>
        <xsd:sequence>
          <xsd:element name="documentManagement">
            <xsd:complexType>
              <xsd:all>
                <xsd:element ref="ns2:Project" minOccurs="0"/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2eab10-0153-49d4-89b3-1342eef8e022" elementFormDefault="qualified">
    <xsd:import namespace="http://schemas.microsoft.com/office/2006/documentManagement/types"/>
    <xsd:import namespace="http://schemas.microsoft.com/office/infopath/2007/PartnerControls"/>
    <xsd:element name="Project" ma:index="8" nillable="true" ma:displayName="Project" ma:format="Dropdown" ma:internalName="Project">
      <xsd:simpleType>
        <xsd:restriction base="dms:Choice">
          <xsd:enumeration value="Post Harvest"/>
          <xsd:enumeration value="Aqua Bio"/>
          <xsd:enumeration value="Compliance"/>
        </xsd:restriction>
      </xsd:simpleType>
    </xsd:element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10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dd2eab10-0153-49d4-89b3-1342eef8e02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37D187C-4849-49D4-9C3E-8CDD119A6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2eab10-0153-49d4-89b3-1342eef8e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2212F3-31A8-4581-9E39-B18FA46B1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</TotalTime>
  <Pages>3</Pages>
  <Words>851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Rebecca Ford</cp:lastModifiedBy>
  <cp:revision>4</cp:revision>
  <cp:lastPrinted>2016-05-27T05:21:00Z</cp:lastPrinted>
  <dcterms:created xsi:type="dcterms:W3CDTF">2018-07-13T04:50:00Z</dcterms:created>
  <dcterms:modified xsi:type="dcterms:W3CDTF">2018-09-21T04:58:00Z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0x0101004B58450E1ADDB947B7F776819D47A7F1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