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086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6"/>
        <w:gridCol w:w="6992"/>
      </w:tblGrid>
      <w:tr w:rsidR="00F1480E" w14:paraId="0E3B0587" w14:textId="77777777" w:rsidTr="0035000E">
        <w:tc>
          <w:tcPr>
            <w:tcW w:w="2689" w:type="dxa"/>
          </w:tcPr>
          <w:p w14:paraId="3C669EB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162" w:type="dxa"/>
          </w:tcPr>
          <w:p w14:paraId="47E3EE5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E4E27BB" w14:textId="77777777" w:rsidTr="0035000E">
        <w:tc>
          <w:tcPr>
            <w:tcW w:w="2689" w:type="dxa"/>
          </w:tcPr>
          <w:p w14:paraId="094FCCEF" w14:textId="00906DDA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BD745F">
              <w:t>1</w:t>
            </w:r>
          </w:p>
        </w:tc>
        <w:tc>
          <w:tcPr>
            <w:tcW w:w="7162" w:type="dxa"/>
          </w:tcPr>
          <w:p w14:paraId="5575ABD7" w14:textId="1E533069" w:rsidR="00F1480E" w:rsidRPr="000754EC" w:rsidRDefault="0035000E" w:rsidP="0035000E">
            <w:r w:rsidRPr="0035000E">
              <w:t>This version released with FBP Food, Beverage and P</w:t>
            </w:r>
            <w:r w:rsidR="00012CAA">
              <w:t>harmaceutical Training Package V</w:t>
            </w:r>
            <w:r w:rsidRPr="0035000E">
              <w:t>ersion 2.0.</w:t>
            </w:r>
          </w:p>
        </w:tc>
      </w:tr>
    </w:tbl>
    <w:p w14:paraId="3756F5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D427E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E14C455" w14:textId="3055D76B" w:rsidR="00F1480E" w:rsidRPr="000754EC" w:rsidRDefault="0084793B" w:rsidP="001119A4">
            <w:pPr>
              <w:pStyle w:val="SIUNITCODE"/>
            </w:pPr>
            <w:r w:rsidRPr="00735B3A">
              <w:t>F</w:t>
            </w:r>
            <w:r>
              <w:t>BP</w:t>
            </w:r>
            <w:r w:rsidRPr="00735B3A">
              <w:t>OP</w:t>
            </w:r>
            <w:r>
              <w:t>R</w:t>
            </w:r>
            <w:r w:rsidRPr="00735B3A">
              <w:t>3</w:t>
            </w:r>
            <w:r w:rsidR="001119A4">
              <w:t>004</w:t>
            </w:r>
          </w:p>
        </w:tc>
        <w:tc>
          <w:tcPr>
            <w:tcW w:w="3604" w:type="pct"/>
            <w:shd w:val="clear" w:color="auto" w:fill="auto"/>
          </w:tcPr>
          <w:p w14:paraId="1DBCB764" w14:textId="77777777" w:rsidR="00F1480E" w:rsidRPr="000754EC" w:rsidRDefault="00735B3A" w:rsidP="000754EC">
            <w:pPr>
              <w:pStyle w:val="SIUnittitle"/>
            </w:pPr>
            <w:r w:rsidRPr="00735B3A">
              <w:t>Set up a production or packaging line for operation</w:t>
            </w:r>
          </w:p>
        </w:tc>
      </w:tr>
      <w:tr w:rsidR="00F1480E" w:rsidRPr="00963A46" w14:paraId="3BA8E823" w14:textId="77777777" w:rsidTr="00CA2922">
        <w:tc>
          <w:tcPr>
            <w:tcW w:w="1396" w:type="pct"/>
            <w:shd w:val="clear" w:color="auto" w:fill="auto"/>
          </w:tcPr>
          <w:p w14:paraId="450AD7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BFC1C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EFA997" w14:textId="77777777" w:rsidR="00735B3A" w:rsidRDefault="00735B3A" w:rsidP="00735B3A">
            <w:pPr>
              <w:pStyle w:val="SIText"/>
            </w:pPr>
            <w:r w:rsidRPr="00735B3A">
              <w:t>This unit of competency describes the skills and knowledge required to set up a production or packaging line for operation.</w:t>
            </w:r>
          </w:p>
          <w:p w14:paraId="0249BD62" w14:textId="77777777" w:rsidR="00BD334A" w:rsidRPr="00735B3A" w:rsidRDefault="00BD334A" w:rsidP="00735B3A">
            <w:pPr>
              <w:pStyle w:val="SIText"/>
            </w:pPr>
          </w:p>
          <w:p w14:paraId="61F2FC91" w14:textId="12825677" w:rsidR="00735B3A" w:rsidRDefault="00735B3A" w:rsidP="00735B3A">
            <w:pPr>
              <w:pStyle w:val="SIText"/>
            </w:pPr>
            <w:r w:rsidRPr="00735B3A">
              <w:t>This unit applies to</w:t>
            </w:r>
            <w:r w:rsidRPr="00735B3A">
              <w:rPr>
                <w:rFonts w:eastAsiaTheme="minorHAnsi"/>
              </w:rPr>
              <w:t xml:space="preserve"> individuals who work under broad direction and take responsibility for their own work</w:t>
            </w:r>
            <w:r w:rsidR="00337A9E">
              <w:rPr>
                <w:rFonts w:eastAsiaTheme="minorHAnsi"/>
              </w:rPr>
              <w:t>.</w:t>
            </w:r>
          </w:p>
          <w:p w14:paraId="41D027B6" w14:textId="1317F289" w:rsidR="00BD334A" w:rsidRDefault="00BD334A" w:rsidP="00735B3A">
            <w:pPr>
              <w:pStyle w:val="SIText"/>
            </w:pPr>
          </w:p>
          <w:p w14:paraId="10414F26" w14:textId="77777777" w:rsidR="00B3489F" w:rsidRPr="00B3489F" w:rsidRDefault="00B3489F" w:rsidP="00B3489F">
            <w:r w:rsidRPr="00B3489F">
              <w:t>All work must be carried out to comply with workplace procedures according to state/territory health and safety regulations, legislation and standards that apply to the workplace.</w:t>
            </w:r>
          </w:p>
          <w:p w14:paraId="6C56E0FD" w14:textId="77777777" w:rsidR="003F0940" w:rsidRPr="00735B3A" w:rsidRDefault="003F0940" w:rsidP="00735B3A">
            <w:pPr>
              <w:pStyle w:val="SIText"/>
            </w:pPr>
          </w:p>
          <w:p w14:paraId="69904436" w14:textId="77777777" w:rsidR="00735B3A" w:rsidRDefault="00735B3A" w:rsidP="00735B3A">
            <w:pPr>
              <w:pStyle w:val="SIText"/>
              <w:rPr>
                <w:rFonts w:eastAsiaTheme="minorHAnsi"/>
              </w:rPr>
            </w:pPr>
            <w:r w:rsidRPr="00735B3A">
              <w:rPr>
                <w:rFonts w:eastAsiaTheme="minorHAnsi"/>
              </w:rPr>
              <w:t>No occupational licensing, legislative or certification requirements apply to this unit at the time of publication.</w:t>
            </w:r>
          </w:p>
          <w:p w14:paraId="30800E14" w14:textId="087D40BE" w:rsidR="00F1480E" w:rsidRPr="000754EC" w:rsidRDefault="00F1480E" w:rsidP="00BD334A">
            <w:pPr>
              <w:pStyle w:val="SIText"/>
            </w:pPr>
          </w:p>
        </w:tc>
      </w:tr>
      <w:tr w:rsidR="00735B3A" w:rsidRPr="00963A46" w14:paraId="1FCEDC46" w14:textId="77777777" w:rsidTr="00CA2922">
        <w:tc>
          <w:tcPr>
            <w:tcW w:w="1396" w:type="pct"/>
            <w:shd w:val="clear" w:color="auto" w:fill="auto"/>
          </w:tcPr>
          <w:p w14:paraId="59DE5C82" w14:textId="77777777" w:rsidR="00735B3A" w:rsidRPr="00735B3A" w:rsidRDefault="00735B3A" w:rsidP="00735B3A">
            <w:pPr>
              <w:pStyle w:val="SIHeading2"/>
            </w:pPr>
            <w:r w:rsidRPr="00735B3A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28FC03E" w14:textId="77777777" w:rsidR="00735B3A" w:rsidRPr="00735B3A" w:rsidRDefault="00735B3A" w:rsidP="00735B3A">
            <w:pPr>
              <w:pStyle w:val="SIText"/>
            </w:pPr>
            <w:r w:rsidRPr="00735B3A">
              <w:t>Nil</w:t>
            </w:r>
          </w:p>
        </w:tc>
      </w:tr>
      <w:tr w:rsidR="00735B3A" w:rsidRPr="00963A46" w14:paraId="48158385" w14:textId="77777777" w:rsidTr="00CA2922">
        <w:tc>
          <w:tcPr>
            <w:tcW w:w="1396" w:type="pct"/>
            <w:shd w:val="clear" w:color="auto" w:fill="auto"/>
          </w:tcPr>
          <w:p w14:paraId="5DE5236C" w14:textId="77777777" w:rsidR="00735B3A" w:rsidRPr="00735B3A" w:rsidRDefault="00735B3A" w:rsidP="00735B3A">
            <w:pPr>
              <w:pStyle w:val="SIHeading2"/>
            </w:pPr>
            <w:r w:rsidRPr="00735B3A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A8CD6B4" w14:textId="77777777" w:rsidR="00735B3A" w:rsidRPr="00735B3A" w:rsidRDefault="00735B3A" w:rsidP="00735B3A">
            <w:pPr>
              <w:pStyle w:val="SIText"/>
            </w:pPr>
            <w:r w:rsidRPr="00735B3A">
              <w:t>Operational (OP</w:t>
            </w:r>
            <w:r w:rsidR="0084793B">
              <w:t>R</w:t>
            </w:r>
            <w:r w:rsidRPr="00735B3A">
              <w:t>)</w:t>
            </w:r>
          </w:p>
        </w:tc>
      </w:tr>
    </w:tbl>
    <w:p w14:paraId="7C634DC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74A681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8AB713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22D4C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1135E0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87BC8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586B2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5B3A" w:rsidRPr="00963A46" w14:paraId="4BAD1C9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0C2357" w14:textId="77777777" w:rsidR="00735B3A" w:rsidRPr="00735B3A" w:rsidRDefault="00735B3A" w:rsidP="00735B3A">
            <w:pPr>
              <w:pStyle w:val="SIText"/>
            </w:pPr>
            <w:r>
              <w:t xml:space="preserve">1. </w:t>
            </w:r>
            <w:r w:rsidRPr="00735B3A">
              <w:t>Prepare for line setup</w:t>
            </w:r>
          </w:p>
        </w:tc>
        <w:tc>
          <w:tcPr>
            <w:tcW w:w="3604" w:type="pct"/>
            <w:shd w:val="clear" w:color="auto" w:fill="auto"/>
          </w:tcPr>
          <w:p w14:paraId="4FB49BCB" w14:textId="77777777" w:rsidR="00735B3A" w:rsidRPr="00735B3A" w:rsidRDefault="00735B3A" w:rsidP="00735B3A">
            <w:pPr>
              <w:pStyle w:val="SIText"/>
            </w:pPr>
            <w:r>
              <w:t xml:space="preserve">1.1 </w:t>
            </w:r>
            <w:r w:rsidRPr="00735B3A">
              <w:t>Confirm materials are available to meet production requirements</w:t>
            </w:r>
          </w:p>
          <w:p w14:paraId="5EC996C2" w14:textId="07E265FC" w:rsidR="00735B3A" w:rsidRPr="00735B3A" w:rsidRDefault="00735B3A" w:rsidP="00735B3A">
            <w:pPr>
              <w:pStyle w:val="SIText"/>
            </w:pPr>
            <w:r w:rsidRPr="00735B3A">
              <w:t>1.2</w:t>
            </w:r>
            <w:r>
              <w:t xml:space="preserve"> </w:t>
            </w:r>
            <w:r w:rsidRPr="00735B3A">
              <w:t xml:space="preserve">Confirm </w:t>
            </w:r>
            <w:r w:rsidR="003F0940" w:rsidRPr="003F0940">
              <w:t>availab</w:t>
            </w:r>
            <w:r w:rsidR="003F0940">
              <w:t>ility of</w:t>
            </w:r>
            <w:r w:rsidR="003F0940" w:rsidRPr="003F0940">
              <w:t xml:space="preserve"> tools</w:t>
            </w:r>
            <w:r w:rsidR="003F0940">
              <w:t>,</w:t>
            </w:r>
            <w:r w:rsidR="003F0940" w:rsidRPr="003F0940">
              <w:t xml:space="preserve"> </w:t>
            </w:r>
            <w:r w:rsidRPr="00735B3A">
              <w:t xml:space="preserve">equipment and related accessories </w:t>
            </w:r>
            <w:r w:rsidR="003F0940">
              <w:t>according to job requirements</w:t>
            </w:r>
          </w:p>
          <w:p w14:paraId="5CB0F37A" w14:textId="24591702" w:rsidR="00735B3A" w:rsidRPr="00735B3A" w:rsidRDefault="00735B3A" w:rsidP="00735B3A">
            <w:pPr>
              <w:pStyle w:val="SIText"/>
            </w:pPr>
            <w:r w:rsidRPr="00735B3A">
              <w:t>1.</w:t>
            </w:r>
            <w:r w:rsidR="003F0940">
              <w:t>3 Select and fit personal protective equipment according to job requirements</w:t>
            </w:r>
          </w:p>
          <w:p w14:paraId="0B796890" w14:textId="4C022979" w:rsidR="00735B3A" w:rsidRPr="00735B3A" w:rsidRDefault="00735B3A" w:rsidP="00735B3A">
            <w:pPr>
              <w:pStyle w:val="SIText"/>
            </w:pPr>
            <w:r w:rsidRPr="00735B3A">
              <w:t>1.</w:t>
            </w:r>
            <w:r w:rsidR="003F0940">
              <w:t xml:space="preserve">4 </w:t>
            </w:r>
            <w:r w:rsidRPr="00735B3A">
              <w:t xml:space="preserve">Identify processing parameters and settings </w:t>
            </w:r>
            <w:r w:rsidR="003F0940">
              <w:t>for</w:t>
            </w:r>
            <w:r w:rsidRPr="00735B3A">
              <w:t xml:space="preserve"> production or packaging</w:t>
            </w:r>
            <w:r w:rsidR="003F0940">
              <w:t xml:space="preserve"> according to workplace</w:t>
            </w:r>
            <w:r w:rsidRPr="00735B3A">
              <w:t xml:space="preserve"> </w:t>
            </w:r>
            <w:r w:rsidR="00FB2ED3">
              <w:t>procedures</w:t>
            </w:r>
          </w:p>
        </w:tc>
      </w:tr>
      <w:tr w:rsidR="00735B3A" w:rsidRPr="00963A46" w14:paraId="447BA1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F13F1" w14:textId="77777777" w:rsidR="00735B3A" w:rsidRPr="00735B3A" w:rsidRDefault="00735B3A" w:rsidP="00735B3A">
            <w:pPr>
              <w:pStyle w:val="SIText"/>
            </w:pPr>
            <w:r w:rsidRPr="00735B3A">
              <w:t>2</w:t>
            </w:r>
            <w:r>
              <w:t xml:space="preserve">. </w:t>
            </w:r>
            <w:r w:rsidRPr="00735B3A">
              <w:t>Set-up the line for operation</w:t>
            </w:r>
          </w:p>
        </w:tc>
        <w:tc>
          <w:tcPr>
            <w:tcW w:w="3604" w:type="pct"/>
            <w:shd w:val="clear" w:color="auto" w:fill="auto"/>
          </w:tcPr>
          <w:p w14:paraId="681CCFC7" w14:textId="3A9F333B" w:rsidR="00735B3A" w:rsidRPr="00735B3A" w:rsidRDefault="00735B3A" w:rsidP="00735B3A">
            <w:pPr>
              <w:pStyle w:val="SIText"/>
            </w:pPr>
            <w:r w:rsidRPr="00735B3A">
              <w:t>2.1</w:t>
            </w:r>
            <w:r>
              <w:t xml:space="preserve"> </w:t>
            </w:r>
            <w:r w:rsidRPr="00735B3A">
              <w:t xml:space="preserve">Identify and confirm cleaning and maintenance requirements </w:t>
            </w:r>
          </w:p>
          <w:p w14:paraId="345BED38" w14:textId="09FDE765" w:rsidR="00735B3A" w:rsidRPr="00735B3A" w:rsidRDefault="00735B3A" w:rsidP="00735B3A">
            <w:pPr>
              <w:pStyle w:val="SIText"/>
            </w:pPr>
            <w:r w:rsidRPr="00735B3A">
              <w:t>2.2</w:t>
            </w:r>
            <w:r>
              <w:t xml:space="preserve"> </w:t>
            </w:r>
            <w:r w:rsidRPr="00735B3A">
              <w:t xml:space="preserve">Inspect equipment </w:t>
            </w:r>
            <w:r w:rsidR="00FB2ED3">
              <w:t>according to workplace procedures</w:t>
            </w:r>
          </w:p>
          <w:p w14:paraId="45A854B6" w14:textId="76904B85" w:rsidR="00735B3A" w:rsidRPr="00735B3A" w:rsidRDefault="00735B3A" w:rsidP="00735B3A">
            <w:pPr>
              <w:pStyle w:val="SIText"/>
            </w:pPr>
            <w:r w:rsidRPr="00735B3A">
              <w:t>2.3</w:t>
            </w:r>
            <w:r>
              <w:t xml:space="preserve"> </w:t>
            </w:r>
            <w:r w:rsidRPr="00735B3A">
              <w:t xml:space="preserve">Enter processing or packaging parameters and select or adjust machine settings </w:t>
            </w:r>
            <w:r w:rsidR="00FB2ED3">
              <w:t>according to workplace procedures</w:t>
            </w:r>
          </w:p>
          <w:p w14:paraId="65C69C03" w14:textId="77777777" w:rsidR="00735B3A" w:rsidRPr="00735B3A" w:rsidRDefault="00735B3A" w:rsidP="00735B3A">
            <w:pPr>
              <w:pStyle w:val="SIText"/>
            </w:pPr>
            <w:r w:rsidRPr="00735B3A">
              <w:t>2.4</w:t>
            </w:r>
            <w:r>
              <w:t xml:space="preserve"> </w:t>
            </w:r>
            <w:r w:rsidRPr="00735B3A">
              <w:t>Check and adjust equipment performance</w:t>
            </w:r>
          </w:p>
          <w:p w14:paraId="0F5C0D63" w14:textId="77777777" w:rsidR="00735B3A" w:rsidRPr="00735B3A" w:rsidRDefault="00735B3A" w:rsidP="00735B3A">
            <w:pPr>
              <w:pStyle w:val="SIText"/>
            </w:pPr>
            <w:r w:rsidRPr="00735B3A">
              <w:t>2.5</w:t>
            </w:r>
            <w:r>
              <w:t xml:space="preserve"> </w:t>
            </w:r>
            <w:r w:rsidRPr="00735B3A">
              <w:t>Conduct pre-start checks, adjust equipment performance and confirm equipment is ready and safe to operate, notifying relevant personnel of completion</w:t>
            </w:r>
          </w:p>
          <w:p w14:paraId="33B90999" w14:textId="77777777" w:rsidR="00735B3A" w:rsidRDefault="00735B3A" w:rsidP="00735B3A">
            <w:pPr>
              <w:pStyle w:val="SIText"/>
            </w:pPr>
            <w:r w:rsidRPr="00735B3A">
              <w:t>2.6</w:t>
            </w:r>
            <w:r>
              <w:t xml:space="preserve"> </w:t>
            </w:r>
            <w:r w:rsidRPr="00735B3A">
              <w:t>Complete line setup to match production or packaging schedule and operating requirements</w:t>
            </w:r>
          </w:p>
          <w:p w14:paraId="597A50D3" w14:textId="097DCFF2" w:rsidR="00F43538" w:rsidRPr="00735B3A" w:rsidRDefault="00F43538" w:rsidP="00735B3A">
            <w:pPr>
              <w:pStyle w:val="SIText"/>
            </w:pPr>
            <w:r>
              <w:t xml:space="preserve">2.7 Complete records </w:t>
            </w:r>
            <w:r w:rsidR="00FB2ED3">
              <w:t>according to workplace requirements</w:t>
            </w:r>
          </w:p>
        </w:tc>
      </w:tr>
    </w:tbl>
    <w:p w14:paraId="55FE8F9A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D6A1A8" w14:textId="77777777" w:rsidTr="00CA2922">
        <w:trPr>
          <w:tblHeader/>
        </w:trPr>
        <w:tc>
          <w:tcPr>
            <w:tcW w:w="5000" w:type="pct"/>
            <w:gridSpan w:val="2"/>
          </w:tcPr>
          <w:p w14:paraId="21D7F6BE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5218AC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6801274" w14:textId="77777777" w:rsidTr="00CA2922">
        <w:trPr>
          <w:tblHeader/>
        </w:trPr>
        <w:tc>
          <w:tcPr>
            <w:tcW w:w="1396" w:type="pct"/>
          </w:tcPr>
          <w:p w14:paraId="1F04731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BFF0A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5B3A" w:rsidRPr="00336FCA" w:rsidDel="00423CB2" w14:paraId="631BF66C" w14:textId="77777777" w:rsidTr="00CA2922">
        <w:tc>
          <w:tcPr>
            <w:tcW w:w="1396" w:type="pct"/>
          </w:tcPr>
          <w:p w14:paraId="3A50D989" w14:textId="77777777" w:rsidR="00735B3A" w:rsidRPr="00735B3A" w:rsidRDefault="00735B3A" w:rsidP="00735B3A">
            <w:pPr>
              <w:pStyle w:val="SIText"/>
            </w:pPr>
            <w:r w:rsidRPr="00735B3A">
              <w:t>Reading</w:t>
            </w:r>
          </w:p>
        </w:tc>
        <w:tc>
          <w:tcPr>
            <w:tcW w:w="3604" w:type="pct"/>
          </w:tcPr>
          <w:p w14:paraId="4AB63E1A" w14:textId="77777777" w:rsidR="00735B3A" w:rsidRPr="00735B3A" w:rsidRDefault="00735B3A" w:rsidP="00735B3A">
            <w:pPr>
              <w:pStyle w:val="SIBulletList1"/>
            </w:pPr>
            <w:r w:rsidRPr="00735B3A">
              <w:t>Interpret workplace and standard operating procedures relevant to job role</w:t>
            </w:r>
          </w:p>
          <w:p w14:paraId="4C794369" w14:textId="77777777" w:rsidR="00735B3A" w:rsidRPr="00735B3A" w:rsidRDefault="00735B3A" w:rsidP="00735B3A">
            <w:pPr>
              <w:pStyle w:val="SIBulletList1"/>
            </w:pPr>
            <w:r w:rsidRPr="00735B3A">
              <w:t>Interpret production requirements</w:t>
            </w:r>
          </w:p>
        </w:tc>
      </w:tr>
      <w:tr w:rsidR="00735B3A" w:rsidRPr="00336FCA" w:rsidDel="00423CB2" w14:paraId="65137E63" w14:textId="77777777" w:rsidTr="00CA2922">
        <w:tc>
          <w:tcPr>
            <w:tcW w:w="1396" w:type="pct"/>
          </w:tcPr>
          <w:p w14:paraId="47242CED" w14:textId="77777777" w:rsidR="00735B3A" w:rsidRPr="00735B3A" w:rsidRDefault="00735B3A" w:rsidP="00735B3A">
            <w:pPr>
              <w:pStyle w:val="SIText"/>
            </w:pPr>
            <w:r w:rsidRPr="00735B3A">
              <w:t>Numeracy</w:t>
            </w:r>
          </w:p>
        </w:tc>
        <w:tc>
          <w:tcPr>
            <w:tcW w:w="3604" w:type="pct"/>
          </w:tcPr>
          <w:p w14:paraId="0D3C8052" w14:textId="0A950875" w:rsidR="00735B3A" w:rsidRPr="00735B3A" w:rsidRDefault="00F43538">
            <w:pPr>
              <w:pStyle w:val="SIBulletList1"/>
            </w:pPr>
            <w:r>
              <w:t>I</w:t>
            </w:r>
            <w:r w:rsidR="00735B3A" w:rsidRPr="00735B3A">
              <w:t>nterpret production and process control indicators and data</w:t>
            </w:r>
          </w:p>
        </w:tc>
      </w:tr>
    </w:tbl>
    <w:p w14:paraId="3E847D33" w14:textId="77777777" w:rsidR="00916CD7" w:rsidRDefault="00916CD7" w:rsidP="005F771F">
      <w:pPr>
        <w:pStyle w:val="SIText"/>
      </w:pPr>
    </w:p>
    <w:p w14:paraId="7BC3EF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05DE0E" w14:textId="77777777" w:rsidTr="00F33FF2">
        <w:tc>
          <w:tcPr>
            <w:tcW w:w="5000" w:type="pct"/>
            <w:gridSpan w:val="4"/>
          </w:tcPr>
          <w:p w14:paraId="26C364F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A5BB3CB" w14:textId="77777777" w:rsidTr="00F33FF2">
        <w:tc>
          <w:tcPr>
            <w:tcW w:w="1028" w:type="pct"/>
          </w:tcPr>
          <w:p w14:paraId="49249601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B9B72D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90763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14285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5B3A" w14:paraId="26C0C01C" w14:textId="77777777" w:rsidTr="00F33FF2">
        <w:tc>
          <w:tcPr>
            <w:tcW w:w="1028" w:type="pct"/>
          </w:tcPr>
          <w:p w14:paraId="0B0D6312" w14:textId="0CEC85E6" w:rsidR="00735B3A" w:rsidRPr="00735B3A" w:rsidRDefault="0084793B" w:rsidP="001119A4">
            <w:pPr>
              <w:pStyle w:val="SIText"/>
            </w:pPr>
            <w:r w:rsidRPr="00735B3A">
              <w:t>F</w:t>
            </w:r>
            <w:r w:rsidRPr="0084793B">
              <w:t>BPOPR3</w:t>
            </w:r>
            <w:r w:rsidR="001119A4">
              <w:t>004</w:t>
            </w:r>
            <w:r w:rsidR="00735B3A" w:rsidRPr="00735B3A">
              <w:t xml:space="preserve"> Set up a production or packaging line for operation</w:t>
            </w:r>
          </w:p>
        </w:tc>
        <w:tc>
          <w:tcPr>
            <w:tcW w:w="1105" w:type="pct"/>
          </w:tcPr>
          <w:p w14:paraId="1B9E585F" w14:textId="77777777" w:rsidR="00735B3A" w:rsidRPr="00735B3A" w:rsidRDefault="00735B3A" w:rsidP="00735B3A">
            <w:pPr>
              <w:pStyle w:val="SIText"/>
            </w:pPr>
            <w:r w:rsidRPr="00735B3A">
              <w:t>FDFOP3002A Set up a production or packaging line for operation</w:t>
            </w:r>
          </w:p>
        </w:tc>
        <w:tc>
          <w:tcPr>
            <w:tcW w:w="1251" w:type="pct"/>
          </w:tcPr>
          <w:p w14:paraId="66170D2F" w14:textId="77777777" w:rsidR="00735B3A" w:rsidRDefault="00735B3A" w:rsidP="00735B3A">
            <w:pPr>
              <w:pStyle w:val="SIText"/>
            </w:pPr>
            <w:r w:rsidRPr="00735B3A">
              <w:t>Updated to meet Standards for Training Packages</w:t>
            </w:r>
          </w:p>
          <w:p w14:paraId="06A7267C" w14:textId="77777777" w:rsidR="00E539C0" w:rsidRDefault="00E539C0" w:rsidP="00735B3A">
            <w:pPr>
              <w:pStyle w:val="SIText"/>
            </w:pPr>
          </w:p>
          <w:p w14:paraId="24B0FC25" w14:textId="3AEBC143" w:rsidR="00E539C0" w:rsidRPr="00735B3A" w:rsidRDefault="00E539C0" w:rsidP="00735B3A">
            <w:pPr>
              <w:pStyle w:val="SIText"/>
            </w:pPr>
            <w:r>
              <w:t>Minor changes to Performance Criteria</w:t>
            </w:r>
            <w:r w:rsidRPr="00E539C0">
              <w:t xml:space="preserve"> to clarify intent</w:t>
            </w:r>
          </w:p>
        </w:tc>
        <w:tc>
          <w:tcPr>
            <w:tcW w:w="1616" w:type="pct"/>
          </w:tcPr>
          <w:p w14:paraId="34C5E3CB" w14:textId="77777777" w:rsidR="00735B3A" w:rsidRPr="00735B3A" w:rsidRDefault="00735B3A" w:rsidP="00735B3A">
            <w:pPr>
              <w:pStyle w:val="SIText"/>
            </w:pPr>
            <w:r w:rsidRPr="00735B3A">
              <w:t>Equivalent unit</w:t>
            </w:r>
          </w:p>
        </w:tc>
      </w:tr>
    </w:tbl>
    <w:p w14:paraId="4B96B2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0"/>
        <w:gridCol w:w="7608"/>
      </w:tblGrid>
      <w:tr w:rsidR="00F1480E" w:rsidRPr="00A55106" w14:paraId="74D62993" w14:textId="77777777" w:rsidTr="0035000E">
        <w:tc>
          <w:tcPr>
            <w:tcW w:w="1049" w:type="pct"/>
            <w:shd w:val="clear" w:color="auto" w:fill="auto"/>
          </w:tcPr>
          <w:p w14:paraId="6F3ACD8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51" w:type="pct"/>
            <w:shd w:val="clear" w:color="auto" w:fill="auto"/>
          </w:tcPr>
          <w:p w14:paraId="3DEAD40F" w14:textId="77777777" w:rsidR="00F1480E" w:rsidRPr="000754EC" w:rsidRDefault="0035000E" w:rsidP="00E40225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5705DC58" w14:textId="77777777" w:rsidR="00F1480E" w:rsidRDefault="00F1480E" w:rsidP="005F771F">
      <w:pPr>
        <w:pStyle w:val="SIText"/>
      </w:pPr>
    </w:p>
    <w:p w14:paraId="16E3043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F7EE79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24BF0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2C1CA6A" w14:textId="37F75904" w:rsidR="00556C4C" w:rsidRPr="000754EC" w:rsidRDefault="00556C4C" w:rsidP="001119A4">
            <w:pPr>
              <w:pStyle w:val="SIUnittitle"/>
            </w:pPr>
            <w:r w:rsidRPr="00F56827">
              <w:t xml:space="preserve">Assessment requirements for </w:t>
            </w:r>
            <w:r w:rsidR="0084793B" w:rsidRPr="00735B3A">
              <w:t>F</w:t>
            </w:r>
            <w:r w:rsidR="0084793B" w:rsidRPr="0084793B">
              <w:t>BPOPR3</w:t>
            </w:r>
            <w:r w:rsidR="001119A4">
              <w:t>004</w:t>
            </w:r>
            <w:r w:rsidR="00735B3A" w:rsidRPr="00735B3A">
              <w:t xml:space="preserve"> Set up a production or packaging line for operation</w:t>
            </w:r>
          </w:p>
        </w:tc>
      </w:tr>
      <w:tr w:rsidR="00556C4C" w:rsidRPr="00A55106" w14:paraId="2861CEA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286CC8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8E8E962" w14:textId="77777777" w:rsidTr="00113678">
        <w:tc>
          <w:tcPr>
            <w:tcW w:w="5000" w:type="pct"/>
            <w:gridSpan w:val="2"/>
            <w:shd w:val="clear" w:color="auto" w:fill="auto"/>
          </w:tcPr>
          <w:p w14:paraId="4B42CF6A" w14:textId="1CB87E6B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CD687E4" w14:textId="77777777" w:rsidR="005527B3" w:rsidRPr="000754EC" w:rsidRDefault="005527B3" w:rsidP="000754EC">
            <w:pPr>
              <w:pStyle w:val="SIText"/>
            </w:pPr>
            <w:bookmarkStart w:id="0" w:name="_GoBack"/>
            <w:bookmarkEnd w:id="0"/>
          </w:p>
          <w:p w14:paraId="5D1BE60E" w14:textId="2D3BD6BE" w:rsidR="00BD334A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BD334A">
              <w:t xml:space="preserve">safely and effectively set up a production or packaging line on at least </w:t>
            </w:r>
            <w:r w:rsidR="00092B06" w:rsidRPr="00092B06">
              <w:t>one occasion</w:t>
            </w:r>
            <w:r w:rsidR="00BD334A">
              <w:t>, in line with production schedule</w:t>
            </w:r>
            <w:r w:rsidR="000D4C2D">
              <w:t>, including:</w:t>
            </w:r>
          </w:p>
          <w:p w14:paraId="12558B0B" w14:textId="77777777" w:rsidR="000D4C2D" w:rsidRPr="000D4C2D" w:rsidRDefault="000D4C2D" w:rsidP="00BD745F">
            <w:pPr>
              <w:pStyle w:val="SIBulletList1"/>
            </w:pPr>
            <w:r w:rsidRPr="000D4C2D">
              <w:t>conduct</w:t>
            </w:r>
            <w:r>
              <w:t>ing</w:t>
            </w:r>
            <w:r w:rsidRPr="000D4C2D">
              <w:t xml:space="preserve"> pre-start checks on machinery used for production to determine cleaning, maintenance and operation readiness</w:t>
            </w:r>
          </w:p>
          <w:p w14:paraId="76C3E44F" w14:textId="77777777" w:rsidR="000D4C2D" w:rsidRPr="000D4C2D" w:rsidRDefault="000D4C2D" w:rsidP="00BD745F">
            <w:pPr>
              <w:pStyle w:val="SIBulletList1"/>
            </w:pPr>
            <w:r w:rsidRPr="000D4C2D">
              <w:t>determin</w:t>
            </w:r>
            <w:r>
              <w:t>ing</w:t>
            </w:r>
            <w:r w:rsidRPr="000D4C2D">
              <w:t xml:space="preserve"> production parameters and requirements</w:t>
            </w:r>
          </w:p>
          <w:p w14:paraId="541A9732" w14:textId="77777777" w:rsidR="000D4C2D" w:rsidRPr="000D4C2D" w:rsidRDefault="000D4C2D" w:rsidP="00BD745F">
            <w:pPr>
              <w:pStyle w:val="SIBulletList1"/>
            </w:pPr>
            <w:r w:rsidRPr="000D4C2D">
              <w:t>set</w:t>
            </w:r>
            <w:r>
              <w:t>ting</w:t>
            </w:r>
            <w:r w:rsidRPr="000D4C2D">
              <w:t xml:space="preserve"> up line according to production requirements</w:t>
            </w:r>
          </w:p>
          <w:p w14:paraId="1B27339B" w14:textId="77777777" w:rsidR="000D4C2D" w:rsidRPr="000D4C2D" w:rsidRDefault="000D4C2D" w:rsidP="00BD745F">
            <w:pPr>
              <w:pStyle w:val="SIBulletList1"/>
            </w:pPr>
            <w:r w:rsidRPr="000D4C2D">
              <w:t>tak</w:t>
            </w:r>
            <w:r>
              <w:t>ing</w:t>
            </w:r>
            <w:r w:rsidRPr="000D4C2D">
              <w:t xml:space="preserve"> corrective action in response to typical faults and inconsistencies</w:t>
            </w:r>
          </w:p>
          <w:p w14:paraId="49F37E00" w14:textId="77777777" w:rsidR="000D4C2D" w:rsidRPr="000D4C2D" w:rsidRDefault="000D4C2D" w:rsidP="00BD745F">
            <w:pPr>
              <w:pStyle w:val="SIBulletList1"/>
            </w:pPr>
            <w:r w:rsidRPr="000D4C2D">
              <w:t>complet</w:t>
            </w:r>
            <w:r>
              <w:t>ing</w:t>
            </w:r>
            <w:r w:rsidRPr="000D4C2D">
              <w:t xml:space="preserve"> workplace records and communicate line status with other personnel as required</w:t>
            </w:r>
          </w:p>
          <w:p w14:paraId="6F3B81A1" w14:textId="36B3CFE4" w:rsidR="00556C4C" w:rsidRPr="000754EC" w:rsidRDefault="000D4C2D" w:rsidP="00F43538">
            <w:pPr>
              <w:pStyle w:val="SIBulletList1"/>
            </w:pPr>
            <w:proofErr w:type="gramStart"/>
            <w:r w:rsidRPr="000D4C2D">
              <w:t>apply</w:t>
            </w:r>
            <w:r>
              <w:t>ing</w:t>
            </w:r>
            <w:proofErr w:type="gramEnd"/>
            <w:r w:rsidRPr="000D4C2D">
              <w:t xml:space="preserve"> safe work practices and identify</w:t>
            </w:r>
            <w:r w:rsidR="00FB2ED3">
              <w:t>ing</w:t>
            </w:r>
            <w:r w:rsidRPr="000D4C2D">
              <w:t xml:space="preserve"> hazards and controls</w:t>
            </w:r>
            <w:r w:rsidR="00F43538">
              <w:t>.</w:t>
            </w:r>
          </w:p>
        </w:tc>
      </w:tr>
    </w:tbl>
    <w:p w14:paraId="7A4E440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06914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794517B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8DEA8DE" w14:textId="77777777" w:rsidTr="00CA2922">
        <w:tc>
          <w:tcPr>
            <w:tcW w:w="5000" w:type="pct"/>
            <w:shd w:val="clear" w:color="auto" w:fill="auto"/>
          </w:tcPr>
          <w:p w14:paraId="16FF65F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EF6CE01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operating principles of equipment and related accessories, including equipment adjustment points, range and location/alignment requirements of sensors and related feedback instruments, and status and purpose of guards</w:t>
            </w:r>
          </w:p>
          <w:p w14:paraId="3D49E2BC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operating capacities of equipment used in the work area, including different types of equipment and/or components by processing operations</w:t>
            </w:r>
          </w:p>
          <w:p w14:paraId="568C1CEA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nature of set-up/changeover requirements, including product compatibility and related cleaning requirements, impact of variation in materials or product on set-up requirements, and equipment and/or attachment changeovers related to given products</w:t>
            </w:r>
          </w:p>
          <w:p w14:paraId="583E15F2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typical equipment faults and related causes, including signs and symptoms of faulty equipment and early warning signs of potential problems</w:t>
            </w:r>
          </w:p>
          <w:p w14:paraId="60DCD60E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pre-start checks required by set-up/changeover</w:t>
            </w:r>
          </w:p>
          <w:p w14:paraId="130CBB91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related processes and personnel dependent on line set-up, and communication responsibilities</w:t>
            </w:r>
          </w:p>
          <w:p w14:paraId="6A847367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isolation, lock-out and tag out procedures and responsibilities</w:t>
            </w:r>
          </w:p>
          <w:p w14:paraId="764C2C6D" w14:textId="18551DFF" w:rsidR="00735B3A" w:rsidRPr="00735B3A" w:rsidRDefault="00FB2ED3" w:rsidP="00735B3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health and safety </w:t>
            </w:r>
            <w:r w:rsidR="00735B3A" w:rsidRPr="00735B3A">
              <w:rPr>
                <w:rFonts w:eastAsia="Calibri"/>
              </w:rPr>
              <w:t>hazards and controls</w:t>
            </w:r>
            <w:r>
              <w:rPr>
                <w:rFonts w:eastAsia="Calibri"/>
              </w:rPr>
              <w:t xml:space="preserve"> in the workplace</w:t>
            </w:r>
          </w:p>
          <w:p w14:paraId="63515505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procedures and responsibility for reporting equipment performance information</w:t>
            </w:r>
          </w:p>
          <w:p w14:paraId="423791BC" w14:textId="77777777" w:rsidR="00F1480E" w:rsidRPr="000754EC" w:rsidRDefault="00735B3A" w:rsidP="00735B3A">
            <w:pPr>
              <w:pStyle w:val="SIBulletList1"/>
            </w:pPr>
            <w:proofErr w:type="gramStart"/>
            <w:r w:rsidRPr="00735B3A">
              <w:rPr>
                <w:rFonts w:eastAsia="Calibri"/>
              </w:rPr>
              <w:t>operating</w:t>
            </w:r>
            <w:proofErr w:type="gramEnd"/>
            <w:r w:rsidRPr="00735B3A">
              <w:rPr>
                <w:rFonts w:eastAsia="Calibri"/>
              </w:rPr>
              <w:t xml:space="preserve"> principles of process control, including the relationship between control panels and</w:t>
            </w:r>
            <w:r w:rsidRPr="00735B3A">
              <w:t xml:space="preserve"> systems and the physical equipment.</w:t>
            </w:r>
          </w:p>
        </w:tc>
      </w:tr>
    </w:tbl>
    <w:p w14:paraId="4101491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47C278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95E5F5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96C27E" w14:textId="77777777" w:rsidTr="00CA2922">
        <w:tc>
          <w:tcPr>
            <w:tcW w:w="5000" w:type="pct"/>
            <w:shd w:val="clear" w:color="auto" w:fill="auto"/>
          </w:tcPr>
          <w:p w14:paraId="0A0461B9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525B239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2332180" w14:textId="77777777" w:rsidR="002C3682" w:rsidRPr="002C3682" w:rsidRDefault="0021210E" w:rsidP="002C3682">
            <w:pPr>
              <w:pStyle w:val="SIBulletList2"/>
            </w:pPr>
            <w:r w:rsidRPr="000754EC">
              <w:t xml:space="preserve">skills must be demonstrated </w:t>
            </w:r>
            <w:r w:rsidR="002C3682" w:rsidRPr="002C3682">
              <w:t xml:space="preserve">in a workplace setting or an environment that accurately represents a real workplace </w:t>
            </w:r>
          </w:p>
          <w:p w14:paraId="2E9921D0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3B2FB35" w14:textId="146C7DAE" w:rsidR="00735B3A" w:rsidRPr="00735B3A" w:rsidRDefault="00735B3A" w:rsidP="00735B3A">
            <w:pPr>
              <w:pStyle w:val="SIBulletList2"/>
            </w:pPr>
            <w:r w:rsidRPr="00735B3A">
              <w:t>personal protective equipment</w:t>
            </w:r>
          </w:p>
          <w:p w14:paraId="445C0781" w14:textId="77777777" w:rsidR="00735B3A" w:rsidRPr="00735B3A" w:rsidRDefault="00735B3A" w:rsidP="00735B3A">
            <w:pPr>
              <w:pStyle w:val="SIBulletList2"/>
            </w:pPr>
            <w:r w:rsidRPr="00735B3A">
              <w:t>production/packaging schedule and related advice on setup/changeover requirements</w:t>
            </w:r>
          </w:p>
          <w:p w14:paraId="14D3AC26" w14:textId="77777777" w:rsidR="00735B3A" w:rsidRPr="00735B3A" w:rsidRDefault="00735B3A" w:rsidP="00735B3A">
            <w:pPr>
              <w:pStyle w:val="SIBulletList2"/>
            </w:pPr>
            <w:r w:rsidRPr="00735B3A">
              <w:t>process/packaging equipment and related accessories and services</w:t>
            </w:r>
          </w:p>
          <w:p w14:paraId="177FF25E" w14:textId="16C4EF33" w:rsidR="00735B3A" w:rsidRPr="00735B3A" w:rsidRDefault="00735B3A" w:rsidP="00735B3A">
            <w:pPr>
              <w:pStyle w:val="SIBulletList2"/>
            </w:pPr>
            <w:r w:rsidRPr="00735B3A">
              <w:t xml:space="preserve">materials/consumables required </w:t>
            </w:r>
            <w:r w:rsidR="00092B06">
              <w:t>of</w:t>
            </w:r>
            <w:r w:rsidR="00092B06" w:rsidRPr="00735B3A">
              <w:t xml:space="preserve"> </w:t>
            </w:r>
            <w:r w:rsidRPr="00735B3A">
              <w:t>the process</w:t>
            </w:r>
          </w:p>
          <w:p w14:paraId="2281BB58" w14:textId="77777777" w:rsidR="00735B3A" w:rsidRPr="00735B3A" w:rsidRDefault="00735B3A" w:rsidP="00735B3A">
            <w:pPr>
              <w:pStyle w:val="SIBulletList2"/>
            </w:pPr>
            <w:r w:rsidRPr="00735B3A">
              <w:t>hand tools</w:t>
            </w:r>
          </w:p>
          <w:p w14:paraId="65FCE579" w14:textId="77777777" w:rsidR="00735B3A" w:rsidRPr="00735B3A" w:rsidRDefault="00735B3A" w:rsidP="00735B3A">
            <w:pPr>
              <w:pStyle w:val="SIBulletList1"/>
              <w:rPr>
                <w:rFonts w:eastAsia="Calibri"/>
              </w:rPr>
            </w:pPr>
            <w:r w:rsidRPr="00735B3A">
              <w:rPr>
                <w:rFonts w:eastAsia="Calibri"/>
              </w:rPr>
              <w:t>specifications:</w:t>
            </w:r>
          </w:p>
          <w:p w14:paraId="31FC503D" w14:textId="77777777" w:rsidR="00735B3A" w:rsidRPr="00735B3A" w:rsidRDefault="00735B3A" w:rsidP="00735B3A">
            <w:pPr>
              <w:pStyle w:val="SIBulletList2"/>
            </w:pPr>
            <w:proofErr w:type="gramStart"/>
            <w:r w:rsidRPr="00735B3A">
              <w:t>information</w:t>
            </w:r>
            <w:proofErr w:type="gramEnd"/>
            <w:r w:rsidRPr="00735B3A">
              <w:t xml:space="preserve"> on equipment capacity and operating parameters.</w:t>
            </w:r>
          </w:p>
          <w:p w14:paraId="07694EC6" w14:textId="77777777" w:rsidR="0021210E" w:rsidRDefault="0021210E" w:rsidP="000754EC">
            <w:pPr>
              <w:pStyle w:val="SIText"/>
            </w:pPr>
          </w:p>
          <w:p w14:paraId="6DFFA71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3BA2129" w14:textId="77777777" w:rsidR="00F1480E" w:rsidRPr="000754EC" w:rsidRDefault="00F1480E" w:rsidP="0035000E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30B00F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E5DB944" w14:textId="77777777" w:rsidTr="004679E3">
        <w:tc>
          <w:tcPr>
            <w:tcW w:w="990" w:type="pct"/>
            <w:shd w:val="clear" w:color="auto" w:fill="auto"/>
          </w:tcPr>
          <w:p w14:paraId="6D59FB0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FFAB5C" w14:textId="77777777" w:rsidR="00F1480E" w:rsidRPr="000754EC" w:rsidRDefault="0035000E" w:rsidP="000754EC">
            <w:pPr>
              <w:pStyle w:val="SIText"/>
            </w:pPr>
            <w:r w:rsidRPr="0035000E">
              <w:t xml:space="preserve">Companion Volumes, including Implementation Guides, are available at </w:t>
            </w:r>
            <w:proofErr w:type="spellStart"/>
            <w:r w:rsidRPr="0035000E">
              <w:t>VETNet</w:t>
            </w:r>
            <w:proofErr w:type="spellEnd"/>
            <w:r w:rsidRPr="0035000E">
              <w:t>: https://vetnet.education.gov.au/Pages/TrainingDocs.aspx?q=78b15323-cd38-483e-aad7-1159b570a5c4</w:t>
            </w:r>
          </w:p>
        </w:tc>
      </w:tr>
    </w:tbl>
    <w:p w14:paraId="6C99658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D4E21" w14:textId="77777777" w:rsidR="0099024C" w:rsidRDefault="0099024C" w:rsidP="00BF3F0A">
      <w:r>
        <w:separator/>
      </w:r>
    </w:p>
    <w:p w14:paraId="5AAB378E" w14:textId="77777777" w:rsidR="0099024C" w:rsidRDefault="0099024C"/>
  </w:endnote>
  <w:endnote w:type="continuationSeparator" w:id="0">
    <w:p w14:paraId="2B1B949F" w14:textId="77777777" w:rsidR="0099024C" w:rsidRDefault="0099024C" w:rsidP="00BF3F0A">
      <w:r>
        <w:continuationSeparator/>
      </w:r>
    </w:p>
    <w:p w14:paraId="5C215F9E" w14:textId="77777777" w:rsidR="0099024C" w:rsidRDefault="009902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07DA6F8" w14:textId="36ECCC8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527B3">
          <w:rPr>
            <w:noProof/>
          </w:rPr>
          <w:t>4</w:t>
        </w:r>
        <w:r w:rsidRPr="000754EC">
          <w:fldChar w:fldCharType="end"/>
        </w:r>
      </w:p>
      <w:p w14:paraId="3F7B337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47124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ABDC6" w14:textId="77777777" w:rsidR="0099024C" w:rsidRDefault="0099024C" w:rsidP="00BF3F0A">
      <w:r>
        <w:separator/>
      </w:r>
    </w:p>
    <w:p w14:paraId="1CCF2316" w14:textId="77777777" w:rsidR="0099024C" w:rsidRDefault="0099024C"/>
  </w:footnote>
  <w:footnote w:type="continuationSeparator" w:id="0">
    <w:p w14:paraId="788CA7E6" w14:textId="77777777" w:rsidR="0099024C" w:rsidRDefault="0099024C" w:rsidP="00BF3F0A">
      <w:r>
        <w:continuationSeparator/>
      </w:r>
    </w:p>
    <w:p w14:paraId="47122A40" w14:textId="77777777" w:rsidR="0099024C" w:rsidRDefault="009902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6C34F4" w14:textId="6E2C4FEC" w:rsidR="009C2650" w:rsidRPr="00735B3A" w:rsidRDefault="0084793B" w:rsidP="00735B3A">
    <w:pPr>
      <w:pStyle w:val="SIText"/>
    </w:pPr>
    <w:r w:rsidRPr="00735B3A">
      <w:t>F</w:t>
    </w:r>
    <w:r>
      <w:t>BP</w:t>
    </w:r>
    <w:r w:rsidRPr="00735B3A">
      <w:t>OP</w:t>
    </w:r>
    <w:r>
      <w:t>R</w:t>
    </w:r>
    <w:r w:rsidRPr="00735B3A">
      <w:t>3</w:t>
    </w:r>
    <w:r w:rsidR="001119A4">
      <w:t>004</w:t>
    </w:r>
    <w:r w:rsidR="00735B3A" w:rsidRPr="00735B3A">
      <w:t xml:space="preserve"> Set up a production or packaging line for operation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DD92513"/>
    <w:multiLevelType w:val="hybridMultilevel"/>
    <w:tmpl w:val="1DAA6C26"/>
    <w:lvl w:ilvl="0" w:tplc="F6D87A0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09A7D46"/>
    <w:multiLevelType w:val="multilevel"/>
    <w:tmpl w:val="6D18A5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F5"/>
    <w:rsid w:val="000014B9"/>
    <w:rsid w:val="00005A15"/>
    <w:rsid w:val="0001108F"/>
    <w:rsid w:val="000115E2"/>
    <w:rsid w:val="000126D0"/>
    <w:rsid w:val="0001296A"/>
    <w:rsid w:val="00012CAA"/>
    <w:rsid w:val="00016803"/>
    <w:rsid w:val="00023992"/>
    <w:rsid w:val="000275AE"/>
    <w:rsid w:val="000350F5"/>
    <w:rsid w:val="00037F00"/>
    <w:rsid w:val="00041E59"/>
    <w:rsid w:val="00064BFE"/>
    <w:rsid w:val="00070B3E"/>
    <w:rsid w:val="00071F95"/>
    <w:rsid w:val="000737BB"/>
    <w:rsid w:val="00074E47"/>
    <w:rsid w:val="000754EC"/>
    <w:rsid w:val="0009093B"/>
    <w:rsid w:val="00092B06"/>
    <w:rsid w:val="000A5441"/>
    <w:rsid w:val="000C149A"/>
    <w:rsid w:val="000C224E"/>
    <w:rsid w:val="000D4C2D"/>
    <w:rsid w:val="000E25E6"/>
    <w:rsid w:val="000E2C86"/>
    <w:rsid w:val="000F29F2"/>
    <w:rsid w:val="00101659"/>
    <w:rsid w:val="001078BF"/>
    <w:rsid w:val="001119A4"/>
    <w:rsid w:val="00123347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685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01C1"/>
    <w:rsid w:val="00233143"/>
    <w:rsid w:val="00234444"/>
    <w:rsid w:val="00242293"/>
    <w:rsid w:val="00244EA7"/>
    <w:rsid w:val="00262FC3"/>
    <w:rsid w:val="0026394F"/>
    <w:rsid w:val="00276DB8"/>
    <w:rsid w:val="00282664"/>
    <w:rsid w:val="002831D2"/>
    <w:rsid w:val="00285FB8"/>
    <w:rsid w:val="002970C3"/>
    <w:rsid w:val="002A4CD3"/>
    <w:rsid w:val="002A6CC4"/>
    <w:rsid w:val="002C3682"/>
    <w:rsid w:val="002C55E9"/>
    <w:rsid w:val="002D0C8B"/>
    <w:rsid w:val="002D330A"/>
    <w:rsid w:val="002E193E"/>
    <w:rsid w:val="00310A6A"/>
    <w:rsid w:val="00312A95"/>
    <w:rsid w:val="003144E6"/>
    <w:rsid w:val="00337A9E"/>
    <w:rsid w:val="00337E82"/>
    <w:rsid w:val="00346FDC"/>
    <w:rsid w:val="0035000E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0940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27B3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8AF"/>
    <w:rsid w:val="00705EEC"/>
    <w:rsid w:val="00707741"/>
    <w:rsid w:val="007134FE"/>
    <w:rsid w:val="00715794"/>
    <w:rsid w:val="00717385"/>
    <w:rsid w:val="00722769"/>
    <w:rsid w:val="00722E9B"/>
    <w:rsid w:val="00727901"/>
    <w:rsid w:val="0073075B"/>
    <w:rsid w:val="0073404B"/>
    <w:rsid w:val="007341FF"/>
    <w:rsid w:val="00735B3A"/>
    <w:rsid w:val="007404E9"/>
    <w:rsid w:val="007444CF"/>
    <w:rsid w:val="00752C75"/>
    <w:rsid w:val="00757005"/>
    <w:rsid w:val="00761DBE"/>
    <w:rsid w:val="0076523B"/>
    <w:rsid w:val="00766F89"/>
    <w:rsid w:val="00771B60"/>
    <w:rsid w:val="00781D77"/>
    <w:rsid w:val="00783549"/>
    <w:rsid w:val="007860B7"/>
    <w:rsid w:val="00786DC8"/>
    <w:rsid w:val="007A300D"/>
    <w:rsid w:val="007D5A78"/>
    <w:rsid w:val="007D5A9D"/>
    <w:rsid w:val="007E3BD1"/>
    <w:rsid w:val="007F1563"/>
    <w:rsid w:val="007F1EB2"/>
    <w:rsid w:val="007F44DB"/>
    <w:rsid w:val="007F5A8B"/>
    <w:rsid w:val="0081429D"/>
    <w:rsid w:val="00817D51"/>
    <w:rsid w:val="00823530"/>
    <w:rsid w:val="00823FF4"/>
    <w:rsid w:val="00830267"/>
    <w:rsid w:val="008306E7"/>
    <w:rsid w:val="00834BC8"/>
    <w:rsid w:val="00837FD6"/>
    <w:rsid w:val="0084793B"/>
    <w:rsid w:val="00847B60"/>
    <w:rsid w:val="00850243"/>
    <w:rsid w:val="00851BE5"/>
    <w:rsid w:val="008545EB"/>
    <w:rsid w:val="00865011"/>
    <w:rsid w:val="00867182"/>
    <w:rsid w:val="00886790"/>
    <w:rsid w:val="008908DE"/>
    <w:rsid w:val="008A12ED"/>
    <w:rsid w:val="008A39D3"/>
    <w:rsid w:val="008B2C77"/>
    <w:rsid w:val="008B4AD2"/>
    <w:rsid w:val="008B6DA4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024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712"/>
    <w:rsid w:val="00A76C6C"/>
    <w:rsid w:val="00A86034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89F"/>
    <w:rsid w:val="00B3508F"/>
    <w:rsid w:val="00B443EE"/>
    <w:rsid w:val="00B560C8"/>
    <w:rsid w:val="00B61150"/>
    <w:rsid w:val="00B65BC7"/>
    <w:rsid w:val="00B746B9"/>
    <w:rsid w:val="00B848D4"/>
    <w:rsid w:val="00B865B7"/>
    <w:rsid w:val="00B905F2"/>
    <w:rsid w:val="00BA1CB1"/>
    <w:rsid w:val="00BA4178"/>
    <w:rsid w:val="00BA482D"/>
    <w:rsid w:val="00BB23F4"/>
    <w:rsid w:val="00BC5075"/>
    <w:rsid w:val="00BC5419"/>
    <w:rsid w:val="00BD334A"/>
    <w:rsid w:val="00BD3B0F"/>
    <w:rsid w:val="00BD745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7F7B"/>
    <w:rsid w:val="00CB746F"/>
    <w:rsid w:val="00CC451E"/>
    <w:rsid w:val="00CC6E4B"/>
    <w:rsid w:val="00CD4E9D"/>
    <w:rsid w:val="00CD4EAF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629BA"/>
    <w:rsid w:val="00D71E43"/>
    <w:rsid w:val="00D727F3"/>
    <w:rsid w:val="00D73695"/>
    <w:rsid w:val="00D810DE"/>
    <w:rsid w:val="00D87D32"/>
    <w:rsid w:val="00D91188"/>
    <w:rsid w:val="00D92C83"/>
    <w:rsid w:val="00DA0A81"/>
    <w:rsid w:val="00DA3721"/>
    <w:rsid w:val="00DA3C10"/>
    <w:rsid w:val="00DA53B5"/>
    <w:rsid w:val="00DC1D69"/>
    <w:rsid w:val="00DC5A3A"/>
    <w:rsid w:val="00DC61AE"/>
    <w:rsid w:val="00DD0726"/>
    <w:rsid w:val="00E238E6"/>
    <w:rsid w:val="00E35064"/>
    <w:rsid w:val="00E3681D"/>
    <w:rsid w:val="00E40225"/>
    <w:rsid w:val="00E501F0"/>
    <w:rsid w:val="00E539C0"/>
    <w:rsid w:val="00E6166D"/>
    <w:rsid w:val="00E91BFF"/>
    <w:rsid w:val="00E92933"/>
    <w:rsid w:val="00E94FAD"/>
    <w:rsid w:val="00EB0AA4"/>
    <w:rsid w:val="00EB5C88"/>
    <w:rsid w:val="00EC0469"/>
    <w:rsid w:val="00EE0D76"/>
    <w:rsid w:val="00EF01F8"/>
    <w:rsid w:val="00EF40EF"/>
    <w:rsid w:val="00EF47FE"/>
    <w:rsid w:val="00EF6FA5"/>
    <w:rsid w:val="00F069BD"/>
    <w:rsid w:val="00F1480E"/>
    <w:rsid w:val="00F1497D"/>
    <w:rsid w:val="00F16AAC"/>
    <w:rsid w:val="00F33FF2"/>
    <w:rsid w:val="00F43538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B2E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84795"/>
  <w15:docId w15:val="{048DFD13-9B06-47D6-8DD2-AEDDD0D4F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5000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4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haring%20Folder\Shared%20work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62D875556F9D43B717319AD2F62CC2" ma:contentTypeVersion="" ma:contentTypeDescription="Create a new document." ma:contentTypeScope="" ma:versionID="7b6bdf3719dca61fae8a93116a7d6bb7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B43E5-5BA6-48EB-8C95-94E09D366239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23fe440c-79e8-47eb-a834-1b72c760302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0C3669-E8F4-459B-BDB5-D5F31EFF8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Trevor</dc:creator>
  <cp:lastModifiedBy>Ruth Geldard</cp:lastModifiedBy>
  <cp:revision>2</cp:revision>
  <cp:lastPrinted>2016-05-27T05:21:00Z</cp:lastPrinted>
  <dcterms:created xsi:type="dcterms:W3CDTF">2018-06-05T01:40:00Z</dcterms:created>
  <dcterms:modified xsi:type="dcterms:W3CDTF">2018-06-05T01:40:00Z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0x0101002362D875556F9D43B717319AD2F62CC2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1300</vt:r8>
  </property>
  <property fmtid="{D5CDD505-2E9C-101B-9397-08002B2CF9AE}" pid="19" name="xd_Signature">
    <vt:bool>false</vt:bool>
  </property>
  <property fmtid="{D5CDD505-2E9C-101B-9397-08002B2CF9AE}" pid="20" name="xd_ProgID">
    <vt:lpwstr/>
  </property>
  <property fmtid="{D5CDD505-2E9C-101B-9397-08002B2CF9AE}" pid="21" name="_SourceUrl">
    <vt:lpwstr/>
  </property>
  <property fmtid="{D5CDD505-2E9C-101B-9397-08002B2CF9AE}" pid="22" name="_SharedFileIndex">
    <vt:lpwstr/>
  </property>
  <property fmtid="{D5CDD505-2E9C-101B-9397-08002B2CF9AE}" pid="23" name="ComplianceAssetId">
    <vt:lpwstr/>
  </property>
  <property fmtid="{D5CDD505-2E9C-101B-9397-08002B2CF9AE}" pid="24" name="TemplateUrl">
    <vt:lpwstr/>
  </property>
  <property fmtid="{D5CDD505-2E9C-101B-9397-08002B2CF9AE}" pid="25" name="Area">
    <vt:lpwstr>Cross sector</vt:lpwstr>
  </property>
  <property fmtid="{D5CDD505-2E9C-101B-9397-08002B2CF9AE}" pid="26" name="Project phase">
    <vt:lpwstr>Complete</vt:lpwstr>
  </property>
</Properties>
</file>