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248CC08" w:rsidR="00F1480E" w:rsidRPr="000754EC" w:rsidRDefault="0035000E" w:rsidP="0035000E">
            <w:r w:rsidRPr="0035000E">
              <w:t xml:space="preserve">This version released with FBP Food, Beverage and Pharmaceuticals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41CA335D" w:rsidR="00F1480E" w:rsidRPr="000754EC" w:rsidRDefault="00B9606C" w:rsidP="000754EC">
            <w:pPr>
              <w:pStyle w:val="SIUNITCODE"/>
            </w:pPr>
            <w:r w:rsidRPr="005C1952">
              <w:t>FBPBPG</w:t>
            </w:r>
            <w:r w:rsidR="003B61B4">
              <w:t>3</w:t>
            </w:r>
            <w:r>
              <w:t>XX</w:t>
            </w:r>
            <w:r w:rsidR="00814EC6">
              <w:t>8</w:t>
            </w:r>
          </w:p>
        </w:tc>
        <w:tc>
          <w:tcPr>
            <w:tcW w:w="3604" w:type="pct"/>
            <w:shd w:val="clear" w:color="auto" w:fill="auto"/>
          </w:tcPr>
          <w:p w14:paraId="11E37076" w14:textId="09CBBD06" w:rsidR="00F1480E" w:rsidRPr="000754EC" w:rsidRDefault="003B61B4" w:rsidP="000754EC">
            <w:pPr>
              <w:pStyle w:val="SIUnittitle"/>
            </w:pPr>
            <w:r>
              <w:t>Prepare</w:t>
            </w:r>
            <w:r w:rsidR="0069176D">
              <w:t>, fill</w:t>
            </w:r>
            <w:r>
              <w:t xml:space="preserve"> </w:t>
            </w:r>
            <w:r w:rsidR="0069176D">
              <w:t xml:space="preserve">and store </w:t>
            </w:r>
            <w:r>
              <w:t>barrels for aging spirits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72026D99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433F89">
              <w:t>prepare barrels for aging spirits such as whisky.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1400B99C" w:rsid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</w:t>
            </w:r>
            <w:r w:rsidR="00433F89">
              <w:t>work in operational roles in a distillery</w:t>
            </w:r>
            <w:r w:rsidRPr="00B9606C">
              <w:t>.</w:t>
            </w:r>
            <w:r w:rsidR="00E34BCB">
              <w:t xml:space="preserve"> </w:t>
            </w:r>
          </w:p>
          <w:p w14:paraId="190AF72F" w14:textId="77777777" w:rsidR="009B66F4" w:rsidRDefault="009B66F4" w:rsidP="005C1952">
            <w:pPr>
              <w:pStyle w:val="SIText"/>
            </w:pPr>
          </w:p>
          <w:p w14:paraId="08D6F676" w14:textId="3E51AE71" w:rsidR="009B66F4" w:rsidRDefault="00433F89" w:rsidP="005C1952">
            <w:pPr>
              <w:pStyle w:val="SIText"/>
            </w:pPr>
            <w:bookmarkStart w:id="0" w:name="_GoBack"/>
            <w:r w:rsidRPr="00433F89">
              <w:t xml:space="preserve">No </w:t>
            </w:r>
            <w:bookmarkEnd w:id="0"/>
            <w:r w:rsidRPr="00433F89">
              <w:t>occupational licensing, legislative or certification requirements are known to apply to this unit at the time of publication.</w:t>
            </w:r>
          </w:p>
          <w:p w14:paraId="5E9E07CE" w14:textId="77777777" w:rsidR="009B66F4" w:rsidRDefault="009B66F4" w:rsidP="005C1952">
            <w:pPr>
              <w:pStyle w:val="SIText"/>
            </w:pPr>
          </w:p>
          <w:p w14:paraId="471CFE39" w14:textId="27E73AE1" w:rsidR="009B66F4" w:rsidRDefault="009B66F4" w:rsidP="009B66F4">
            <w:pPr>
              <w:pStyle w:val="SIText"/>
            </w:pPr>
            <w:r>
              <w:t xml:space="preserve">Note: This unit does not cover working with forklifts, which requires a forklift licence. </w:t>
            </w:r>
          </w:p>
          <w:p w14:paraId="7D1AA788" w14:textId="54B98A8F" w:rsidR="00F1480E" w:rsidRPr="005C1952" w:rsidRDefault="00F1480E" w:rsidP="005C1952">
            <w:pPr>
              <w:pStyle w:val="SIText"/>
            </w:pP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08515A20" w:rsidR="0010646C" w:rsidRPr="0010646C" w:rsidRDefault="00683FC5" w:rsidP="0010646C">
            <w:r>
              <w:t xml:space="preserve">1. </w:t>
            </w:r>
            <w:r w:rsidR="00433F89">
              <w:t xml:space="preserve">Assemble </w:t>
            </w:r>
            <w:r w:rsidR="0069176D">
              <w:t xml:space="preserve">and cure </w:t>
            </w:r>
            <w:r w:rsidR="00433F89">
              <w:t>barrel</w:t>
            </w:r>
          </w:p>
        </w:tc>
        <w:tc>
          <w:tcPr>
            <w:tcW w:w="3604" w:type="pct"/>
            <w:shd w:val="clear" w:color="auto" w:fill="auto"/>
          </w:tcPr>
          <w:p w14:paraId="5AF05306" w14:textId="76FF88A6" w:rsidR="00F9021E" w:rsidRDefault="00683FC5" w:rsidP="0010646C">
            <w:r>
              <w:t>1.</w:t>
            </w:r>
            <w:r w:rsidR="00814EC6">
              <w:t>1</w:t>
            </w:r>
            <w:r>
              <w:t xml:space="preserve"> </w:t>
            </w:r>
            <w:r w:rsidR="00F9021E">
              <w:t>Identify hazards associated with preparing, filling and storing barrels of spirits and manage risks</w:t>
            </w:r>
          </w:p>
          <w:p w14:paraId="311E046F" w14:textId="23CCCB54" w:rsidR="0010646C" w:rsidRDefault="00814EC6" w:rsidP="0010646C">
            <w:r>
              <w:t xml:space="preserve">1.2 </w:t>
            </w:r>
            <w:r w:rsidR="00433F89">
              <w:t>Assemble or reassemble barrel parts</w:t>
            </w:r>
            <w:r w:rsidR="0069176D">
              <w:t xml:space="preserve"> and insert spigot</w:t>
            </w:r>
          </w:p>
          <w:p w14:paraId="5C6101F4" w14:textId="3C1F69A7" w:rsidR="0069176D" w:rsidRDefault="00814EC6" w:rsidP="0010646C">
            <w:r>
              <w:t xml:space="preserve">1.3 </w:t>
            </w:r>
            <w:r w:rsidR="0069176D">
              <w:t>Place barrel in location where leakage will not cause hazards</w:t>
            </w:r>
          </w:p>
          <w:p w14:paraId="505438B3" w14:textId="43F8F4DF" w:rsidR="0069176D" w:rsidRDefault="00814EC6" w:rsidP="0010646C">
            <w:r>
              <w:t xml:space="preserve">1.4 </w:t>
            </w:r>
            <w:r w:rsidR="0069176D">
              <w:t>Fill barrel with hot water</w:t>
            </w:r>
          </w:p>
          <w:p w14:paraId="5696A49E" w14:textId="1B539711" w:rsidR="0069176D" w:rsidRDefault="00814EC6" w:rsidP="0010646C">
            <w:r>
              <w:t xml:space="preserve">1.5 </w:t>
            </w:r>
            <w:r w:rsidR="0069176D">
              <w:t>Allow to sit for approximately 48 hours to absorb water</w:t>
            </w:r>
          </w:p>
          <w:p w14:paraId="337DA475" w14:textId="52071664" w:rsidR="00C42CF0" w:rsidRPr="0010646C" w:rsidRDefault="00814EC6" w:rsidP="0010646C">
            <w:r>
              <w:t xml:space="preserve">1.6 </w:t>
            </w:r>
            <w:r w:rsidR="0069176D">
              <w:t>Monitor water level and top up to replace any leakages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0BF63C79" w:rsidR="0010646C" w:rsidRPr="0010646C" w:rsidRDefault="00683FC5" w:rsidP="0010646C">
            <w:r>
              <w:t xml:space="preserve">2. </w:t>
            </w:r>
            <w:r w:rsidR="0069176D">
              <w:t>Drain and clean</w:t>
            </w:r>
            <w:r w:rsidR="0010646C" w:rsidRPr="0010646C">
              <w:t xml:space="preserve"> </w:t>
            </w:r>
            <w:r w:rsidR="0069176D">
              <w:t>barrel</w:t>
            </w:r>
          </w:p>
        </w:tc>
        <w:tc>
          <w:tcPr>
            <w:tcW w:w="3604" w:type="pct"/>
            <w:shd w:val="clear" w:color="auto" w:fill="auto"/>
          </w:tcPr>
          <w:p w14:paraId="5734039B" w14:textId="77777777" w:rsidR="0010646C" w:rsidRDefault="00683FC5" w:rsidP="0069176D">
            <w:r>
              <w:t xml:space="preserve">2.1 </w:t>
            </w:r>
            <w:r w:rsidR="0069176D">
              <w:t>Once barrel stops leaking, remove bung and drain</w:t>
            </w:r>
          </w:p>
          <w:p w14:paraId="11318DFF" w14:textId="242E9E4E" w:rsidR="0069176D" w:rsidRDefault="00814EC6" w:rsidP="0069176D">
            <w:r>
              <w:t xml:space="preserve">2.2 </w:t>
            </w:r>
            <w:r w:rsidR="0069176D">
              <w:t>Refill barrel with hot water until half full and swirl water to clean</w:t>
            </w:r>
          </w:p>
          <w:p w14:paraId="7772042B" w14:textId="334BF8E5" w:rsidR="0069176D" w:rsidRPr="0010646C" w:rsidRDefault="00814EC6" w:rsidP="0069176D">
            <w:r>
              <w:t xml:space="preserve">2.3 </w:t>
            </w:r>
            <w:r w:rsidR="0069176D">
              <w:t>Repeat process until water drains clear</w:t>
            </w:r>
          </w:p>
        </w:tc>
      </w:tr>
      <w:tr w:rsidR="0069176D" w:rsidRPr="00963A46" w14:paraId="7FF6FE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CB6748" w14:textId="4832DE89" w:rsidR="0069176D" w:rsidRDefault="0069176D" w:rsidP="0010646C">
            <w:r>
              <w:t>3. Fill barrel</w:t>
            </w:r>
          </w:p>
        </w:tc>
        <w:tc>
          <w:tcPr>
            <w:tcW w:w="3604" w:type="pct"/>
            <w:shd w:val="clear" w:color="auto" w:fill="auto"/>
          </w:tcPr>
          <w:p w14:paraId="1DA2FB53" w14:textId="3DBADE39" w:rsidR="0069176D" w:rsidRDefault="00814EC6" w:rsidP="0069176D">
            <w:r>
              <w:t xml:space="preserve">3.1 </w:t>
            </w:r>
            <w:r w:rsidR="00F9021E">
              <w:t>Pump spirit into barrel</w:t>
            </w:r>
          </w:p>
          <w:p w14:paraId="365A9E78" w14:textId="28FDFDAF" w:rsidR="0069176D" w:rsidRDefault="00814EC6" w:rsidP="0069176D">
            <w:r>
              <w:t xml:space="preserve">3.2 </w:t>
            </w:r>
            <w:r w:rsidR="0099759A">
              <w:t>Replace bug and seal</w:t>
            </w:r>
          </w:p>
          <w:p w14:paraId="343AE3F1" w14:textId="10EC19F8" w:rsidR="0099759A" w:rsidRDefault="00814EC6" w:rsidP="0069176D">
            <w:r>
              <w:t xml:space="preserve">3.3 </w:t>
            </w:r>
            <w:r w:rsidR="0099759A">
              <w:t>Move barrel to storage area, using lifting equipment</w:t>
            </w:r>
          </w:p>
          <w:p w14:paraId="0845FC91" w14:textId="776FC465" w:rsidR="0099759A" w:rsidRDefault="00814EC6" w:rsidP="0069176D">
            <w:r>
              <w:t xml:space="preserve">3.4 </w:t>
            </w:r>
            <w:r w:rsidR="0099759A">
              <w:t>Complete records of barrel content and storage conditions, as required by organisational procedures and regulations</w:t>
            </w:r>
          </w:p>
        </w:tc>
      </w:tr>
      <w:tr w:rsidR="0099759A" w:rsidRPr="00963A46" w14:paraId="059FA9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121FF6" w14:textId="61D8CC7D" w:rsidR="0099759A" w:rsidRDefault="0099759A" w:rsidP="0010646C">
            <w:r>
              <w:t>4. Store barrel</w:t>
            </w:r>
          </w:p>
        </w:tc>
        <w:tc>
          <w:tcPr>
            <w:tcW w:w="3604" w:type="pct"/>
            <w:shd w:val="clear" w:color="auto" w:fill="auto"/>
          </w:tcPr>
          <w:p w14:paraId="57BABA83" w14:textId="3F0808D0" w:rsidR="0099759A" w:rsidRDefault="00814EC6" w:rsidP="0069176D">
            <w:r>
              <w:t xml:space="preserve">4.1 </w:t>
            </w:r>
            <w:r w:rsidR="0099759A">
              <w:t>Monitor storage conditions</w:t>
            </w:r>
          </w:p>
          <w:p w14:paraId="6B5CBF84" w14:textId="2DE74E77" w:rsidR="0099759A" w:rsidRDefault="00814EC6" w:rsidP="0069176D">
            <w:r>
              <w:t xml:space="preserve">4.2 </w:t>
            </w:r>
            <w:r w:rsidR="0099759A">
              <w:t>Turn barrels in line with specifications</w:t>
            </w:r>
          </w:p>
          <w:p w14:paraId="30B391AF" w14:textId="0164B116" w:rsidR="0099759A" w:rsidRDefault="00814EC6" w:rsidP="0069176D">
            <w:r>
              <w:t xml:space="preserve">4.3 </w:t>
            </w:r>
            <w:r w:rsidR="0099759A">
              <w:t>Monitor barrels for any leakages</w:t>
            </w:r>
          </w:p>
          <w:p w14:paraId="3FCBCA02" w14:textId="5A4CAE0E" w:rsidR="0099759A" w:rsidRDefault="00814EC6" w:rsidP="0069176D">
            <w:r>
              <w:t xml:space="preserve">4.4 </w:t>
            </w:r>
            <w:r w:rsidR="0099759A">
              <w:t>Repair and leakages by tightening hoops or moistening staves</w:t>
            </w:r>
          </w:p>
          <w:p w14:paraId="3460EE38" w14:textId="5A9CBA13" w:rsidR="0099759A" w:rsidRDefault="00814EC6" w:rsidP="0069176D">
            <w:r>
              <w:t xml:space="preserve">4.5 </w:t>
            </w:r>
            <w:r w:rsidR="0099759A">
              <w:t>Complete barrels records, as required by organisational procedures and regulations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27068E1D" w14:textId="55905EE9" w:rsidR="00642C71" w:rsidRPr="0096012A" w:rsidRDefault="00E34BCB" w:rsidP="00F9021E">
            <w:pPr>
              <w:pStyle w:val="SIBulletList1"/>
            </w:pPr>
            <w:r>
              <w:t>Accurately r</w:t>
            </w:r>
            <w:r w:rsidR="0096012A" w:rsidRPr="0096012A">
              <w:t xml:space="preserve">ead and interpret </w:t>
            </w:r>
            <w:r w:rsidR="00F9021E">
              <w:t>readings from thermometer and hygrometer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7E8A2117" w:rsidR="0096012A" w:rsidRPr="0096012A" w:rsidDel="009E5B82" w:rsidRDefault="00F9021E" w:rsidP="0096012A">
            <w:pPr>
              <w:pStyle w:val="SIBulletList1"/>
            </w:pPr>
            <w:r>
              <w:t>Problem solve issues as they arise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641C2508" w:rsidR="0010646C" w:rsidRPr="0010646C" w:rsidRDefault="0010646C" w:rsidP="0010646C">
            <w:pPr>
              <w:pStyle w:val="SIText"/>
            </w:pPr>
            <w:r w:rsidRPr="0010646C">
              <w:t>FBPTEC</w:t>
            </w:r>
            <w:r w:rsidR="00F9021E">
              <w:t>3</w:t>
            </w:r>
            <w:r w:rsidRPr="0010646C">
              <w:t>XX</w:t>
            </w:r>
            <w:r w:rsidR="00814EC6">
              <w:t>8</w:t>
            </w:r>
            <w:r w:rsidRPr="0010646C">
              <w:t xml:space="preserve"> </w:t>
            </w:r>
            <w:r w:rsidR="00F9021E" w:rsidRPr="00F9021E">
              <w:t>Prepare, fill and store barrels for aging spirits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02E8A961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10646C" w:rsidRPr="0010646C">
              <w:t>FBPTEC</w:t>
            </w:r>
            <w:r w:rsidR="00F9021E">
              <w:t>3</w:t>
            </w:r>
            <w:r w:rsidR="0010646C" w:rsidRPr="0010646C">
              <w:t>XX</w:t>
            </w:r>
            <w:r w:rsidR="00814EC6">
              <w:t>8</w:t>
            </w:r>
            <w:r w:rsidR="0010646C" w:rsidRPr="0010646C">
              <w:t xml:space="preserve"> </w:t>
            </w:r>
            <w:r w:rsidR="00F9021E" w:rsidRPr="00F9021E">
              <w:t>Prepare, fill and store barrels for aging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391E1C8F" w:rsidR="00556C4C" w:rsidRDefault="00BD16FC" w:rsidP="001C3CB0">
            <w:r w:rsidRPr="00BD16FC">
              <w:t>There must be evidence that the individual has</w:t>
            </w:r>
            <w:r w:rsidR="00F9021E">
              <w:t xml:space="preserve"> appropriately</w:t>
            </w:r>
            <w:r w:rsidRPr="00BD16FC">
              <w:t xml:space="preserve"> </w:t>
            </w:r>
            <w:r w:rsidR="00F9021E">
              <w:t>prepared, filled and stored at least two barrels with spirit for aging.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DD3E32" w14:textId="36D8CCDF" w:rsidR="0010646C" w:rsidRDefault="00433F89" w:rsidP="0010646C">
            <w:pPr>
              <w:pStyle w:val="SIBulletList1"/>
            </w:pPr>
            <w:r>
              <w:t>types of barrels required for designated spirit</w:t>
            </w:r>
          </w:p>
          <w:p w14:paraId="363868CB" w14:textId="47982352" w:rsidR="00433F89" w:rsidRDefault="00433F89" w:rsidP="0010646C">
            <w:pPr>
              <w:pStyle w:val="SIBulletList1"/>
            </w:pPr>
            <w:r>
              <w:t>types of wood used for barrels, including oak, and its characteristics</w:t>
            </w:r>
          </w:p>
          <w:p w14:paraId="328FD9F4" w14:textId="57C40D55" w:rsidR="00433F89" w:rsidRDefault="00433F89" w:rsidP="0010646C">
            <w:pPr>
              <w:pStyle w:val="SIBulletList1"/>
            </w:pPr>
            <w:r>
              <w:t xml:space="preserve">parts of barrel, including staves, </w:t>
            </w:r>
            <w:r w:rsidR="0069176D">
              <w:t xml:space="preserve">hoop, </w:t>
            </w:r>
            <w:r>
              <w:t>bung, spigot</w:t>
            </w:r>
          </w:p>
          <w:p w14:paraId="30A5FDCB" w14:textId="049F2C0A" w:rsidR="00433F89" w:rsidRDefault="00433F89" w:rsidP="0010646C">
            <w:pPr>
              <w:pStyle w:val="SIBulletList1"/>
            </w:pPr>
            <w:r>
              <w:t>pre-uses of barrels and their qualities</w:t>
            </w:r>
          </w:p>
          <w:p w14:paraId="69692597" w14:textId="4E40EF5D" w:rsidR="00433F89" w:rsidRDefault="00433F89" w:rsidP="0010646C">
            <w:pPr>
              <w:pStyle w:val="SIBulletList1"/>
            </w:pPr>
            <w:r>
              <w:t>the effect that temperature and humidity can have of the health of a barrel</w:t>
            </w:r>
          </w:p>
          <w:p w14:paraId="2C2B8F70" w14:textId="4FFE4910" w:rsidR="00433F89" w:rsidRDefault="00433F89" w:rsidP="0010646C">
            <w:pPr>
              <w:pStyle w:val="SIBulletList1"/>
            </w:pPr>
            <w:r>
              <w:t>ideal conditions for barrel storage</w:t>
            </w:r>
          </w:p>
          <w:p w14:paraId="6945CA45" w14:textId="12399F12" w:rsidR="00433F89" w:rsidRPr="0010646C" w:rsidRDefault="00433F89" w:rsidP="0010646C">
            <w:pPr>
              <w:pStyle w:val="SIBulletList1"/>
            </w:pPr>
            <w:r>
              <w:t>the expanding and contracting nature of barrels</w:t>
            </w:r>
          </w:p>
          <w:p w14:paraId="3E27ADBF" w14:textId="0173C53E" w:rsidR="00433F89" w:rsidRDefault="00F9021E" w:rsidP="0010646C">
            <w:pPr>
              <w:pStyle w:val="SIBulletList1"/>
            </w:pPr>
            <w:r>
              <w:t>instruments used to monitor storage of barrels, including thermometer and hygrometer</w:t>
            </w:r>
          </w:p>
          <w:p w14:paraId="14909338" w14:textId="14451750" w:rsidR="00F9021E" w:rsidRDefault="00F9021E" w:rsidP="0010646C">
            <w:pPr>
              <w:pStyle w:val="SIBulletList1"/>
            </w:pPr>
            <w:r>
              <w:t>problems created by dry conditions or too much sunlight</w:t>
            </w:r>
          </w:p>
          <w:p w14:paraId="004CA6C9" w14:textId="54EBF3C8" w:rsidR="001C3CB0" w:rsidRPr="001C3CB0" w:rsidRDefault="001C3CB0" w:rsidP="001C3CB0">
            <w:pPr>
              <w:pStyle w:val="SIBulletList1"/>
            </w:pPr>
            <w:r>
              <w:t xml:space="preserve">procedures and equipment used for transfer operations, including </w:t>
            </w:r>
            <w:r w:rsidRPr="001C3CB0">
              <w:t>pumps</w:t>
            </w:r>
            <w:r>
              <w:t xml:space="preserve">, </w:t>
            </w:r>
            <w:r w:rsidR="00EE59C3">
              <w:t xml:space="preserve">membranes, </w:t>
            </w:r>
            <w:r>
              <w:t>hoses</w:t>
            </w:r>
            <w:r w:rsidR="00EE59C3">
              <w:t>,</w:t>
            </w:r>
            <w:r>
              <w:t xml:space="preserve"> valves</w:t>
            </w:r>
          </w:p>
          <w:p w14:paraId="6F41F922" w14:textId="1A03D7B1" w:rsid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77777777" w:rsidR="00A5345D" w:rsidRPr="00A5345D" w:rsidRDefault="00A5345D" w:rsidP="00A5345D">
            <w:pPr>
              <w:pStyle w:val="SIBulletList1"/>
            </w:pPr>
            <w:r w:rsidRPr="00A5345D">
              <w:t>hazards and controls, including manual handling and working with ethanol</w:t>
            </w:r>
          </w:p>
          <w:p w14:paraId="37568B27" w14:textId="533A69E6" w:rsidR="0038009E" w:rsidRPr="0038009E" w:rsidRDefault="0038009E" w:rsidP="0038009E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>
              <w:t>the production of alcohol</w:t>
            </w:r>
            <w:r w:rsidRPr="0038009E">
              <w:t>, Australian Taxation Office (ATO) in relation to excise tax</w:t>
            </w:r>
          </w:p>
          <w:p w14:paraId="4E797198" w14:textId="42687F3C" w:rsidR="00F1480E" w:rsidRPr="000754EC" w:rsidRDefault="00A756A0" w:rsidP="001D7CFD">
            <w:pPr>
              <w:pStyle w:val="SIBulletList1"/>
            </w:pPr>
            <w:r w:rsidRPr="00A756A0">
              <w:t>recording requirements for traceability of product and Australian Taxation Office (ATO)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16DA257F" w:rsidR="003C1363" w:rsidRDefault="00F9021E" w:rsidP="00BD16FC">
            <w:pPr>
              <w:pStyle w:val="SIBulletList2"/>
            </w:pPr>
            <w:r>
              <w:t>barrels</w:t>
            </w:r>
          </w:p>
          <w:p w14:paraId="49DD3D65" w14:textId="40238F39" w:rsidR="00F9021E" w:rsidRDefault="00F9021E" w:rsidP="00BD16FC">
            <w:pPr>
              <w:pStyle w:val="SIBulletList2"/>
            </w:pPr>
            <w:r>
              <w:t>spirit for aging</w:t>
            </w:r>
          </w:p>
          <w:p w14:paraId="2F3A6196" w14:textId="3D95CAD4" w:rsidR="00F9021E" w:rsidRDefault="00F9021E" w:rsidP="00BD16FC">
            <w:pPr>
              <w:pStyle w:val="SIBulletList2"/>
            </w:pPr>
            <w:r>
              <w:t>pump</w:t>
            </w:r>
          </w:p>
          <w:p w14:paraId="3692E92E" w14:textId="5DE3DB08" w:rsidR="00F9021E" w:rsidRDefault="00F9021E" w:rsidP="00BD16FC">
            <w:pPr>
              <w:pStyle w:val="SIBulletList2"/>
            </w:pPr>
            <w:r>
              <w:t>lifting equipment</w:t>
            </w:r>
          </w:p>
          <w:p w14:paraId="3211C9FE" w14:textId="2B42E3A2" w:rsidR="00EE59C3" w:rsidRDefault="00F9021E" w:rsidP="00BD16FC">
            <w:pPr>
              <w:pStyle w:val="SIBulletList2"/>
            </w:pPr>
            <w:r>
              <w:t>humidity and temperature gauges.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06103" w14:textId="77777777" w:rsidR="001B79FE" w:rsidRDefault="001B79FE" w:rsidP="00BF3F0A">
      <w:r>
        <w:separator/>
      </w:r>
    </w:p>
    <w:p w14:paraId="30C69D1D" w14:textId="77777777" w:rsidR="001B79FE" w:rsidRDefault="001B79FE"/>
  </w:endnote>
  <w:endnote w:type="continuationSeparator" w:id="0">
    <w:p w14:paraId="0A8772C1" w14:textId="77777777" w:rsidR="001B79FE" w:rsidRDefault="001B79FE" w:rsidP="00BF3F0A">
      <w:r>
        <w:continuationSeparator/>
      </w:r>
    </w:p>
    <w:p w14:paraId="094A1129" w14:textId="77777777" w:rsidR="001B79FE" w:rsidRDefault="001B79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2F90E" w14:textId="77777777" w:rsidR="0000005F" w:rsidRDefault="000000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2C0EB8E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757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64D20" w14:textId="77777777" w:rsidR="0000005F" w:rsidRDefault="000000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B1EE8" w14:textId="77777777" w:rsidR="001B79FE" w:rsidRDefault="001B79FE" w:rsidP="00BF3F0A">
      <w:r>
        <w:separator/>
      </w:r>
    </w:p>
    <w:p w14:paraId="6FDD8312" w14:textId="77777777" w:rsidR="001B79FE" w:rsidRDefault="001B79FE"/>
  </w:footnote>
  <w:footnote w:type="continuationSeparator" w:id="0">
    <w:p w14:paraId="5B9361BE" w14:textId="77777777" w:rsidR="001B79FE" w:rsidRDefault="001B79FE" w:rsidP="00BF3F0A">
      <w:r>
        <w:continuationSeparator/>
      </w:r>
    </w:p>
    <w:p w14:paraId="4019A55E" w14:textId="77777777" w:rsidR="001B79FE" w:rsidRDefault="001B79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5228B" w14:textId="77777777" w:rsidR="0000005F" w:rsidRDefault="000000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4C1AED7A" w:rsidR="009C2650" w:rsidRPr="000754EC" w:rsidRDefault="0000005F" w:rsidP="00146EEC">
    <w:pPr>
      <w:pStyle w:val="SIText"/>
    </w:pPr>
    <w:sdt>
      <w:sdtPr>
        <w:id w:val="-2144792861"/>
        <w:docPartObj>
          <w:docPartGallery w:val="Watermarks"/>
          <w:docPartUnique/>
        </w:docPartObj>
      </w:sdtPr>
      <w:sdtContent>
        <w:r w:rsidRPr="0000005F">
          <w:pict w14:anchorId="6B99B0D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3B61B4">
      <w:t>3</w:t>
    </w:r>
    <w:r w:rsidR="0010646C">
      <w:t>XX</w:t>
    </w:r>
    <w:r w:rsidR="00814EC6">
      <w:t>8</w:t>
    </w:r>
    <w:r w:rsidR="00B9606C" w:rsidRPr="00BD16FC">
      <w:t xml:space="preserve"> </w:t>
    </w:r>
    <w:r w:rsidR="00F9021E" w:rsidRPr="00F9021E">
      <w:t>Prepare, fill and store barrels for aging spirits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BE6FE" w14:textId="77777777" w:rsidR="0000005F" w:rsidRDefault="000000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005F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F81"/>
    <w:rsid w:val="000D61B2"/>
    <w:rsid w:val="000D6502"/>
    <w:rsid w:val="000E25E6"/>
    <w:rsid w:val="000E2C86"/>
    <w:rsid w:val="000F29F2"/>
    <w:rsid w:val="00101659"/>
    <w:rsid w:val="0010646C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9FE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61188"/>
    <w:rsid w:val="00366805"/>
    <w:rsid w:val="00366D9A"/>
    <w:rsid w:val="0037067D"/>
    <w:rsid w:val="0038009E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B61B4"/>
    <w:rsid w:val="003C1363"/>
    <w:rsid w:val="003C13AE"/>
    <w:rsid w:val="003D2E73"/>
    <w:rsid w:val="003E72B6"/>
    <w:rsid w:val="003E7BBE"/>
    <w:rsid w:val="004127E3"/>
    <w:rsid w:val="0043212E"/>
    <w:rsid w:val="00433F89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85EFB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949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C71"/>
    <w:rsid w:val="00643D1B"/>
    <w:rsid w:val="006452B8"/>
    <w:rsid w:val="00652E62"/>
    <w:rsid w:val="006737DB"/>
    <w:rsid w:val="00683FC5"/>
    <w:rsid w:val="00686A49"/>
    <w:rsid w:val="00687B62"/>
    <w:rsid w:val="00690C44"/>
    <w:rsid w:val="0069176D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4EC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70747"/>
    <w:rsid w:val="00990C91"/>
    <w:rsid w:val="0099759A"/>
    <w:rsid w:val="009A5900"/>
    <w:rsid w:val="009A6E6C"/>
    <w:rsid w:val="009A6F3F"/>
    <w:rsid w:val="009B331A"/>
    <w:rsid w:val="009B66F4"/>
    <w:rsid w:val="009C2650"/>
    <w:rsid w:val="009D15E2"/>
    <w:rsid w:val="009D15FE"/>
    <w:rsid w:val="009D1BDD"/>
    <w:rsid w:val="009D5D2C"/>
    <w:rsid w:val="009F0DCC"/>
    <w:rsid w:val="009F11CA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56A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C67"/>
    <w:rsid w:val="00B3508F"/>
    <w:rsid w:val="00B443EE"/>
    <w:rsid w:val="00B54198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42CF0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0E6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7ECD"/>
    <w:rsid w:val="00E238E6"/>
    <w:rsid w:val="00E34BCB"/>
    <w:rsid w:val="00E35064"/>
    <w:rsid w:val="00E3681D"/>
    <w:rsid w:val="00E40225"/>
    <w:rsid w:val="00E415A1"/>
    <w:rsid w:val="00E44930"/>
    <w:rsid w:val="00E501F0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9021E"/>
    <w:rsid w:val="00FB232E"/>
    <w:rsid w:val="00FB722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247E2-A4B8-4507-8D4F-89D066ACE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64F25-8DB7-45B3-912B-92463525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8</cp:revision>
  <cp:lastPrinted>2016-05-27T05:21:00Z</cp:lastPrinted>
  <dcterms:created xsi:type="dcterms:W3CDTF">2019-01-10T04:56:00Z</dcterms:created>
  <dcterms:modified xsi:type="dcterms:W3CDTF">2019-01-24T23:59:00Z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