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2CB45769" w:rsidR="00F1480E" w:rsidRPr="000754EC" w:rsidRDefault="0035000E" w:rsidP="00B121AA">
            <w:r w:rsidRPr="0035000E">
              <w:t xml:space="preserve">This version released with FBP Food, Beverage and Pharmaceutical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0AB367E9" w:rsidR="00F1480E" w:rsidRPr="000754EC" w:rsidRDefault="00B9606C" w:rsidP="000754EC">
            <w:pPr>
              <w:pStyle w:val="SIUNITCODE"/>
            </w:pPr>
            <w:r w:rsidRPr="005C1952">
              <w:t>FBPBPG</w:t>
            </w:r>
            <w:r>
              <w:t>4XX</w:t>
            </w:r>
            <w:r w:rsidR="00D848F5">
              <w:t>1</w:t>
            </w:r>
          </w:p>
        </w:tc>
        <w:tc>
          <w:tcPr>
            <w:tcW w:w="3604" w:type="pct"/>
            <w:shd w:val="clear" w:color="auto" w:fill="auto"/>
          </w:tcPr>
          <w:p w14:paraId="11E37076" w14:textId="3AD2D444" w:rsidR="00F1480E" w:rsidRPr="000754EC" w:rsidRDefault="00B9606C" w:rsidP="000754EC">
            <w:pPr>
              <w:pStyle w:val="SIUnittitle"/>
            </w:pPr>
            <w:r>
              <w:t>Manage</w:t>
            </w:r>
            <w:r w:rsidRPr="00BD16FC">
              <w:t xml:space="preserve"> </w:t>
            </w:r>
            <w:r w:rsidR="00BD16FC" w:rsidRPr="00BD16FC">
              <w:t>bottling and packaging processes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14E6BF" w14:textId="6D3F8FD0" w:rsidR="00BD16FC" w:rsidRPr="005C1952" w:rsidRDefault="00BD16FC" w:rsidP="005C1952">
            <w:pPr>
              <w:pStyle w:val="SIText"/>
            </w:pPr>
            <w:r w:rsidRPr="005C1952">
              <w:t xml:space="preserve">This unit of competency describes the skills and knowledge required to </w:t>
            </w:r>
            <w:r w:rsidR="00B9606C">
              <w:t xml:space="preserve">oversee the </w:t>
            </w:r>
            <w:r w:rsidRPr="005C1952">
              <w:t>set up</w:t>
            </w:r>
            <w:r w:rsidR="00B9606C">
              <w:t xml:space="preserve"> and </w:t>
            </w:r>
            <w:r w:rsidR="00B9606C" w:rsidRPr="005C1952">
              <w:t>operat</w:t>
            </w:r>
            <w:r w:rsidR="00B9606C">
              <w:t>ion</w:t>
            </w:r>
            <w:r w:rsidR="00B9606C" w:rsidRPr="005C1952">
              <w:t xml:space="preserve"> </w:t>
            </w:r>
            <w:r w:rsidR="00B9606C">
              <w:t>of a</w:t>
            </w:r>
            <w:r w:rsidRPr="005C1952">
              <w:t xml:space="preserve"> bottling and packaging </w:t>
            </w:r>
            <w:r w:rsidR="00B9606C">
              <w:t>process.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168D07F8" w14:textId="1B601E32" w:rsidR="00B9606C" w:rsidRPr="00B9606C" w:rsidRDefault="00B9606C" w:rsidP="00B9606C">
            <w:pPr>
              <w:pStyle w:val="SIText"/>
            </w:pPr>
            <w:r w:rsidRPr="006F0130">
              <w:t xml:space="preserve">This unit applies to </w:t>
            </w:r>
            <w:r w:rsidRPr="00B9606C">
              <w:t xml:space="preserve">those workers who have responsibility for overseeing the </w:t>
            </w:r>
            <w:r>
              <w:t xml:space="preserve">bottling and packaging of </w:t>
            </w:r>
            <w:r w:rsidRPr="00B9606C">
              <w:t>production of beverages and the quality assurance requirements associated with those products.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752DBD45" w:rsidR="00F1480E" w:rsidRPr="005C1952" w:rsidRDefault="00BD16FC" w:rsidP="005C1952">
            <w:pPr>
              <w:pStyle w:val="SIText"/>
            </w:pPr>
            <w:r w:rsidRPr="005C1952">
              <w:t>No occupational licensing, legislative or certification requirements are known to apply to this unit at the time of publication.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2BCDAD2B" w:rsidR="00BD16FC" w:rsidRPr="00BD16FC" w:rsidRDefault="00BD16FC" w:rsidP="00BD16FC">
            <w:pPr>
              <w:pStyle w:val="SIText"/>
            </w:pPr>
            <w:r w:rsidRPr="00BD16FC">
              <w:t>Bottling and Packaging (BP</w:t>
            </w:r>
            <w:r w:rsidR="008F2968">
              <w:t>G</w:t>
            </w:r>
            <w:r w:rsidRPr="00BD16FC">
              <w:t>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9606C" w:rsidRPr="00963A46" w14:paraId="761AF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503E95" w14:textId="6FCDA12B" w:rsidR="00B9606C" w:rsidRPr="00BD16FC" w:rsidRDefault="00B9606C" w:rsidP="00BD16FC">
            <w:r>
              <w:t>1. Prepare for bottling and packaging</w:t>
            </w:r>
          </w:p>
        </w:tc>
        <w:tc>
          <w:tcPr>
            <w:tcW w:w="3604" w:type="pct"/>
            <w:shd w:val="clear" w:color="auto" w:fill="auto"/>
          </w:tcPr>
          <w:p w14:paraId="7365ED16" w14:textId="3A7D006B" w:rsidR="00B9606C" w:rsidRDefault="00B9606C" w:rsidP="00BD16FC">
            <w:r>
              <w:t xml:space="preserve">1.1 Confirm bottling and packaging </w:t>
            </w:r>
            <w:r w:rsidR="00AA293C">
              <w:t xml:space="preserve">specifications </w:t>
            </w:r>
            <w:bookmarkStart w:id="0" w:name="_GoBack"/>
            <w:bookmarkEnd w:id="0"/>
            <w:r>
              <w:t>for product</w:t>
            </w:r>
          </w:p>
          <w:p w14:paraId="72277CE4" w14:textId="42B39054" w:rsidR="00B9606C" w:rsidRDefault="00B9606C" w:rsidP="00BD16FC">
            <w:r>
              <w:t>1.2 Confirm labelling requirements for product</w:t>
            </w:r>
          </w:p>
          <w:p w14:paraId="46082C46" w14:textId="77777777" w:rsidR="00B9606C" w:rsidRPr="00B9606C" w:rsidRDefault="00B9606C" w:rsidP="00B9606C">
            <w:r w:rsidRPr="00BD16FC">
              <w:t>1.3 Ensure that product and materials are available to meet production requirements</w:t>
            </w:r>
          </w:p>
          <w:p w14:paraId="2F9B0E4D" w14:textId="44E35E61" w:rsidR="00B9606C" w:rsidRPr="00B9606C" w:rsidRDefault="00B9606C" w:rsidP="00B9606C">
            <w:r w:rsidRPr="00BD16FC">
              <w:t>1.</w:t>
            </w:r>
            <w:r w:rsidR="006D111D">
              <w:t>4</w:t>
            </w:r>
            <w:r w:rsidRPr="00BD16FC">
              <w:t xml:space="preserve"> Ensure that services </w:t>
            </w:r>
            <w:r w:rsidR="00AA293C">
              <w:t xml:space="preserve">and staff </w:t>
            </w:r>
            <w:r w:rsidRPr="00BD16FC">
              <w:t>are available and ready for operation</w:t>
            </w:r>
          </w:p>
          <w:p w14:paraId="337DA475" w14:textId="1C946FE9" w:rsidR="00B9606C" w:rsidRPr="00BD16FC" w:rsidRDefault="00B9606C" w:rsidP="006D111D">
            <w:r w:rsidRPr="00BD16FC">
              <w:t>1.</w:t>
            </w:r>
            <w:r w:rsidR="006D111D">
              <w:t>5</w:t>
            </w:r>
            <w:r w:rsidRPr="00BD16FC">
              <w:t xml:space="preserve"> </w:t>
            </w:r>
            <w:r w:rsidR="00455166">
              <w:t xml:space="preserve">Ensure </w:t>
            </w:r>
            <w:r w:rsidRPr="00BD16FC">
              <w:t xml:space="preserve">equipment </w:t>
            </w:r>
            <w:r w:rsidR="00455166">
              <w:t xml:space="preserve">is prepared and </w:t>
            </w:r>
            <w:r w:rsidRPr="00BD16FC">
              <w:t>check</w:t>
            </w:r>
            <w:r w:rsidR="00455166">
              <w:t>ed</w:t>
            </w:r>
            <w:r w:rsidRPr="00BD16FC">
              <w:t xml:space="preserve"> to </w:t>
            </w:r>
            <w:r w:rsidR="00AA293C">
              <w:t>meet bottling and packaging requirements</w:t>
            </w:r>
          </w:p>
        </w:tc>
      </w:tr>
      <w:tr w:rsidR="00BD16FC" w:rsidRPr="00963A46" w14:paraId="6C16D3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81C489" w14:textId="29273E43" w:rsidR="00BD16FC" w:rsidRPr="00BD16FC" w:rsidRDefault="00BD16FC" w:rsidP="00BD16FC">
            <w:r w:rsidRPr="00BD16FC">
              <w:t>2. O</w:t>
            </w:r>
            <w:r w:rsidR="00B9606C">
              <w:t>versee o</w:t>
            </w:r>
            <w:r w:rsidRPr="00BD16FC">
              <w:t>perat</w:t>
            </w:r>
            <w:r w:rsidR="00B9606C">
              <w:t>ion</w:t>
            </w:r>
            <w:r w:rsidRPr="00BD16FC">
              <w:t xml:space="preserve"> and monitor manual bottling and packaging processes</w:t>
            </w:r>
          </w:p>
        </w:tc>
        <w:tc>
          <w:tcPr>
            <w:tcW w:w="3604" w:type="pct"/>
            <w:shd w:val="clear" w:color="auto" w:fill="auto"/>
          </w:tcPr>
          <w:p w14:paraId="7A5DAEDB" w14:textId="60CAE57B" w:rsidR="00BD16FC" w:rsidRPr="00BD16FC" w:rsidRDefault="00BD16FC" w:rsidP="00BD16FC">
            <w:r w:rsidRPr="00BD16FC">
              <w:t xml:space="preserve">2.1 </w:t>
            </w:r>
            <w:r w:rsidR="003C1363">
              <w:t xml:space="preserve">Ensure </w:t>
            </w:r>
            <w:r w:rsidR="003C1363" w:rsidRPr="00BD16FC">
              <w:t xml:space="preserve">bottling and packaging </w:t>
            </w:r>
            <w:r w:rsidR="003C1363">
              <w:t>equipment is s</w:t>
            </w:r>
            <w:r w:rsidRPr="00BD16FC">
              <w:t>tart</w:t>
            </w:r>
            <w:r w:rsidR="003C1363">
              <w:t>ed</w:t>
            </w:r>
            <w:r w:rsidRPr="00BD16FC">
              <w:t xml:space="preserve"> up </w:t>
            </w:r>
            <w:r w:rsidR="003C1363">
              <w:t>safely</w:t>
            </w:r>
          </w:p>
          <w:p w14:paraId="770A07C2" w14:textId="77777777" w:rsidR="00BD16FC" w:rsidRPr="00BD16FC" w:rsidRDefault="00BD16FC" w:rsidP="00BD16FC">
            <w:r w:rsidRPr="00BD16FC">
              <w:t>2.2 Monitor control points to confirm performance is maintained within specification</w:t>
            </w:r>
          </w:p>
          <w:p w14:paraId="56D89596" w14:textId="77777777" w:rsidR="00BD16FC" w:rsidRPr="00BD16FC" w:rsidRDefault="00BD16FC" w:rsidP="00BD16FC">
            <w:r w:rsidRPr="00BD16FC">
              <w:t>2.3 Ensure that bottling and packaging output meets specification</w:t>
            </w:r>
          </w:p>
          <w:p w14:paraId="4DEF7BED" w14:textId="77777777" w:rsidR="00BD16FC" w:rsidRPr="00BD16FC" w:rsidRDefault="00BD16FC" w:rsidP="00BD16FC">
            <w:r w:rsidRPr="00BD16FC">
              <w:t>2.4 Monitor equipment to confirm operating condition</w:t>
            </w:r>
          </w:p>
          <w:p w14:paraId="7772042B" w14:textId="1E521FBF" w:rsidR="00BD16FC" w:rsidRPr="00BD16FC" w:rsidRDefault="00BD16FC" w:rsidP="00BD16FC">
            <w:r w:rsidRPr="00BD16FC">
              <w:t>2.5 Identify</w:t>
            </w:r>
            <w:r w:rsidR="00B9606C">
              <w:t xml:space="preserve"> and </w:t>
            </w:r>
            <w:r w:rsidRPr="00BD16FC">
              <w:t xml:space="preserve">rectify out-of-specification product, process and equipment performance </w:t>
            </w:r>
          </w:p>
        </w:tc>
      </w:tr>
      <w:tr w:rsidR="00BD16FC" w:rsidRPr="00963A46" w14:paraId="496855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F802E" w14:textId="1E321D8C" w:rsidR="00BD16FC" w:rsidRPr="00BD16FC" w:rsidRDefault="00BD16FC" w:rsidP="00BD16FC">
            <w:r w:rsidRPr="00BD16FC">
              <w:t xml:space="preserve">3. </w:t>
            </w:r>
            <w:r w:rsidR="00B9606C">
              <w:t>Oversee s</w:t>
            </w:r>
            <w:r w:rsidRPr="00BD16FC">
              <w:t xml:space="preserve">hut down </w:t>
            </w:r>
            <w:r w:rsidR="00B9606C">
              <w:t>and housekeeping activities</w:t>
            </w:r>
          </w:p>
        </w:tc>
        <w:tc>
          <w:tcPr>
            <w:tcW w:w="3604" w:type="pct"/>
            <w:shd w:val="clear" w:color="auto" w:fill="auto"/>
          </w:tcPr>
          <w:p w14:paraId="2D753483" w14:textId="0F1C35AC" w:rsidR="00BD16FC" w:rsidRPr="00BD16FC" w:rsidRDefault="00BD16FC" w:rsidP="00BD16FC">
            <w:r w:rsidRPr="00BD16FC">
              <w:t xml:space="preserve">3.1 </w:t>
            </w:r>
            <w:r w:rsidR="00B9606C">
              <w:t xml:space="preserve">Ensure equipment is shut down </w:t>
            </w:r>
            <w:r w:rsidRPr="00BD16FC">
              <w:t>according to workplace procedures</w:t>
            </w:r>
          </w:p>
          <w:p w14:paraId="31C6A20B" w14:textId="672D0CA0" w:rsidR="00B9606C" w:rsidRDefault="00B9606C" w:rsidP="00B9606C">
            <w:r>
              <w:t>3</w:t>
            </w:r>
            <w:r w:rsidRPr="005C1952">
              <w:t>.</w:t>
            </w:r>
            <w:r>
              <w:t>2</w:t>
            </w:r>
            <w:r w:rsidRPr="005C1952">
              <w:t xml:space="preserve"> </w:t>
            </w:r>
            <w:r w:rsidR="003C1363">
              <w:t>Ensure</w:t>
            </w:r>
            <w:r w:rsidRPr="005C1952">
              <w:t xml:space="preserve"> cleaning </w:t>
            </w:r>
            <w:r w:rsidRPr="00B9606C">
              <w:t>and maintenance procedures</w:t>
            </w:r>
            <w:r w:rsidR="003C1363">
              <w:t xml:space="preserve"> are carried out</w:t>
            </w:r>
          </w:p>
          <w:p w14:paraId="5A8CBC82" w14:textId="64D3A1D7" w:rsidR="00B9606C" w:rsidRDefault="00B9606C" w:rsidP="00B9606C">
            <w:r>
              <w:t xml:space="preserve">3.3 </w:t>
            </w:r>
            <w:r w:rsidR="003C1363">
              <w:t xml:space="preserve">Ensure </w:t>
            </w:r>
            <w:r>
              <w:t>bottling and packaging activity</w:t>
            </w:r>
            <w:r w:rsidR="003C1363">
              <w:t xml:space="preserve"> is recorded </w:t>
            </w:r>
            <w:r>
              <w:t>in line with organisational requirements</w:t>
            </w:r>
          </w:p>
          <w:p w14:paraId="046C4A3A" w14:textId="0F605C60" w:rsidR="00B9606C" w:rsidRPr="00BD16FC" w:rsidRDefault="00B9606C" w:rsidP="00B9606C">
            <w:r>
              <w:t>3.4 Order stock to replenish supplies</w:t>
            </w:r>
          </w:p>
        </w:tc>
      </w:tr>
    </w:tbl>
    <w:p w14:paraId="02F5AA1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C1952" w:rsidRPr="00336FCA" w:rsidDel="00423CB2" w14:paraId="5714F31D" w14:textId="77777777" w:rsidTr="00CB0BDF">
        <w:tc>
          <w:tcPr>
            <w:tcW w:w="1396" w:type="pct"/>
          </w:tcPr>
          <w:p w14:paraId="0E45BA51" w14:textId="77777777" w:rsidR="005C1952" w:rsidRPr="005C1952" w:rsidRDefault="005C1952" w:rsidP="005C1952">
            <w:pPr>
              <w:pStyle w:val="SIText"/>
            </w:pPr>
            <w:r w:rsidRPr="005C1952">
              <w:t>Navigate the world of work</w:t>
            </w:r>
          </w:p>
        </w:tc>
        <w:tc>
          <w:tcPr>
            <w:tcW w:w="3604" w:type="pct"/>
          </w:tcPr>
          <w:p w14:paraId="41AE4EE1" w14:textId="5E0CA4A6" w:rsidR="005C1952" w:rsidRPr="005C1952" w:rsidRDefault="00B9606C" w:rsidP="005C1952">
            <w:pPr>
              <w:pStyle w:val="SIBulletList1"/>
            </w:pPr>
            <w:r>
              <w:t>Instructs others and demonstrates work requirements where required</w:t>
            </w:r>
          </w:p>
        </w:tc>
      </w:tr>
      <w:tr w:rsidR="005C1952" w:rsidRPr="00336FCA" w:rsidDel="00423CB2" w14:paraId="2965A0B8" w14:textId="77777777" w:rsidTr="00CB0BDF">
        <w:tc>
          <w:tcPr>
            <w:tcW w:w="1396" w:type="pct"/>
          </w:tcPr>
          <w:p w14:paraId="59BF9685" w14:textId="77777777" w:rsidR="005C1952" w:rsidRPr="005C1952" w:rsidRDefault="005C1952" w:rsidP="005C1952">
            <w:pPr>
              <w:pStyle w:val="SIText"/>
            </w:pPr>
            <w:r w:rsidRPr="005C1952">
              <w:t>Get the work done</w:t>
            </w:r>
          </w:p>
        </w:tc>
        <w:tc>
          <w:tcPr>
            <w:tcW w:w="3604" w:type="pct"/>
          </w:tcPr>
          <w:p w14:paraId="25FE573E" w14:textId="2DD56955" w:rsidR="005C1952" w:rsidRPr="005C1952" w:rsidDel="009E5B82" w:rsidRDefault="005C1952" w:rsidP="005C1952">
            <w:pPr>
              <w:pStyle w:val="SIBulletList1"/>
            </w:pPr>
            <w:r w:rsidRPr="005C1952">
              <w:t xml:space="preserve">Responds to routine problems </w:t>
            </w:r>
            <w:r w:rsidR="00B9606C">
              <w:t>methodically</w:t>
            </w:r>
          </w:p>
        </w:tc>
      </w:tr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7C9801AF" w14:textId="24B85A52" w:rsidR="00BD16FC" w:rsidRPr="00BD16FC" w:rsidRDefault="00D848F5" w:rsidP="00BD16FC">
            <w:pPr>
              <w:pStyle w:val="SIText"/>
            </w:pPr>
            <w:r w:rsidRPr="00D848F5">
              <w:lastRenderedPageBreak/>
              <w:t>FBPBPG4XX1 Manage bottling and packaging processes</w:t>
            </w:r>
            <w:r w:rsidRPr="00D848F5" w:rsidDel="00B9606C">
              <w:t xml:space="preserve"> </w:t>
            </w:r>
          </w:p>
        </w:tc>
        <w:tc>
          <w:tcPr>
            <w:tcW w:w="1105" w:type="pct"/>
          </w:tcPr>
          <w:p w14:paraId="6E859713" w14:textId="755D8BB8" w:rsidR="00BD16FC" w:rsidRPr="00BD16FC" w:rsidRDefault="00BD16FC" w:rsidP="00BD16FC">
            <w:pPr>
              <w:pStyle w:val="SIText"/>
            </w:pP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3E7C2EC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9606C" w:rsidRPr="005C1952">
              <w:t>FBPBPG</w:t>
            </w:r>
            <w:r w:rsidR="00B9606C">
              <w:t>4XX</w:t>
            </w:r>
            <w:r w:rsidR="00D848F5">
              <w:t>1</w:t>
            </w:r>
            <w:r w:rsidR="00B9606C" w:rsidRPr="00BD16FC">
              <w:t xml:space="preserve"> </w:t>
            </w:r>
            <w:r w:rsidR="00B9606C">
              <w:t xml:space="preserve">Manage </w:t>
            </w:r>
            <w:r w:rsidR="00B9606C" w:rsidRPr="00B9606C">
              <w:t>bottling and packaging processes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8EB5FC6" w14:textId="57510189" w:rsidR="00B9606C" w:rsidRDefault="00BD16FC" w:rsidP="00BD16FC">
            <w:r w:rsidRPr="00BD16FC">
              <w:t xml:space="preserve">There must be evidence that the individual has </w:t>
            </w:r>
            <w:r w:rsidR="00B9606C">
              <w:t xml:space="preserve">managed bottling and packaging processes for two different products, including: </w:t>
            </w:r>
          </w:p>
          <w:p w14:paraId="38D75E95" w14:textId="3303CBC7" w:rsidR="00AA293C" w:rsidRDefault="00AA293C">
            <w:pPr>
              <w:pStyle w:val="SIBulletList1"/>
            </w:pPr>
            <w:r>
              <w:t xml:space="preserve">confirming services and staff are ready for operation </w:t>
            </w:r>
          </w:p>
          <w:p w14:paraId="3D7EF41F" w14:textId="4246FFFD" w:rsidR="008E5ACF" w:rsidRPr="008E5ACF" w:rsidRDefault="008E5ACF">
            <w:pPr>
              <w:pStyle w:val="SIBulletList1"/>
            </w:pPr>
            <w:r w:rsidRPr="008E5ACF">
              <w:t xml:space="preserve">confirming equipment is </w:t>
            </w:r>
            <w:r w:rsidR="00E63124">
              <w:t xml:space="preserve">made </w:t>
            </w:r>
            <w:r w:rsidRPr="008E5ACF">
              <w:t>ready for operation, including:</w:t>
            </w:r>
          </w:p>
          <w:p w14:paraId="0F02F2F4" w14:textId="77777777" w:rsidR="008E5ACF" w:rsidRPr="008E5ACF" w:rsidRDefault="008E5ACF" w:rsidP="0031352E">
            <w:pPr>
              <w:pStyle w:val="SIBulletList2"/>
            </w:pPr>
            <w:r w:rsidRPr="008E5ACF">
              <w:t>confirming hygiene and sanitation standards have been met</w:t>
            </w:r>
          </w:p>
          <w:p w14:paraId="7F2F21F9" w14:textId="77777777" w:rsidR="008E5ACF" w:rsidRPr="008E5ACF" w:rsidRDefault="008E5ACF" w:rsidP="0031352E">
            <w:pPr>
              <w:pStyle w:val="SIBulletList2"/>
            </w:pPr>
            <w:r w:rsidRPr="008E5ACF">
              <w:t>adjusting air pressure</w:t>
            </w:r>
          </w:p>
          <w:p w14:paraId="4E375B85" w14:textId="77777777" w:rsidR="008E5ACF" w:rsidRPr="008E5ACF" w:rsidRDefault="008E5ACF" w:rsidP="0031352E">
            <w:pPr>
              <w:pStyle w:val="SIBulletList2"/>
            </w:pPr>
            <w:r w:rsidRPr="008E5ACF">
              <w:t>checking conveyor speed</w:t>
            </w:r>
          </w:p>
          <w:p w14:paraId="3CBEE624" w14:textId="21381975" w:rsidR="008E5ACF" w:rsidRPr="008E5ACF" w:rsidRDefault="008E5ACF" w:rsidP="0031352E">
            <w:pPr>
              <w:pStyle w:val="SIBulletList2"/>
            </w:pPr>
            <w:r w:rsidRPr="008E5ACF">
              <w:t>adjusting height</w:t>
            </w:r>
            <w:r>
              <w:t>s</w:t>
            </w:r>
            <w:r w:rsidRPr="008E5ACF">
              <w:t xml:space="preserve"> and width</w:t>
            </w:r>
            <w:r>
              <w:t>s</w:t>
            </w:r>
            <w:r w:rsidRPr="008E5ACF">
              <w:t xml:space="preserve"> to accommodate specific product and material specifications</w:t>
            </w:r>
          </w:p>
          <w:p w14:paraId="028FD158" w14:textId="77777777" w:rsidR="008E5ACF" w:rsidRPr="008E5ACF" w:rsidRDefault="008E5ACF" w:rsidP="0031352E">
            <w:pPr>
              <w:pStyle w:val="SIBulletList2"/>
            </w:pPr>
            <w:r w:rsidRPr="008E5ACF">
              <w:t>completing a test run</w:t>
            </w:r>
          </w:p>
          <w:p w14:paraId="625EBD69" w14:textId="77777777" w:rsidR="008E5ACF" w:rsidRPr="008E5ACF" w:rsidRDefault="008E5ACF" w:rsidP="0031352E">
            <w:pPr>
              <w:pStyle w:val="SIBulletList2"/>
            </w:pPr>
            <w:r w:rsidRPr="008E5ACF">
              <w:t>confirming flow of line lube and water</w:t>
            </w:r>
          </w:p>
          <w:p w14:paraId="679557EF" w14:textId="00356A03" w:rsidR="008E5ACF" w:rsidRDefault="008E5ACF" w:rsidP="0031352E">
            <w:pPr>
              <w:pStyle w:val="SIBulletList2"/>
            </w:pPr>
            <w:r w:rsidRPr="008E5ACF">
              <w:t>realigning diverters and turners to ensure flow is as instructed</w:t>
            </w:r>
          </w:p>
          <w:p w14:paraId="1C3093AA" w14:textId="05AB9043" w:rsidR="008E5ACF" w:rsidRDefault="00056F9A" w:rsidP="0031352E">
            <w:pPr>
              <w:pStyle w:val="SIBulletList2"/>
            </w:pPr>
            <w:r>
              <w:t>confirming cartons, bottles and labels meet specifications</w:t>
            </w:r>
          </w:p>
          <w:p w14:paraId="4867E479" w14:textId="6A01B2D7" w:rsidR="008E5ACF" w:rsidRPr="008E5ACF" w:rsidRDefault="00E63124" w:rsidP="008E5ACF">
            <w:pPr>
              <w:pStyle w:val="SIBulletList1"/>
            </w:pPr>
            <w:r>
              <w:t xml:space="preserve">confirming equipment is </w:t>
            </w:r>
            <w:r w:rsidR="008E5ACF" w:rsidRPr="008E5ACF">
              <w:t>monitor</w:t>
            </w:r>
            <w:r>
              <w:t>ed</w:t>
            </w:r>
            <w:r w:rsidR="008E5ACF" w:rsidRPr="008E5ACF">
              <w:t xml:space="preserve"> and adjust</w:t>
            </w:r>
            <w:r>
              <w:t>ed</w:t>
            </w:r>
            <w:r w:rsidR="008E5ACF" w:rsidRPr="008E5ACF">
              <w:t xml:space="preserve"> to achieve required quality outcomes, ensuring:</w:t>
            </w:r>
          </w:p>
          <w:p w14:paraId="3E5CFF6D" w14:textId="77777777" w:rsidR="008E5ACF" w:rsidRPr="008E5ACF" w:rsidRDefault="008E5ACF" w:rsidP="0031352E">
            <w:pPr>
              <w:pStyle w:val="SIBulletList2"/>
            </w:pPr>
            <w:r w:rsidRPr="008E5ACF">
              <w:t>bottle cleanliness and draining effectiveness</w:t>
            </w:r>
          </w:p>
          <w:p w14:paraId="10BFDF07" w14:textId="77777777" w:rsidR="008E5ACF" w:rsidRPr="008E5ACF" w:rsidRDefault="008E5ACF" w:rsidP="0031352E">
            <w:pPr>
              <w:pStyle w:val="SIBulletList2"/>
            </w:pPr>
            <w:r w:rsidRPr="008E5ACF">
              <w:t>dryness of bottles</w:t>
            </w:r>
          </w:p>
          <w:p w14:paraId="2BDBCEA2" w14:textId="3A5DB2AB" w:rsidR="008E5ACF" w:rsidRPr="008E5ACF" w:rsidRDefault="008E5ACF" w:rsidP="0031352E">
            <w:pPr>
              <w:pStyle w:val="SIBulletList2"/>
            </w:pPr>
            <w:r w:rsidRPr="008E5ACF">
              <w:t xml:space="preserve">glue </w:t>
            </w:r>
            <w:r w:rsidR="003C1363">
              <w:t>supply</w:t>
            </w:r>
          </w:p>
          <w:p w14:paraId="2A92F472" w14:textId="77777777" w:rsidR="008E5ACF" w:rsidRPr="008E5ACF" w:rsidRDefault="008E5ACF" w:rsidP="0031352E">
            <w:pPr>
              <w:pStyle w:val="SIBulletList2"/>
            </w:pPr>
            <w:r w:rsidRPr="008E5ACF">
              <w:t>strength of carton seals</w:t>
            </w:r>
          </w:p>
          <w:p w14:paraId="62B879DA" w14:textId="77777777" w:rsidR="008E5ACF" w:rsidRPr="008E5ACF" w:rsidRDefault="008E5ACF" w:rsidP="0031352E">
            <w:pPr>
              <w:pStyle w:val="SIBulletList2"/>
            </w:pPr>
            <w:r w:rsidRPr="008E5ACF">
              <w:t>shrinkage or fit of capsules</w:t>
            </w:r>
          </w:p>
          <w:p w14:paraId="5A278220" w14:textId="77777777" w:rsidR="008E5ACF" w:rsidRPr="008E5ACF" w:rsidRDefault="008E5ACF" w:rsidP="0031352E">
            <w:pPr>
              <w:pStyle w:val="SIBulletList2"/>
            </w:pPr>
            <w:r w:rsidRPr="008E5ACF">
              <w:t>stacking and stacking patterns meet specifications</w:t>
            </w:r>
          </w:p>
          <w:p w14:paraId="38B7EEFA" w14:textId="77777777" w:rsidR="008E5ACF" w:rsidRPr="008E5ACF" w:rsidRDefault="008E5ACF" w:rsidP="0031352E">
            <w:pPr>
              <w:pStyle w:val="SIBulletList2"/>
            </w:pPr>
            <w:r w:rsidRPr="008E5ACF">
              <w:t>bottle counters are re-set at the start of each product</w:t>
            </w:r>
          </w:p>
          <w:p w14:paraId="55E67BAC" w14:textId="77777777" w:rsidR="008E5ACF" w:rsidRPr="008E5ACF" w:rsidRDefault="008E5ACF" w:rsidP="0031352E">
            <w:pPr>
              <w:pStyle w:val="SIBulletList2"/>
            </w:pPr>
            <w:r w:rsidRPr="008E5ACF">
              <w:t>stencils applied are clear and legible</w:t>
            </w:r>
          </w:p>
          <w:p w14:paraId="06236AE7" w14:textId="5D779D36" w:rsidR="008E5ACF" w:rsidRPr="008E5ACF" w:rsidRDefault="008E5ACF" w:rsidP="0031352E">
            <w:pPr>
              <w:pStyle w:val="SIBulletList2"/>
            </w:pPr>
            <w:r>
              <w:t>bottle contents</w:t>
            </w:r>
            <w:r w:rsidRPr="008E5ACF">
              <w:t xml:space="preserve"> levels meet specification</w:t>
            </w:r>
          </w:p>
          <w:p w14:paraId="17C8C53C" w14:textId="77777777" w:rsidR="008E5ACF" w:rsidRPr="008E5ACF" w:rsidRDefault="008E5ACF" w:rsidP="0031352E">
            <w:pPr>
              <w:pStyle w:val="SIBulletList2"/>
            </w:pPr>
            <w:r w:rsidRPr="008E5ACF">
              <w:t>ongoing quality of materials used</w:t>
            </w:r>
          </w:p>
          <w:p w14:paraId="0C4353CF" w14:textId="77777777" w:rsidR="008E5ACF" w:rsidRPr="008E5ACF" w:rsidRDefault="008E5ACF" w:rsidP="0031352E">
            <w:pPr>
              <w:pStyle w:val="SIBulletList2"/>
            </w:pPr>
            <w:r w:rsidRPr="008E5ACF">
              <w:t>ongoing appearance of applications</w:t>
            </w:r>
          </w:p>
          <w:p w14:paraId="23D82DA0" w14:textId="379C120E" w:rsidR="008E5ACF" w:rsidRPr="008E5ACF" w:rsidRDefault="008E5ACF" w:rsidP="008E5ACF">
            <w:pPr>
              <w:pStyle w:val="SIBulletList1"/>
            </w:pPr>
            <w:r w:rsidRPr="008E5ACF">
              <w:t>taking corrective action in response to typical faults and inconsistencies</w:t>
            </w:r>
            <w:r w:rsidR="003C1363">
              <w:t>.</w:t>
            </w:r>
          </w:p>
          <w:p w14:paraId="53A6F171" w14:textId="77777777" w:rsidR="00556C4C" w:rsidRPr="000754EC" w:rsidRDefault="00556C4C" w:rsidP="003C136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72D73E6" w14:textId="378F7CF9" w:rsidR="00BD16FC" w:rsidRDefault="00BD16FC" w:rsidP="001D7CFD">
            <w:pPr>
              <w:pStyle w:val="SIBulletList1"/>
            </w:pPr>
            <w:r w:rsidRPr="00BD16FC">
              <w:t xml:space="preserve">bottling and packaging </w:t>
            </w:r>
            <w:r w:rsidR="003C1363">
              <w:t xml:space="preserve">requirements and specifications for product </w:t>
            </w:r>
          </w:p>
          <w:p w14:paraId="1248F8AC" w14:textId="75AA0549" w:rsidR="001D7CFD" w:rsidRPr="001D7CFD" w:rsidRDefault="001D7CFD" w:rsidP="001D7CFD">
            <w:pPr>
              <w:pStyle w:val="SIBulletList1"/>
            </w:pPr>
            <w:r w:rsidRPr="001D7CFD">
              <w:t xml:space="preserve">stages and changes </w:t>
            </w:r>
            <w:r w:rsidR="003C1363">
              <w:t>required for</w:t>
            </w:r>
            <w:r w:rsidRPr="001D7CFD">
              <w:t xml:space="preserve"> equipment operation</w:t>
            </w:r>
            <w:r w:rsidR="003C1363">
              <w:t>, specific to product</w:t>
            </w:r>
          </w:p>
          <w:p w14:paraId="70565E1B" w14:textId="77777777" w:rsidR="001D7CFD" w:rsidRPr="001D7CFD" w:rsidRDefault="001D7CFD" w:rsidP="001D7CFD">
            <w:pPr>
              <w:pStyle w:val="SIBulletList1"/>
            </w:pPr>
            <w:r w:rsidRPr="001D7CFD">
              <w:t>quality characteristics and uses of end product and output</w:t>
            </w:r>
          </w:p>
          <w:p w14:paraId="3C6526C6" w14:textId="77777777" w:rsidR="001D7CFD" w:rsidRPr="001D7CFD" w:rsidRDefault="001D7CFD" w:rsidP="001D7CFD">
            <w:pPr>
              <w:pStyle w:val="SIBulletList1"/>
            </w:pPr>
            <w:r w:rsidRPr="001D7CFD">
              <w:t>materials preparation requirements and effect of variation on the equipment operation</w:t>
            </w:r>
          </w:p>
          <w:p w14:paraId="0F8D423D" w14:textId="77777777" w:rsidR="001D7CFD" w:rsidRPr="001D7CFD" w:rsidRDefault="001D7CFD" w:rsidP="001D7CFD">
            <w:pPr>
              <w:pStyle w:val="SIBulletList1"/>
            </w:pPr>
            <w:r w:rsidRPr="001D7CFD">
              <w:t>emergency and troubleshooting procedures, including failure of services</w:t>
            </w:r>
          </w:p>
          <w:p w14:paraId="3932DC80" w14:textId="77777777" w:rsidR="001D7CFD" w:rsidRPr="001D7CFD" w:rsidRDefault="001D7CFD" w:rsidP="001D7CFD">
            <w:pPr>
              <w:pStyle w:val="SIBulletList1"/>
            </w:pPr>
            <w:r w:rsidRPr="001D7CFD">
              <w:t>process specification, procedures and operating parameters</w:t>
            </w:r>
          </w:p>
          <w:p w14:paraId="6F41F922" w14:textId="77777777" w:rsidR="001D7CFD" w:rsidRPr="001D7CFD" w:rsidRDefault="001D7CFD" w:rsidP="001D7CFD">
            <w:pPr>
              <w:pStyle w:val="SIBulletList1"/>
            </w:pPr>
            <w:r w:rsidRPr="001D7CFD">
              <w:t>equipment and instrumentation components, purpose and operation</w:t>
            </w:r>
          </w:p>
          <w:p w14:paraId="73851955" w14:textId="77777777" w:rsidR="001D7CFD" w:rsidRPr="001D7CFD" w:rsidRDefault="001D7CFD" w:rsidP="001D7CFD">
            <w:pPr>
              <w:pStyle w:val="SIBulletList1"/>
            </w:pPr>
            <w:r w:rsidRPr="001D7CFD">
              <w:t>significance and method of monitoring control points within the equipment operation</w:t>
            </w:r>
          </w:p>
          <w:p w14:paraId="5429C604" w14:textId="77777777" w:rsidR="001D7CFD" w:rsidRPr="001D7CFD" w:rsidRDefault="001D7CFD" w:rsidP="001D7CFD">
            <w:pPr>
              <w:pStyle w:val="SIBulletList1"/>
            </w:pPr>
            <w:r w:rsidRPr="001D7CFD">
              <w:t>common causes of variation and corrective action required</w:t>
            </w:r>
          </w:p>
          <w:p w14:paraId="619E7645" w14:textId="32E25329" w:rsidR="001D7CFD" w:rsidRPr="001D7CFD" w:rsidRDefault="001D7CFD" w:rsidP="001D7CFD">
            <w:pPr>
              <w:pStyle w:val="SIBulletList1"/>
            </w:pPr>
            <w:r w:rsidRPr="001D7CFD">
              <w:t>hazards and controls, including manual handling</w:t>
            </w:r>
          </w:p>
          <w:p w14:paraId="22927940" w14:textId="77777777" w:rsidR="001D7CFD" w:rsidRPr="001D7CFD" w:rsidRDefault="001D7CFD" w:rsidP="001D7CFD">
            <w:pPr>
              <w:pStyle w:val="SIBulletList1"/>
            </w:pPr>
            <w:r w:rsidRPr="001D7CFD">
              <w:t>shutdown and cleaning requirements associated with changeovers and types of shutdown</w:t>
            </w:r>
          </w:p>
          <w:p w14:paraId="6842493D" w14:textId="77777777" w:rsidR="001D7CFD" w:rsidRPr="001D7CFD" w:rsidRDefault="001D7CFD" w:rsidP="001D7CFD">
            <w:pPr>
              <w:pStyle w:val="SIBulletList1"/>
            </w:pPr>
            <w:r w:rsidRPr="001D7CFD">
              <w:t>routine maintenance requirements</w:t>
            </w:r>
          </w:p>
          <w:p w14:paraId="5200A3D1" w14:textId="77777777" w:rsidR="001D7CFD" w:rsidRPr="001D7CFD" w:rsidRDefault="001D7CFD" w:rsidP="001D7CFD">
            <w:pPr>
              <w:pStyle w:val="SIBulletList1"/>
            </w:pPr>
            <w:r w:rsidRPr="001D7CFD">
              <w:t>waste handling requirements and procedures</w:t>
            </w:r>
          </w:p>
          <w:p w14:paraId="4E797198" w14:textId="3C87AED5" w:rsidR="00F1480E" w:rsidRPr="000754EC" w:rsidRDefault="001D7CFD" w:rsidP="001D7CFD">
            <w:pPr>
              <w:pStyle w:val="SIBulletList1"/>
            </w:pPr>
            <w:r w:rsidRPr="001D7CFD">
              <w:t>recording requirements and procedures</w:t>
            </w:r>
            <w:r>
              <w:t>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BD16FC">
            <w:pPr>
              <w:pStyle w:val="SIBulletList1"/>
            </w:pPr>
            <w:r w:rsidRPr="00BD16FC">
              <w:t>resources, equipment and materials:</w:t>
            </w:r>
          </w:p>
          <w:p w14:paraId="3A09FB8C" w14:textId="34599278" w:rsidR="003C1363" w:rsidRDefault="003C1363" w:rsidP="00BD16FC">
            <w:pPr>
              <w:pStyle w:val="SIBulletList2"/>
            </w:pPr>
            <w:r>
              <w:lastRenderedPageBreak/>
              <w:t>product to be bottled and packaged</w:t>
            </w:r>
          </w:p>
          <w:p w14:paraId="0E976D38" w14:textId="16BF0AB2" w:rsidR="00BD16FC" w:rsidRPr="00BD16FC" w:rsidRDefault="00BD16FC" w:rsidP="00BD16FC">
            <w:pPr>
              <w:pStyle w:val="SIBulletList2"/>
            </w:pPr>
            <w:r w:rsidRPr="00BD16FC">
              <w:t>bottling and packaging equipment</w:t>
            </w:r>
          </w:p>
          <w:p w14:paraId="6245AF52" w14:textId="74C68B27" w:rsidR="00BD16FC" w:rsidRPr="00BD16FC" w:rsidRDefault="00BD16FC" w:rsidP="00BD16FC">
            <w:pPr>
              <w:pStyle w:val="SIBulletList2"/>
            </w:pPr>
            <w:r w:rsidRPr="00BD16FC">
              <w:t>bottling and packaging resources and consumables</w:t>
            </w:r>
          </w:p>
          <w:p w14:paraId="1A8CFBB9" w14:textId="77777777" w:rsidR="00AA293C" w:rsidRDefault="00BD16FC" w:rsidP="00BD16FC">
            <w:pPr>
              <w:pStyle w:val="SIBulletList2"/>
            </w:pPr>
            <w:r w:rsidRPr="00BD16FC">
              <w:t xml:space="preserve">tools </w:t>
            </w:r>
            <w:r w:rsidR="005C1952">
              <w:t xml:space="preserve">and equipment for adjusting and </w:t>
            </w:r>
            <w:r w:rsidRPr="00BD16FC">
              <w:t>maintaining equipment</w:t>
            </w:r>
          </w:p>
          <w:p w14:paraId="04CA67D9" w14:textId="77777777" w:rsidR="00AA293C" w:rsidRDefault="00AA293C" w:rsidP="00EA0E52">
            <w:pPr>
              <w:pStyle w:val="SIBulletList1"/>
            </w:pPr>
            <w:r>
              <w:t>relationships</w:t>
            </w:r>
          </w:p>
          <w:p w14:paraId="2663BC8D" w14:textId="7FACE38D" w:rsidR="00BD16FC" w:rsidRPr="00BD16FC" w:rsidRDefault="00AA293C" w:rsidP="00BD16FC">
            <w:pPr>
              <w:pStyle w:val="SIBulletList2"/>
            </w:pPr>
            <w:r>
              <w:t>relevant personnel</w:t>
            </w:r>
            <w:r w:rsidR="003C1363">
              <w:t>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983E5" w14:textId="77777777" w:rsidR="000769E3" w:rsidRDefault="000769E3" w:rsidP="00BF3F0A">
      <w:r>
        <w:separator/>
      </w:r>
    </w:p>
    <w:p w14:paraId="4EE5C2A1" w14:textId="77777777" w:rsidR="000769E3" w:rsidRDefault="000769E3"/>
  </w:endnote>
  <w:endnote w:type="continuationSeparator" w:id="0">
    <w:p w14:paraId="46A51C48" w14:textId="77777777" w:rsidR="000769E3" w:rsidRDefault="000769E3" w:rsidP="00BF3F0A">
      <w:r>
        <w:continuationSeparator/>
      </w:r>
    </w:p>
    <w:p w14:paraId="473AC761" w14:textId="77777777" w:rsidR="000769E3" w:rsidRDefault="000769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BE3DF" w14:textId="77777777" w:rsidR="00EA0E52" w:rsidRDefault="00EA0E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551B4D1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B4651">
          <w:rPr>
            <w:noProof/>
          </w:rPr>
          <w:t>1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0BC5E" w14:textId="77777777" w:rsidR="00EA0E52" w:rsidRDefault="00EA0E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8E6F1" w14:textId="77777777" w:rsidR="000769E3" w:rsidRDefault="000769E3" w:rsidP="00BF3F0A">
      <w:r>
        <w:separator/>
      </w:r>
    </w:p>
    <w:p w14:paraId="0750604E" w14:textId="77777777" w:rsidR="000769E3" w:rsidRDefault="000769E3"/>
  </w:footnote>
  <w:footnote w:type="continuationSeparator" w:id="0">
    <w:p w14:paraId="45FD5C83" w14:textId="77777777" w:rsidR="000769E3" w:rsidRDefault="000769E3" w:rsidP="00BF3F0A">
      <w:r>
        <w:continuationSeparator/>
      </w:r>
    </w:p>
    <w:p w14:paraId="23D2E230" w14:textId="77777777" w:rsidR="000769E3" w:rsidRDefault="000769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C4EE8" w14:textId="77777777" w:rsidR="00EA0E52" w:rsidRDefault="00EA0E5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6944AC21" w:rsidR="009C2650" w:rsidRPr="000754EC" w:rsidRDefault="00EA0E52" w:rsidP="00146EEC">
    <w:pPr>
      <w:pStyle w:val="SIText"/>
    </w:pPr>
    <w:sdt>
      <w:sdtPr>
        <w:id w:val="353931192"/>
        <w:docPartObj>
          <w:docPartGallery w:val="Watermarks"/>
          <w:docPartUnique/>
        </w:docPartObj>
      </w:sdtPr>
      <w:sdtContent>
        <w:r w:rsidRPr="00EA0E52">
          <w:pict w14:anchorId="6587085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9606C" w:rsidRPr="005C1952">
      <w:t>FBPBPG</w:t>
    </w:r>
    <w:r w:rsidR="00B9606C">
      <w:t>4XX</w:t>
    </w:r>
    <w:r w:rsidR="00D848F5">
      <w:t>1</w:t>
    </w:r>
    <w:r w:rsidR="00B9606C" w:rsidRPr="00BD16FC">
      <w:t xml:space="preserve"> </w:t>
    </w:r>
    <w:r w:rsidR="00B9606C">
      <w:t>Manage</w:t>
    </w:r>
    <w:r w:rsidR="00B9606C" w:rsidRPr="00BD16FC">
      <w:t xml:space="preserve"> bottling and packaging processes</w:t>
    </w:r>
    <w:r w:rsidR="00B9606C" w:rsidRPr="00BD16FC" w:rsidDel="00B9606C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D85EC" w14:textId="77777777" w:rsidR="00EA0E52" w:rsidRDefault="00EA0E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1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F9A"/>
    <w:rsid w:val="00064BFE"/>
    <w:rsid w:val="00070B3E"/>
    <w:rsid w:val="00071F95"/>
    <w:rsid w:val="000737BB"/>
    <w:rsid w:val="00074E47"/>
    <w:rsid w:val="000754EC"/>
    <w:rsid w:val="000769E3"/>
    <w:rsid w:val="0009093B"/>
    <w:rsid w:val="000A5441"/>
    <w:rsid w:val="000A5FB3"/>
    <w:rsid w:val="000C149A"/>
    <w:rsid w:val="000C224E"/>
    <w:rsid w:val="000C4B8F"/>
    <w:rsid w:val="000D61B2"/>
    <w:rsid w:val="000D6502"/>
    <w:rsid w:val="000E25E6"/>
    <w:rsid w:val="000E2814"/>
    <w:rsid w:val="000E2C86"/>
    <w:rsid w:val="000F29F2"/>
    <w:rsid w:val="00100E3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CFD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FCF"/>
    <w:rsid w:val="00262FC3"/>
    <w:rsid w:val="0026394F"/>
    <w:rsid w:val="00276DB8"/>
    <w:rsid w:val="00282664"/>
    <w:rsid w:val="00285FB8"/>
    <w:rsid w:val="002970C3"/>
    <w:rsid w:val="00297E85"/>
    <w:rsid w:val="002A4CD3"/>
    <w:rsid w:val="002A6CC4"/>
    <w:rsid w:val="002C3682"/>
    <w:rsid w:val="002C55E9"/>
    <w:rsid w:val="002D0C8B"/>
    <w:rsid w:val="002D330A"/>
    <w:rsid w:val="002E193E"/>
    <w:rsid w:val="00310A6A"/>
    <w:rsid w:val="0031352E"/>
    <w:rsid w:val="003144E6"/>
    <w:rsid w:val="00325014"/>
    <w:rsid w:val="00337689"/>
    <w:rsid w:val="00337E82"/>
    <w:rsid w:val="00346FDC"/>
    <w:rsid w:val="0035000E"/>
    <w:rsid w:val="00350BB1"/>
    <w:rsid w:val="00352C83"/>
    <w:rsid w:val="00361188"/>
    <w:rsid w:val="00366805"/>
    <w:rsid w:val="0037067D"/>
    <w:rsid w:val="003807E1"/>
    <w:rsid w:val="0038735B"/>
    <w:rsid w:val="00390906"/>
    <w:rsid w:val="003916D1"/>
    <w:rsid w:val="003A21F0"/>
    <w:rsid w:val="003A277F"/>
    <w:rsid w:val="003A58BA"/>
    <w:rsid w:val="003A5AE7"/>
    <w:rsid w:val="003A7221"/>
    <w:rsid w:val="003B3493"/>
    <w:rsid w:val="003C136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516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17E4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09A"/>
    <w:rsid w:val="00520E9A"/>
    <w:rsid w:val="005248C1"/>
    <w:rsid w:val="00526134"/>
    <w:rsid w:val="005405B2"/>
    <w:rsid w:val="00540D0B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1952"/>
    <w:rsid w:val="005C42B6"/>
    <w:rsid w:val="005D1AFD"/>
    <w:rsid w:val="005E51E6"/>
    <w:rsid w:val="005F027A"/>
    <w:rsid w:val="005F2C37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124"/>
    <w:rsid w:val="00686A49"/>
    <w:rsid w:val="00687B62"/>
    <w:rsid w:val="00690C44"/>
    <w:rsid w:val="006969D9"/>
    <w:rsid w:val="006A2B68"/>
    <w:rsid w:val="006C2F32"/>
    <w:rsid w:val="006C7123"/>
    <w:rsid w:val="006D111D"/>
    <w:rsid w:val="006D38C3"/>
    <w:rsid w:val="006D4448"/>
    <w:rsid w:val="006D4831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65E5"/>
    <w:rsid w:val="00717385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984"/>
    <w:rsid w:val="007A300D"/>
    <w:rsid w:val="007D5A78"/>
    <w:rsid w:val="007E3BD1"/>
    <w:rsid w:val="007F1563"/>
    <w:rsid w:val="007F1EB2"/>
    <w:rsid w:val="007F44DB"/>
    <w:rsid w:val="007F5A8B"/>
    <w:rsid w:val="00801CE6"/>
    <w:rsid w:val="008048EA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6117"/>
    <w:rsid w:val="00865011"/>
    <w:rsid w:val="00886790"/>
    <w:rsid w:val="008908DE"/>
    <w:rsid w:val="008A12ED"/>
    <w:rsid w:val="008A39D3"/>
    <w:rsid w:val="008B2C77"/>
    <w:rsid w:val="008B4AD2"/>
    <w:rsid w:val="008B7138"/>
    <w:rsid w:val="008C1279"/>
    <w:rsid w:val="008E260C"/>
    <w:rsid w:val="008E39BE"/>
    <w:rsid w:val="008E5ACF"/>
    <w:rsid w:val="008E62EC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839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293C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F01"/>
    <w:rsid w:val="00AF3957"/>
    <w:rsid w:val="00B12013"/>
    <w:rsid w:val="00B121AA"/>
    <w:rsid w:val="00B22C67"/>
    <w:rsid w:val="00B3508F"/>
    <w:rsid w:val="00B443EE"/>
    <w:rsid w:val="00B560C8"/>
    <w:rsid w:val="00B61150"/>
    <w:rsid w:val="00B65BC7"/>
    <w:rsid w:val="00B746B9"/>
    <w:rsid w:val="00B848D4"/>
    <w:rsid w:val="00B865B4"/>
    <w:rsid w:val="00B865B7"/>
    <w:rsid w:val="00B9606C"/>
    <w:rsid w:val="00BA1CB1"/>
    <w:rsid w:val="00BA4178"/>
    <w:rsid w:val="00BA482D"/>
    <w:rsid w:val="00BA6C75"/>
    <w:rsid w:val="00BA6E25"/>
    <w:rsid w:val="00BB23F4"/>
    <w:rsid w:val="00BC5075"/>
    <w:rsid w:val="00BC5419"/>
    <w:rsid w:val="00BD16FC"/>
    <w:rsid w:val="00BD3B0F"/>
    <w:rsid w:val="00BF1D4C"/>
    <w:rsid w:val="00BF3F0A"/>
    <w:rsid w:val="00C1279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9FD"/>
    <w:rsid w:val="00C96AF3"/>
    <w:rsid w:val="00C97CCC"/>
    <w:rsid w:val="00CA0274"/>
    <w:rsid w:val="00CB4651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48F5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4930"/>
    <w:rsid w:val="00E501F0"/>
    <w:rsid w:val="00E6166D"/>
    <w:rsid w:val="00E63124"/>
    <w:rsid w:val="00E91BFF"/>
    <w:rsid w:val="00E92933"/>
    <w:rsid w:val="00E94FAD"/>
    <w:rsid w:val="00EA0E52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2804"/>
    <w:rsid w:val="00F438FC"/>
    <w:rsid w:val="00F5616F"/>
    <w:rsid w:val="00F56451"/>
    <w:rsid w:val="00F56827"/>
    <w:rsid w:val="00F62866"/>
    <w:rsid w:val="00F65EF0"/>
    <w:rsid w:val="00F66564"/>
    <w:rsid w:val="00F71651"/>
    <w:rsid w:val="00F76191"/>
    <w:rsid w:val="00F76CC6"/>
    <w:rsid w:val="00F83D7C"/>
    <w:rsid w:val="00FB232E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07FDD2E649849AC631D36D3F4F186" ma:contentTypeVersion="" ma:contentTypeDescription="Create a new document." ma:contentTypeScope="" ma:versionID="1c90442e0d520877eb605af2ecd53d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b4b1a6-71d3-414c-b66b-3fbc6ddf40b6" targetNamespace="http://schemas.microsoft.com/office/2006/metadata/properties" ma:root="true" ma:fieldsID="93d0a87104c5ce04e68fc5de476bfed8" ns1:_="" ns2:_="" ns3:_="">
    <xsd:import namespace="http://schemas.microsoft.com/sharepoint/v3"/>
    <xsd:import namespace="d50bbff7-d6dd-47d2-864a-cfdc2c3db0f4"/>
    <xsd:import namespace="2db4b1a6-71d3-414c-b66b-3fbc6ddf40b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4b1a6-71d3-414c-b66b-3fbc6ddf40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93DDA-9DC6-4977-9664-1A7C15A58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b4b1a6-71d3-414c-b66b-3fbc6ddf40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946BE94F-6D4B-4564-8562-056374A70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97</TotalTime>
  <Pages>4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15</cp:revision>
  <cp:lastPrinted>2016-05-27T05:21:00Z</cp:lastPrinted>
  <dcterms:created xsi:type="dcterms:W3CDTF">2019-01-07T03:15:00Z</dcterms:created>
  <dcterms:modified xsi:type="dcterms:W3CDTF">2019-01-25T00:08:00Z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0x010100DE607FDD2E649849AC631D36D3F4F186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