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0BDC25CE" w:rsidR="00F1480E" w:rsidRPr="000754EC" w:rsidRDefault="0035000E" w:rsidP="00F23AF9">
            <w:r w:rsidRPr="0035000E">
              <w:t xml:space="preserve">This version released with FBP Food, Beverage and Pharmaceutical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7A2F873" w:rsidR="00F1480E" w:rsidRPr="000754EC" w:rsidRDefault="00B9606C" w:rsidP="00F23AF9">
            <w:pPr>
              <w:pStyle w:val="SIUNITCODE"/>
            </w:pPr>
            <w:r w:rsidRPr="005C1952">
              <w:t>FBP</w:t>
            </w:r>
            <w:r w:rsidR="00F23AF9">
              <w:t>TEC</w:t>
            </w:r>
            <w:r>
              <w:t>4XX</w:t>
            </w:r>
            <w:r w:rsidR="00827B8A">
              <w:t>2</w:t>
            </w:r>
          </w:p>
        </w:tc>
        <w:tc>
          <w:tcPr>
            <w:tcW w:w="3604" w:type="pct"/>
            <w:shd w:val="clear" w:color="auto" w:fill="auto"/>
          </w:tcPr>
          <w:p w14:paraId="11E37076" w14:textId="53B669E6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227304">
              <w:t>wort production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52666930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>manage the production of wort for a fermented beverage.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43A95EC3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production </w:t>
            </w:r>
            <w:r w:rsidR="00474C31">
              <w:t xml:space="preserve">wort for fermented </w:t>
            </w:r>
            <w:r w:rsidRPr="00B9606C">
              <w:t>beverages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FD011D3" w:rsidR="00F1480E" w:rsidRPr="005C1952" w:rsidRDefault="0038009E" w:rsidP="005C1952">
            <w:pPr>
              <w:pStyle w:val="SIText"/>
            </w:pPr>
            <w:r w:rsidRPr="0038009E">
              <w:t xml:space="preserve">Legislative requirements relating to producing alcohol apply to this unit. Users are advised to check current requirements with the Australian Tax Office and state / territory liquor licensing </w:t>
            </w:r>
            <w:bookmarkStart w:id="0" w:name="_GoBack"/>
            <w:bookmarkEnd w:id="0"/>
            <w:r w:rsidRPr="0038009E">
              <w:t>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C74311F" w:rsidR="00BD16FC" w:rsidRPr="00BD16FC" w:rsidRDefault="00F23AF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2F3B919D" w:rsidR="0010646C" w:rsidRPr="0010646C" w:rsidRDefault="00683FC5" w:rsidP="0010646C">
            <w:r>
              <w:t xml:space="preserve">1. </w:t>
            </w:r>
            <w:r w:rsidR="0010646C" w:rsidRPr="0010646C">
              <w:t>Prepare to produce wort</w:t>
            </w:r>
          </w:p>
        </w:tc>
        <w:tc>
          <w:tcPr>
            <w:tcW w:w="3604" w:type="pct"/>
            <w:shd w:val="clear" w:color="auto" w:fill="auto"/>
          </w:tcPr>
          <w:p w14:paraId="311E046F" w14:textId="608D310D" w:rsidR="0010646C" w:rsidRPr="0010646C" w:rsidRDefault="00683FC5" w:rsidP="0010646C">
            <w:r>
              <w:t>1.</w:t>
            </w:r>
            <w:r w:rsidR="00474C31">
              <w:t xml:space="preserve">1 </w:t>
            </w:r>
            <w:r w:rsidR="0010646C" w:rsidRPr="0010646C">
              <w:t xml:space="preserve">Check quality of </w:t>
            </w:r>
            <w:r w:rsidR="00EB3CA9">
              <w:t>malt</w:t>
            </w:r>
            <w:r w:rsidR="0010646C" w:rsidRPr="0010646C">
              <w:t xml:space="preserve"> meets quality specifications</w:t>
            </w:r>
          </w:p>
          <w:p w14:paraId="7AB4B695" w14:textId="239FA1CE" w:rsidR="0010646C" w:rsidRDefault="00683FC5" w:rsidP="0010646C">
            <w:r>
              <w:t>1.</w:t>
            </w:r>
            <w:r w:rsidR="00474C31">
              <w:t xml:space="preserve">2 </w:t>
            </w:r>
            <w:r w:rsidR="0010646C" w:rsidRPr="0010646C">
              <w:t xml:space="preserve">Identify specification for product </w:t>
            </w:r>
          </w:p>
          <w:p w14:paraId="337DA475" w14:textId="3E0F2CC2" w:rsidR="00C42CF0" w:rsidRPr="0010646C" w:rsidRDefault="00683FC5" w:rsidP="0010646C">
            <w:r>
              <w:t>1.</w:t>
            </w:r>
            <w:r w:rsidR="00474C31">
              <w:t xml:space="preserve">3 </w:t>
            </w:r>
            <w:r w:rsidR="00C42CF0">
              <w:t xml:space="preserve">Identify hazards and </w:t>
            </w:r>
            <w:r w:rsidR="0096012A">
              <w:t>manage</w:t>
            </w:r>
            <w:r w:rsidR="00C42CF0">
              <w:t xml:space="preserve"> risks associated with producing wort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67DE9E9D" w:rsidR="0010646C" w:rsidRPr="0010646C" w:rsidRDefault="00683FC5" w:rsidP="0010646C">
            <w:r>
              <w:t xml:space="preserve">2. </w:t>
            </w:r>
            <w:r w:rsidR="0010646C" w:rsidRPr="0010646C">
              <w:t>Mill grain</w:t>
            </w:r>
          </w:p>
        </w:tc>
        <w:tc>
          <w:tcPr>
            <w:tcW w:w="3604" w:type="pct"/>
            <w:shd w:val="clear" w:color="auto" w:fill="auto"/>
          </w:tcPr>
          <w:p w14:paraId="758304B1" w14:textId="721CAC00" w:rsidR="0010646C" w:rsidRPr="0010646C" w:rsidRDefault="00683FC5" w:rsidP="0010646C">
            <w:r>
              <w:t xml:space="preserve">2.1 </w:t>
            </w:r>
            <w:r w:rsidR="0010646C" w:rsidRPr="0010646C">
              <w:t xml:space="preserve">Set mill to crush </w:t>
            </w:r>
            <w:r w:rsidR="00EB3CA9">
              <w:t xml:space="preserve">malted </w:t>
            </w:r>
            <w:r w:rsidR="0010646C" w:rsidRPr="0010646C">
              <w:t>grain to specification</w:t>
            </w:r>
          </w:p>
          <w:p w14:paraId="3E57F063" w14:textId="3F4801DD" w:rsidR="0010646C" w:rsidRPr="0010646C" w:rsidRDefault="00683FC5" w:rsidP="0010646C">
            <w:r>
              <w:t xml:space="preserve">2.2 </w:t>
            </w:r>
            <w:r w:rsidR="0010646C" w:rsidRPr="0010646C">
              <w:t xml:space="preserve">Carry out test run to ensure </w:t>
            </w:r>
            <w:r w:rsidR="00EB3CA9">
              <w:t>malt</w:t>
            </w:r>
            <w:r w:rsidR="0010646C" w:rsidRPr="0010646C">
              <w:t xml:space="preserve"> is crushed to specification</w:t>
            </w:r>
          </w:p>
          <w:p w14:paraId="4EADE9FE" w14:textId="01545D8F" w:rsidR="0010646C" w:rsidRPr="0010646C" w:rsidRDefault="00683FC5" w:rsidP="0010646C">
            <w:r>
              <w:t xml:space="preserve">2.3 </w:t>
            </w:r>
            <w:r w:rsidR="0010646C" w:rsidRPr="0010646C">
              <w:t>Ensure husk is left intact after milling</w:t>
            </w:r>
          </w:p>
          <w:p w14:paraId="7772042B" w14:textId="1E790353" w:rsidR="0010646C" w:rsidRPr="0010646C" w:rsidRDefault="00683FC5" w:rsidP="0010646C">
            <w:r>
              <w:t xml:space="preserve">2.4 </w:t>
            </w:r>
            <w:r w:rsidR="0010646C" w:rsidRPr="0010646C">
              <w:t xml:space="preserve">Operate mill to crush </w:t>
            </w:r>
            <w:r w:rsidR="00EB3CA9">
              <w:t>malt</w:t>
            </w:r>
            <w:r w:rsidR="0010646C" w:rsidRPr="0010646C">
              <w:t xml:space="preserve"> and produce grist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1B9A4E15" w:rsidR="0010646C" w:rsidRPr="0010646C" w:rsidRDefault="00683FC5" w:rsidP="0010646C">
            <w:r>
              <w:t xml:space="preserve">3. </w:t>
            </w:r>
            <w:r w:rsidR="0010646C" w:rsidRPr="0010646C">
              <w:t>Convert mash</w:t>
            </w:r>
          </w:p>
        </w:tc>
        <w:tc>
          <w:tcPr>
            <w:tcW w:w="3604" w:type="pct"/>
            <w:shd w:val="clear" w:color="auto" w:fill="auto"/>
          </w:tcPr>
          <w:p w14:paraId="48C03624" w14:textId="171938F2" w:rsidR="0010646C" w:rsidRPr="0010646C" w:rsidRDefault="00683FC5" w:rsidP="0010646C">
            <w:r>
              <w:t xml:space="preserve">3.1 </w:t>
            </w:r>
            <w:r w:rsidR="0010646C" w:rsidRPr="0010646C">
              <w:t>Transfer grist to mash tun</w:t>
            </w:r>
          </w:p>
          <w:p w14:paraId="10E9D697" w14:textId="1CC4F65D" w:rsidR="0010646C" w:rsidRPr="0010646C" w:rsidRDefault="00683FC5" w:rsidP="0010646C">
            <w:r>
              <w:t xml:space="preserve">3.2 </w:t>
            </w:r>
            <w:r w:rsidR="0010646C" w:rsidRPr="0010646C">
              <w:t>Set water level, temperature and time in line with product specification, to convert starches to sugars</w:t>
            </w:r>
          </w:p>
          <w:p w14:paraId="484AAB03" w14:textId="4AB52895" w:rsidR="0010646C" w:rsidRDefault="00683FC5" w:rsidP="0010646C">
            <w:r>
              <w:t xml:space="preserve">3.3 </w:t>
            </w:r>
            <w:r w:rsidR="0010646C" w:rsidRPr="0010646C">
              <w:t>Operate mash tun to produce and convert mash</w:t>
            </w:r>
          </w:p>
          <w:p w14:paraId="1CC14B05" w14:textId="77777777" w:rsidR="0096012A" w:rsidRDefault="00683FC5" w:rsidP="0010646C">
            <w:r>
              <w:t xml:space="preserve">3.4 </w:t>
            </w:r>
            <w:r w:rsidR="001C3CB0">
              <w:t>Monitor quality of mash using simple tests</w:t>
            </w:r>
          </w:p>
          <w:p w14:paraId="046C4A3A" w14:textId="496D2304" w:rsidR="00E34BCB" w:rsidRPr="0010646C" w:rsidRDefault="00E34BCB" w:rsidP="0010646C">
            <w:r>
              <w:t xml:space="preserve">3.5 </w:t>
            </w:r>
            <w:r w:rsidRPr="00E34BCB">
              <w:t xml:space="preserve">Analyse </w:t>
            </w:r>
            <w:r>
              <w:t xml:space="preserve">test </w:t>
            </w:r>
            <w:r w:rsidRPr="00E34BCB">
              <w:t>results and adjust process as required</w:t>
            </w:r>
          </w:p>
        </w:tc>
      </w:tr>
      <w:tr w:rsidR="0010646C" w:rsidRPr="00963A46" w14:paraId="3FCE69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AEA42" w14:textId="48E983AC" w:rsidR="0010646C" w:rsidRPr="0010646C" w:rsidRDefault="00683FC5" w:rsidP="0010646C">
            <w:r>
              <w:t xml:space="preserve">4. </w:t>
            </w:r>
            <w:proofErr w:type="spellStart"/>
            <w:r w:rsidR="0010646C" w:rsidRPr="0010646C">
              <w:t>Lauter</w:t>
            </w:r>
            <w:proofErr w:type="spellEnd"/>
            <w:r w:rsidR="0010646C" w:rsidRPr="0010646C">
              <w:t xml:space="preserve"> mash</w:t>
            </w:r>
          </w:p>
        </w:tc>
        <w:tc>
          <w:tcPr>
            <w:tcW w:w="3604" w:type="pct"/>
            <w:shd w:val="clear" w:color="auto" w:fill="auto"/>
          </w:tcPr>
          <w:p w14:paraId="5979E013" w14:textId="13A80922" w:rsidR="0010646C" w:rsidRPr="0010646C" w:rsidRDefault="00683FC5" w:rsidP="0010646C">
            <w:r>
              <w:t xml:space="preserve">4.1 </w:t>
            </w:r>
            <w:r w:rsidR="00EB3CA9">
              <w:t>Transfer</w:t>
            </w:r>
            <w:r w:rsidR="0010646C" w:rsidRPr="0010646C">
              <w:t xml:space="preserve"> mash into </w:t>
            </w:r>
            <w:proofErr w:type="spellStart"/>
            <w:r w:rsidR="0010646C" w:rsidRPr="0010646C">
              <w:t>lauter</w:t>
            </w:r>
            <w:proofErr w:type="spellEnd"/>
            <w:r w:rsidR="0010646C" w:rsidRPr="0010646C">
              <w:t xml:space="preserve"> tun</w:t>
            </w:r>
          </w:p>
          <w:p w14:paraId="339628D9" w14:textId="1B7B1B07" w:rsidR="0010646C" w:rsidRPr="0010646C" w:rsidRDefault="00683FC5" w:rsidP="0010646C">
            <w:r>
              <w:t xml:space="preserve">4.2 </w:t>
            </w:r>
            <w:r w:rsidR="0010646C" w:rsidRPr="0010646C">
              <w:t xml:space="preserve">Set operating parameters of </w:t>
            </w:r>
            <w:proofErr w:type="spellStart"/>
            <w:r w:rsidR="0010646C" w:rsidRPr="0010646C">
              <w:t>lauter</w:t>
            </w:r>
            <w:proofErr w:type="spellEnd"/>
            <w:r w:rsidR="0010646C" w:rsidRPr="0010646C">
              <w:t xml:space="preserve"> </w:t>
            </w:r>
            <w:r w:rsidR="00C42CF0">
              <w:t>tun</w:t>
            </w:r>
            <w:r w:rsidR="0010646C" w:rsidRPr="0010646C">
              <w:t xml:space="preserve"> to separate wort from grain husks</w:t>
            </w:r>
          </w:p>
          <w:p w14:paraId="22A9CE8C" w14:textId="656B3C8F" w:rsidR="0010646C" w:rsidRDefault="00683FC5" w:rsidP="0010646C">
            <w:r>
              <w:t xml:space="preserve">4.3 </w:t>
            </w:r>
            <w:r w:rsidR="0010646C" w:rsidRPr="0010646C">
              <w:t xml:space="preserve">Operate </w:t>
            </w:r>
            <w:proofErr w:type="spellStart"/>
            <w:r w:rsidR="0010646C" w:rsidRPr="0010646C">
              <w:t>lauter</w:t>
            </w:r>
            <w:proofErr w:type="spellEnd"/>
            <w:r w:rsidR="0010646C" w:rsidRPr="0010646C">
              <w:t xml:space="preserve"> mash to produce wort</w:t>
            </w:r>
          </w:p>
          <w:p w14:paraId="0779B613" w14:textId="4189D64A" w:rsidR="001C3CB0" w:rsidRPr="0010646C" w:rsidRDefault="00683FC5" w:rsidP="0010646C">
            <w:r>
              <w:t xml:space="preserve">4.4 </w:t>
            </w:r>
            <w:r w:rsidR="001C3CB0" w:rsidRPr="001C3CB0">
              <w:t xml:space="preserve">Monitor quality of </w:t>
            </w:r>
            <w:r w:rsidR="001C3CB0">
              <w:t>wort</w:t>
            </w:r>
            <w:r w:rsidR="001C3CB0" w:rsidRPr="001C3CB0">
              <w:t xml:space="preserve"> using simple tests</w:t>
            </w:r>
          </w:p>
          <w:p w14:paraId="5C03BE14" w14:textId="77777777" w:rsidR="0010646C" w:rsidRDefault="00683FC5" w:rsidP="0010646C">
            <w:r>
              <w:t xml:space="preserve">4.5 </w:t>
            </w:r>
            <w:r w:rsidR="0010646C" w:rsidRPr="0010646C">
              <w:t xml:space="preserve">Dispose of grain husks in line with </w:t>
            </w:r>
            <w:r w:rsidR="00EB3CA9">
              <w:t>environmental</w:t>
            </w:r>
            <w:r w:rsidR="0010646C" w:rsidRPr="0010646C">
              <w:t xml:space="preserve"> requirements</w:t>
            </w:r>
          </w:p>
          <w:p w14:paraId="7B09BE17" w14:textId="7866178E" w:rsidR="0096012A" w:rsidRPr="0010646C" w:rsidRDefault="0096012A" w:rsidP="0010646C">
            <w:r>
              <w:t xml:space="preserve">4.6 </w:t>
            </w:r>
            <w:r w:rsidRPr="0096012A">
              <w:t>Complete processing and batch records to ensure traceability</w:t>
            </w:r>
          </w:p>
        </w:tc>
      </w:tr>
      <w:tr w:rsidR="0010646C" w:rsidRPr="00963A46" w14:paraId="1CA0AE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30F671" w14:textId="7D2E98F7" w:rsidR="0010646C" w:rsidRPr="0010646C" w:rsidRDefault="00683FC5" w:rsidP="0010646C">
            <w:r>
              <w:t xml:space="preserve">5. </w:t>
            </w:r>
            <w:r w:rsidR="0010646C" w:rsidRPr="0010646C">
              <w:t>Boil and cool wort</w:t>
            </w:r>
          </w:p>
        </w:tc>
        <w:tc>
          <w:tcPr>
            <w:tcW w:w="3604" w:type="pct"/>
            <w:shd w:val="clear" w:color="auto" w:fill="auto"/>
          </w:tcPr>
          <w:p w14:paraId="497C3BAB" w14:textId="58F1B99F" w:rsidR="0010646C" w:rsidRPr="0010646C" w:rsidRDefault="00683FC5" w:rsidP="0010646C">
            <w:r>
              <w:t xml:space="preserve">5.1 </w:t>
            </w:r>
            <w:r w:rsidR="0010646C" w:rsidRPr="0010646C">
              <w:t>Pump wort into kettle</w:t>
            </w:r>
          </w:p>
          <w:p w14:paraId="3E09F04E" w14:textId="5FB9D626" w:rsidR="0010646C" w:rsidRPr="0010646C" w:rsidRDefault="00683FC5" w:rsidP="0010646C">
            <w:r>
              <w:t xml:space="preserve">5.2 </w:t>
            </w:r>
            <w:r w:rsidR="0010646C" w:rsidRPr="0010646C">
              <w:t>Set temperature of kettle for controlled boil</w:t>
            </w:r>
          </w:p>
          <w:p w14:paraId="02A10776" w14:textId="4A1AB36A" w:rsidR="0010646C" w:rsidRDefault="00683FC5" w:rsidP="0010646C">
            <w:r>
              <w:t xml:space="preserve">5.3 </w:t>
            </w:r>
            <w:r w:rsidR="0010646C" w:rsidRPr="0010646C">
              <w:t xml:space="preserve">Add </w:t>
            </w:r>
            <w:r w:rsidR="00EB3CA9">
              <w:t>hops and adjuncts</w:t>
            </w:r>
            <w:r w:rsidR="0010646C" w:rsidRPr="0010646C">
              <w:t xml:space="preserve"> to influence flavour, in line with specifications</w:t>
            </w:r>
          </w:p>
          <w:p w14:paraId="39486F57" w14:textId="1B9913FD" w:rsidR="001C3CB0" w:rsidRDefault="00683FC5" w:rsidP="0010646C">
            <w:r>
              <w:t xml:space="preserve">5.4 </w:t>
            </w:r>
            <w:r w:rsidR="001C3CB0" w:rsidRPr="001C3CB0">
              <w:t>Monitor quality of wort using simple tests</w:t>
            </w:r>
          </w:p>
          <w:p w14:paraId="5AA0A4AE" w14:textId="6483718C" w:rsidR="00E34BCB" w:rsidRDefault="00E34BCB" w:rsidP="0010646C">
            <w:r>
              <w:t xml:space="preserve">5.5 </w:t>
            </w:r>
            <w:r w:rsidRPr="00E34BCB">
              <w:t>Analyse test results and adjust process as required</w:t>
            </w:r>
          </w:p>
          <w:p w14:paraId="6E6B120F" w14:textId="455E6A17" w:rsidR="0096012A" w:rsidRPr="0010646C" w:rsidRDefault="0096012A" w:rsidP="0010646C">
            <w:r>
              <w:t>5.</w:t>
            </w:r>
            <w:r w:rsidR="00E34BCB">
              <w:t>6</w:t>
            </w:r>
            <w:r>
              <w:t xml:space="preserve"> </w:t>
            </w:r>
            <w:r w:rsidRPr="0096012A">
              <w:t>Complete processing and batch records to ensure traceability</w:t>
            </w:r>
          </w:p>
        </w:tc>
      </w:tr>
      <w:tr w:rsidR="0010646C" w:rsidRPr="00963A46" w14:paraId="5BE8AA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4868A" w14:textId="4AADB206" w:rsidR="0010646C" w:rsidRPr="0010646C" w:rsidRDefault="00683FC5" w:rsidP="0010646C">
            <w:r>
              <w:t xml:space="preserve">6. </w:t>
            </w:r>
            <w:r w:rsidR="0010646C" w:rsidRPr="0010646C">
              <w:t>Separate and cool wort</w:t>
            </w:r>
          </w:p>
        </w:tc>
        <w:tc>
          <w:tcPr>
            <w:tcW w:w="3604" w:type="pct"/>
            <w:shd w:val="clear" w:color="auto" w:fill="auto"/>
          </w:tcPr>
          <w:p w14:paraId="7678EBB1" w14:textId="7C0AC8D7" w:rsidR="0010646C" w:rsidRDefault="00EB3CA9" w:rsidP="0010646C">
            <w:r>
              <w:t xml:space="preserve">6.1 </w:t>
            </w:r>
            <w:r w:rsidR="0010646C" w:rsidRPr="0010646C">
              <w:t xml:space="preserve">Set operating parameters of </w:t>
            </w:r>
            <w:r>
              <w:t>equipment</w:t>
            </w:r>
            <w:r w:rsidR="0010646C" w:rsidRPr="0010646C">
              <w:t xml:space="preserve"> to separate wort from solid materials</w:t>
            </w:r>
          </w:p>
          <w:p w14:paraId="7697BCF1" w14:textId="5D02DC7B" w:rsidR="00683FC5" w:rsidRDefault="00683FC5" w:rsidP="0010646C">
            <w:r>
              <w:t>6.</w:t>
            </w:r>
            <w:r w:rsidR="00EB3CA9">
              <w:t>2</w:t>
            </w:r>
            <w:r>
              <w:t xml:space="preserve"> </w:t>
            </w:r>
            <w:r w:rsidRPr="00683FC5">
              <w:t>Monitor quality of wort using simple tests</w:t>
            </w:r>
          </w:p>
          <w:p w14:paraId="51D130ED" w14:textId="45F5BD7D" w:rsidR="00E34BCB" w:rsidRPr="0010646C" w:rsidRDefault="00E34BCB" w:rsidP="0010646C">
            <w:r>
              <w:t xml:space="preserve">6.3 </w:t>
            </w:r>
            <w:r w:rsidRPr="00E34BCB">
              <w:t>Analyse test results and adjust process as required</w:t>
            </w:r>
          </w:p>
          <w:p w14:paraId="65973E0F" w14:textId="04306307" w:rsidR="0010646C" w:rsidRDefault="00683FC5" w:rsidP="0010646C">
            <w:r>
              <w:t>6.</w:t>
            </w:r>
            <w:r w:rsidR="00E34BCB">
              <w:t>4</w:t>
            </w:r>
            <w:r>
              <w:t xml:space="preserve"> </w:t>
            </w:r>
            <w:r w:rsidR="0010646C" w:rsidRPr="0010646C">
              <w:t>Cool wort ready for fermentation</w:t>
            </w:r>
          </w:p>
          <w:p w14:paraId="45DA1F1E" w14:textId="5A42053F" w:rsidR="0096012A" w:rsidRPr="0010646C" w:rsidRDefault="0096012A" w:rsidP="0010646C">
            <w:r>
              <w:t>6.</w:t>
            </w:r>
            <w:r w:rsidR="00E34BCB">
              <w:t>5</w:t>
            </w:r>
            <w:r>
              <w:t xml:space="preserve"> </w:t>
            </w:r>
            <w:r w:rsidRPr="0096012A">
              <w:t>Complete processing and batch records to ensure traceability</w:t>
            </w:r>
          </w:p>
        </w:tc>
      </w:tr>
      <w:tr w:rsidR="00AF6C7D" w:rsidRPr="00963A46" w14:paraId="6822FA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174974" w14:textId="7C01F755" w:rsidR="00AF6C7D" w:rsidRDefault="00AF6C7D" w:rsidP="0010646C">
            <w:bookmarkStart w:id="1" w:name="_Hlk536011532"/>
            <w:r>
              <w:lastRenderedPageBreak/>
              <w:t>7.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3BFE2C98" w14:textId="4C93A185" w:rsidR="00AF6C7D" w:rsidRDefault="00AF6C7D" w:rsidP="0010646C">
            <w:r>
              <w:t xml:space="preserve">7.1 </w:t>
            </w:r>
            <w:r w:rsidRPr="00AF6C7D">
              <w:t>Clea</w:t>
            </w:r>
            <w:r>
              <w:t xml:space="preserve">n equipment and </w:t>
            </w:r>
            <w:r w:rsidRPr="00AF6C7D">
              <w:t>work area in line with workplace procedures</w:t>
            </w:r>
          </w:p>
          <w:p w14:paraId="35B21BFD" w14:textId="77777777" w:rsidR="00AF6C7D" w:rsidRDefault="00AF6C7D" w:rsidP="0010646C">
            <w:r>
              <w:t>7.2 Conduct routine maintenance activities</w:t>
            </w:r>
          </w:p>
          <w:p w14:paraId="0469C122" w14:textId="013A06FE" w:rsidR="00AF6C7D" w:rsidRDefault="00AF6C7D" w:rsidP="0010646C">
            <w:r>
              <w:t>7.3 Dispose of waste in line with regulatory requirements</w:t>
            </w:r>
          </w:p>
        </w:tc>
      </w:tr>
      <w:bookmarkEnd w:id="1"/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FC8AFB3" w14:textId="77777777" w:rsidR="0096012A" w:rsidRDefault="00E34BCB" w:rsidP="0096012A">
            <w:pPr>
              <w:pStyle w:val="SIBulletList1"/>
            </w:pPr>
            <w:r>
              <w:t>Accurately r</w:t>
            </w:r>
            <w:r w:rsidR="0096012A" w:rsidRPr="0096012A">
              <w:t>ead and interpret gauges and test results</w:t>
            </w:r>
          </w:p>
          <w:p w14:paraId="27068E1D" w14:textId="31094423" w:rsidR="00642C71" w:rsidRPr="0096012A" w:rsidRDefault="00642C71" w:rsidP="0096012A">
            <w:pPr>
              <w:pStyle w:val="SIBulletList1"/>
            </w:pPr>
            <w:r>
              <w:t>Calculat</w:t>
            </w:r>
            <w:r w:rsidRPr="00642C71">
              <w:t>ions to determine alcohol by volume (ABV) based on gravity change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77777777" w:rsidR="0096012A" w:rsidRPr="0096012A" w:rsidDel="009E5B82" w:rsidRDefault="0096012A" w:rsidP="0096012A">
            <w:pPr>
              <w:pStyle w:val="SIBulletList1"/>
            </w:pPr>
            <w:r w:rsidRPr="0096012A">
              <w:t>Identify 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5B33B88D" w:rsidR="0010646C" w:rsidRPr="0010646C" w:rsidRDefault="0010646C" w:rsidP="0010646C">
            <w:pPr>
              <w:pStyle w:val="SIText"/>
            </w:pPr>
            <w:r w:rsidRPr="0010646C">
              <w:t>FBPTEC4XX</w:t>
            </w:r>
            <w:r w:rsidR="00827B8A">
              <w:t>2</w:t>
            </w:r>
            <w:r w:rsidRPr="0010646C">
              <w:t xml:space="preserve"> Manage wort production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13C6A25E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10646C" w:rsidRPr="0010646C">
              <w:t>FBPTEC4XX</w:t>
            </w:r>
            <w:r w:rsidR="00827B8A">
              <w:t>2</w:t>
            </w:r>
            <w:r w:rsidR="0010646C" w:rsidRPr="0010646C">
              <w:t xml:space="preserve"> Manage wort production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77777777" w:rsidR="00556C4C" w:rsidRDefault="00BD16FC" w:rsidP="001C3CB0"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1C3CB0">
              <w:t>the production of wort to meet specifications, on at least one occasion.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77777777" w:rsidR="0010646C" w:rsidRPr="0010646C" w:rsidRDefault="0010646C" w:rsidP="0010646C">
            <w:pPr>
              <w:pStyle w:val="SIBulletList1"/>
            </w:pPr>
            <w:r w:rsidRPr="0010646C">
              <w:t xml:space="preserve">purpose of milling grain to expose starchy material in the husk </w:t>
            </w:r>
          </w:p>
          <w:p w14:paraId="67A32B06" w14:textId="77777777" w:rsidR="0010646C" w:rsidRPr="0010646C" w:rsidRDefault="0010646C" w:rsidP="0010646C">
            <w:pPr>
              <w:pStyle w:val="SIBulletList1"/>
            </w:pPr>
            <w:r w:rsidRPr="0010646C">
              <w:t>problems created from grain that is too heavily crushed or milled</w:t>
            </w:r>
          </w:p>
          <w:p w14:paraId="79B666A8" w14:textId="77777777" w:rsidR="0010646C" w:rsidRPr="0010646C" w:rsidRDefault="0010646C" w:rsidP="0010646C">
            <w:pPr>
              <w:pStyle w:val="SIBulletList1"/>
            </w:pPr>
            <w:r w:rsidRPr="0010646C">
              <w:t>stage and changes that occur during wort production</w:t>
            </w:r>
          </w:p>
          <w:p w14:paraId="658D474C" w14:textId="77777777" w:rsidR="0010646C" w:rsidRPr="0010646C" w:rsidRDefault="0010646C" w:rsidP="0010646C">
            <w:pPr>
              <w:pStyle w:val="SIBulletList1"/>
            </w:pPr>
            <w:r w:rsidRPr="0010646C">
              <w:t>purpose of malt, hops, water, adjuncts and the preparation procedure</w:t>
            </w:r>
          </w:p>
          <w:p w14:paraId="0E7FF362" w14:textId="77777777" w:rsidR="0010646C" w:rsidRPr="0010646C" w:rsidRDefault="0010646C" w:rsidP="0010646C">
            <w:pPr>
              <w:pStyle w:val="SIBulletList1"/>
            </w:pPr>
            <w:r w:rsidRPr="0010646C">
              <w:t>typical raw materials added to wort in kettle, including hops</w:t>
            </w:r>
          </w:p>
          <w:p w14:paraId="70565E1B" w14:textId="3422BDF8" w:rsid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3DEA2E5" w14:textId="76F8BCDD" w:rsidR="001C3CB0" w:rsidRDefault="001C3CB0" w:rsidP="001D7CFD">
            <w:pPr>
              <w:pStyle w:val="SIBulletList1"/>
            </w:pPr>
            <w:r>
              <w:t>typical tests carried out on wort to check pH, alcohol, bitterness, colour, yeast count</w:t>
            </w:r>
          </w:p>
          <w:p w14:paraId="3F726A1D" w14:textId="6DED221E" w:rsidR="00EE59C3" w:rsidRPr="001D7CFD" w:rsidRDefault="00EE59C3" w:rsidP="001D7CFD">
            <w:pPr>
              <w:pStyle w:val="SIBulletList1"/>
            </w:pPr>
            <w:r>
              <w:t>instruments used for testing and how each is calibrated</w:t>
            </w:r>
          </w:p>
          <w:p w14:paraId="004CA6C9" w14:textId="32EE31C9" w:rsidR="001C3CB0" w:rsidRP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valves, control instruments</w:t>
            </w:r>
          </w:p>
          <w:p w14:paraId="0F8D423D" w14:textId="77777777" w:rsidR="001D7CFD" w:rsidRPr="001D7CFD" w:rsidRDefault="001D7CFD" w:rsidP="001D7CF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1A03D7B1" w:rsid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96807E4" w14:textId="77777777" w:rsidR="0096012A" w:rsidRPr="0096012A" w:rsidRDefault="0096012A" w:rsidP="0096012A">
            <w:pPr>
              <w:pStyle w:val="SIBulletList1"/>
            </w:pPr>
            <w:r w:rsidRPr="0096012A">
              <w:t>sanitisation procedures and purpose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6D9524A5" w:rsidR="00A5345D" w:rsidRDefault="00A5345D" w:rsidP="00A5345D">
            <w:pPr>
              <w:pStyle w:val="SIBulletList1"/>
            </w:pPr>
            <w:r w:rsidRPr="00A5345D">
              <w:t>hazards and controls, including manual handling and working with ethanol</w:t>
            </w:r>
          </w:p>
          <w:p w14:paraId="119A8401" w14:textId="77777777" w:rsidR="00AF6C7D" w:rsidRPr="00AF6C7D" w:rsidRDefault="00AF6C7D" w:rsidP="00AF6C7D">
            <w:pPr>
              <w:pStyle w:val="SIBulletList1"/>
            </w:pPr>
            <w:r w:rsidRPr="00AF6C7D">
              <w:t>routine maintenance requirements</w:t>
            </w:r>
          </w:p>
          <w:p w14:paraId="5200A3D1" w14:textId="39BB7BD9" w:rsidR="001D7CFD" w:rsidRDefault="001D7CFD" w:rsidP="001D7CFD">
            <w:pPr>
              <w:pStyle w:val="SIBulletList1"/>
            </w:pPr>
            <w:r w:rsidRPr="001D7CFD">
              <w:t xml:space="preserve">waste handling </w:t>
            </w:r>
            <w:r w:rsidR="0038009E">
              <w:t xml:space="preserve">and disposal </w:t>
            </w:r>
            <w:r w:rsidRPr="001D7CFD">
              <w:t xml:space="preserve">requirements </w:t>
            </w:r>
          </w:p>
          <w:p w14:paraId="37568B27" w14:textId="7C399686" w:rsidR="0038009E" w:rsidRPr="0038009E" w:rsidRDefault="0038009E" w:rsidP="0038009E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>
              <w:t>the production of alcohol</w:t>
            </w:r>
            <w:r w:rsidRPr="0038009E">
              <w:t>, Australian Taxation Office (ATO) in relation to excise tax, waste disposal</w:t>
            </w:r>
          </w:p>
          <w:p w14:paraId="4E797198" w14:textId="42687F3C" w:rsidR="00F1480E" w:rsidRPr="000754EC" w:rsidRDefault="00A756A0" w:rsidP="001D7CFD">
            <w:pPr>
              <w:pStyle w:val="SIBulletList1"/>
            </w:pPr>
            <w:r w:rsidRPr="00A756A0">
              <w:t>recording requirements for traceability of product and Australian Taxation Office (ATO)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109A83ED" w14:textId="77777777" w:rsidR="00683FC5" w:rsidRPr="00683FC5" w:rsidRDefault="00683FC5" w:rsidP="00683FC5">
            <w:pPr>
              <w:pStyle w:val="SIBulletList2"/>
            </w:pPr>
            <w:r w:rsidRPr="00683FC5">
              <w:t>raw materials for wort production</w:t>
            </w:r>
          </w:p>
          <w:p w14:paraId="3A09FB8C" w14:textId="2CB8368F" w:rsidR="003C1363" w:rsidRDefault="00683FC5" w:rsidP="00BD16FC">
            <w:pPr>
              <w:pStyle w:val="SIBulletList2"/>
            </w:pPr>
            <w:r>
              <w:t xml:space="preserve">access to equipment for production of wort including mill, mash tun, </w:t>
            </w:r>
            <w:proofErr w:type="spellStart"/>
            <w:r>
              <w:t>lauter</w:t>
            </w:r>
            <w:proofErr w:type="spellEnd"/>
            <w:r>
              <w:t xml:space="preserve"> tun, </w:t>
            </w:r>
            <w:r w:rsidR="0096012A">
              <w:t xml:space="preserve">(or a combined mas and </w:t>
            </w:r>
            <w:proofErr w:type="spellStart"/>
            <w:r w:rsidR="0096012A">
              <w:t>lauter</w:t>
            </w:r>
            <w:proofErr w:type="spellEnd"/>
            <w:r w:rsidR="0096012A">
              <w:t xml:space="preserve"> tun) </w:t>
            </w:r>
            <w:r>
              <w:t>kettle and whirlpool</w:t>
            </w:r>
          </w:p>
          <w:p w14:paraId="3211C9FE" w14:textId="1B932567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7E28FFF1" w14:textId="14D5BC96" w:rsidR="00683FC5" w:rsidRDefault="00683FC5" w:rsidP="00683FC5">
            <w:pPr>
              <w:pStyle w:val="SIBulletList1"/>
            </w:pPr>
            <w:r>
              <w:t>specifications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4FCD5" w14:textId="77777777" w:rsidR="00786771" w:rsidRDefault="00786771" w:rsidP="00BF3F0A">
      <w:r>
        <w:separator/>
      </w:r>
    </w:p>
    <w:p w14:paraId="30343FD6" w14:textId="77777777" w:rsidR="00786771" w:rsidRDefault="00786771"/>
  </w:endnote>
  <w:endnote w:type="continuationSeparator" w:id="0">
    <w:p w14:paraId="0FD6B336" w14:textId="77777777" w:rsidR="00786771" w:rsidRDefault="00786771" w:rsidP="00BF3F0A">
      <w:r>
        <w:continuationSeparator/>
      </w:r>
    </w:p>
    <w:p w14:paraId="3AA5E2A7" w14:textId="77777777" w:rsidR="00786771" w:rsidRDefault="007867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4F9F08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14F6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B15F3" w14:textId="77777777" w:rsidR="00786771" w:rsidRDefault="00786771" w:rsidP="00BF3F0A">
      <w:r>
        <w:separator/>
      </w:r>
    </w:p>
    <w:p w14:paraId="68F5E111" w14:textId="77777777" w:rsidR="00786771" w:rsidRDefault="00786771"/>
  </w:footnote>
  <w:footnote w:type="continuationSeparator" w:id="0">
    <w:p w14:paraId="0D944156" w14:textId="77777777" w:rsidR="00786771" w:rsidRDefault="00786771" w:rsidP="00BF3F0A">
      <w:r>
        <w:continuationSeparator/>
      </w:r>
    </w:p>
    <w:p w14:paraId="0B9B3A3D" w14:textId="77777777" w:rsidR="00786771" w:rsidRDefault="007867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5E1EA0F2" w:rsidR="009C2650" w:rsidRPr="000754EC" w:rsidRDefault="00B9606C" w:rsidP="00146EEC">
    <w:pPr>
      <w:pStyle w:val="SIText"/>
    </w:pPr>
    <w:r w:rsidRPr="005C1952">
      <w:t>FBP</w:t>
    </w:r>
    <w:r w:rsidR="00227304">
      <w:t>TEC</w:t>
    </w:r>
    <w:r w:rsidR="0010646C">
      <w:t>4XX</w:t>
    </w:r>
    <w:r w:rsidR="00827B8A">
      <w:t>2</w:t>
    </w:r>
    <w:r w:rsidRPr="00BD16FC">
      <w:t xml:space="preserve"> </w:t>
    </w:r>
    <w:r w:rsidR="00227304">
      <w:t>Manage</w:t>
    </w:r>
    <w:r w:rsidR="00227304" w:rsidRPr="00BD16FC">
      <w:t xml:space="preserve"> </w:t>
    </w:r>
    <w:r w:rsidR="00227304">
      <w:t>wort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16A"/>
    <w:rsid w:val="000C149A"/>
    <w:rsid w:val="000C224E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61188"/>
    <w:rsid w:val="00366805"/>
    <w:rsid w:val="00366D9A"/>
    <w:rsid w:val="003673D7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4C31"/>
    <w:rsid w:val="00474FF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655C1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B8"/>
    <w:rsid w:val="00652E62"/>
    <w:rsid w:val="00683FC5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771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27B8A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1BDD"/>
    <w:rsid w:val="009D5D2C"/>
    <w:rsid w:val="009F0DCC"/>
    <w:rsid w:val="009F11CA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A5338"/>
    <w:rsid w:val="00AB1B8E"/>
    <w:rsid w:val="00AC0696"/>
    <w:rsid w:val="00AC14F6"/>
    <w:rsid w:val="00AC4C98"/>
    <w:rsid w:val="00AC5F6B"/>
    <w:rsid w:val="00AD3896"/>
    <w:rsid w:val="00AD5B47"/>
    <w:rsid w:val="00AE1ED9"/>
    <w:rsid w:val="00AE32CB"/>
    <w:rsid w:val="00AF0F01"/>
    <w:rsid w:val="00AF3957"/>
    <w:rsid w:val="00AF6C7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56549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7ECD"/>
    <w:rsid w:val="00E238E6"/>
    <w:rsid w:val="00E3149C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23AF9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15763-6439-44CD-A07F-6C840CB5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AF1EF9E-7AA1-4673-B27E-8EE44F80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78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18</cp:revision>
  <cp:lastPrinted>2016-05-27T05:21:00Z</cp:lastPrinted>
  <dcterms:created xsi:type="dcterms:W3CDTF">2019-01-07T03:19:00Z</dcterms:created>
  <dcterms:modified xsi:type="dcterms:W3CDTF">2019-01-24T23:45:00Z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