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877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95B503" w14:textId="77777777" w:rsidTr="00146EEC">
        <w:tc>
          <w:tcPr>
            <w:tcW w:w="2689" w:type="dxa"/>
          </w:tcPr>
          <w:p w14:paraId="184C81E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F373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21AD" w14:paraId="4BA56868" w14:textId="77777777" w:rsidTr="00E7771F">
        <w:tc>
          <w:tcPr>
            <w:tcW w:w="2689" w:type="dxa"/>
          </w:tcPr>
          <w:p w14:paraId="035A04C4" w14:textId="77777777" w:rsidR="00AE21AD" w:rsidRPr="00AE21AD" w:rsidRDefault="00AE21AD" w:rsidP="00AE21AD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2F758CC0" w14:textId="77777777" w:rsidR="00AE21AD" w:rsidRPr="00AE21AD" w:rsidRDefault="00AE21AD" w:rsidP="00AE21AD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</w:tbl>
    <w:p w14:paraId="4F0EE0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A64D2E9" w14:textId="77777777" w:rsidTr="00922189">
        <w:trPr>
          <w:tblHeader/>
        </w:trPr>
        <w:tc>
          <w:tcPr>
            <w:tcW w:w="1396" w:type="pct"/>
            <w:shd w:val="clear" w:color="auto" w:fill="auto"/>
          </w:tcPr>
          <w:p w14:paraId="08BA628F" w14:textId="0714B738" w:rsidR="00F1480E" w:rsidRPr="000754EC" w:rsidRDefault="00922189" w:rsidP="000F293C">
            <w:pPr>
              <w:pStyle w:val="SIUNITCODE"/>
            </w:pPr>
            <w:r>
              <w:t>RGR</w:t>
            </w:r>
            <w:r w:rsidR="000F293C" w:rsidRPr="000F293C">
              <w:t>HBR406</w:t>
            </w:r>
          </w:p>
        </w:tc>
        <w:tc>
          <w:tcPr>
            <w:tcW w:w="3604" w:type="pct"/>
            <w:shd w:val="clear" w:color="auto" w:fill="auto"/>
          </w:tcPr>
          <w:p w14:paraId="7163BD5F" w14:textId="71EAA1A2" w:rsidR="00F1480E" w:rsidRPr="000754EC" w:rsidRDefault="000F293C" w:rsidP="00C27951">
            <w:pPr>
              <w:pStyle w:val="SIUnittitle"/>
            </w:pPr>
            <w:r w:rsidRPr="000F293C">
              <w:t xml:space="preserve">Prepare </w:t>
            </w:r>
            <w:r w:rsidR="00C27951">
              <w:t>horses</w:t>
            </w:r>
            <w:r w:rsidR="00922189">
              <w:t xml:space="preserve"> </w:t>
            </w:r>
            <w:r w:rsidRPr="000F293C">
              <w:t>for sale</w:t>
            </w:r>
          </w:p>
        </w:tc>
      </w:tr>
      <w:tr w:rsidR="00F1480E" w:rsidRPr="00963A46" w14:paraId="3A21D627" w14:textId="77777777" w:rsidTr="00922189">
        <w:tc>
          <w:tcPr>
            <w:tcW w:w="1396" w:type="pct"/>
            <w:shd w:val="clear" w:color="auto" w:fill="auto"/>
          </w:tcPr>
          <w:p w14:paraId="28FBEF9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2432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9F0D47" w14:textId="298732F3" w:rsidR="000F293C" w:rsidRDefault="000F293C" w:rsidP="000F293C">
            <w:pPr>
              <w:pStyle w:val="SIText"/>
            </w:pPr>
            <w:r w:rsidRPr="00723388">
              <w:t>This unit of competency describes the skills and knowledge required to prepare yearlings</w:t>
            </w:r>
            <w:r w:rsidR="00C27951">
              <w:t xml:space="preserve"> and other classes of stock</w:t>
            </w:r>
            <w:r w:rsidR="006630AB">
              <w:t>,</w:t>
            </w:r>
            <w:r w:rsidR="007534AC">
              <w:t xml:space="preserve"> such as weanlings and mares,</w:t>
            </w:r>
            <w:r w:rsidRPr="00723388">
              <w:t xml:space="preserve"> for the show ring and for sale. It includes washing, grooming, exercising and feeding </w:t>
            </w:r>
            <w:r w:rsidR="007534AC">
              <w:t>horses</w:t>
            </w:r>
            <w:r w:rsidRPr="00723388">
              <w:t>.</w:t>
            </w:r>
          </w:p>
          <w:p w14:paraId="4D84ED40" w14:textId="77777777" w:rsidR="006630AB" w:rsidRPr="00723388" w:rsidRDefault="006630AB" w:rsidP="000F293C">
            <w:pPr>
              <w:pStyle w:val="SIText"/>
            </w:pPr>
          </w:p>
          <w:p w14:paraId="7FCD507B" w14:textId="7F8E7DF2" w:rsidR="000F293C" w:rsidRDefault="000F293C" w:rsidP="000F293C">
            <w:pPr>
              <w:pStyle w:val="SIText"/>
            </w:pPr>
            <w:r w:rsidRPr="00723388">
              <w:t>The unit applies to individuals who use specialised horse knowledge and skills</w:t>
            </w:r>
            <w:r>
              <w:t>,</w:t>
            </w:r>
            <w:r w:rsidRPr="00723388">
              <w:t xml:space="preserve"> have responsibility for a work activity, area</w:t>
            </w:r>
            <w:r w:rsidRPr="00723388" w:rsidDel="00800046">
              <w:t xml:space="preserve"> </w:t>
            </w:r>
            <w:r w:rsidRPr="00723388">
              <w:t xml:space="preserve">or team, and provide and communicate solutions </w:t>
            </w:r>
            <w:r>
              <w:t>for</w:t>
            </w:r>
            <w:r w:rsidRPr="00723388">
              <w:t xml:space="preserve"> a range of predictable and sometimes unpredictable problems in the horse breeding sector.</w:t>
            </w:r>
          </w:p>
          <w:p w14:paraId="1882BAFB" w14:textId="77777777" w:rsidR="006630AB" w:rsidRPr="00723388" w:rsidRDefault="006630AB" w:rsidP="000F293C">
            <w:pPr>
              <w:pStyle w:val="SIText"/>
            </w:pPr>
          </w:p>
          <w:p w14:paraId="0D7BDC69" w14:textId="5F79DEB1" w:rsidR="006630AB" w:rsidRDefault="006630AB" w:rsidP="006630AB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63C372EC" w14:textId="77777777" w:rsidR="006630AB" w:rsidRPr="004670A9" w:rsidRDefault="006630AB" w:rsidP="006630AB">
            <w:pPr>
              <w:pStyle w:val="SIText"/>
            </w:pPr>
          </w:p>
          <w:p w14:paraId="390CC06C" w14:textId="5C1CAC36" w:rsidR="000F293C" w:rsidRDefault="006630AB" w:rsidP="006630AB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0F293C">
              <w:t>.</w:t>
            </w:r>
          </w:p>
          <w:p w14:paraId="393ED298" w14:textId="5FFD7E4B" w:rsidR="00F1480E" w:rsidRPr="000754EC" w:rsidRDefault="00F1480E" w:rsidP="000F293C">
            <w:pPr>
              <w:pStyle w:val="SIText"/>
            </w:pPr>
          </w:p>
        </w:tc>
      </w:tr>
      <w:tr w:rsidR="00F1480E" w:rsidRPr="00963A46" w14:paraId="51AC2252" w14:textId="77777777" w:rsidTr="00922189">
        <w:tc>
          <w:tcPr>
            <w:tcW w:w="1396" w:type="pct"/>
            <w:shd w:val="clear" w:color="auto" w:fill="auto"/>
          </w:tcPr>
          <w:p w14:paraId="3F2174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73C729" w14:textId="77777777" w:rsidR="00F1480E" w:rsidRPr="000754EC" w:rsidRDefault="00F1480E" w:rsidP="000F293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048DD4" w14:textId="77777777" w:rsidTr="00922189">
        <w:tc>
          <w:tcPr>
            <w:tcW w:w="1396" w:type="pct"/>
            <w:shd w:val="clear" w:color="auto" w:fill="auto"/>
          </w:tcPr>
          <w:p w14:paraId="53AD86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20B675" w14:textId="77777777" w:rsidR="00F1480E" w:rsidRPr="000754EC" w:rsidRDefault="000F293C" w:rsidP="000F293C">
            <w:pPr>
              <w:pStyle w:val="SIText"/>
            </w:pPr>
            <w:r w:rsidRPr="00723388">
              <w:t>Horse Breeding (HBR)</w:t>
            </w:r>
          </w:p>
        </w:tc>
      </w:tr>
    </w:tbl>
    <w:p w14:paraId="1EC1E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CBBECF6" w14:textId="77777777" w:rsidTr="009221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48BE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B8E1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EF72C9" w14:textId="77777777" w:rsidTr="009221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7E71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DA2C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CB0D37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1E134F61" w14:textId="47C92F63" w:rsidR="00F1480E" w:rsidRPr="000754EC" w:rsidRDefault="000F293C" w:rsidP="00C27951">
            <w:pPr>
              <w:pStyle w:val="SIText"/>
            </w:pPr>
            <w:r w:rsidRPr="00723388">
              <w:t>1</w:t>
            </w:r>
            <w:r>
              <w:t>.</w:t>
            </w:r>
            <w:r w:rsidRPr="00723388">
              <w:t xml:space="preserve"> Prepare </w:t>
            </w:r>
            <w:r w:rsidR="00C27951">
              <w:t>horses</w:t>
            </w:r>
            <w:r w:rsidR="00C27951" w:rsidRPr="00723388">
              <w:t xml:space="preserve"> </w:t>
            </w:r>
            <w:r w:rsidRPr="00723388">
              <w:t>for grooming and exercise</w:t>
            </w:r>
          </w:p>
        </w:tc>
        <w:tc>
          <w:tcPr>
            <w:tcW w:w="3604" w:type="pct"/>
            <w:shd w:val="clear" w:color="auto" w:fill="auto"/>
          </w:tcPr>
          <w:p w14:paraId="65D90537" w14:textId="2332D86D" w:rsidR="000F293C" w:rsidRPr="00723388" w:rsidRDefault="000F293C" w:rsidP="000F293C">
            <w:pPr>
              <w:pStyle w:val="SIText"/>
            </w:pPr>
            <w:r w:rsidRPr="00723388">
              <w:t>1.1 Identify hazards and risks to yearlings</w:t>
            </w:r>
            <w:r w:rsidR="00C27951">
              <w:t xml:space="preserve"> and other horses</w:t>
            </w:r>
            <w:r>
              <w:t xml:space="preserve">, and </w:t>
            </w:r>
            <w:proofErr w:type="gramStart"/>
            <w:r>
              <w:t>take action</w:t>
            </w:r>
            <w:proofErr w:type="gramEnd"/>
            <w:r>
              <w:t xml:space="preserve"> to control</w:t>
            </w:r>
          </w:p>
          <w:p w14:paraId="51AA0C09" w14:textId="0C2BBFBC" w:rsidR="000F293C" w:rsidRPr="00723388" w:rsidRDefault="000F293C" w:rsidP="000F293C">
            <w:pPr>
              <w:pStyle w:val="SIText"/>
            </w:pPr>
            <w:r w:rsidRPr="00723388">
              <w:t xml:space="preserve">1.2 Ensure </w:t>
            </w:r>
            <w:r w:rsidR="007534AC">
              <w:t>horses</w:t>
            </w:r>
            <w:r w:rsidR="007534AC" w:rsidRPr="00723388">
              <w:t xml:space="preserve"> </w:t>
            </w:r>
            <w:r w:rsidRPr="00723388">
              <w:t>are familiarised to being in proximity to people and activity</w:t>
            </w:r>
          </w:p>
          <w:p w14:paraId="039C952F" w14:textId="05674FD0" w:rsidR="000F293C" w:rsidRPr="00723388" w:rsidRDefault="000F293C" w:rsidP="000F293C">
            <w:pPr>
              <w:pStyle w:val="SIText"/>
            </w:pPr>
            <w:r w:rsidRPr="00723388">
              <w:t xml:space="preserve">1.3 Teach </w:t>
            </w:r>
            <w:r w:rsidR="007534AC">
              <w:t>horses</w:t>
            </w:r>
            <w:r w:rsidR="007534AC" w:rsidRPr="00723388">
              <w:t xml:space="preserve"> </w:t>
            </w:r>
            <w:r w:rsidRPr="00723388">
              <w:t>to be tied up using safe and ethical horse handling techniques</w:t>
            </w:r>
          </w:p>
          <w:p w14:paraId="77941700" w14:textId="6F21D622" w:rsidR="000F293C" w:rsidRPr="00723388" w:rsidRDefault="000F293C" w:rsidP="000F293C">
            <w:pPr>
              <w:pStyle w:val="SIText"/>
            </w:pPr>
            <w:r w:rsidRPr="00723388">
              <w:t xml:space="preserve">1.4 </w:t>
            </w:r>
            <w:r w:rsidR="009857AD">
              <w:t>Teach horses to accept b</w:t>
            </w:r>
            <w:r w:rsidRPr="00723388">
              <w:t>rush</w:t>
            </w:r>
            <w:r w:rsidR="009857AD">
              <w:t>ing</w:t>
            </w:r>
            <w:r w:rsidRPr="00723388">
              <w:t xml:space="preserve"> all over</w:t>
            </w:r>
            <w:r>
              <w:t>,</w:t>
            </w:r>
            <w:r w:rsidRPr="00723388">
              <w:t xml:space="preserve"> including manes and tail</w:t>
            </w:r>
            <w:r w:rsidR="006630AB">
              <w:t>,</w:t>
            </w:r>
            <w:r w:rsidR="00C27951">
              <w:t xml:space="preserve"> and p</w:t>
            </w:r>
            <w:r w:rsidRPr="00723388">
              <w:t xml:space="preserve">ick </w:t>
            </w:r>
            <w:r>
              <w:t>feet out</w:t>
            </w:r>
          </w:p>
          <w:p w14:paraId="07434793" w14:textId="58EFF2D4" w:rsidR="000F293C" w:rsidRPr="00723388" w:rsidRDefault="000F293C" w:rsidP="000F293C">
            <w:pPr>
              <w:pStyle w:val="SIText"/>
            </w:pPr>
            <w:r w:rsidRPr="00723388">
              <w:t>1.</w:t>
            </w:r>
            <w:r w:rsidR="006630AB">
              <w:t>5</w:t>
            </w:r>
            <w:r w:rsidRPr="00723388">
              <w:t xml:space="preserve"> </w:t>
            </w:r>
            <w:r>
              <w:t xml:space="preserve">Fit </w:t>
            </w:r>
            <w:r w:rsidR="007534AC">
              <w:t xml:space="preserve">and familiarise horse to </w:t>
            </w:r>
            <w:r>
              <w:t>tack and equipment</w:t>
            </w:r>
            <w:r w:rsidR="007534AC">
              <w:t xml:space="preserve"> </w:t>
            </w:r>
            <w:r>
              <w:t>prior to sale or exhibition</w:t>
            </w:r>
          </w:p>
          <w:p w14:paraId="3B1D8D85" w14:textId="25F97C49" w:rsidR="00F1480E" w:rsidRPr="000754EC" w:rsidRDefault="000F293C" w:rsidP="000F293C">
            <w:pPr>
              <w:pStyle w:val="SIText"/>
            </w:pPr>
            <w:r w:rsidRPr="00723388">
              <w:t>1.</w:t>
            </w:r>
            <w:r w:rsidR="006630AB">
              <w:t>6</w:t>
            </w:r>
            <w:r w:rsidRPr="00723388">
              <w:t xml:space="preserve"> Ensure records for individual horses are maintained and updated</w:t>
            </w:r>
          </w:p>
        </w:tc>
      </w:tr>
      <w:tr w:rsidR="00F1480E" w:rsidRPr="00963A46" w14:paraId="1A198430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43C6F862" w14:textId="16AEDC3E" w:rsidR="00F1480E" w:rsidRPr="000754EC" w:rsidRDefault="000F293C" w:rsidP="007534AC">
            <w:pPr>
              <w:pStyle w:val="SIText"/>
            </w:pPr>
            <w:r w:rsidRPr="004D08B0">
              <w:t>2</w:t>
            </w:r>
            <w:r>
              <w:t>.</w:t>
            </w:r>
            <w:r w:rsidRPr="004D08B0">
              <w:t xml:space="preserve"> Exercise and wash </w:t>
            </w:r>
            <w:r w:rsidR="007534AC">
              <w:t>horses</w:t>
            </w:r>
          </w:p>
        </w:tc>
        <w:tc>
          <w:tcPr>
            <w:tcW w:w="3604" w:type="pct"/>
            <w:shd w:val="clear" w:color="auto" w:fill="auto"/>
          </w:tcPr>
          <w:p w14:paraId="433395C0" w14:textId="62FF9F6C" w:rsidR="000F293C" w:rsidRPr="004D08B0" w:rsidRDefault="000F293C" w:rsidP="000F293C">
            <w:pPr>
              <w:pStyle w:val="SIText"/>
            </w:pPr>
            <w:r w:rsidRPr="004D08B0">
              <w:t xml:space="preserve">2.1 Ensure </w:t>
            </w:r>
            <w:r w:rsidR="00C27951">
              <w:t>hooves</w:t>
            </w:r>
            <w:r w:rsidR="00C27951" w:rsidRPr="004D08B0">
              <w:t xml:space="preserve"> </w:t>
            </w:r>
            <w:r w:rsidRPr="004D08B0">
              <w:t xml:space="preserve">are trimmed and shod </w:t>
            </w:r>
            <w:r w:rsidR="009857AD">
              <w:t xml:space="preserve">to conformation requirements and </w:t>
            </w:r>
            <w:r w:rsidRPr="004D08B0">
              <w:t>according to workplace procedures</w:t>
            </w:r>
          </w:p>
          <w:p w14:paraId="2D04D1E6" w14:textId="77777777" w:rsidR="000F293C" w:rsidRPr="004D08B0" w:rsidRDefault="000F293C" w:rsidP="000F293C">
            <w:pPr>
              <w:pStyle w:val="SIText"/>
            </w:pPr>
            <w:r w:rsidRPr="004D08B0">
              <w:t>2.2 Exercise yearlings according to workplace practices</w:t>
            </w:r>
          </w:p>
          <w:p w14:paraId="2CF534A8" w14:textId="651F0163" w:rsidR="000F293C" w:rsidRPr="004D08B0" w:rsidRDefault="000F293C" w:rsidP="000F293C">
            <w:pPr>
              <w:pStyle w:val="SIText"/>
            </w:pPr>
            <w:r w:rsidRPr="004D08B0">
              <w:t>2.3 Introduce yearlings to stable or small yard</w:t>
            </w:r>
            <w:r w:rsidR="007534AC">
              <w:t xml:space="preserve"> and wash bay</w:t>
            </w:r>
          </w:p>
          <w:p w14:paraId="55F1CB2D" w14:textId="0393EB06" w:rsidR="000F293C" w:rsidRPr="004D08B0" w:rsidRDefault="000F293C" w:rsidP="000F293C">
            <w:pPr>
              <w:pStyle w:val="SIText"/>
            </w:pPr>
            <w:proofErr w:type="gramStart"/>
            <w:r w:rsidRPr="004D08B0">
              <w:t xml:space="preserve">2.4 </w:t>
            </w:r>
            <w:r w:rsidR="007534AC">
              <w:t>Wash</w:t>
            </w:r>
            <w:r w:rsidRPr="004D08B0">
              <w:t>,</w:t>
            </w:r>
            <w:proofErr w:type="gramEnd"/>
            <w:r w:rsidRPr="004D08B0">
              <w:t xml:space="preserve"> scrape off and dress over</w:t>
            </w:r>
            <w:r w:rsidR="007534AC">
              <w:t xml:space="preserve"> horses</w:t>
            </w:r>
          </w:p>
          <w:p w14:paraId="380C5564" w14:textId="7B1E7BB8" w:rsidR="000F293C" w:rsidRPr="004D08B0" w:rsidRDefault="000F293C" w:rsidP="000F293C">
            <w:pPr>
              <w:pStyle w:val="SIText"/>
            </w:pPr>
            <w:r w:rsidRPr="004D08B0">
              <w:t xml:space="preserve">2.5 Increase exercise time </w:t>
            </w:r>
            <w:r w:rsidR="00C27951">
              <w:t>as appropriate for horse</w:t>
            </w:r>
            <w:r w:rsidR="006630AB">
              <w:t>,</w:t>
            </w:r>
            <w:r w:rsidR="00C27951">
              <w:t xml:space="preserve"> </w:t>
            </w:r>
            <w:r w:rsidRPr="004D08B0">
              <w:t>and spend time hand</w:t>
            </w:r>
            <w:r w:rsidR="006630AB">
              <w:t xml:space="preserve"> </w:t>
            </w:r>
            <w:r w:rsidRPr="004D08B0">
              <w:t xml:space="preserve">walking </w:t>
            </w:r>
          </w:p>
          <w:p w14:paraId="4C34A136" w14:textId="4B4FA3A3" w:rsidR="00F1480E" w:rsidRPr="000754EC" w:rsidRDefault="000F293C" w:rsidP="00C27951">
            <w:pPr>
              <w:pStyle w:val="SIText"/>
            </w:pPr>
            <w:r w:rsidRPr="004D08B0">
              <w:t xml:space="preserve">2.6 Teach </w:t>
            </w:r>
            <w:r w:rsidR="00C27951">
              <w:t>horse</w:t>
            </w:r>
            <w:r w:rsidR="00C27951" w:rsidRPr="004D08B0">
              <w:t xml:space="preserve"> </w:t>
            </w:r>
            <w:r w:rsidRPr="004D08B0">
              <w:t xml:space="preserve">to lead </w:t>
            </w:r>
            <w:r w:rsidR="009857AD">
              <w:t xml:space="preserve">and stand </w:t>
            </w:r>
            <w:r w:rsidRPr="004D08B0">
              <w:t>up according to workplace practices</w:t>
            </w:r>
          </w:p>
        </w:tc>
      </w:tr>
      <w:tr w:rsidR="00F1480E" w:rsidRPr="00963A46" w14:paraId="0062EE45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5FF0EAAB" w14:textId="494573B7" w:rsidR="00F1480E" w:rsidRPr="000754EC" w:rsidRDefault="000F293C" w:rsidP="007534AC">
            <w:pPr>
              <w:pStyle w:val="SIText"/>
            </w:pPr>
            <w:r w:rsidRPr="00723388">
              <w:t>3</w:t>
            </w:r>
            <w:r>
              <w:t>.</w:t>
            </w:r>
            <w:r w:rsidRPr="00723388">
              <w:t xml:space="preserve"> Develop and oversee a feeding program </w:t>
            </w:r>
          </w:p>
        </w:tc>
        <w:tc>
          <w:tcPr>
            <w:tcW w:w="3604" w:type="pct"/>
            <w:shd w:val="clear" w:color="auto" w:fill="auto"/>
          </w:tcPr>
          <w:p w14:paraId="38679C08" w14:textId="0875029C" w:rsidR="000F293C" w:rsidRPr="00723388" w:rsidRDefault="000F293C" w:rsidP="000F293C">
            <w:pPr>
              <w:pStyle w:val="SIText"/>
            </w:pPr>
            <w:r w:rsidRPr="00723388">
              <w:t xml:space="preserve">3.1 Calculate nutritional requirements of </w:t>
            </w:r>
            <w:r w:rsidR="007534AC">
              <w:t>horses</w:t>
            </w:r>
          </w:p>
          <w:p w14:paraId="79D9A6AF" w14:textId="0BF1C6F5" w:rsidR="000F293C" w:rsidRPr="00723388" w:rsidRDefault="000F293C" w:rsidP="000F293C">
            <w:pPr>
              <w:pStyle w:val="SIText"/>
            </w:pPr>
            <w:r w:rsidRPr="00723388">
              <w:t xml:space="preserve">3.2 Determine individual feeding plans for </w:t>
            </w:r>
            <w:r w:rsidR="007534AC">
              <w:t>horses</w:t>
            </w:r>
          </w:p>
          <w:p w14:paraId="2DDC883A" w14:textId="77777777" w:rsidR="00F1480E" w:rsidRPr="000754EC" w:rsidRDefault="000F293C" w:rsidP="000F293C">
            <w:pPr>
              <w:pStyle w:val="SIText"/>
            </w:pPr>
            <w:r w:rsidRPr="00723388">
              <w:t>3.3 Adjust nutrition and feeding program to achieve desired result at time of sale</w:t>
            </w:r>
          </w:p>
        </w:tc>
      </w:tr>
      <w:tr w:rsidR="000F293C" w:rsidRPr="00963A46" w14:paraId="5E875248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6E5B6E55" w14:textId="556A65E4" w:rsidR="000F293C" w:rsidRPr="008908DE" w:rsidRDefault="000F293C" w:rsidP="007534AC">
            <w:pPr>
              <w:pStyle w:val="SIText"/>
            </w:pPr>
            <w:r w:rsidRPr="004D08B0">
              <w:lastRenderedPageBreak/>
              <w:t>4</w:t>
            </w:r>
            <w:r>
              <w:t>.</w:t>
            </w:r>
            <w:r w:rsidRPr="004D08B0">
              <w:t xml:space="preserve"> Prepare </w:t>
            </w:r>
            <w:r w:rsidR="007534AC">
              <w:t>horses</w:t>
            </w:r>
            <w:r w:rsidR="007534AC" w:rsidRPr="004D08B0">
              <w:t xml:space="preserve"> </w:t>
            </w:r>
            <w:r w:rsidRPr="004D08B0">
              <w:t>for sale day presentation</w:t>
            </w:r>
          </w:p>
        </w:tc>
        <w:tc>
          <w:tcPr>
            <w:tcW w:w="3604" w:type="pct"/>
            <w:shd w:val="clear" w:color="auto" w:fill="auto"/>
          </w:tcPr>
          <w:p w14:paraId="44A4A598" w14:textId="161E224D" w:rsidR="000F293C" w:rsidRPr="004D08B0" w:rsidRDefault="000F293C" w:rsidP="000F293C">
            <w:pPr>
              <w:pStyle w:val="SIText"/>
            </w:pPr>
            <w:r w:rsidRPr="004D08B0">
              <w:t xml:space="preserve">4.1 Ensure coats are well brushed and blooming, manes </w:t>
            </w:r>
            <w:proofErr w:type="gramStart"/>
            <w:r w:rsidRPr="004D08B0">
              <w:t>tidie</w:t>
            </w:r>
            <w:r>
              <w:t>d</w:t>
            </w:r>
            <w:proofErr w:type="gramEnd"/>
            <w:r w:rsidRPr="004D08B0">
              <w:t xml:space="preserve"> and tails trimmed up</w:t>
            </w:r>
          </w:p>
          <w:p w14:paraId="7B71A40A" w14:textId="1D169F3E" w:rsidR="000F293C" w:rsidRDefault="000F293C" w:rsidP="000F293C">
            <w:pPr>
              <w:pStyle w:val="SIText"/>
            </w:pPr>
            <w:r w:rsidRPr="004D08B0">
              <w:t xml:space="preserve">4.2 Teach </w:t>
            </w:r>
            <w:r w:rsidR="007534AC">
              <w:t>horses</w:t>
            </w:r>
            <w:r w:rsidR="007534AC" w:rsidRPr="004D08B0">
              <w:t xml:space="preserve"> </w:t>
            </w:r>
            <w:r w:rsidRPr="004D08B0">
              <w:t>to stand in the correct fashion and stand in one position for a period of time</w:t>
            </w:r>
          </w:p>
          <w:p w14:paraId="51AEFC15" w14:textId="07E7DB01" w:rsidR="000F293C" w:rsidRPr="004D08B0" w:rsidRDefault="000F293C" w:rsidP="000F293C">
            <w:pPr>
              <w:pStyle w:val="SIText"/>
            </w:pPr>
            <w:r>
              <w:t xml:space="preserve">4.3 Teach </w:t>
            </w:r>
            <w:r w:rsidR="007534AC">
              <w:t xml:space="preserve">horses </w:t>
            </w:r>
            <w:r>
              <w:t>to walk and parade to workplace requirements</w:t>
            </w:r>
          </w:p>
          <w:p w14:paraId="4109938F" w14:textId="7F0FFED9" w:rsidR="000F293C" w:rsidRPr="004D08B0" w:rsidRDefault="000F293C" w:rsidP="000F293C">
            <w:pPr>
              <w:pStyle w:val="SIText"/>
            </w:pPr>
            <w:r w:rsidRPr="004D08B0">
              <w:t>4.</w:t>
            </w:r>
            <w:r>
              <w:t>4</w:t>
            </w:r>
            <w:r w:rsidRPr="004D08B0">
              <w:t xml:space="preserve"> Arrange for photos</w:t>
            </w:r>
            <w:r w:rsidR="009857AD">
              <w:t xml:space="preserve"> and/or videos</w:t>
            </w:r>
            <w:r w:rsidRPr="004D08B0">
              <w:t xml:space="preserve"> to be taken according to workplace practices</w:t>
            </w:r>
          </w:p>
          <w:p w14:paraId="276EBE4D" w14:textId="77777777" w:rsidR="000F293C" w:rsidRPr="008908DE" w:rsidRDefault="000F293C" w:rsidP="000F293C">
            <w:pPr>
              <w:pStyle w:val="SIText"/>
            </w:pPr>
            <w:r w:rsidRPr="004D08B0">
              <w:t>4.</w:t>
            </w:r>
            <w:r>
              <w:t>5</w:t>
            </w:r>
            <w:r w:rsidRPr="004D08B0">
              <w:t xml:space="preserve"> Arrange for shoes to be fitted prior to sale or exhibition according to workplace practices</w:t>
            </w:r>
          </w:p>
        </w:tc>
      </w:tr>
    </w:tbl>
    <w:p w14:paraId="086C8AD9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EA1AD0F" w14:textId="77777777" w:rsidTr="00922189">
        <w:trPr>
          <w:tblHeader/>
        </w:trPr>
        <w:tc>
          <w:tcPr>
            <w:tcW w:w="5000" w:type="pct"/>
            <w:gridSpan w:val="2"/>
          </w:tcPr>
          <w:p w14:paraId="492C37A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5F99F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67B1F5" w14:textId="77777777" w:rsidTr="00922189">
        <w:trPr>
          <w:tblHeader/>
        </w:trPr>
        <w:tc>
          <w:tcPr>
            <w:tcW w:w="1396" w:type="pct"/>
          </w:tcPr>
          <w:p w14:paraId="0B78F1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D9F3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F9213A" w14:textId="77777777" w:rsidTr="00922189">
        <w:tc>
          <w:tcPr>
            <w:tcW w:w="1396" w:type="pct"/>
          </w:tcPr>
          <w:p w14:paraId="1A22F539" w14:textId="77777777" w:rsidR="00F1480E" w:rsidRPr="000754EC" w:rsidRDefault="000F293C" w:rsidP="000F293C">
            <w:pPr>
              <w:pStyle w:val="SIText"/>
            </w:pPr>
            <w:r w:rsidRPr="00723388">
              <w:t>Reading</w:t>
            </w:r>
          </w:p>
        </w:tc>
        <w:tc>
          <w:tcPr>
            <w:tcW w:w="3604" w:type="pct"/>
          </w:tcPr>
          <w:p w14:paraId="4A2650DE" w14:textId="64C961CB" w:rsidR="00F1480E" w:rsidRPr="000754EC" w:rsidRDefault="000F293C" w:rsidP="00C27951">
            <w:pPr>
              <w:pStyle w:val="SIBulletList1"/>
            </w:pPr>
            <w:r>
              <w:rPr>
                <w:rFonts w:cs="Arial"/>
              </w:rPr>
              <w:t>A</w:t>
            </w:r>
            <w:r w:rsidRPr="00723388">
              <w:rPr>
                <w:rFonts w:cs="Arial"/>
              </w:rPr>
              <w:t xml:space="preserve">nalyse workplace records to determine work requirements relating to preparing </w:t>
            </w:r>
            <w:r w:rsidR="00C27951">
              <w:t>horses</w:t>
            </w:r>
            <w:r w:rsidR="00C27951" w:rsidRPr="00723388">
              <w:rPr>
                <w:rFonts w:cs="Arial"/>
              </w:rPr>
              <w:t xml:space="preserve"> </w:t>
            </w:r>
            <w:r w:rsidRPr="00723388">
              <w:rPr>
                <w:rFonts w:cs="Arial"/>
              </w:rPr>
              <w:t>for sale</w:t>
            </w:r>
          </w:p>
        </w:tc>
      </w:tr>
      <w:tr w:rsidR="00F1480E" w:rsidRPr="00336FCA" w:rsidDel="00423CB2" w14:paraId="0EA05828" w14:textId="77777777" w:rsidTr="00922189">
        <w:tc>
          <w:tcPr>
            <w:tcW w:w="1396" w:type="pct"/>
          </w:tcPr>
          <w:p w14:paraId="027C79FA" w14:textId="77777777" w:rsidR="00F1480E" w:rsidRPr="000754E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7C601F5E" w14:textId="77777777" w:rsidR="00F1480E" w:rsidRPr="000754EC" w:rsidRDefault="000F293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723388">
              <w:rPr>
                <w:rFonts w:cs="Arial"/>
              </w:rPr>
              <w:t>nter observations and data into workplace records accurately and legibly</w:t>
            </w:r>
          </w:p>
        </w:tc>
      </w:tr>
      <w:tr w:rsidR="00F1480E" w:rsidRPr="00336FCA" w:rsidDel="00423CB2" w14:paraId="4BF7438C" w14:textId="77777777" w:rsidTr="00922189">
        <w:tc>
          <w:tcPr>
            <w:tcW w:w="1396" w:type="pct"/>
          </w:tcPr>
          <w:p w14:paraId="3862BC71" w14:textId="77777777" w:rsidR="00F1480E" w:rsidRPr="000754EC" w:rsidRDefault="000F293C" w:rsidP="000F293C">
            <w:pPr>
              <w:pStyle w:val="SIText"/>
            </w:pPr>
            <w:r w:rsidRPr="00723388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EE40096" w14:textId="1CB99DF0" w:rsidR="00F1480E" w:rsidRPr="000754EC" w:rsidRDefault="000F293C" w:rsidP="00C27951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C</w:t>
            </w:r>
            <w:r w:rsidRPr="00723388">
              <w:rPr>
                <w:rFonts w:cs="Arial"/>
              </w:rPr>
              <w:t xml:space="preserve">alculate quantities, </w:t>
            </w:r>
            <w:r>
              <w:rPr>
                <w:rFonts w:cs="Arial"/>
              </w:rPr>
              <w:t xml:space="preserve">and </w:t>
            </w:r>
            <w:r w:rsidRPr="00723388">
              <w:rPr>
                <w:rFonts w:cs="Arial"/>
              </w:rPr>
              <w:t xml:space="preserve">weigh and measure feed components and supplements accurately for </w:t>
            </w:r>
            <w:r w:rsidR="00C27951">
              <w:t>horses</w:t>
            </w:r>
          </w:p>
        </w:tc>
      </w:tr>
      <w:tr w:rsidR="000F293C" w:rsidRPr="00336FCA" w:rsidDel="00423CB2" w14:paraId="272D1BD8" w14:textId="77777777" w:rsidTr="00922189">
        <w:tc>
          <w:tcPr>
            <w:tcW w:w="1396" w:type="pct"/>
          </w:tcPr>
          <w:p w14:paraId="67E72F85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2B16DD1B" w14:textId="4F7D68FC" w:rsidR="000F293C" w:rsidRPr="000754EC" w:rsidRDefault="000F293C" w:rsidP="00C27951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723388">
              <w:rPr>
                <w:rFonts w:cs="Arial"/>
              </w:rPr>
              <w:t>ollow regulatory and workplace procedures, including work health and safety, safe horse handling</w:t>
            </w:r>
            <w:r w:rsidR="00306FD6">
              <w:t>, biosecurity</w:t>
            </w:r>
            <w:r w:rsidRPr="00723388">
              <w:rPr>
                <w:rFonts w:cs="Arial"/>
              </w:rPr>
              <w:t xml:space="preserve"> and animal welfare requirements, associated with own role</w:t>
            </w:r>
            <w:r w:rsidRPr="00723388">
              <w:rPr>
                <w:rFonts w:eastAsia="Calibri" w:cs="Arial"/>
              </w:rPr>
              <w:t xml:space="preserve"> and </w:t>
            </w:r>
            <w:r w:rsidR="00C27951">
              <w:rPr>
                <w:rFonts w:eastAsia="Calibri"/>
              </w:rPr>
              <w:t>work area</w:t>
            </w:r>
          </w:p>
        </w:tc>
      </w:tr>
      <w:tr w:rsidR="000F293C" w:rsidRPr="00336FCA" w:rsidDel="00423CB2" w14:paraId="658031F2" w14:textId="77777777" w:rsidTr="00922189">
        <w:tc>
          <w:tcPr>
            <w:tcW w:w="1396" w:type="pct"/>
          </w:tcPr>
          <w:p w14:paraId="0891E871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608EE8A7" w14:textId="77777777" w:rsidR="000F293C" w:rsidRPr="000754EC" w:rsidRDefault="000F29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W</w:t>
            </w:r>
            <w:r w:rsidRPr="00723388">
              <w:rPr>
                <w:rFonts w:eastAsia="Calibri" w:cs="Arial"/>
              </w:rPr>
              <w:t>ork collaboratively with a range of personnel to organise activities for sale day presentations</w:t>
            </w:r>
          </w:p>
        </w:tc>
      </w:tr>
      <w:tr w:rsidR="000F293C" w:rsidRPr="00336FCA" w:rsidDel="00423CB2" w14:paraId="52ABC654" w14:textId="77777777" w:rsidTr="00922189">
        <w:tc>
          <w:tcPr>
            <w:tcW w:w="1396" w:type="pct"/>
          </w:tcPr>
          <w:p w14:paraId="0209049C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2F02732B" w14:textId="193171FA" w:rsidR="000F293C" w:rsidRPr="00723388" w:rsidRDefault="000F293C" w:rsidP="000F293C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723388">
              <w:rPr>
                <w:rFonts w:eastAsia="Calibri" w:cs="Arial"/>
              </w:rPr>
              <w:t xml:space="preserve">lan and sequence tasks; monitoring activity and prioritising tasks to achieve </w:t>
            </w:r>
            <w:r w:rsidR="00C27951">
              <w:rPr>
                <w:rFonts w:eastAsia="Calibri"/>
              </w:rPr>
              <w:t xml:space="preserve">work </w:t>
            </w:r>
            <w:r w:rsidRPr="00723388">
              <w:rPr>
                <w:rFonts w:eastAsia="Calibri" w:cs="Arial"/>
              </w:rPr>
              <w:t xml:space="preserve">outcomes </w:t>
            </w:r>
          </w:p>
          <w:p w14:paraId="05F3F20C" w14:textId="77777777" w:rsidR="00C80EC7" w:rsidRDefault="000F293C" w:rsidP="00C80EC7">
            <w:pPr>
              <w:pStyle w:val="SIBulletList1"/>
            </w:pPr>
            <w:r>
              <w:rPr>
                <w:rFonts w:cs="Arial"/>
              </w:rPr>
              <w:t>M</w:t>
            </w:r>
            <w:r w:rsidRPr="00723388">
              <w:rPr>
                <w:rFonts w:cs="Arial"/>
              </w:rPr>
              <w:t>ake decisions about routine activities, taking responsibility for actions taken</w:t>
            </w:r>
            <w:r w:rsidR="00C80EC7" w:rsidRPr="00351666">
              <w:t xml:space="preserve"> </w:t>
            </w:r>
          </w:p>
          <w:p w14:paraId="0C090FB2" w14:textId="68700014" w:rsidR="000F293C" w:rsidRPr="000754EC" w:rsidRDefault="00C80EC7">
            <w:pPr>
              <w:pStyle w:val="SIBulletList1"/>
              <w:rPr>
                <w:rFonts w:eastAsia="Calibri"/>
              </w:rPr>
            </w:pPr>
            <w:r w:rsidRPr="00C80EC7">
              <w:t xml:space="preserve">Use workplace technology, tools and/or systems to complete records and reports </w:t>
            </w:r>
          </w:p>
        </w:tc>
      </w:tr>
    </w:tbl>
    <w:p w14:paraId="22E453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32EE8A2" w14:textId="77777777" w:rsidTr="00F33FF2">
        <w:tc>
          <w:tcPr>
            <w:tcW w:w="5000" w:type="pct"/>
            <w:gridSpan w:val="4"/>
          </w:tcPr>
          <w:p w14:paraId="2C722C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B76EA2" w14:textId="77777777" w:rsidTr="00F33FF2">
        <w:tc>
          <w:tcPr>
            <w:tcW w:w="1028" w:type="pct"/>
          </w:tcPr>
          <w:p w14:paraId="299F4E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A62C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FF8C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B8198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8F9940A" w14:textId="77777777" w:rsidTr="00F33FF2">
        <w:tc>
          <w:tcPr>
            <w:tcW w:w="1028" w:type="pct"/>
          </w:tcPr>
          <w:p w14:paraId="0F1C37F6" w14:textId="17ECB6F6" w:rsidR="00041E59" w:rsidRPr="000754EC" w:rsidRDefault="00306FD6" w:rsidP="00C27951">
            <w:pPr>
              <w:pStyle w:val="SIText"/>
            </w:pPr>
            <w:r>
              <w:t>RGR</w:t>
            </w:r>
            <w:r w:rsidR="000F293C" w:rsidRPr="00723388">
              <w:t xml:space="preserve">HBR406 Prepare </w:t>
            </w:r>
            <w:r w:rsidR="00C27951">
              <w:t>horses</w:t>
            </w:r>
            <w:r w:rsidR="00C27951" w:rsidRPr="00723388">
              <w:t xml:space="preserve"> </w:t>
            </w:r>
            <w:r w:rsidR="000F293C" w:rsidRPr="00723388">
              <w:t>for sale</w:t>
            </w:r>
          </w:p>
        </w:tc>
        <w:tc>
          <w:tcPr>
            <w:tcW w:w="1105" w:type="pct"/>
          </w:tcPr>
          <w:p w14:paraId="489B9C8D" w14:textId="4A073099" w:rsidR="00041E59" w:rsidRPr="000754EC" w:rsidRDefault="00306FD6" w:rsidP="000754EC">
            <w:pPr>
              <w:pStyle w:val="SIText"/>
            </w:pPr>
            <w:r w:rsidRPr="00306FD6">
              <w:t>ACMHBR406 Prepare yearlings for sale</w:t>
            </w:r>
          </w:p>
        </w:tc>
        <w:tc>
          <w:tcPr>
            <w:tcW w:w="1251" w:type="pct"/>
          </w:tcPr>
          <w:p w14:paraId="158042AD" w14:textId="4C3E87C0" w:rsidR="00306FD6" w:rsidRPr="00306FD6" w:rsidRDefault="009857AD" w:rsidP="00306FD6">
            <w:pPr>
              <w:pStyle w:val="SIText"/>
            </w:pPr>
            <w:r>
              <w:t>Code and t</w:t>
            </w:r>
            <w:r w:rsidR="00306FD6" w:rsidRPr="00306FD6">
              <w:t>itle changed to reflect appropriate industry sector usage</w:t>
            </w:r>
            <w:r>
              <w:t xml:space="preserve"> and intent of unit.</w:t>
            </w:r>
            <w:r w:rsidR="00306FD6" w:rsidRPr="00306FD6">
              <w:t xml:space="preserve"> </w:t>
            </w:r>
          </w:p>
          <w:p w14:paraId="748AAEED" w14:textId="77777777" w:rsidR="00306FD6" w:rsidRPr="00306FD6" w:rsidRDefault="00306FD6" w:rsidP="00306FD6">
            <w:pPr>
              <w:pStyle w:val="SIText"/>
            </w:pPr>
            <w:r w:rsidRPr="00306FD6">
              <w:t>Minor changes for clarity.</w:t>
            </w:r>
          </w:p>
          <w:p w14:paraId="14D1B24E" w14:textId="0105C10A" w:rsidR="00041E59" w:rsidRPr="000754EC" w:rsidRDefault="00306FD6" w:rsidP="008F2528">
            <w:pPr>
              <w:pStyle w:val="SIText"/>
            </w:pPr>
            <w:r w:rsidRPr="00306FD6">
              <w:t xml:space="preserve">Removal of points duplicating performance criteria in </w:t>
            </w:r>
            <w:r w:rsidR="006630AB">
              <w:t>p</w:t>
            </w:r>
            <w:r w:rsidRPr="00306FD6">
              <w:t xml:space="preserve">erformance </w:t>
            </w:r>
            <w:r w:rsidR="006630AB">
              <w:t>e</w:t>
            </w:r>
            <w:r w:rsidRPr="00306FD6">
              <w:t>vidence</w:t>
            </w:r>
            <w:r w:rsidR="006630AB">
              <w:t>.</w:t>
            </w:r>
          </w:p>
        </w:tc>
        <w:tc>
          <w:tcPr>
            <w:tcW w:w="1616" w:type="pct"/>
          </w:tcPr>
          <w:p w14:paraId="4BB20F16" w14:textId="1A1378DD" w:rsidR="00916CD7" w:rsidRPr="000754EC" w:rsidRDefault="00306FD6" w:rsidP="00C27951">
            <w:pPr>
              <w:pStyle w:val="SIText"/>
            </w:pPr>
            <w:r>
              <w:t>E</w:t>
            </w:r>
            <w:r w:rsidR="000F293C">
              <w:rPr>
                <w:rFonts w:cs="Arial"/>
                <w:szCs w:val="20"/>
              </w:rPr>
              <w:t>quivalent unit</w:t>
            </w:r>
            <w:r w:rsidR="00D14F56">
              <w:t xml:space="preserve"> </w:t>
            </w:r>
          </w:p>
        </w:tc>
      </w:tr>
    </w:tbl>
    <w:p w14:paraId="69B0FD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54E0242F" w14:textId="77777777" w:rsidTr="00922189">
        <w:tc>
          <w:tcPr>
            <w:tcW w:w="1396" w:type="pct"/>
            <w:shd w:val="clear" w:color="auto" w:fill="auto"/>
          </w:tcPr>
          <w:p w14:paraId="45F354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ACFA0B" w14:textId="77777777" w:rsidR="006630AB" w:rsidRPr="006630AB" w:rsidRDefault="006630AB" w:rsidP="006630AB">
            <w:pPr>
              <w:pStyle w:val="SIText"/>
            </w:pPr>
            <w:r>
              <w:t xml:space="preserve">Companion Volumes, including Implementation </w:t>
            </w:r>
            <w:r w:rsidRPr="006630AB">
              <w:t xml:space="preserve">Guides, are available at </w:t>
            </w:r>
            <w:proofErr w:type="spellStart"/>
            <w:r w:rsidRPr="006630AB">
              <w:t>VETNet</w:t>
            </w:r>
            <w:proofErr w:type="spellEnd"/>
            <w:r w:rsidRPr="006630AB">
              <w:t xml:space="preserve">: </w:t>
            </w:r>
          </w:p>
          <w:p w14:paraId="3581EFFA" w14:textId="28012388" w:rsidR="00F1480E" w:rsidRPr="000754EC" w:rsidRDefault="002A5131" w:rsidP="006630AB">
            <w:pPr>
              <w:pStyle w:val="SIText"/>
            </w:pPr>
            <w:hyperlink r:id="rId11" w:history="1">
              <w:r w:rsidR="006630AB" w:rsidRPr="006630AB">
                <w:t>https://vetnet.education.gov.au/Pages/TrainingDocs.aspx?q=5c4b8489-f7e1-463b-81c8-6ecce6c192a0</w:t>
              </w:r>
            </w:hyperlink>
            <w:r w:rsidR="00306FD6" w:rsidRPr="00306FD6">
              <w:t xml:space="preserve"> </w:t>
            </w:r>
          </w:p>
        </w:tc>
      </w:tr>
    </w:tbl>
    <w:p w14:paraId="35D8FB29" w14:textId="77777777" w:rsidR="00F1480E" w:rsidRDefault="00F1480E" w:rsidP="005F771F">
      <w:pPr>
        <w:pStyle w:val="SIText"/>
      </w:pPr>
    </w:p>
    <w:p w14:paraId="602836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BB6E8D0" w14:textId="77777777" w:rsidTr="00922189">
        <w:trPr>
          <w:tblHeader/>
        </w:trPr>
        <w:tc>
          <w:tcPr>
            <w:tcW w:w="1478" w:type="pct"/>
            <w:shd w:val="clear" w:color="auto" w:fill="auto"/>
          </w:tcPr>
          <w:p w14:paraId="01CB275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B04E40" w14:textId="6F33CCBD" w:rsidR="00556C4C" w:rsidRPr="000754EC" w:rsidRDefault="00556C4C" w:rsidP="00A56EEE">
            <w:pPr>
              <w:pStyle w:val="SIUnittitle"/>
            </w:pPr>
            <w:r w:rsidRPr="00F56827">
              <w:t xml:space="preserve">Assessment requirements for </w:t>
            </w:r>
            <w:r w:rsidR="00306FD6">
              <w:t>RGR</w:t>
            </w:r>
            <w:r w:rsidR="000F293C" w:rsidRPr="000F293C">
              <w:t xml:space="preserve">HBR406 Prepare </w:t>
            </w:r>
            <w:r w:rsidR="00A56EEE">
              <w:t>horses</w:t>
            </w:r>
            <w:r w:rsidR="00A56EEE" w:rsidRPr="000F293C">
              <w:t xml:space="preserve"> </w:t>
            </w:r>
            <w:r w:rsidR="000F293C" w:rsidRPr="000F293C">
              <w:t>for sale</w:t>
            </w:r>
          </w:p>
        </w:tc>
      </w:tr>
      <w:tr w:rsidR="00556C4C" w:rsidRPr="00A55106" w14:paraId="71B47406" w14:textId="77777777" w:rsidTr="009221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0E2B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778358" w14:textId="77777777" w:rsidTr="00922189">
        <w:tc>
          <w:tcPr>
            <w:tcW w:w="5000" w:type="pct"/>
            <w:gridSpan w:val="2"/>
            <w:shd w:val="clear" w:color="auto" w:fill="auto"/>
          </w:tcPr>
          <w:p w14:paraId="32D40EBB" w14:textId="7970BC5C" w:rsidR="000F293C" w:rsidRDefault="000F293C" w:rsidP="000F293C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6630AB">
              <w:t>in</w:t>
            </w:r>
            <w:r>
              <w:t xml:space="preserve"> this unit.</w:t>
            </w:r>
          </w:p>
          <w:p w14:paraId="06CD4E60" w14:textId="77777777" w:rsidR="006630AB" w:rsidRDefault="006630AB" w:rsidP="000F293C">
            <w:pPr>
              <w:pStyle w:val="SIText"/>
            </w:pPr>
          </w:p>
          <w:p w14:paraId="4DAEF0BD" w14:textId="77777777" w:rsidR="007534AC" w:rsidRDefault="000F293C" w:rsidP="000F293C">
            <w:pPr>
              <w:pStyle w:val="SIText"/>
            </w:pPr>
            <w:r>
              <w:t xml:space="preserve">There must be </w:t>
            </w:r>
            <w:r w:rsidRPr="00723388">
              <w:t>evidence</w:t>
            </w:r>
            <w:r>
              <w:t xml:space="preserve"> that the individual has</w:t>
            </w:r>
            <w:r w:rsidR="007534AC">
              <w:t>:</w:t>
            </w:r>
          </w:p>
          <w:p w14:paraId="0C45DBDA" w14:textId="4955203F" w:rsidR="000F293C" w:rsidRPr="00723388" w:rsidRDefault="000F293C" w:rsidP="002E71FD">
            <w:pPr>
              <w:pStyle w:val="SIBulletList1"/>
            </w:pPr>
            <w:r w:rsidRPr="00723388">
              <w:t>prepar</w:t>
            </w:r>
            <w:r>
              <w:t>ed</w:t>
            </w:r>
            <w:r w:rsidRPr="00723388">
              <w:t xml:space="preserve"> at least three yearlings </w:t>
            </w:r>
            <w:r w:rsidR="002E71FD">
              <w:t xml:space="preserve">and one other horse (mare or weanling) </w:t>
            </w:r>
            <w:r w:rsidRPr="00723388">
              <w:t>for sale, including:</w:t>
            </w:r>
          </w:p>
          <w:p w14:paraId="6F0FEB59" w14:textId="3142528A" w:rsidR="000F293C" w:rsidRDefault="000F293C" w:rsidP="002E71FD">
            <w:pPr>
              <w:pStyle w:val="SIBulletList2"/>
            </w:pPr>
            <w:r w:rsidRPr="00624E9C">
              <w:t>condition</w:t>
            </w:r>
            <w:r w:rsidR="007534AC">
              <w:t xml:space="preserve">ed </w:t>
            </w:r>
            <w:r w:rsidR="009857AD">
              <w:t xml:space="preserve">each </w:t>
            </w:r>
            <w:r w:rsidR="007534AC">
              <w:t>horse</w:t>
            </w:r>
            <w:r w:rsidRPr="00624E9C">
              <w:t xml:space="preserve"> in preparation for sales</w:t>
            </w:r>
          </w:p>
          <w:p w14:paraId="254DCFCF" w14:textId="5E0396FF" w:rsidR="007534AC" w:rsidRDefault="007534AC" w:rsidP="002E71FD">
            <w:pPr>
              <w:pStyle w:val="SIBulletList2"/>
            </w:pPr>
            <w:r>
              <w:t xml:space="preserve">prepared </w:t>
            </w:r>
            <w:r w:rsidR="009857AD">
              <w:t xml:space="preserve">each </w:t>
            </w:r>
            <w:r>
              <w:t>horse for sale day.</w:t>
            </w:r>
          </w:p>
          <w:p w14:paraId="0141E193" w14:textId="35FCB417" w:rsidR="00556C4C" w:rsidRPr="000754EC" w:rsidRDefault="00556C4C" w:rsidP="006630A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EF6A7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A0D89A4" w14:textId="77777777" w:rsidTr="00922189">
        <w:trPr>
          <w:tblHeader/>
        </w:trPr>
        <w:tc>
          <w:tcPr>
            <w:tcW w:w="5000" w:type="pct"/>
            <w:shd w:val="clear" w:color="auto" w:fill="auto"/>
          </w:tcPr>
          <w:p w14:paraId="778951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7935225" w14:textId="77777777" w:rsidTr="00922189">
        <w:tc>
          <w:tcPr>
            <w:tcW w:w="5000" w:type="pct"/>
            <w:shd w:val="clear" w:color="auto" w:fill="auto"/>
          </w:tcPr>
          <w:p w14:paraId="24665808" w14:textId="77777777" w:rsidR="000F293C" w:rsidRPr="00723388" w:rsidRDefault="000F293C" w:rsidP="000F293C">
            <w:pPr>
              <w:pStyle w:val="SIText"/>
            </w:pPr>
            <w:r w:rsidRPr="00723388">
              <w:t>An individual must be able to demonstrate the knowledge required to perform the tasks outlined in the elements and performance criteria of this unit. This includes knowledge of:</w:t>
            </w:r>
          </w:p>
          <w:p w14:paraId="054C03A0" w14:textId="77777777" w:rsidR="000F293C" w:rsidRPr="00723388" w:rsidRDefault="000F293C" w:rsidP="000F293C">
            <w:pPr>
              <w:pStyle w:val="SIBulletList1"/>
            </w:pPr>
            <w:r w:rsidRPr="00723388">
              <w:t>types and correct fit of common tack and equipment</w:t>
            </w:r>
          </w:p>
          <w:p w14:paraId="5033C6FF" w14:textId="77777777" w:rsidR="000F293C" w:rsidRPr="00723388" w:rsidRDefault="000F293C" w:rsidP="000F293C">
            <w:pPr>
              <w:pStyle w:val="SIBulletList1"/>
            </w:pPr>
            <w:r w:rsidRPr="00723388">
              <w:t>conditioning, grooming and washing procedures</w:t>
            </w:r>
          </w:p>
          <w:p w14:paraId="6D66157A" w14:textId="77777777" w:rsidR="000F293C" w:rsidRPr="00723388" w:rsidRDefault="000F293C" w:rsidP="000F293C">
            <w:pPr>
              <w:pStyle w:val="SIBulletList1"/>
            </w:pPr>
            <w:r w:rsidRPr="00723388">
              <w:t>types and purpose of different exercise regimes and equipment</w:t>
            </w:r>
          </w:p>
          <w:p w14:paraId="4EE4E23B" w14:textId="77777777" w:rsidR="00C3148A" w:rsidRDefault="00C3148A" w:rsidP="000F293C">
            <w:pPr>
              <w:pStyle w:val="SIBulletList1"/>
            </w:pPr>
            <w:r>
              <w:t>initial e</w:t>
            </w:r>
            <w:r w:rsidRPr="00C3148A">
              <w:t xml:space="preserve">arly education techniques </w:t>
            </w:r>
          </w:p>
          <w:p w14:paraId="0052D84B" w14:textId="3DC7DCA8" w:rsidR="000F293C" w:rsidRPr="00723388" w:rsidRDefault="000F293C" w:rsidP="000F293C">
            <w:pPr>
              <w:pStyle w:val="SIBulletList1"/>
            </w:pPr>
            <w:r w:rsidRPr="00723388">
              <w:t>hand walking techniques</w:t>
            </w:r>
          </w:p>
          <w:p w14:paraId="0540692D" w14:textId="77777777" w:rsidR="000F293C" w:rsidRPr="00723388" w:rsidRDefault="000F293C" w:rsidP="000F293C">
            <w:pPr>
              <w:pStyle w:val="SIBulletList1"/>
            </w:pPr>
            <w:r w:rsidRPr="00723388">
              <w:t>pasture quality and features of stud feeds and supplements</w:t>
            </w:r>
          </w:p>
          <w:p w14:paraId="130F921C" w14:textId="77777777" w:rsidR="000F293C" w:rsidRPr="00723388" w:rsidRDefault="000F293C" w:rsidP="000F293C">
            <w:pPr>
              <w:pStyle w:val="SIBulletList1"/>
            </w:pPr>
            <w:r w:rsidRPr="00723388">
              <w:t>yearling feeding and nutrition requirements</w:t>
            </w:r>
          </w:p>
          <w:p w14:paraId="5764E4D8" w14:textId="77777777" w:rsidR="000F293C" w:rsidRPr="00723388" w:rsidRDefault="000F293C" w:rsidP="000F293C">
            <w:pPr>
              <w:pStyle w:val="SIBulletList1"/>
            </w:pPr>
            <w:r w:rsidRPr="00723388">
              <w:t>yearling health and disease management</w:t>
            </w:r>
          </w:p>
          <w:p w14:paraId="2C0D862C" w14:textId="77777777" w:rsidR="009857AD" w:rsidRDefault="000F293C" w:rsidP="009857AD">
            <w:pPr>
              <w:pStyle w:val="SIBulletList1"/>
            </w:pPr>
            <w:r w:rsidRPr="00723388">
              <w:t>hoof care requirements and techniques</w:t>
            </w:r>
          </w:p>
          <w:p w14:paraId="535E7FE4" w14:textId="1DE10C0B" w:rsidR="009857AD" w:rsidRPr="009857AD" w:rsidRDefault="009857AD" w:rsidP="009857AD">
            <w:pPr>
              <w:pStyle w:val="SIBulletList1"/>
            </w:pPr>
            <w:r>
              <w:t>corre</w:t>
            </w:r>
            <w:r w:rsidRPr="009857AD">
              <w:t>ctive farriery and other techniques to improve conformation and saleability</w:t>
            </w:r>
          </w:p>
          <w:p w14:paraId="54AC0D9E" w14:textId="7E357CA8" w:rsidR="00F1480E" w:rsidRPr="000754EC" w:rsidRDefault="00306FD6" w:rsidP="000F293C">
            <w:pPr>
              <w:pStyle w:val="SIBulletList1"/>
            </w:pPr>
            <w:r>
              <w:t>workplace procedures relating to safety, safe horse handling and biosecurity</w:t>
            </w:r>
            <w:r w:rsidR="000F293C" w:rsidRPr="00723388">
              <w:t>.</w:t>
            </w:r>
          </w:p>
        </w:tc>
      </w:tr>
    </w:tbl>
    <w:p w14:paraId="19C33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8C30541" w14:textId="77777777" w:rsidTr="00922189">
        <w:trPr>
          <w:tblHeader/>
        </w:trPr>
        <w:tc>
          <w:tcPr>
            <w:tcW w:w="5000" w:type="pct"/>
            <w:shd w:val="clear" w:color="auto" w:fill="auto"/>
          </w:tcPr>
          <w:p w14:paraId="711EE1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DD1914" w14:textId="77777777" w:rsidTr="00922189">
        <w:tc>
          <w:tcPr>
            <w:tcW w:w="5000" w:type="pct"/>
            <w:shd w:val="clear" w:color="auto" w:fill="auto"/>
          </w:tcPr>
          <w:p w14:paraId="7CAD5CC3" w14:textId="77777777" w:rsidR="000F293C" w:rsidRPr="00624E9C" w:rsidRDefault="000F293C" w:rsidP="000F293C">
            <w:pPr>
              <w:pStyle w:val="SIText"/>
            </w:pPr>
            <w:r w:rsidRPr="00723388">
              <w:t xml:space="preserve">Assessment of </w:t>
            </w:r>
            <w:r>
              <w:t>skills</w:t>
            </w:r>
            <w:r w:rsidRPr="00723388">
              <w:t xml:space="preserve"> must take place under the following conditions:</w:t>
            </w:r>
          </w:p>
          <w:p w14:paraId="21CC8FFD" w14:textId="77777777" w:rsidR="000F293C" w:rsidRPr="00723388" w:rsidRDefault="000F293C" w:rsidP="000F293C">
            <w:pPr>
              <w:pStyle w:val="SIBulletList1"/>
              <w:rPr>
                <w:rFonts w:cs="Arial"/>
              </w:rPr>
            </w:pPr>
            <w:r w:rsidRPr="00723388">
              <w:rPr>
                <w:rFonts w:cs="Arial"/>
              </w:rPr>
              <w:t>physical conditions:</w:t>
            </w:r>
          </w:p>
          <w:p w14:paraId="3FBCAD29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>an</w:t>
            </w:r>
            <w:r w:rsidRPr="00723388">
              <w:rPr>
                <w:rFonts w:eastAsia="Calibri" w:cs="Arial"/>
                <w:shd w:val="clear" w:color="auto" w:fill="FFFFFF"/>
              </w:rPr>
              <w:t xml:space="preserve"> 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444BC5FA" w14:textId="77777777" w:rsidR="000F293C" w:rsidRPr="00723388" w:rsidRDefault="000F293C" w:rsidP="000F293C">
            <w:pPr>
              <w:pStyle w:val="SIBulletList1"/>
              <w:rPr>
                <w:rFonts w:cs="Arial"/>
              </w:rPr>
            </w:pPr>
            <w:r w:rsidRPr="00723388">
              <w:rPr>
                <w:rFonts w:cs="Arial"/>
              </w:rPr>
              <w:t>resources, equipment and materials:</w:t>
            </w:r>
          </w:p>
          <w:p w14:paraId="29F6D79F" w14:textId="3A95B78A" w:rsidR="000F293C" w:rsidRDefault="000F293C" w:rsidP="000F293C">
            <w:pPr>
              <w:pStyle w:val="SIBulletList2"/>
            </w:pPr>
            <w:r w:rsidRPr="00723388">
              <w:rPr>
                <w:rFonts w:eastAsia="Calibri" w:cs="Arial"/>
              </w:rPr>
              <w:t>various</w:t>
            </w:r>
            <w:r>
              <w:t xml:space="preserve"> </w:t>
            </w:r>
            <w:r w:rsidR="002E71FD">
              <w:t>horses</w:t>
            </w:r>
            <w:r>
              <w:t xml:space="preserve"> – note that young horses can be less compliant and highly reactive, and should be assessed as suitable for the experience and skill of the handlers</w:t>
            </w:r>
          </w:p>
          <w:p w14:paraId="7DBAB365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</w:rPr>
              <w:t>equipment for exercising, washing and grooming</w:t>
            </w:r>
          </w:p>
          <w:p w14:paraId="7E811236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</w:rPr>
              <w:t>feed program for individual yearlings</w:t>
            </w:r>
          </w:p>
          <w:p w14:paraId="38A4B0CE" w14:textId="77777777" w:rsidR="000F293C" w:rsidRPr="00A96230" w:rsidRDefault="000F293C" w:rsidP="000F293C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 xml:space="preserve">appropriate tack for </w:t>
            </w:r>
            <w:r>
              <w:rPr>
                <w:rFonts w:cs="Arial"/>
              </w:rPr>
              <w:t>yearlings</w:t>
            </w:r>
            <w:r w:rsidRPr="00A96230">
              <w:rPr>
                <w:rFonts w:cs="Arial"/>
              </w:rPr>
              <w:t xml:space="preserve"> and activity</w:t>
            </w:r>
          </w:p>
          <w:p w14:paraId="211FAD2C" w14:textId="77777777" w:rsidR="000F293C" w:rsidRPr="00723388" w:rsidRDefault="000F293C" w:rsidP="000F293C">
            <w:pPr>
              <w:pStyle w:val="SIBulletList2"/>
              <w:rPr>
                <w:rFonts w:cs="Arial"/>
              </w:rPr>
            </w:pPr>
            <w:r w:rsidRPr="00723388">
              <w:rPr>
                <w:rFonts w:eastAsia="Calibri" w:cs="Arial"/>
              </w:rPr>
              <w:t xml:space="preserve">personal protective equipment </w:t>
            </w:r>
            <w:r>
              <w:rPr>
                <w:rFonts w:eastAsia="Calibri" w:cs="Arial"/>
              </w:rPr>
              <w:t xml:space="preserve">(PPE) </w:t>
            </w:r>
            <w:r w:rsidRPr="00723388">
              <w:rPr>
                <w:rFonts w:eastAsia="Calibri" w:cs="Arial"/>
              </w:rPr>
              <w:t>applicable for task for handler</w:t>
            </w:r>
            <w:r>
              <w:rPr>
                <w:rFonts w:eastAsia="Calibri" w:cs="Arial"/>
              </w:rPr>
              <w:t>.</w:t>
            </w:r>
          </w:p>
          <w:p w14:paraId="57433EC2" w14:textId="77777777" w:rsidR="000F293C" w:rsidRPr="00723388" w:rsidRDefault="000F293C" w:rsidP="000F293C">
            <w:pPr>
              <w:pStyle w:val="SIText"/>
            </w:pPr>
          </w:p>
          <w:p w14:paraId="49CB8725" w14:textId="6D02ECB7" w:rsidR="000F293C" w:rsidRDefault="000F293C" w:rsidP="000F293C">
            <w:pPr>
              <w:pStyle w:val="SIText"/>
              <w:rPr>
                <w:szCs w:val="20"/>
              </w:rPr>
            </w:pPr>
            <w:r w:rsidRPr="00723388">
              <w:rPr>
                <w:szCs w:val="20"/>
              </w:rPr>
              <w:t xml:space="preserve">Training and assessment strategies must show evidence of the use of guidance provided in the </w:t>
            </w:r>
            <w:r w:rsidRPr="00723388">
              <w:rPr>
                <w:i/>
                <w:szCs w:val="20"/>
              </w:rPr>
              <w:t>Companion Volume: User Guide: Safety in Equine Training</w:t>
            </w:r>
            <w:r w:rsidRPr="00723388">
              <w:rPr>
                <w:szCs w:val="20"/>
              </w:rPr>
              <w:t>.</w:t>
            </w:r>
          </w:p>
          <w:p w14:paraId="244027F0" w14:textId="77777777" w:rsidR="006630AB" w:rsidRPr="00723388" w:rsidRDefault="006630AB" w:rsidP="000F293C">
            <w:pPr>
              <w:pStyle w:val="SIText"/>
              <w:rPr>
                <w:szCs w:val="20"/>
              </w:rPr>
            </w:pPr>
          </w:p>
          <w:p w14:paraId="200C7B26" w14:textId="10AFB322" w:rsidR="00F1480E" w:rsidRPr="000754EC" w:rsidRDefault="006630AB" w:rsidP="000F293C">
            <w:pPr>
              <w:pStyle w:val="SIText"/>
              <w:rPr>
                <w:rFonts w:eastAsia="Calibri"/>
              </w:rPr>
            </w:pPr>
            <w:r w:rsidRPr="007E725B">
              <w:t xml:space="preserve">Assessors </w:t>
            </w:r>
            <w:r w:rsidRPr="006630AB">
              <w:t>of this unit must satisfy the requirements for assessors in applicable vocational education and training legislation, frameworks and/or standards</w:t>
            </w:r>
            <w:r w:rsidR="000F293C" w:rsidRPr="00723388">
              <w:rPr>
                <w:szCs w:val="20"/>
              </w:rPr>
              <w:t>.</w:t>
            </w:r>
          </w:p>
        </w:tc>
      </w:tr>
    </w:tbl>
    <w:p w14:paraId="5217D7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46D55BF" w14:textId="77777777" w:rsidTr="004679E3">
        <w:tc>
          <w:tcPr>
            <w:tcW w:w="990" w:type="pct"/>
            <w:shd w:val="clear" w:color="auto" w:fill="auto"/>
          </w:tcPr>
          <w:p w14:paraId="77B51A6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8C5B49" w14:textId="77777777" w:rsidR="006630AB" w:rsidRPr="006630AB" w:rsidRDefault="006630AB" w:rsidP="006630AB">
            <w:pPr>
              <w:pStyle w:val="SIText"/>
            </w:pPr>
            <w:r>
              <w:t xml:space="preserve">Companion Volumes, including Implementation </w:t>
            </w:r>
            <w:r w:rsidRPr="006630AB">
              <w:t xml:space="preserve">Guides, are available at </w:t>
            </w:r>
            <w:proofErr w:type="spellStart"/>
            <w:r w:rsidRPr="006630AB">
              <w:t>VETNet</w:t>
            </w:r>
            <w:proofErr w:type="spellEnd"/>
            <w:r w:rsidRPr="006630AB">
              <w:t xml:space="preserve">: </w:t>
            </w:r>
          </w:p>
          <w:p w14:paraId="4630AD18" w14:textId="6E96C892" w:rsidR="00F1480E" w:rsidRPr="000754EC" w:rsidRDefault="002A5131" w:rsidP="006630AB">
            <w:pPr>
              <w:pStyle w:val="SIText"/>
            </w:pPr>
            <w:hyperlink r:id="rId12" w:history="1">
              <w:r w:rsidR="006630AB" w:rsidRPr="006630AB">
                <w:t>https://vetnet.education.gov.au/Pages/TrainingDocs.aspx?q=5c4b8489-f7e1-463b-81c8-6ecce6c192a0</w:t>
              </w:r>
            </w:hyperlink>
          </w:p>
        </w:tc>
      </w:tr>
    </w:tbl>
    <w:p w14:paraId="017F6D0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5B3D2" w14:textId="77777777" w:rsidR="002A5131" w:rsidRDefault="002A5131" w:rsidP="00BF3F0A">
      <w:r>
        <w:separator/>
      </w:r>
    </w:p>
    <w:p w14:paraId="2D103C5B" w14:textId="77777777" w:rsidR="002A5131" w:rsidRDefault="002A5131"/>
  </w:endnote>
  <w:endnote w:type="continuationSeparator" w:id="0">
    <w:p w14:paraId="04780EC6" w14:textId="77777777" w:rsidR="002A5131" w:rsidRDefault="002A5131" w:rsidP="00BF3F0A">
      <w:r>
        <w:continuationSeparator/>
      </w:r>
    </w:p>
    <w:p w14:paraId="0CDB7363" w14:textId="77777777" w:rsidR="002A5131" w:rsidRDefault="002A5131"/>
  </w:endnote>
  <w:endnote w:type="continuationNotice" w:id="1">
    <w:p w14:paraId="72FC587B" w14:textId="77777777" w:rsidR="002A5131" w:rsidRDefault="002A5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BE435" w14:textId="77777777" w:rsidR="00DC14B6" w:rsidRDefault="00DC14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B3C098" w14:textId="20E8538F" w:rsidR="00C3622A" w:rsidRPr="000754EC" w:rsidRDefault="00C3622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0EC7">
          <w:rPr>
            <w:noProof/>
          </w:rPr>
          <w:t>1</w:t>
        </w:r>
        <w:r w:rsidRPr="000754EC">
          <w:fldChar w:fldCharType="end"/>
        </w:r>
      </w:p>
      <w:p w14:paraId="2BF03A3F" w14:textId="77777777" w:rsidR="00C3622A" w:rsidRDefault="00C3622A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39F7511D" w14:textId="77777777" w:rsidR="00C3622A" w:rsidRDefault="00C3622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FC44D" w14:textId="77777777" w:rsidR="00DC14B6" w:rsidRDefault="00DC14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C03CD" w14:textId="77777777" w:rsidR="002A5131" w:rsidRDefault="002A5131" w:rsidP="00BF3F0A">
      <w:r>
        <w:separator/>
      </w:r>
    </w:p>
    <w:p w14:paraId="3AEA7636" w14:textId="77777777" w:rsidR="002A5131" w:rsidRDefault="002A5131"/>
  </w:footnote>
  <w:footnote w:type="continuationSeparator" w:id="0">
    <w:p w14:paraId="722D7340" w14:textId="77777777" w:rsidR="002A5131" w:rsidRDefault="002A5131" w:rsidP="00BF3F0A">
      <w:r>
        <w:continuationSeparator/>
      </w:r>
    </w:p>
    <w:p w14:paraId="54AB5FE0" w14:textId="77777777" w:rsidR="002A5131" w:rsidRDefault="002A5131"/>
  </w:footnote>
  <w:footnote w:type="continuationNotice" w:id="1">
    <w:p w14:paraId="40E8F59E" w14:textId="77777777" w:rsidR="002A5131" w:rsidRDefault="002A51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88659" w14:textId="77777777" w:rsidR="00DC14B6" w:rsidRDefault="00DC14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37B50" w14:textId="7BF5657D" w:rsidR="00C3622A" w:rsidRPr="000F293C" w:rsidRDefault="00C3622A" w:rsidP="000F293C">
    <w:r>
      <w:t>RGR</w:t>
    </w:r>
    <w:r w:rsidRPr="000F293C">
      <w:rPr>
        <w:lang w:eastAsia="en-US"/>
      </w:rPr>
      <w:t xml:space="preserve">HBR406 Prepare </w:t>
    </w:r>
    <w:r w:rsidR="009857AD">
      <w:t>horses</w:t>
    </w:r>
    <w:r w:rsidR="009857AD" w:rsidRPr="000F293C">
      <w:rPr>
        <w:lang w:eastAsia="en-US"/>
      </w:rPr>
      <w:t xml:space="preserve"> </w:t>
    </w:r>
    <w:r w:rsidRPr="000F293C">
      <w:rPr>
        <w:lang w:eastAsia="en-US"/>
      </w:rPr>
      <w:t>for sale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F3697" w14:textId="77777777" w:rsidR="00DC14B6" w:rsidRDefault="00DC14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C7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3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4CB"/>
    <w:rsid w:val="00244EA7"/>
    <w:rsid w:val="00245D8C"/>
    <w:rsid w:val="00262FC3"/>
    <w:rsid w:val="0026394F"/>
    <w:rsid w:val="00276DB8"/>
    <w:rsid w:val="00282664"/>
    <w:rsid w:val="00285FB8"/>
    <w:rsid w:val="002970C3"/>
    <w:rsid w:val="002A4CD3"/>
    <w:rsid w:val="002A5131"/>
    <w:rsid w:val="002A6CC4"/>
    <w:rsid w:val="002C55E9"/>
    <w:rsid w:val="002D0C8B"/>
    <w:rsid w:val="002D330A"/>
    <w:rsid w:val="002E193E"/>
    <w:rsid w:val="002E71FD"/>
    <w:rsid w:val="00305B45"/>
    <w:rsid w:val="00306FD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78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9DE"/>
    <w:rsid w:val="0050534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59E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CC1"/>
    <w:rsid w:val="00620E8E"/>
    <w:rsid w:val="00633CFE"/>
    <w:rsid w:val="00634FCA"/>
    <w:rsid w:val="00643D1B"/>
    <w:rsid w:val="006452B8"/>
    <w:rsid w:val="00652E62"/>
    <w:rsid w:val="006630AB"/>
    <w:rsid w:val="00686A49"/>
    <w:rsid w:val="00687B62"/>
    <w:rsid w:val="00690C44"/>
    <w:rsid w:val="0069563A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1A48"/>
    <w:rsid w:val="007134FE"/>
    <w:rsid w:val="00715794"/>
    <w:rsid w:val="00717385"/>
    <w:rsid w:val="00722769"/>
    <w:rsid w:val="00727901"/>
    <w:rsid w:val="0073075B"/>
    <w:rsid w:val="007341FF"/>
    <w:rsid w:val="00734EDB"/>
    <w:rsid w:val="007404E9"/>
    <w:rsid w:val="007444CF"/>
    <w:rsid w:val="00752C75"/>
    <w:rsid w:val="007534A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C5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528"/>
    <w:rsid w:val="008F32F6"/>
    <w:rsid w:val="00916CD7"/>
    <w:rsid w:val="00920927"/>
    <w:rsid w:val="00921B38"/>
    <w:rsid w:val="00922189"/>
    <w:rsid w:val="00923720"/>
    <w:rsid w:val="009278C9"/>
    <w:rsid w:val="00932CD7"/>
    <w:rsid w:val="00944C09"/>
    <w:rsid w:val="009527CB"/>
    <w:rsid w:val="00953835"/>
    <w:rsid w:val="00960F6C"/>
    <w:rsid w:val="00970747"/>
    <w:rsid w:val="009857A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EE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1AD"/>
    <w:rsid w:val="00AE2CC3"/>
    <w:rsid w:val="00AE32CB"/>
    <w:rsid w:val="00AF3957"/>
    <w:rsid w:val="00B12013"/>
    <w:rsid w:val="00B22C67"/>
    <w:rsid w:val="00B3508F"/>
    <w:rsid w:val="00B42D46"/>
    <w:rsid w:val="00B443EE"/>
    <w:rsid w:val="00B529E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34FF"/>
    <w:rsid w:val="00C03E61"/>
    <w:rsid w:val="00C143C3"/>
    <w:rsid w:val="00C1739B"/>
    <w:rsid w:val="00C21ADE"/>
    <w:rsid w:val="00C26067"/>
    <w:rsid w:val="00C27951"/>
    <w:rsid w:val="00C30A29"/>
    <w:rsid w:val="00C3148A"/>
    <w:rsid w:val="00C317DC"/>
    <w:rsid w:val="00C3622A"/>
    <w:rsid w:val="00C578E9"/>
    <w:rsid w:val="00C61A74"/>
    <w:rsid w:val="00C70626"/>
    <w:rsid w:val="00C72860"/>
    <w:rsid w:val="00C73B90"/>
    <w:rsid w:val="00C742EC"/>
    <w:rsid w:val="00C80EC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F56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4B6"/>
    <w:rsid w:val="00DC1D69"/>
    <w:rsid w:val="00DC5A3A"/>
    <w:rsid w:val="00E1531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91464"/>
    <w:rsid w:val="00FB232E"/>
    <w:rsid w:val="00FC56A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73725B"/>
  <w15:docId w15:val="{AD8011B1-008A-4C87-B71C-A335944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F500F2-4ABC-400E-9C3E-18629CB2C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745B5E-3C08-49B0-8F70-7032CD14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85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29</cp:revision>
  <cp:lastPrinted>2016-05-27T05:21:00Z</cp:lastPrinted>
  <dcterms:created xsi:type="dcterms:W3CDTF">2017-08-25T04:03:00Z</dcterms:created>
  <dcterms:modified xsi:type="dcterms:W3CDTF">2019-06-27T02:56:00Z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