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63393" w14:textId="450FC1D2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306E83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4971B9" w14:paraId="256C96A5" w14:textId="77777777" w:rsidTr="00CF3CDA">
        <w:tc>
          <w:tcPr>
            <w:tcW w:w="2689" w:type="dxa"/>
          </w:tcPr>
          <w:p w14:paraId="7C0BD0B1" w14:textId="002A93C9" w:rsidR="004971B9" w:rsidRPr="00CC451E" w:rsidRDefault="004971B9" w:rsidP="00CF3CDA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6C521E98" w14:textId="77777777" w:rsidR="004971B9" w:rsidRPr="003B6200" w:rsidRDefault="004971B9" w:rsidP="00CF3CDA">
            <w:pPr>
              <w:pStyle w:val="SIText"/>
            </w:pPr>
            <w:r w:rsidRPr="003B6200">
              <w:t xml:space="preserve">This version released with RGR Racing and Breeding Training Package Version </w:t>
            </w:r>
            <w:r>
              <w:t>3</w:t>
            </w:r>
            <w:r w:rsidRPr="003B6200">
              <w:t>.0.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551EFF47" w:rsidR="00F1480E" w:rsidRPr="00923720" w:rsidRDefault="002244AA" w:rsidP="002244AA">
            <w:pPr>
              <w:pStyle w:val="SIQUALCODE"/>
            </w:pPr>
            <w:r w:rsidRPr="00091159">
              <w:t>RGR40</w:t>
            </w:r>
            <w:r>
              <w:t>419</w:t>
            </w:r>
          </w:p>
        </w:tc>
        <w:tc>
          <w:tcPr>
            <w:tcW w:w="3604" w:type="pct"/>
            <w:shd w:val="clear" w:color="auto" w:fill="auto"/>
          </w:tcPr>
          <w:p w14:paraId="261D261B" w14:textId="1B800571" w:rsidR="00F1480E" w:rsidRPr="00923720" w:rsidRDefault="00ED07E5" w:rsidP="00E37E00">
            <w:pPr>
              <w:pStyle w:val="SIQUALtitle"/>
            </w:pPr>
            <w:r w:rsidRPr="00EC36FA">
              <w:t xml:space="preserve">Certificate IV in </w:t>
            </w:r>
            <w:r w:rsidR="00E37E00">
              <w:t>Greyhound</w:t>
            </w:r>
            <w:r w:rsidR="00E37E00" w:rsidRPr="00EC36FA">
              <w:t xml:space="preserve"> </w:t>
            </w:r>
            <w:r w:rsidRPr="00EC36FA">
              <w:t xml:space="preserve">Racing </w:t>
            </w:r>
            <w:r w:rsidR="00267DBA">
              <w:t>Industry</w:t>
            </w:r>
          </w:p>
        </w:tc>
      </w:tr>
      <w:tr w:rsidR="00A772D9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3AB40175" w14:textId="0FAC60E3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8E3E01D" w14:textId="77777777" w:rsidR="00E37E00" w:rsidRDefault="00ED07E5" w:rsidP="00ED07E5">
            <w:pPr>
              <w:pStyle w:val="SIText"/>
            </w:pPr>
            <w:r w:rsidRPr="00091159">
              <w:t xml:space="preserve">This qualification reflects the role </w:t>
            </w:r>
            <w:r>
              <w:t>of individuals</w:t>
            </w:r>
            <w:r w:rsidRPr="00091159">
              <w:t xml:space="preserve"> </w:t>
            </w:r>
            <w:r w:rsidR="00E37E00">
              <w:t>working in or providing services related to the greyhound racing industry.</w:t>
            </w:r>
          </w:p>
          <w:p w14:paraId="41205011" w14:textId="349AA8CD" w:rsidR="00E37E00" w:rsidRDefault="00E37E00" w:rsidP="00ED07E5">
            <w:pPr>
              <w:pStyle w:val="SIText"/>
            </w:pPr>
            <w:r>
              <w:t>It allows for three specialisations, including</w:t>
            </w:r>
            <w:r w:rsidR="006D1831">
              <w:t>:</w:t>
            </w:r>
          </w:p>
          <w:p w14:paraId="362AE2C7" w14:textId="4908D875" w:rsidR="00E37E00" w:rsidRDefault="00E37E00" w:rsidP="00DF7CD0">
            <w:pPr>
              <w:pStyle w:val="SIBulletList1"/>
            </w:pPr>
            <w:r>
              <w:t xml:space="preserve">greyhound trainer </w:t>
            </w:r>
            <w:r w:rsidR="006D1831">
              <w:t xml:space="preserve">– </w:t>
            </w:r>
            <w:r w:rsidR="00ED07E5" w:rsidRPr="00091159">
              <w:t xml:space="preserve">licensed to operate a business that trains </w:t>
            </w:r>
            <w:r w:rsidR="00561D95">
              <w:t>greyhounds</w:t>
            </w:r>
            <w:r w:rsidR="00ED07E5" w:rsidRPr="00091159">
              <w:t xml:space="preserve"> under racing industry</w:t>
            </w:r>
            <w:r w:rsidR="006912C1">
              <w:t>-</w:t>
            </w:r>
            <w:r w:rsidR="00ED07E5" w:rsidRPr="00091159">
              <w:t xml:space="preserve"> regulated licensing criteria for the purpose of competing in industry-regulated events</w:t>
            </w:r>
          </w:p>
          <w:p w14:paraId="3DCE050E" w14:textId="27D59FB4" w:rsidR="00E37E00" w:rsidRDefault="00E37E00" w:rsidP="00DF7CD0">
            <w:pPr>
              <w:pStyle w:val="SIBulletList1"/>
            </w:pPr>
            <w:r>
              <w:t xml:space="preserve">greyhound health assistant – providing independent </w:t>
            </w:r>
            <w:r w:rsidR="00267DBA">
              <w:t xml:space="preserve">non-veterinary </w:t>
            </w:r>
            <w:r>
              <w:t xml:space="preserve">greyhound health services for industry participants </w:t>
            </w:r>
          </w:p>
          <w:p w14:paraId="25B88A77" w14:textId="7364EE92" w:rsidR="000643AE" w:rsidRDefault="00E37E00" w:rsidP="00DF7CD0">
            <w:pPr>
              <w:pStyle w:val="SIBulletList1"/>
            </w:pPr>
            <w:r>
              <w:t xml:space="preserve">greyhound transition to </w:t>
            </w:r>
            <w:r w:rsidR="00992571">
              <w:t xml:space="preserve">a </w:t>
            </w:r>
            <w:r>
              <w:t>pet – providing services to assess, educate and transition greyhounds bred for racing to pets in new homes</w:t>
            </w:r>
            <w:r w:rsidR="00ED07E5" w:rsidRPr="00091159">
              <w:t>.</w:t>
            </w:r>
          </w:p>
          <w:p w14:paraId="611EDC59" w14:textId="486A883E" w:rsidR="00ED07E5" w:rsidRDefault="00ED07E5" w:rsidP="00ED07E5">
            <w:pPr>
              <w:pStyle w:val="SIText"/>
            </w:pPr>
          </w:p>
          <w:p w14:paraId="450D831D" w14:textId="7634D2CE" w:rsidR="00A772D9" w:rsidRPr="00856837" w:rsidRDefault="00561D95" w:rsidP="00C10FB7">
            <w:pPr>
              <w:pStyle w:val="SIText"/>
              <w:rPr>
                <w:color w:val="000000" w:themeColor="text1"/>
              </w:rPr>
            </w:pPr>
            <w:r w:rsidRPr="00E05313">
              <w:t>Licensing, legislative, regulatory or certification requirements may apply to this qualification. Refer to your</w:t>
            </w:r>
            <w:r>
              <w:t xml:space="preserve"> </w:t>
            </w:r>
            <w:r w:rsidRPr="00E05313">
              <w:t>state or territory Controlling Body or Principal Racing Authority for current licence or registration</w:t>
            </w:r>
            <w:r>
              <w:t xml:space="preserve"> </w:t>
            </w:r>
            <w:r w:rsidRPr="00E05313">
              <w:t>requirements.</w:t>
            </w:r>
          </w:p>
        </w:tc>
      </w:tr>
      <w:tr w:rsidR="00A772D9" w:rsidRPr="00963A46" w14:paraId="7B108CEE" w14:textId="77777777" w:rsidTr="00306E83">
        <w:trPr>
          <w:trHeight w:val="782"/>
        </w:trPr>
        <w:tc>
          <w:tcPr>
            <w:tcW w:w="5000" w:type="pct"/>
            <w:gridSpan w:val="2"/>
            <w:shd w:val="clear" w:color="auto" w:fill="auto"/>
          </w:tcPr>
          <w:p w14:paraId="695BD91A" w14:textId="712A9B43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F689505" w14:textId="77777777" w:rsidR="000643AE" w:rsidRPr="000643AE" w:rsidRDefault="000643AE" w:rsidP="000643AE">
            <w:pPr>
              <w:pStyle w:val="SIText"/>
            </w:pPr>
            <w:r w:rsidRPr="000643AE">
              <w:t>To undertake this qualification the individual must have:</w:t>
            </w:r>
          </w:p>
          <w:p w14:paraId="5D934B17" w14:textId="24B2057E" w:rsidR="00ED07E5" w:rsidRPr="000643AE" w:rsidRDefault="000643AE" w:rsidP="00954C89">
            <w:pPr>
              <w:pStyle w:val="SIBulletList1"/>
            </w:pPr>
            <w:r w:rsidRPr="000643AE">
              <w:t xml:space="preserve">skills and knowledge commensurate with </w:t>
            </w:r>
            <w:r w:rsidR="00852285" w:rsidRPr="00A10C61">
              <w:rPr>
                <w:rStyle w:val="SIText-Italic"/>
              </w:rPr>
              <w:t>RGR20117</w:t>
            </w:r>
            <w:r w:rsidR="00561D95" w:rsidRPr="00A10C61">
              <w:rPr>
                <w:rStyle w:val="SIText-Italic"/>
              </w:rPr>
              <w:t xml:space="preserve"> Certificate II in Racing (</w:t>
            </w:r>
            <w:r w:rsidR="00852285" w:rsidRPr="00A10C61">
              <w:rPr>
                <w:rStyle w:val="SIText-Italic"/>
              </w:rPr>
              <w:t>Greyhound</w:t>
            </w:r>
            <w:r w:rsidR="00561D95" w:rsidRPr="00A10C61">
              <w:rPr>
                <w:rStyle w:val="SIText-Italic"/>
              </w:rPr>
              <w:t>)</w:t>
            </w:r>
            <w:r w:rsidR="00561D95">
              <w:t xml:space="preserve"> </w:t>
            </w:r>
            <w:r>
              <w:t xml:space="preserve">demonstrating </w:t>
            </w:r>
            <w:r w:rsidRPr="000643AE">
              <w:t xml:space="preserve">industry-relevant experience in the care, welfare and management of </w:t>
            </w:r>
            <w:r w:rsidR="00561D95">
              <w:t>greyhounds</w:t>
            </w:r>
            <w:r>
              <w:t>.</w:t>
            </w:r>
          </w:p>
          <w:p w14:paraId="70D01DB5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F954312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C3B0E51" w14:textId="0EFB94AB" w:rsidR="001F28F9" w:rsidRDefault="000643AE" w:rsidP="001F28F9">
            <w:pPr>
              <w:pStyle w:val="SIBulletList1"/>
            </w:pPr>
            <w:r>
              <w:t>1</w:t>
            </w:r>
            <w:r w:rsidR="004207A0">
              <w:t>5</w:t>
            </w:r>
            <w:r w:rsidR="001F28F9">
              <w:t xml:space="preserve"> units of competency:</w:t>
            </w:r>
          </w:p>
          <w:p w14:paraId="20A0E7CF" w14:textId="1A21F175" w:rsidR="001F28F9" w:rsidRPr="000C490A" w:rsidRDefault="00620411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5</w:t>
            </w:r>
            <w:r w:rsidR="0042344F" w:rsidRPr="000C490A">
              <w:t xml:space="preserve"> </w:t>
            </w:r>
            <w:r w:rsidR="001F28F9" w:rsidRPr="000C490A">
              <w:t>core units plus</w:t>
            </w:r>
          </w:p>
          <w:p w14:paraId="57E9B462" w14:textId="2338CCE1" w:rsidR="001F28F9" w:rsidRDefault="0042344F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</w:t>
            </w:r>
            <w:r w:rsidR="00620411">
              <w:t>0</w:t>
            </w:r>
            <w:r w:rsidR="001F28F9" w:rsidRPr="000C490A">
              <w:t xml:space="preserve"> elective units.</w:t>
            </w:r>
          </w:p>
          <w:p w14:paraId="76B74919" w14:textId="77777777" w:rsidR="008F1577" w:rsidRDefault="008F1577" w:rsidP="00DF7CD0">
            <w:pPr>
              <w:pStyle w:val="SIText"/>
            </w:pPr>
          </w:p>
          <w:p w14:paraId="6605F305" w14:textId="55189021" w:rsidR="0042344F" w:rsidRDefault="000643AE" w:rsidP="00DF7CD0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 w:rsidR="0042344F">
              <w:t xml:space="preserve"> Electives can be chosen to provide a general qualification or a qualification with a specialisation.  </w:t>
            </w:r>
          </w:p>
          <w:p w14:paraId="48E33015" w14:textId="77777777" w:rsidR="0042344F" w:rsidRDefault="0042344F" w:rsidP="00DF7CD0">
            <w:pPr>
              <w:pStyle w:val="SIText"/>
            </w:pPr>
          </w:p>
          <w:p w14:paraId="0D48F38A" w14:textId="3F9EF6E0" w:rsidR="0042344F" w:rsidRDefault="0042344F" w:rsidP="00DF7CD0">
            <w:pPr>
              <w:pStyle w:val="SIText"/>
            </w:pPr>
            <w:r>
              <w:t xml:space="preserve">For the award of the </w:t>
            </w:r>
            <w:r w:rsidRPr="00DF7CD0">
              <w:rPr>
                <w:i/>
              </w:rPr>
              <w:t>Certificate IV in Greyhound Racing Industry</w:t>
            </w:r>
            <w:r>
              <w:t xml:space="preserve"> choose: </w:t>
            </w:r>
          </w:p>
          <w:p w14:paraId="42B3BE1D" w14:textId="0F813142" w:rsidR="0042344F" w:rsidRDefault="0042344F" w:rsidP="00DF7CD0">
            <w:pPr>
              <w:pStyle w:val="SIBulletList1"/>
            </w:pPr>
            <w:r>
              <w:t xml:space="preserve">at least </w:t>
            </w:r>
            <w:r w:rsidR="00620411">
              <w:t>8</w:t>
            </w:r>
            <w:r>
              <w:t xml:space="preserve"> units from the electives in Groups A to </w:t>
            </w:r>
            <w:r w:rsidR="00DE3B1A">
              <w:t>D</w:t>
            </w:r>
            <w:r>
              <w:t xml:space="preserve"> </w:t>
            </w:r>
          </w:p>
          <w:p w14:paraId="51B3D1FA" w14:textId="7222CF2C" w:rsidR="0042344F" w:rsidRDefault="0042344F" w:rsidP="00DF7CD0">
            <w:pPr>
              <w:pStyle w:val="SIBulletList1"/>
            </w:pPr>
            <w:r>
              <w:t xml:space="preserve">up to 2 units from any currently endorsed Training Package or accredited course. </w:t>
            </w:r>
          </w:p>
          <w:p w14:paraId="533F8B7C" w14:textId="77777777" w:rsidR="0042344F" w:rsidRDefault="0042344F" w:rsidP="00DF7CD0">
            <w:pPr>
              <w:pStyle w:val="SIText"/>
            </w:pPr>
          </w:p>
          <w:p w14:paraId="7A8B50D6" w14:textId="5A59F979" w:rsidR="0042344F" w:rsidRDefault="0042344F" w:rsidP="00DF7CD0">
            <w:pPr>
              <w:pStyle w:val="SIText"/>
            </w:pPr>
            <w:r>
              <w:t xml:space="preserve">For the award of the </w:t>
            </w:r>
            <w:r w:rsidRPr="00DF7CD0">
              <w:rPr>
                <w:i/>
              </w:rPr>
              <w:t>Certificate IV in Greyhound Racing Industry (Trainer)</w:t>
            </w:r>
            <w:r>
              <w:t xml:space="preserve"> choose: </w:t>
            </w:r>
          </w:p>
          <w:p w14:paraId="4DA92CF5" w14:textId="14D82D43" w:rsidR="0042344F" w:rsidRDefault="0042344F" w:rsidP="00DF7CD0">
            <w:pPr>
              <w:pStyle w:val="SIBulletList1"/>
            </w:pPr>
            <w:r>
              <w:t xml:space="preserve">all </w:t>
            </w:r>
            <w:r w:rsidR="006200D5">
              <w:t>4</w:t>
            </w:r>
            <w:r>
              <w:t xml:space="preserve"> electives from Group A  </w:t>
            </w:r>
          </w:p>
          <w:p w14:paraId="6E2E9FB9" w14:textId="53AA8302" w:rsidR="0042344F" w:rsidRDefault="0042344F" w:rsidP="00DF7CD0">
            <w:pPr>
              <w:pStyle w:val="SIBulletList1"/>
            </w:pPr>
            <w:r>
              <w:t xml:space="preserve">at least </w:t>
            </w:r>
            <w:r w:rsidR="00D02D8B">
              <w:t>4</w:t>
            </w:r>
            <w:r>
              <w:t xml:space="preserve"> units from the electives in Groups </w:t>
            </w:r>
            <w:r w:rsidR="00DE3B1A">
              <w:t>B, C or</w:t>
            </w:r>
            <w:r>
              <w:t xml:space="preserve"> </w:t>
            </w:r>
            <w:r w:rsidR="00DE3B1A">
              <w:t>D</w:t>
            </w:r>
            <w:r>
              <w:t xml:space="preserve"> </w:t>
            </w:r>
          </w:p>
          <w:p w14:paraId="10D4D711" w14:textId="7731F98D" w:rsidR="0042344F" w:rsidRDefault="0042344F" w:rsidP="00DF7CD0">
            <w:pPr>
              <w:pStyle w:val="SIBulletList1"/>
            </w:pPr>
            <w:r>
              <w:t xml:space="preserve">up to 2 units from any currently endorsed Training Package or accredited course. </w:t>
            </w:r>
          </w:p>
          <w:p w14:paraId="1072F540" w14:textId="77777777" w:rsidR="0042344F" w:rsidRDefault="0042344F" w:rsidP="0042344F">
            <w:pPr>
              <w:pStyle w:val="SIText"/>
            </w:pPr>
          </w:p>
          <w:p w14:paraId="4916F2F1" w14:textId="47ECC849" w:rsidR="0042344F" w:rsidRDefault="0042344F" w:rsidP="0042344F">
            <w:pPr>
              <w:pStyle w:val="SIText"/>
            </w:pPr>
            <w:r>
              <w:t xml:space="preserve">For the award of the </w:t>
            </w:r>
            <w:r w:rsidRPr="00CA7EF2">
              <w:rPr>
                <w:i/>
              </w:rPr>
              <w:t>Certificate IV in Greyhound Racing Industry (</w:t>
            </w:r>
            <w:r>
              <w:rPr>
                <w:i/>
              </w:rPr>
              <w:t>Health Assistant</w:t>
            </w:r>
            <w:r w:rsidRPr="00CA7EF2">
              <w:rPr>
                <w:i/>
              </w:rPr>
              <w:t>)</w:t>
            </w:r>
            <w:r>
              <w:t xml:space="preserve"> choose: </w:t>
            </w:r>
          </w:p>
          <w:p w14:paraId="71C2B2B1" w14:textId="1B058819" w:rsidR="0042344F" w:rsidRDefault="0042344F" w:rsidP="0042344F">
            <w:pPr>
              <w:pStyle w:val="SIBulletList1"/>
            </w:pPr>
            <w:r>
              <w:t xml:space="preserve">all 4 electives from Group B </w:t>
            </w:r>
          </w:p>
          <w:p w14:paraId="554E361F" w14:textId="33FFAB85" w:rsidR="0042344F" w:rsidRDefault="0042344F" w:rsidP="0042344F">
            <w:pPr>
              <w:pStyle w:val="SIBulletList1"/>
            </w:pPr>
            <w:r>
              <w:t xml:space="preserve">at least </w:t>
            </w:r>
            <w:r w:rsidR="00D02D8B">
              <w:t>4</w:t>
            </w:r>
            <w:r>
              <w:t xml:space="preserve"> units from the electives in Groups A</w:t>
            </w:r>
            <w:r w:rsidR="00DE3B1A">
              <w:t>, C or</w:t>
            </w:r>
            <w:r>
              <w:t xml:space="preserve"> </w:t>
            </w:r>
            <w:r w:rsidR="00DE3B1A">
              <w:t>D</w:t>
            </w:r>
            <w:r>
              <w:t xml:space="preserve"> </w:t>
            </w:r>
          </w:p>
          <w:p w14:paraId="347F2CFD" w14:textId="77777777" w:rsidR="0042344F" w:rsidRDefault="0042344F" w:rsidP="0042344F">
            <w:pPr>
              <w:pStyle w:val="SIBulletList1"/>
            </w:pPr>
            <w:r>
              <w:t xml:space="preserve">up to 2 units from any currently endorsed Training Package or accredited course. </w:t>
            </w:r>
          </w:p>
          <w:p w14:paraId="76DDE442" w14:textId="77777777" w:rsidR="00643F90" w:rsidRDefault="00643F90" w:rsidP="000643AE">
            <w:pPr>
              <w:pStyle w:val="SIText"/>
            </w:pPr>
          </w:p>
          <w:p w14:paraId="1B49BD21" w14:textId="594A86D5" w:rsidR="00643F90" w:rsidRDefault="00643F90" w:rsidP="00643F90">
            <w:pPr>
              <w:pStyle w:val="SIText"/>
            </w:pPr>
            <w:r>
              <w:t xml:space="preserve">For the award of the </w:t>
            </w:r>
            <w:r w:rsidRPr="00CA7EF2">
              <w:rPr>
                <w:i/>
              </w:rPr>
              <w:t>Certificate IV in Greyhound Racing Industry (</w:t>
            </w:r>
            <w:r>
              <w:rPr>
                <w:i/>
              </w:rPr>
              <w:t>Transition to Pet</w:t>
            </w:r>
            <w:r w:rsidRPr="00CA7EF2">
              <w:rPr>
                <w:i/>
              </w:rPr>
              <w:t>)</w:t>
            </w:r>
            <w:r>
              <w:t xml:space="preserve"> choose: </w:t>
            </w:r>
          </w:p>
          <w:p w14:paraId="76E96C35" w14:textId="24FE3303" w:rsidR="00643F90" w:rsidRDefault="004207A0" w:rsidP="00643F90">
            <w:pPr>
              <w:pStyle w:val="SIBulletList1"/>
            </w:pPr>
            <w:r>
              <w:t xml:space="preserve">all </w:t>
            </w:r>
            <w:r w:rsidR="00D02D8B">
              <w:t>4</w:t>
            </w:r>
            <w:r w:rsidR="00643F90">
              <w:t xml:space="preserve"> electives from Group C </w:t>
            </w:r>
          </w:p>
          <w:p w14:paraId="73E9298F" w14:textId="7CA506D7" w:rsidR="00643F90" w:rsidRDefault="00643F90" w:rsidP="00643F90">
            <w:pPr>
              <w:pStyle w:val="SIBulletList1"/>
            </w:pPr>
            <w:r>
              <w:t xml:space="preserve">at least </w:t>
            </w:r>
            <w:r w:rsidR="00D02D8B">
              <w:t>4</w:t>
            </w:r>
            <w:r>
              <w:t xml:space="preserve"> units from the electives in Groups A</w:t>
            </w:r>
            <w:r w:rsidR="004207A0">
              <w:t>, B or D</w:t>
            </w:r>
          </w:p>
          <w:p w14:paraId="398AC238" w14:textId="5CC0A297" w:rsidR="00643F90" w:rsidRDefault="00643F90" w:rsidP="00EA00DF">
            <w:pPr>
              <w:pStyle w:val="SIBulletList1"/>
            </w:pPr>
            <w:r>
              <w:t xml:space="preserve">up to 2 units from any currently endorsed Training Package or accredited course. </w:t>
            </w:r>
          </w:p>
          <w:p w14:paraId="27E71E14" w14:textId="77777777" w:rsidR="00B21429" w:rsidRDefault="00B21429" w:rsidP="000643AE">
            <w:pPr>
              <w:pStyle w:val="SIText"/>
            </w:pPr>
          </w:p>
          <w:p w14:paraId="13528D60" w14:textId="4B23A14A" w:rsidR="000643AE" w:rsidRPr="006C2027" w:rsidRDefault="00B21429">
            <w:pPr>
              <w:pStyle w:val="SIText"/>
            </w:pPr>
            <w:r w:rsidRPr="00DB6AD4">
              <w:t xml:space="preserve">Where two specialisations are completed, award of the qualification would read (for example), </w:t>
            </w:r>
            <w:r w:rsidRPr="00DB6AD4">
              <w:rPr>
                <w:rStyle w:val="Emphasis"/>
                <w:i w:val="0"/>
                <w:iCs w:val="0"/>
              </w:rPr>
              <w:t>Certificate I</w:t>
            </w:r>
            <w:r w:rsidR="006C2027" w:rsidRPr="00DB6AD4">
              <w:rPr>
                <w:rStyle w:val="Emphasis"/>
                <w:i w:val="0"/>
                <w:iCs w:val="0"/>
              </w:rPr>
              <w:t>V</w:t>
            </w:r>
            <w:r w:rsidRPr="00DB6AD4">
              <w:rPr>
                <w:rStyle w:val="Emphasis"/>
                <w:i w:val="0"/>
                <w:iCs w:val="0"/>
              </w:rPr>
              <w:t xml:space="preserve"> in </w:t>
            </w:r>
            <w:r w:rsidR="006C2027" w:rsidRPr="00DB6AD4">
              <w:rPr>
                <w:rStyle w:val="Emphasis"/>
                <w:i w:val="0"/>
                <w:iCs w:val="0"/>
              </w:rPr>
              <w:t xml:space="preserve">Greyhound </w:t>
            </w:r>
            <w:r w:rsidRPr="00DB6AD4">
              <w:rPr>
                <w:rStyle w:val="Emphasis"/>
                <w:i w:val="0"/>
                <w:iCs w:val="0"/>
              </w:rPr>
              <w:t>Racing Industry (</w:t>
            </w:r>
            <w:r w:rsidR="006C2027" w:rsidRPr="00DB6AD4">
              <w:rPr>
                <w:rStyle w:val="Emphasis"/>
                <w:i w:val="0"/>
                <w:iCs w:val="0"/>
              </w:rPr>
              <w:t>Trainer, Health Assistant</w:t>
            </w:r>
            <w:r w:rsidRPr="00DB6AD4">
              <w:rPr>
                <w:rStyle w:val="Emphasis"/>
                <w:i w:val="0"/>
                <w:iCs w:val="0"/>
              </w:rPr>
              <w:t>).</w:t>
            </w:r>
            <w:r w:rsidRPr="006C2027" w:rsidDel="0042344F">
              <w:t xml:space="preserve"> </w:t>
            </w:r>
          </w:p>
        </w:tc>
      </w:tr>
      <w:tr w:rsidR="005B119D" w:rsidRPr="00963A46" w14:paraId="50B93594" w14:textId="77777777" w:rsidTr="00DB6AD4">
        <w:trPr>
          <w:trHeight w:val="971"/>
        </w:trPr>
        <w:tc>
          <w:tcPr>
            <w:tcW w:w="5000" w:type="pct"/>
            <w:gridSpan w:val="2"/>
            <w:shd w:val="clear" w:color="auto" w:fill="auto"/>
          </w:tcPr>
          <w:p w14:paraId="3FA2373F" w14:textId="5C2561C5" w:rsidR="0048444E" w:rsidRDefault="005B119D" w:rsidP="00DF04B4">
            <w:pPr>
              <w:pStyle w:val="SITextHeading2"/>
            </w:pPr>
            <w:r w:rsidRPr="00856837">
              <w:lastRenderedPageBreak/>
              <w:t>Core Units</w:t>
            </w:r>
          </w:p>
          <w:p w14:paraId="2124B1D6" w14:textId="77777777" w:rsidR="00DF04B4" w:rsidRPr="00DF04B4" w:rsidRDefault="00DF04B4" w:rsidP="00DF04B4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17"/>
              <w:gridCol w:w="7585"/>
            </w:tblGrid>
            <w:tr w:rsidR="00CA6335" w:rsidRPr="005C7EA8" w14:paraId="3A81190B" w14:textId="77777777" w:rsidTr="00620411">
              <w:tc>
                <w:tcPr>
                  <w:tcW w:w="1817" w:type="dxa"/>
                  <w:vAlign w:val="center"/>
                </w:tcPr>
                <w:p w14:paraId="1594C5CF" w14:textId="0527777C" w:rsidR="00CA6335" w:rsidRPr="006F6413" w:rsidRDefault="00CA6335" w:rsidP="00CA6335">
                  <w:pPr>
                    <w:pStyle w:val="SIText"/>
                  </w:pPr>
                  <w:r w:rsidRPr="006F6413">
                    <w:t>BSBWHS4</w:t>
                  </w:r>
                  <w:r>
                    <w:t>01</w:t>
                  </w:r>
                </w:p>
              </w:tc>
              <w:tc>
                <w:tcPr>
                  <w:tcW w:w="7585" w:type="dxa"/>
                  <w:vAlign w:val="center"/>
                </w:tcPr>
                <w:p w14:paraId="07754FBF" w14:textId="4A179121" w:rsidR="00CA6335" w:rsidRPr="006F6413" w:rsidRDefault="00CA6335" w:rsidP="00CA6335">
                  <w:pPr>
                    <w:pStyle w:val="SIText"/>
                  </w:pPr>
                  <w:r>
                    <w:t xml:space="preserve">Implement and monitor WHS policies, procedures and programs to meet legislative requirements </w:t>
                  </w:r>
                </w:p>
              </w:tc>
            </w:tr>
            <w:tr w:rsidR="00620411" w:rsidRPr="005C7EA8" w14:paraId="18AAF659" w14:textId="77777777" w:rsidTr="006200D5">
              <w:tc>
                <w:tcPr>
                  <w:tcW w:w="1817" w:type="dxa"/>
                </w:tcPr>
                <w:p w14:paraId="3C32EDB5" w14:textId="51F471D5" w:rsidR="00620411" w:rsidRPr="006F6413" w:rsidRDefault="00620411" w:rsidP="00620411">
                  <w:pPr>
                    <w:pStyle w:val="SIText"/>
                  </w:pPr>
                  <w:r>
                    <w:t>RGRPSG201</w:t>
                  </w:r>
                </w:p>
              </w:tc>
              <w:tc>
                <w:tcPr>
                  <w:tcW w:w="7585" w:type="dxa"/>
                </w:tcPr>
                <w:p w14:paraId="08D619DD" w14:textId="29BFDB83" w:rsidR="00620411" w:rsidRDefault="00620411" w:rsidP="00620411">
                  <w:pPr>
                    <w:pStyle w:val="SIText"/>
                  </w:pPr>
                  <w:r>
                    <w:t>Handle greyhounds</w:t>
                  </w:r>
                </w:p>
              </w:tc>
            </w:tr>
            <w:tr w:rsidR="00CA6335" w:rsidRPr="005C7EA8" w14:paraId="3564BFD5" w14:textId="77777777" w:rsidTr="00620411">
              <w:tc>
                <w:tcPr>
                  <w:tcW w:w="1817" w:type="dxa"/>
                  <w:vAlign w:val="center"/>
                </w:tcPr>
                <w:p w14:paraId="2020F40C" w14:textId="0E626200" w:rsidR="00CA6335" w:rsidRPr="006F6413" w:rsidRDefault="00CA6335" w:rsidP="00CA6335">
                  <w:pPr>
                    <w:pStyle w:val="SIText"/>
                  </w:pPr>
                  <w:r w:rsidRPr="006F6413">
                    <w:t>RGRPSG207</w:t>
                  </w:r>
                </w:p>
              </w:tc>
              <w:tc>
                <w:tcPr>
                  <w:tcW w:w="7585" w:type="dxa"/>
                  <w:vAlign w:val="center"/>
                </w:tcPr>
                <w:p w14:paraId="2B3F45C7" w14:textId="54EB08E3" w:rsidR="00CA6335" w:rsidRPr="006F6413" w:rsidRDefault="00177512" w:rsidP="00CA6335">
                  <w:pPr>
                    <w:pStyle w:val="SIText"/>
                  </w:pPr>
                  <w:r>
                    <w:t>Demonstrate greyhound racing industry integrity and ethical practice</w:t>
                  </w:r>
                </w:p>
              </w:tc>
            </w:tr>
            <w:tr w:rsidR="00CA6335" w:rsidRPr="005C7EA8" w14:paraId="271C69D4" w14:textId="55063531" w:rsidTr="00620411">
              <w:tc>
                <w:tcPr>
                  <w:tcW w:w="1817" w:type="dxa"/>
                </w:tcPr>
                <w:p w14:paraId="7DF1C1DB" w14:textId="4714FFF2" w:rsidR="00CA6335" w:rsidRPr="006F6413" w:rsidRDefault="00CA6335" w:rsidP="00CA6335">
                  <w:pPr>
                    <w:pStyle w:val="SIText"/>
                  </w:pPr>
                  <w:r w:rsidRPr="006F6413">
                    <w:t>RGRPSG302</w:t>
                  </w:r>
                </w:p>
              </w:tc>
              <w:tc>
                <w:tcPr>
                  <w:tcW w:w="7585" w:type="dxa"/>
                </w:tcPr>
                <w:p w14:paraId="3EA6FBF3" w14:textId="0BABB332" w:rsidR="00CA6335" w:rsidRPr="006F6413" w:rsidRDefault="00CA6335" w:rsidP="00CA6335">
                  <w:pPr>
                    <w:pStyle w:val="SIText"/>
                  </w:pPr>
                  <w:r w:rsidRPr="006F6413">
                    <w:t>Assess health and provide first aid for greyhounds</w:t>
                  </w:r>
                </w:p>
              </w:tc>
            </w:tr>
            <w:tr w:rsidR="009477F5" w:rsidRPr="005C7EA8" w14:paraId="16D29289" w14:textId="77777777" w:rsidTr="00620411">
              <w:tc>
                <w:tcPr>
                  <w:tcW w:w="1817" w:type="dxa"/>
                </w:tcPr>
                <w:p w14:paraId="5BD6AA94" w14:textId="7404FC35" w:rsidR="009477F5" w:rsidRPr="006F6413" w:rsidRDefault="009477F5">
                  <w:pPr>
                    <w:pStyle w:val="SIText"/>
                  </w:pPr>
                  <w:r>
                    <w:t>RGRPSG</w:t>
                  </w:r>
                  <w:r w:rsidR="00B21429">
                    <w:t>411</w:t>
                  </w:r>
                </w:p>
              </w:tc>
              <w:tc>
                <w:tcPr>
                  <w:tcW w:w="7585" w:type="dxa"/>
                </w:tcPr>
                <w:p w14:paraId="555AC8B4" w14:textId="274C4FE3" w:rsidR="009477F5" w:rsidRPr="0042344F" w:rsidRDefault="009477F5" w:rsidP="0042344F">
                  <w:pPr>
                    <w:pStyle w:val="SIText"/>
                  </w:pPr>
                  <w:r w:rsidRPr="00DF7CD0">
                    <w:t>Interpret and manage greyhound behaviours</w:t>
                  </w:r>
                </w:p>
              </w:tc>
            </w:tr>
          </w:tbl>
          <w:p w14:paraId="696657CB" w14:textId="46474BFC" w:rsidR="005B119D" w:rsidRDefault="005B119D" w:rsidP="00A772D9">
            <w:pPr>
              <w:pStyle w:val="SITextHeading2"/>
            </w:pPr>
          </w:p>
          <w:p w14:paraId="1642FA70" w14:textId="0FA8902C" w:rsidR="005B119D" w:rsidRDefault="005B119D" w:rsidP="00894FBB">
            <w:pPr>
              <w:pStyle w:val="SITextHeading2"/>
            </w:pPr>
            <w:r w:rsidRPr="00894FBB">
              <w:t>Elective Units</w:t>
            </w:r>
          </w:p>
          <w:p w14:paraId="50AFAD11" w14:textId="5CF086BF" w:rsidR="00D3270A" w:rsidRPr="00D3270A" w:rsidRDefault="00D3270A" w:rsidP="00D3270A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497CA5CA" w14:textId="7FA1E9E9" w:rsidR="009477F5" w:rsidRDefault="009477F5" w:rsidP="006734A3">
            <w:pPr>
              <w:pStyle w:val="SIText-Bold"/>
            </w:pPr>
            <w:r>
              <w:t>Group A Trainer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72"/>
              <w:gridCol w:w="7200"/>
            </w:tblGrid>
            <w:tr w:rsidR="000C4BF5" w:rsidRPr="006F6413" w14:paraId="5818073C" w14:textId="77777777" w:rsidTr="006200D5">
              <w:tc>
                <w:tcPr>
                  <w:tcW w:w="1772" w:type="dxa"/>
                </w:tcPr>
                <w:p w14:paraId="00DF187A" w14:textId="513FA624" w:rsidR="000C4BF5" w:rsidRPr="006F6413" w:rsidRDefault="000C4BF5" w:rsidP="000C4BF5">
                  <w:pPr>
                    <w:pStyle w:val="SIText"/>
                  </w:pPr>
                  <w:r w:rsidRPr="006F6413">
                    <w:t>RGRPSG304</w:t>
                  </w:r>
                </w:p>
              </w:tc>
              <w:tc>
                <w:tcPr>
                  <w:tcW w:w="7200" w:type="dxa"/>
                </w:tcPr>
                <w:p w14:paraId="09BAA351" w14:textId="11D58C8C" w:rsidR="000C4BF5" w:rsidRPr="006F6413" w:rsidRDefault="000C4BF5" w:rsidP="000C4BF5">
                  <w:pPr>
                    <w:pStyle w:val="SIText"/>
                  </w:pPr>
                  <w:r w:rsidRPr="006F6413">
                    <w:t xml:space="preserve">Participate in greyhound </w:t>
                  </w:r>
                  <w:r>
                    <w:t xml:space="preserve">racing </w:t>
                  </w:r>
                  <w:r w:rsidRPr="006F6413">
                    <w:t>inquiries and appeals</w:t>
                  </w:r>
                </w:p>
              </w:tc>
            </w:tr>
            <w:tr w:rsidR="000C4BF5" w:rsidRPr="006F6413" w14:paraId="1C990538" w14:textId="77777777" w:rsidTr="006200D5">
              <w:tc>
                <w:tcPr>
                  <w:tcW w:w="1772" w:type="dxa"/>
                </w:tcPr>
                <w:p w14:paraId="2CDA5F9A" w14:textId="0F58B88B" w:rsidR="000C4BF5" w:rsidRPr="006F6413" w:rsidRDefault="000C4BF5" w:rsidP="000C4BF5">
                  <w:pPr>
                    <w:pStyle w:val="SIText"/>
                  </w:pPr>
                  <w:r w:rsidRPr="00670698">
                    <w:t xml:space="preserve">RGRPSG307* </w:t>
                  </w:r>
                </w:p>
              </w:tc>
              <w:tc>
                <w:tcPr>
                  <w:tcW w:w="7200" w:type="dxa"/>
                </w:tcPr>
                <w:p w14:paraId="50926E29" w14:textId="59AC599A" w:rsidR="000C4BF5" w:rsidRPr="006F6413" w:rsidRDefault="000C4BF5" w:rsidP="000C4BF5">
                  <w:pPr>
                    <w:pStyle w:val="SIText"/>
                  </w:pPr>
                  <w:r w:rsidRPr="00670698">
                    <w:t xml:space="preserve">Train and race greyhounds </w:t>
                  </w:r>
                </w:p>
              </w:tc>
            </w:tr>
            <w:tr w:rsidR="000C4BF5" w:rsidRPr="006F6413" w14:paraId="40E5CFE2" w14:textId="77777777" w:rsidTr="006200D5">
              <w:tc>
                <w:tcPr>
                  <w:tcW w:w="1772" w:type="dxa"/>
                </w:tcPr>
                <w:p w14:paraId="356A0585" w14:textId="3DB0C6B5" w:rsidR="000C4BF5" w:rsidRPr="006F6413" w:rsidRDefault="000C4BF5" w:rsidP="000C4BF5">
                  <w:pPr>
                    <w:pStyle w:val="SIText"/>
                  </w:pPr>
                  <w:r w:rsidRPr="006F6413">
                    <w:t>RGRPSG303</w:t>
                  </w:r>
                </w:p>
              </w:tc>
              <w:tc>
                <w:tcPr>
                  <w:tcW w:w="7200" w:type="dxa"/>
                </w:tcPr>
                <w:p w14:paraId="3F62806E" w14:textId="41C3F561" w:rsidR="000C4BF5" w:rsidRPr="006F6413" w:rsidRDefault="000C4BF5" w:rsidP="000C4BF5">
                  <w:pPr>
                    <w:pStyle w:val="SIText"/>
                  </w:pPr>
                  <w:r>
                    <w:t>Meet nutritional needs of greyhounds</w:t>
                  </w:r>
                </w:p>
              </w:tc>
            </w:tr>
            <w:tr w:rsidR="00BB4297" w:rsidRPr="006F6413" w14:paraId="47EDA577" w14:textId="77777777" w:rsidTr="006200D5">
              <w:tc>
                <w:tcPr>
                  <w:tcW w:w="1772" w:type="dxa"/>
                </w:tcPr>
                <w:p w14:paraId="7F256827" w14:textId="34574B42" w:rsidR="00BB4297" w:rsidRPr="006F6413" w:rsidRDefault="00BB4297" w:rsidP="00BB4297">
                  <w:pPr>
                    <w:pStyle w:val="SIText"/>
                  </w:pPr>
                  <w:r w:rsidRPr="009515DF">
                    <w:t>RGRPSG401</w:t>
                  </w:r>
                </w:p>
              </w:tc>
              <w:tc>
                <w:tcPr>
                  <w:tcW w:w="7200" w:type="dxa"/>
                </w:tcPr>
                <w:p w14:paraId="5919A577" w14:textId="13EEE04F" w:rsidR="00BB4297" w:rsidRDefault="00BB4297" w:rsidP="00BB4297">
                  <w:pPr>
                    <w:pStyle w:val="SIText"/>
                  </w:pPr>
                  <w:r w:rsidRPr="009515DF">
                    <w:t>Relate anatomical and physiological features to the care and treatment of greyhounds</w:t>
                  </w:r>
                </w:p>
              </w:tc>
            </w:tr>
          </w:tbl>
          <w:p w14:paraId="33EE4D8B" w14:textId="77777777" w:rsidR="009477F5" w:rsidRDefault="009477F5" w:rsidP="006734A3">
            <w:pPr>
              <w:pStyle w:val="SIText-Bold"/>
            </w:pPr>
          </w:p>
          <w:p w14:paraId="5821A59C" w14:textId="77777777" w:rsidR="009477F5" w:rsidRDefault="009477F5" w:rsidP="006734A3">
            <w:pPr>
              <w:pStyle w:val="SIText-Bold"/>
            </w:pPr>
            <w:r>
              <w:t>Group B Health Assistant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72"/>
              <w:gridCol w:w="7290"/>
            </w:tblGrid>
            <w:tr w:rsidR="000C4BF5" w:rsidRPr="006F6413" w14:paraId="29599F9F" w14:textId="77777777" w:rsidTr="006200D5">
              <w:tc>
                <w:tcPr>
                  <w:tcW w:w="1772" w:type="dxa"/>
                </w:tcPr>
                <w:p w14:paraId="4A5B2693" w14:textId="55A311BD" w:rsidR="000C4BF5" w:rsidRPr="009477F5" w:rsidRDefault="000C4BF5" w:rsidP="00EA00DF">
                  <w:pPr>
                    <w:pStyle w:val="SIText"/>
                  </w:pPr>
                  <w:r w:rsidRPr="009477F5">
                    <w:t>RGRPSG</w:t>
                  </w:r>
                  <w:r w:rsidR="00D743F3">
                    <w:t>4</w:t>
                  </w:r>
                  <w:r w:rsidR="006C2027">
                    <w:t>0</w:t>
                  </w:r>
                  <w:r w:rsidRPr="009477F5">
                    <w:t>7</w:t>
                  </w:r>
                </w:p>
              </w:tc>
              <w:tc>
                <w:tcPr>
                  <w:tcW w:w="7290" w:type="dxa"/>
                </w:tcPr>
                <w:p w14:paraId="25E3A5BA" w14:textId="61B27C49" w:rsidR="000C4BF5" w:rsidRPr="009477F5" w:rsidRDefault="000C4BF5" w:rsidP="000C4BF5">
                  <w:pPr>
                    <w:pStyle w:val="SIText"/>
                  </w:pPr>
                  <w:r w:rsidRPr="009477F5">
                    <w:t>Work as a greyhound health assistant</w:t>
                  </w:r>
                </w:p>
              </w:tc>
            </w:tr>
            <w:tr w:rsidR="000C4BF5" w:rsidRPr="006F6413" w14:paraId="37AD7A87" w14:textId="77777777" w:rsidTr="006200D5">
              <w:tc>
                <w:tcPr>
                  <w:tcW w:w="1772" w:type="dxa"/>
                </w:tcPr>
                <w:p w14:paraId="6E4D6270" w14:textId="0F93C37D" w:rsidR="000C4BF5" w:rsidRPr="009477F5" w:rsidRDefault="000C4BF5" w:rsidP="00EA00DF">
                  <w:pPr>
                    <w:pStyle w:val="SIText"/>
                  </w:pPr>
                  <w:r w:rsidRPr="009477F5">
                    <w:t>RGRPSG</w:t>
                  </w:r>
                  <w:r w:rsidR="00D743F3">
                    <w:t>4</w:t>
                  </w:r>
                  <w:r w:rsidR="00B21429">
                    <w:t>0</w:t>
                  </w:r>
                  <w:r w:rsidRPr="009477F5">
                    <w:t>8</w:t>
                  </w:r>
                </w:p>
              </w:tc>
              <w:tc>
                <w:tcPr>
                  <w:tcW w:w="7290" w:type="dxa"/>
                </w:tcPr>
                <w:p w14:paraId="29C64E10" w14:textId="3C3CB8D2" w:rsidR="000C4BF5" w:rsidRPr="009477F5" w:rsidRDefault="000C4BF5" w:rsidP="000C4BF5">
                  <w:pPr>
                    <w:pStyle w:val="SIText"/>
                  </w:pPr>
                  <w:r w:rsidRPr="009477F5">
                    <w:t>Relate musculoskeletal structure to greyhound movement</w:t>
                  </w:r>
                </w:p>
              </w:tc>
            </w:tr>
            <w:tr w:rsidR="000C4BF5" w:rsidRPr="006F6413" w14:paraId="0C373677" w14:textId="77777777" w:rsidTr="006200D5">
              <w:tc>
                <w:tcPr>
                  <w:tcW w:w="1772" w:type="dxa"/>
                </w:tcPr>
                <w:p w14:paraId="15426829" w14:textId="7058D695" w:rsidR="000C4BF5" w:rsidRPr="009477F5" w:rsidRDefault="000C4BF5" w:rsidP="00EA00DF">
                  <w:pPr>
                    <w:pStyle w:val="SIText"/>
                  </w:pPr>
                  <w:r w:rsidRPr="009477F5">
                    <w:t>RGRPSG</w:t>
                  </w:r>
                  <w:r w:rsidR="00D743F3">
                    <w:t>4</w:t>
                  </w:r>
                  <w:r w:rsidR="00B21429">
                    <w:t>0</w:t>
                  </w:r>
                  <w:r w:rsidRPr="009477F5">
                    <w:t>9</w:t>
                  </w:r>
                  <w:r w:rsidR="0046341E">
                    <w:t>*</w:t>
                  </w:r>
                </w:p>
              </w:tc>
              <w:tc>
                <w:tcPr>
                  <w:tcW w:w="7290" w:type="dxa"/>
                </w:tcPr>
                <w:p w14:paraId="2FA29B94" w14:textId="73FF5137" w:rsidR="000C4BF5" w:rsidRPr="009477F5" w:rsidRDefault="000C4BF5" w:rsidP="000C4BF5">
                  <w:pPr>
                    <w:pStyle w:val="SIText"/>
                  </w:pPr>
                  <w:r w:rsidRPr="009477F5">
                    <w:t>Assess greyhound structural and functional suitability for racing</w:t>
                  </w:r>
                </w:p>
              </w:tc>
            </w:tr>
            <w:tr w:rsidR="000C4BF5" w:rsidRPr="006F6413" w14:paraId="6DC99DA3" w14:textId="77777777" w:rsidTr="006200D5">
              <w:tc>
                <w:tcPr>
                  <w:tcW w:w="1772" w:type="dxa"/>
                </w:tcPr>
                <w:p w14:paraId="3D312176" w14:textId="03AF3AD2" w:rsidR="000C4BF5" w:rsidRPr="009477F5" w:rsidRDefault="000C4BF5" w:rsidP="00EA00DF">
                  <w:pPr>
                    <w:pStyle w:val="SIText"/>
                  </w:pPr>
                  <w:r w:rsidRPr="009477F5">
                    <w:t>RGRPSG</w:t>
                  </w:r>
                  <w:r w:rsidR="00D743F3">
                    <w:t>4</w:t>
                  </w:r>
                  <w:r w:rsidRPr="009477F5">
                    <w:t>10</w:t>
                  </w:r>
                  <w:r w:rsidR="0046341E">
                    <w:t>*</w:t>
                  </w:r>
                </w:p>
              </w:tc>
              <w:tc>
                <w:tcPr>
                  <w:tcW w:w="7290" w:type="dxa"/>
                </w:tcPr>
                <w:p w14:paraId="20DD887B" w14:textId="375C2CF2" w:rsidR="000C4BF5" w:rsidRPr="009477F5" w:rsidRDefault="000C4BF5" w:rsidP="000C4BF5">
                  <w:pPr>
                    <w:pStyle w:val="SIText"/>
                  </w:pPr>
                  <w:r w:rsidRPr="009477F5">
                    <w:t>Provide massage therapy and non-invasive health treatments for greyhounds</w:t>
                  </w:r>
                </w:p>
              </w:tc>
            </w:tr>
          </w:tbl>
          <w:p w14:paraId="3CADE4A5" w14:textId="77777777" w:rsidR="009477F5" w:rsidRDefault="009477F5" w:rsidP="006734A3">
            <w:pPr>
              <w:pStyle w:val="SIText-Bold"/>
            </w:pPr>
          </w:p>
          <w:p w14:paraId="7629717B" w14:textId="37A66449" w:rsidR="009477F5" w:rsidRDefault="0042344F" w:rsidP="006734A3">
            <w:pPr>
              <w:pStyle w:val="SIText-Bold"/>
            </w:pPr>
            <w:r>
              <w:t>Group C Greyhound Transition to P</w:t>
            </w:r>
            <w:r w:rsidR="009477F5">
              <w:t>et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72"/>
              <w:gridCol w:w="7290"/>
            </w:tblGrid>
            <w:tr w:rsidR="006200D5" w:rsidRPr="009477F5" w14:paraId="0E8C6D78" w14:textId="77777777" w:rsidTr="006200D5">
              <w:tc>
                <w:tcPr>
                  <w:tcW w:w="1772" w:type="dxa"/>
                </w:tcPr>
                <w:p w14:paraId="2F824A17" w14:textId="390AE204" w:rsidR="006200D5" w:rsidRPr="009477F5" w:rsidRDefault="006200D5" w:rsidP="006200D5">
                  <w:pPr>
                    <w:pStyle w:val="SIText"/>
                  </w:pPr>
                  <w:r w:rsidRPr="009C768A">
                    <w:t>ACMCAS409</w:t>
                  </w:r>
                </w:p>
              </w:tc>
              <w:tc>
                <w:tcPr>
                  <w:tcW w:w="7290" w:type="dxa"/>
                </w:tcPr>
                <w:p w14:paraId="346129C6" w14:textId="718D8B0B" w:rsidR="006200D5" w:rsidRPr="00DF7CD0" w:rsidRDefault="006200D5" w:rsidP="006200D5">
                  <w:pPr>
                    <w:pStyle w:val="SIText"/>
                  </w:pPr>
                  <w:r w:rsidRPr="009C768A">
                    <w:t>Provide training advice to companion animal owners</w:t>
                  </w:r>
                </w:p>
              </w:tc>
            </w:tr>
            <w:tr w:rsidR="009477F5" w:rsidRPr="009477F5" w14:paraId="0BA29BBE" w14:textId="77777777" w:rsidTr="006200D5">
              <w:tc>
                <w:tcPr>
                  <w:tcW w:w="1772" w:type="dxa"/>
                </w:tcPr>
                <w:p w14:paraId="72437D28" w14:textId="49E94120" w:rsidR="009477F5" w:rsidRPr="009477F5" w:rsidRDefault="009477F5">
                  <w:pPr>
                    <w:pStyle w:val="SIText"/>
                  </w:pPr>
                  <w:r w:rsidRPr="009477F5">
                    <w:t>RGRPSG</w:t>
                  </w:r>
                  <w:r w:rsidR="00D743F3">
                    <w:t>4</w:t>
                  </w:r>
                  <w:r w:rsidR="00B21429">
                    <w:t>02</w:t>
                  </w:r>
                  <w:r w:rsidR="0046341E">
                    <w:t>*</w:t>
                  </w:r>
                </w:p>
              </w:tc>
              <w:tc>
                <w:tcPr>
                  <w:tcW w:w="7290" w:type="dxa"/>
                </w:tcPr>
                <w:p w14:paraId="22254A5D" w14:textId="5FE46728" w:rsidR="009477F5" w:rsidRPr="009477F5" w:rsidRDefault="009477F5" w:rsidP="009477F5">
                  <w:pPr>
                    <w:pStyle w:val="SIText"/>
                  </w:pPr>
                  <w:r w:rsidRPr="00DF7CD0">
                    <w:t xml:space="preserve">Assess greyhounds for suitability to transition to a pet </w:t>
                  </w:r>
                </w:p>
              </w:tc>
            </w:tr>
            <w:tr w:rsidR="009477F5" w:rsidRPr="009477F5" w14:paraId="601D2AD0" w14:textId="77777777" w:rsidTr="006200D5">
              <w:tc>
                <w:tcPr>
                  <w:tcW w:w="1772" w:type="dxa"/>
                </w:tcPr>
                <w:p w14:paraId="783D8636" w14:textId="6529438D" w:rsidR="009477F5" w:rsidRPr="009477F5" w:rsidRDefault="009477F5">
                  <w:pPr>
                    <w:pStyle w:val="SIText"/>
                  </w:pPr>
                  <w:r w:rsidRPr="009477F5">
                    <w:t>RGRPSG</w:t>
                  </w:r>
                  <w:r w:rsidR="00D743F3">
                    <w:t>4</w:t>
                  </w:r>
                  <w:r w:rsidR="00B21429">
                    <w:t>03</w:t>
                  </w:r>
                  <w:r w:rsidR="0046341E">
                    <w:t>*</w:t>
                  </w:r>
                </w:p>
              </w:tc>
              <w:tc>
                <w:tcPr>
                  <w:tcW w:w="7290" w:type="dxa"/>
                </w:tcPr>
                <w:p w14:paraId="6B52BCAD" w14:textId="2F6B1573" w:rsidR="009477F5" w:rsidRPr="009477F5" w:rsidRDefault="009477F5" w:rsidP="009477F5">
                  <w:pPr>
                    <w:pStyle w:val="SIText"/>
                  </w:pPr>
                  <w:r w:rsidRPr="00DF7CD0">
                    <w:t>Develop and implement greyhound transition to pet plan</w:t>
                  </w:r>
                </w:p>
              </w:tc>
            </w:tr>
            <w:tr w:rsidR="009477F5" w:rsidRPr="009477F5" w14:paraId="28AB6439" w14:textId="77777777" w:rsidTr="006200D5">
              <w:tc>
                <w:tcPr>
                  <w:tcW w:w="1772" w:type="dxa"/>
                </w:tcPr>
                <w:p w14:paraId="5A00520A" w14:textId="28548759" w:rsidR="009477F5" w:rsidRPr="009477F5" w:rsidRDefault="009477F5">
                  <w:pPr>
                    <w:pStyle w:val="SIText"/>
                  </w:pPr>
                  <w:r w:rsidRPr="009477F5">
                    <w:t>RGRPSG</w:t>
                  </w:r>
                  <w:r w:rsidR="00D743F3">
                    <w:t>4</w:t>
                  </w:r>
                  <w:r w:rsidR="00B21429">
                    <w:t>04</w:t>
                  </w:r>
                  <w:r w:rsidR="00265773">
                    <w:t>*</w:t>
                  </w:r>
                </w:p>
              </w:tc>
              <w:tc>
                <w:tcPr>
                  <w:tcW w:w="7290" w:type="dxa"/>
                </w:tcPr>
                <w:p w14:paraId="595839B9" w14:textId="29E493DB" w:rsidR="009477F5" w:rsidRPr="009477F5" w:rsidRDefault="00DB6AD4" w:rsidP="009477F5">
                  <w:pPr>
                    <w:pStyle w:val="SIText"/>
                  </w:pPr>
                  <w:r>
                    <w:t>Carry out</w:t>
                  </w:r>
                  <w:r w:rsidR="009477F5" w:rsidRPr="00DF7CD0">
                    <w:t xml:space="preserve"> greyhound adoption</w:t>
                  </w:r>
                  <w:r>
                    <w:t>s</w:t>
                  </w:r>
                </w:p>
              </w:tc>
            </w:tr>
          </w:tbl>
          <w:p w14:paraId="2EF3749F" w14:textId="77777777" w:rsidR="009477F5" w:rsidRDefault="009477F5" w:rsidP="006734A3">
            <w:pPr>
              <w:pStyle w:val="SIText-Bold"/>
            </w:pPr>
          </w:p>
          <w:p w14:paraId="7ABAEB55" w14:textId="71705D00" w:rsidR="00D358F7" w:rsidRDefault="00C0467B" w:rsidP="006734A3">
            <w:pPr>
              <w:pStyle w:val="SIText-Bold"/>
            </w:pPr>
            <w:r>
              <w:t xml:space="preserve">Group </w:t>
            </w:r>
            <w:r w:rsidR="009477F5">
              <w:t>D</w:t>
            </w:r>
            <w:r w:rsidR="00AC1E95"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39"/>
              <w:gridCol w:w="23"/>
              <w:gridCol w:w="7200"/>
            </w:tblGrid>
            <w:tr w:rsidR="00DB6AD4" w:rsidRPr="006F6413" w14:paraId="428D6ECF" w14:textId="77777777" w:rsidTr="006200D5">
              <w:tc>
                <w:tcPr>
                  <w:tcW w:w="1862" w:type="dxa"/>
                  <w:gridSpan w:val="2"/>
                </w:tcPr>
                <w:p w14:paraId="1C0D378B" w14:textId="57AB9892" w:rsidR="00DB6AD4" w:rsidRDefault="00DB6AD4" w:rsidP="00EA00DF">
                  <w:pPr>
                    <w:pStyle w:val="SIText"/>
                  </w:pPr>
                  <w:r>
                    <w:t>ACMACR401</w:t>
                  </w:r>
                </w:p>
              </w:tc>
              <w:tc>
                <w:tcPr>
                  <w:tcW w:w="7200" w:type="dxa"/>
                </w:tcPr>
                <w:p w14:paraId="42188AB1" w14:textId="55794954" w:rsidR="00DB6AD4" w:rsidRDefault="00DB6AD4" w:rsidP="00EA00DF">
                  <w:pPr>
                    <w:pStyle w:val="SIText"/>
                  </w:pPr>
                  <w:r>
                    <w:t>Comply with animal control and regulation requirements</w:t>
                  </w:r>
                </w:p>
              </w:tc>
            </w:tr>
            <w:tr w:rsidR="00B20EBB" w:rsidRPr="006F6413" w14:paraId="1431FF58" w14:textId="77777777" w:rsidTr="006200D5">
              <w:tc>
                <w:tcPr>
                  <w:tcW w:w="1862" w:type="dxa"/>
                  <w:gridSpan w:val="2"/>
                </w:tcPr>
                <w:p w14:paraId="28B8762F" w14:textId="7821DF94" w:rsidR="00B20EBB" w:rsidRDefault="00B20EBB" w:rsidP="00B20EBB">
                  <w:pPr>
                    <w:pStyle w:val="SIText"/>
                  </w:pPr>
                  <w:r>
                    <w:t>ACMCAN302</w:t>
                  </w:r>
                </w:p>
              </w:tc>
              <w:tc>
                <w:tcPr>
                  <w:tcW w:w="7200" w:type="dxa"/>
                </w:tcPr>
                <w:p w14:paraId="479AAED5" w14:textId="468B1625" w:rsidR="00B20EBB" w:rsidRDefault="00B20EBB" w:rsidP="00B20EBB">
                  <w:pPr>
                    <w:pStyle w:val="SIText"/>
                  </w:pPr>
                  <w:r>
                    <w:t>Prepare and present information to the public</w:t>
                  </w:r>
                </w:p>
              </w:tc>
            </w:tr>
            <w:tr w:rsidR="00B20EBB" w:rsidRPr="006F6413" w14:paraId="78ADC0B4" w14:textId="77777777" w:rsidTr="006200D5">
              <w:tc>
                <w:tcPr>
                  <w:tcW w:w="1862" w:type="dxa"/>
                  <w:gridSpan w:val="2"/>
                </w:tcPr>
                <w:p w14:paraId="2222938C" w14:textId="3CC6A177" w:rsidR="00B20EBB" w:rsidRDefault="00B20EBB" w:rsidP="00B20EBB">
                  <w:pPr>
                    <w:pStyle w:val="SIText"/>
                  </w:pPr>
                  <w:r>
                    <w:t xml:space="preserve">ACMCAS409 </w:t>
                  </w:r>
                </w:p>
              </w:tc>
              <w:tc>
                <w:tcPr>
                  <w:tcW w:w="7200" w:type="dxa"/>
                </w:tcPr>
                <w:p w14:paraId="238321A0" w14:textId="2B2D379C" w:rsidR="00B20EBB" w:rsidRDefault="00B20EBB" w:rsidP="00B20EBB">
                  <w:pPr>
                    <w:pStyle w:val="SIText"/>
                  </w:pPr>
                  <w:r>
                    <w:t>Provide training advice to companion animal owners</w:t>
                  </w:r>
                </w:p>
              </w:tc>
            </w:tr>
            <w:tr w:rsidR="00B20EBB" w:rsidRPr="006F6413" w14:paraId="5081FF68" w14:textId="77777777" w:rsidTr="006200D5">
              <w:tc>
                <w:tcPr>
                  <w:tcW w:w="1862" w:type="dxa"/>
                  <w:gridSpan w:val="2"/>
                </w:tcPr>
                <w:p w14:paraId="0809DB5A" w14:textId="32A57484" w:rsidR="00B20EBB" w:rsidRDefault="00B20EBB" w:rsidP="00B20EBB">
                  <w:pPr>
                    <w:pStyle w:val="SIText"/>
                  </w:pPr>
                  <w:r>
                    <w:t>A</w:t>
                  </w:r>
                  <w:r w:rsidRPr="00DB6AD4">
                    <w:t xml:space="preserve">CMGAS210 </w:t>
                  </w:r>
                </w:p>
              </w:tc>
              <w:tc>
                <w:tcPr>
                  <w:tcW w:w="7200" w:type="dxa"/>
                </w:tcPr>
                <w:p w14:paraId="7D30B44E" w14:textId="1073C113" w:rsidR="00B20EBB" w:rsidRDefault="00B20EBB" w:rsidP="00B20EBB">
                  <w:pPr>
                    <w:pStyle w:val="SIText"/>
                  </w:pPr>
                  <w:r w:rsidRPr="00DB6AD4">
                    <w:t>Prepare for and conduct a tour or presentation</w:t>
                  </w:r>
                </w:p>
              </w:tc>
            </w:tr>
            <w:tr w:rsidR="00B20EBB" w:rsidRPr="006F6413" w14:paraId="10D62E2E" w14:textId="77777777" w:rsidTr="006200D5">
              <w:tc>
                <w:tcPr>
                  <w:tcW w:w="1862" w:type="dxa"/>
                  <w:gridSpan w:val="2"/>
                </w:tcPr>
                <w:p w14:paraId="1B3BFCB5" w14:textId="275943F2" w:rsidR="00B20EBB" w:rsidRPr="00EA00DF" w:rsidRDefault="00B20EBB" w:rsidP="00B20EBB">
                  <w:pPr>
                    <w:pStyle w:val="SIText"/>
                  </w:pPr>
                  <w:r w:rsidRPr="006200D5">
                    <w:t>ACMSPE304</w:t>
                  </w:r>
                </w:p>
              </w:tc>
              <w:tc>
                <w:tcPr>
                  <w:tcW w:w="7200" w:type="dxa"/>
                </w:tcPr>
                <w:p w14:paraId="675A5E07" w14:textId="26907401" w:rsidR="00B20EBB" w:rsidRPr="00EA00DF" w:rsidRDefault="00B20EBB" w:rsidP="00B20EBB">
                  <w:pPr>
                    <w:pStyle w:val="SIText"/>
                  </w:pPr>
                  <w:r w:rsidRPr="006200D5">
                    <w:t>Provide basic care of domestic dogs</w:t>
                  </w:r>
                </w:p>
              </w:tc>
            </w:tr>
            <w:tr w:rsidR="00B20EBB" w:rsidRPr="006F6413" w14:paraId="7B2E7D79" w14:textId="77777777" w:rsidTr="006200D5">
              <w:tc>
                <w:tcPr>
                  <w:tcW w:w="1862" w:type="dxa"/>
                  <w:gridSpan w:val="2"/>
                </w:tcPr>
                <w:p w14:paraId="7C3C37E3" w14:textId="56CCDEEE" w:rsidR="00B20EBB" w:rsidRPr="006200D5" w:rsidRDefault="00B20EBB" w:rsidP="00B20EBB">
                  <w:pPr>
                    <w:pStyle w:val="SIText"/>
                  </w:pPr>
                  <w:r w:rsidRPr="006200D5">
                    <w:t>ACMSUS401</w:t>
                  </w:r>
                </w:p>
              </w:tc>
              <w:tc>
                <w:tcPr>
                  <w:tcW w:w="7200" w:type="dxa"/>
                </w:tcPr>
                <w:p w14:paraId="2D38E824" w14:textId="0C9147AD" w:rsidR="00B20EBB" w:rsidRPr="006200D5" w:rsidRDefault="00B20EBB" w:rsidP="00B20EBB">
                  <w:pPr>
                    <w:pStyle w:val="SIText"/>
                  </w:pPr>
                  <w:r w:rsidRPr="006200D5">
                    <w:t>Implement and monitor environmentally sustainable work practices </w:t>
                  </w:r>
                </w:p>
              </w:tc>
            </w:tr>
            <w:tr w:rsidR="00B20EBB" w:rsidRPr="006F6413" w14:paraId="003F54F7" w14:textId="77777777" w:rsidTr="006200D5">
              <w:tc>
                <w:tcPr>
                  <w:tcW w:w="1862" w:type="dxa"/>
                  <w:gridSpan w:val="2"/>
                </w:tcPr>
                <w:p w14:paraId="03B642F4" w14:textId="447BA98A" w:rsidR="00B20EBB" w:rsidRPr="006200D5" w:rsidRDefault="00B20EBB" w:rsidP="00B20EBB">
                  <w:pPr>
                    <w:pStyle w:val="SIText"/>
                    <w:rPr>
                      <w:rStyle w:val="TemporarytextChar"/>
                      <w:color w:val="auto"/>
                      <w:lang w:eastAsia="en-US"/>
                    </w:rPr>
                  </w:pPr>
                  <w:r w:rsidRPr="006200D5">
                    <w:t>ACMVET411</w:t>
                  </w:r>
                </w:p>
              </w:tc>
              <w:tc>
                <w:tcPr>
                  <w:tcW w:w="7200" w:type="dxa"/>
                </w:tcPr>
                <w:p w14:paraId="02332C83" w14:textId="04E9827F" w:rsidR="00B20EBB" w:rsidRPr="006200D5" w:rsidRDefault="00B20EBB" w:rsidP="00B20EBB">
                  <w:pPr>
                    <w:pStyle w:val="SIText"/>
                    <w:rPr>
                      <w:rStyle w:val="TemporarytextChar"/>
                      <w:color w:val="auto"/>
                      <w:lang w:eastAsia="en-US"/>
                    </w:rPr>
                  </w:pPr>
                  <w:r w:rsidRPr="006200D5">
                    <w:t>Prepare, deliver and review animal care education programs</w:t>
                  </w:r>
                </w:p>
              </w:tc>
            </w:tr>
            <w:tr w:rsidR="00B20EBB" w:rsidRPr="006F6413" w14:paraId="3EA0EA97" w14:textId="77777777" w:rsidTr="006200D5">
              <w:tc>
                <w:tcPr>
                  <w:tcW w:w="1862" w:type="dxa"/>
                  <w:gridSpan w:val="2"/>
                </w:tcPr>
                <w:p w14:paraId="15CBFFF3" w14:textId="78368904" w:rsidR="00B20EBB" w:rsidRPr="00BB4297" w:rsidRDefault="00B20EBB" w:rsidP="00B20EBB">
                  <w:pPr>
                    <w:pStyle w:val="SIText"/>
                  </w:pPr>
                  <w:r>
                    <w:t>BSBSMB303</w:t>
                  </w:r>
                </w:p>
              </w:tc>
              <w:tc>
                <w:tcPr>
                  <w:tcW w:w="7200" w:type="dxa"/>
                </w:tcPr>
                <w:p w14:paraId="4E26B956" w14:textId="022150BA" w:rsidR="00B20EBB" w:rsidRPr="00BB4297" w:rsidRDefault="00B20EBB" w:rsidP="00B20EBB">
                  <w:pPr>
                    <w:pStyle w:val="SIText"/>
                  </w:pPr>
                  <w:r>
                    <w:t>Organise finances for the micro</w:t>
                  </w:r>
                  <w:r w:rsidR="00110C65">
                    <w:t xml:space="preserve"> </w:t>
                  </w:r>
                  <w:r>
                    <w:t>business</w:t>
                  </w:r>
                </w:p>
              </w:tc>
            </w:tr>
            <w:tr w:rsidR="00B20EBB" w:rsidRPr="005C7EA8" w14:paraId="05154FAB" w14:textId="77777777" w:rsidTr="006200D5">
              <w:tc>
                <w:tcPr>
                  <w:tcW w:w="1862" w:type="dxa"/>
                  <w:gridSpan w:val="2"/>
                </w:tcPr>
                <w:p w14:paraId="6C87EB0C" w14:textId="70138856" w:rsidR="00B20EBB" w:rsidRPr="00AB0C3E" w:rsidRDefault="00B20EBB" w:rsidP="00B20EBB">
                  <w:pPr>
                    <w:pStyle w:val="SIText"/>
                  </w:pPr>
                  <w:r w:rsidRPr="00AB0C3E">
                    <w:t>BSBSMB403</w:t>
                  </w:r>
                </w:p>
              </w:tc>
              <w:tc>
                <w:tcPr>
                  <w:tcW w:w="7200" w:type="dxa"/>
                </w:tcPr>
                <w:p w14:paraId="3551256B" w14:textId="3862350B" w:rsidR="00B20EBB" w:rsidRPr="00AB0C3E" w:rsidRDefault="00B20EBB" w:rsidP="00B20EBB">
                  <w:pPr>
                    <w:pStyle w:val="SIText"/>
                  </w:pPr>
                  <w:r w:rsidRPr="00AB0C3E">
                    <w:t>Market the small business</w:t>
                  </w:r>
                </w:p>
              </w:tc>
            </w:tr>
            <w:tr w:rsidR="00B20EBB" w:rsidRPr="005C7EA8" w14:paraId="669DCB2B" w14:textId="77777777" w:rsidTr="006200D5">
              <w:tc>
                <w:tcPr>
                  <w:tcW w:w="1862" w:type="dxa"/>
                  <w:gridSpan w:val="2"/>
                </w:tcPr>
                <w:p w14:paraId="0752958E" w14:textId="612FC182" w:rsidR="00B20EBB" w:rsidRPr="00AB0C3E" w:rsidRDefault="00B20EBB" w:rsidP="00B20EBB">
                  <w:pPr>
                    <w:pStyle w:val="SIText"/>
                  </w:pPr>
                  <w:r w:rsidRPr="00DD48DC">
                    <w:t>BSBSMB</w:t>
                  </w:r>
                  <w:r w:rsidR="00D3270A">
                    <w:t>420</w:t>
                  </w:r>
                </w:p>
              </w:tc>
              <w:tc>
                <w:tcPr>
                  <w:tcW w:w="7200" w:type="dxa"/>
                </w:tcPr>
                <w:p w14:paraId="06402A27" w14:textId="44F988EC" w:rsidR="00B20EBB" w:rsidRPr="00AB0C3E" w:rsidRDefault="00D3270A" w:rsidP="00B20EBB">
                  <w:pPr>
                    <w:pStyle w:val="SIText"/>
                  </w:pPr>
                  <w:r>
                    <w:t>Evaluate and develop</w:t>
                  </w:r>
                  <w:r w:rsidR="00B20EBB" w:rsidRPr="00DD48DC">
                    <w:t xml:space="preserve"> small business operations </w:t>
                  </w:r>
                </w:p>
              </w:tc>
            </w:tr>
            <w:tr w:rsidR="00B20EBB" w:rsidRPr="005C7EA8" w14:paraId="11B5FFA1" w14:textId="77777777" w:rsidTr="006200D5">
              <w:tc>
                <w:tcPr>
                  <w:tcW w:w="1862" w:type="dxa"/>
                  <w:gridSpan w:val="2"/>
                </w:tcPr>
                <w:p w14:paraId="6DE72334" w14:textId="53B69832" w:rsidR="00B20EBB" w:rsidRPr="00AB0C3E" w:rsidRDefault="00B20EBB" w:rsidP="00B20EBB">
                  <w:pPr>
                    <w:pStyle w:val="SIText"/>
                  </w:pPr>
                  <w:r w:rsidRPr="006F6413">
                    <w:t>BSBSMB407</w:t>
                  </w:r>
                </w:p>
              </w:tc>
              <w:tc>
                <w:tcPr>
                  <w:tcW w:w="7200" w:type="dxa"/>
                </w:tcPr>
                <w:p w14:paraId="573E725B" w14:textId="1EF993C0" w:rsidR="00B20EBB" w:rsidRPr="00AB0C3E" w:rsidRDefault="00B20EBB" w:rsidP="00B20EBB">
                  <w:pPr>
                    <w:pStyle w:val="SIText"/>
                  </w:pPr>
                  <w:r w:rsidRPr="006F6413">
                    <w:t>Manage a small team</w:t>
                  </w:r>
                </w:p>
              </w:tc>
            </w:tr>
            <w:tr w:rsidR="00B20EBB" w:rsidRPr="005C7EA8" w14:paraId="3734FF60" w14:textId="77777777" w:rsidTr="006200D5">
              <w:tc>
                <w:tcPr>
                  <w:tcW w:w="1862" w:type="dxa"/>
                  <w:gridSpan w:val="2"/>
                </w:tcPr>
                <w:p w14:paraId="2B5C51A7" w14:textId="40B800B4" w:rsidR="00B20EBB" w:rsidRPr="00A441E9" w:rsidRDefault="00B20EBB" w:rsidP="00B20EBB">
                  <w:pPr>
                    <w:pStyle w:val="SIText"/>
                  </w:pPr>
                  <w:r>
                    <w:t xml:space="preserve">HLTAID003 </w:t>
                  </w:r>
                </w:p>
              </w:tc>
              <w:tc>
                <w:tcPr>
                  <w:tcW w:w="7200" w:type="dxa"/>
                </w:tcPr>
                <w:p w14:paraId="0FB53EC0" w14:textId="2D0D0D27" w:rsidR="00B20EBB" w:rsidRPr="00CF550B" w:rsidRDefault="00B20EBB" w:rsidP="00B20EBB">
                  <w:pPr>
                    <w:pStyle w:val="SIText"/>
                    <w:rPr>
                      <w:lang w:eastAsia="en-AU"/>
                    </w:rPr>
                  </w:pPr>
                  <w:r>
                    <w:t>Provide first aid</w:t>
                  </w:r>
                </w:p>
              </w:tc>
            </w:tr>
            <w:tr w:rsidR="00B20EBB" w:rsidRPr="005C7EA8" w14:paraId="48FE5820" w14:textId="77777777" w:rsidTr="006200D5">
              <w:tc>
                <w:tcPr>
                  <w:tcW w:w="1862" w:type="dxa"/>
                  <w:gridSpan w:val="2"/>
                </w:tcPr>
                <w:p w14:paraId="7A928C02" w14:textId="45D369E3" w:rsidR="00B20EBB" w:rsidRDefault="00B20EBB" w:rsidP="00B20EBB">
                  <w:pPr>
                    <w:pStyle w:val="SIText"/>
                  </w:pPr>
                  <w:r>
                    <w:t>PSPGEN032</w:t>
                  </w:r>
                </w:p>
              </w:tc>
              <w:tc>
                <w:tcPr>
                  <w:tcW w:w="7200" w:type="dxa"/>
                </w:tcPr>
                <w:p w14:paraId="63121D63" w14:textId="5A92076C" w:rsidR="00B20EBB" w:rsidRPr="00AB0C3E" w:rsidRDefault="00B20EBB" w:rsidP="00B20EBB">
                  <w:pPr>
                    <w:pStyle w:val="SIText"/>
                  </w:pPr>
                  <w:r w:rsidRPr="00AB0C3E">
                    <w:t>Deal with conflict</w:t>
                  </w:r>
                </w:p>
              </w:tc>
            </w:tr>
            <w:tr w:rsidR="00B20EBB" w:rsidRPr="005C7EA8" w14:paraId="57E63496" w14:textId="77777777" w:rsidTr="006200D5">
              <w:tc>
                <w:tcPr>
                  <w:tcW w:w="1862" w:type="dxa"/>
                  <w:gridSpan w:val="2"/>
                </w:tcPr>
                <w:p w14:paraId="6AC459BF" w14:textId="6377D4D0" w:rsidR="00B20EBB" w:rsidRDefault="00B20EBB" w:rsidP="00B20EBB">
                  <w:pPr>
                    <w:pStyle w:val="SIText"/>
                  </w:pPr>
                  <w:r w:rsidRPr="00AB0C3E">
                    <w:t>RGRCMN402</w:t>
                  </w:r>
                </w:p>
              </w:tc>
              <w:tc>
                <w:tcPr>
                  <w:tcW w:w="7200" w:type="dxa"/>
                </w:tcPr>
                <w:p w14:paraId="09B3F5B7" w14:textId="072C1C10" w:rsidR="00B20EBB" w:rsidRPr="00AB0C3E" w:rsidRDefault="00B20EBB" w:rsidP="00B20EBB">
                  <w:pPr>
                    <w:pStyle w:val="SIText"/>
                  </w:pPr>
                  <w:r w:rsidRPr="00AB0C3E">
                    <w:t>Participate in media interviews for racing</w:t>
                  </w:r>
                </w:p>
              </w:tc>
            </w:tr>
            <w:tr w:rsidR="00CA6335" w:rsidRPr="005C7EA8" w14:paraId="2FF09053" w14:textId="77777777" w:rsidTr="006200D5">
              <w:tc>
                <w:tcPr>
                  <w:tcW w:w="1839" w:type="dxa"/>
                </w:tcPr>
                <w:p w14:paraId="2A6E7AF3" w14:textId="07B05A67" w:rsidR="00CA6335" w:rsidRDefault="00CA6335" w:rsidP="00CA6335">
                  <w:pPr>
                    <w:pStyle w:val="SIText"/>
                  </w:pPr>
                  <w:r w:rsidRPr="006F6413">
                    <w:t>RGRPSG3</w:t>
                  </w:r>
                  <w:r>
                    <w:t>01</w:t>
                  </w:r>
                </w:p>
              </w:tc>
              <w:tc>
                <w:tcPr>
                  <w:tcW w:w="7223" w:type="dxa"/>
                  <w:gridSpan w:val="2"/>
                </w:tcPr>
                <w:p w14:paraId="6B6F828F" w14:textId="37D5B5D8" w:rsidR="00CA6335" w:rsidRDefault="00CA6335" w:rsidP="00CA6335">
                  <w:pPr>
                    <w:pStyle w:val="SIText"/>
                  </w:pPr>
                  <w:r w:rsidRPr="006F6413">
                    <w:t>Rear greyhounds</w:t>
                  </w:r>
                </w:p>
              </w:tc>
            </w:tr>
            <w:tr w:rsidR="00AC1E95" w:rsidRPr="005C7EA8" w14:paraId="282A9619" w14:textId="77777777" w:rsidTr="006200D5">
              <w:tc>
                <w:tcPr>
                  <w:tcW w:w="1839" w:type="dxa"/>
                  <w:vAlign w:val="center"/>
                </w:tcPr>
                <w:p w14:paraId="2FA004AA" w14:textId="1D76AAC3" w:rsidR="00AC1E95" w:rsidRPr="006F6413" w:rsidRDefault="00AC1E95" w:rsidP="00AC1E95">
                  <w:pPr>
                    <w:pStyle w:val="SIText"/>
                  </w:pPr>
                  <w:r w:rsidRPr="00D61688">
                    <w:rPr>
                      <w:rFonts w:cs="Arial"/>
                      <w:szCs w:val="20"/>
                    </w:rPr>
                    <w:t xml:space="preserve">RGRPSG305 </w:t>
                  </w:r>
                </w:p>
              </w:tc>
              <w:tc>
                <w:tcPr>
                  <w:tcW w:w="7223" w:type="dxa"/>
                  <w:gridSpan w:val="2"/>
                  <w:vAlign w:val="center"/>
                </w:tcPr>
                <w:p w14:paraId="28DFAE33" w14:textId="45086164" w:rsidR="00AC1E95" w:rsidRPr="006F6413" w:rsidRDefault="00AC1E95" w:rsidP="00AC1E95">
                  <w:pPr>
                    <w:pStyle w:val="SIText"/>
                  </w:pPr>
                  <w:r>
                    <w:t>Coordinate greyhound breeding</w:t>
                  </w:r>
                </w:p>
              </w:tc>
            </w:tr>
            <w:tr w:rsidR="00AC1E95" w:rsidRPr="005C7EA8" w14:paraId="0D6BECD0" w14:textId="77777777" w:rsidTr="006200D5">
              <w:trPr>
                <w:trHeight w:val="287"/>
              </w:trPr>
              <w:tc>
                <w:tcPr>
                  <w:tcW w:w="1839" w:type="dxa"/>
                </w:tcPr>
                <w:p w14:paraId="0725654A" w14:textId="210CF828" w:rsidR="00AC1E95" w:rsidRPr="006F6413" w:rsidRDefault="00AC1E95" w:rsidP="00AC1E95">
                  <w:pPr>
                    <w:pStyle w:val="SIText"/>
                  </w:pPr>
                  <w:r w:rsidRPr="006F6413">
                    <w:t>RGRPSG306*</w:t>
                  </w:r>
                </w:p>
              </w:tc>
              <w:tc>
                <w:tcPr>
                  <w:tcW w:w="7223" w:type="dxa"/>
                  <w:gridSpan w:val="2"/>
                </w:tcPr>
                <w:p w14:paraId="40AB79C9" w14:textId="6F7B9313" w:rsidR="00AC1E95" w:rsidRPr="006F6413" w:rsidRDefault="00AC1E95" w:rsidP="00AC1E95">
                  <w:pPr>
                    <w:pStyle w:val="SIText"/>
                  </w:pPr>
                  <w:r w:rsidRPr="00184C2B">
                    <w:t>Determine care and treatment needs of greyhounds</w:t>
                  </w:r>
                </w:p>
              </w:tc>
            </w:tr>
            <w:tr w:rsidR="00AC1E95" w:rsidRPr="005C7EA8" w14:paraId="6995BE7E" w14:textId="77777777" w:rsidTr="006200D5">
              <w:trPr>
                <w:trHeight w:val="287"/>
              </w:trPr>
              <w:tc>
                <w:tcPr>
                  <w:tcW w:w="1839" w:type="dxa"/>
                </w:tcPr>
                <w:p w14:paraId="00354C97" w14:textId="3C1B66F6" w:rsidR="00AC1E95" w:rsidRPr="00884851" w:rsidRDefault="00AC1E95" w:rsidP="00AC1E95">
                  <w:pPr>
                    <w:pStyle w:val="SIText"/>
                  </w:pPr>
                  <w:r w:rsidRPr="00884851">
                    <w:t>RGRPSG309</w:t>
                  </w:r>
                  <w:r>
                    <w:t>*</w:t>
                  </w:r>
                </w:p>
              </w:tc>
              <w:tc>
                <w:tcPr>
                  <w:tcW w:w="7223" w:type="dxa"/>
                  <w:gridSpan w:val="2"/>
                </w:tcPr>
                <w:p w14:paraId="17C7DDD4" w14:textId="18221A87" w:rsidR="00AC1E95" w:rsidRPr="00884851" w:rsidRDefault="00AC1E95" w:rsidP="00AC1E95">
                  <w:pPr>
                    <w:pStyle w:val="SIText"/>
                  </w:pPr>
                  <w:r w:rsidRPr="006C2DE2">
                    <w:rPr>
                      <w:rStyle w:val="TemporarytextChar"/>
                      <w:color w:val="auto"/>
                      <w:lang w:eastAsia="en-US"/>
                    </w:rPr>
                    <w:t>Educate a greyhound</w:t>
                  </w:r>
                </w:p>
              </w:tc>
            </w:tr>
            <w:tr w:rsidR="00AC1E95" w:rsidRPr="005C7EA8" w14:paraId="3B1AFBE5" w14:textId="77777777" w:rsidTr="006200D5">
              <w:trPr>
                <w:trHeight w:val="287"/>
              </w:trPr>
              <w:tc>
                <w:tcPr>
                  <w:tcW w:w="1839" w:type="dxa"/>
                </w:tcPr>
                <w:p w14:paraId="203388CD" w14:textId="036A2F32" w:rsidR="00AC1E95" w:rsidRPr="00884851" w:rsidRDefault="00AC1E95" w:rsidP="00AC1E95">
                  <w:pPr>
                    <w:pStyle w:val="SIText"/>
                  </w:pPr>
                  <w:r w:rsidRPr="009515DF">
                    <w:t>RGRTRK402</w:t>
                  </w:r>
                </w:p>
              </w:tc>
              <w:tc>
                <w:tcPr>
                  <w:tcW w:w="7223" w:type="dxa"/>
                  <w:gridSpan w:val="2"/>
                </w:tcPr>
                <w:p w14:paraId="7413EA93" w14:textId="1BA151FB" w:rsidR="00AC1E95" w:rsidRPr="006C2DE2" w:rsidRDefault="00AC1E95" w:rsidP="00AC1E95">
                  <w:pPr>
                    <w:pStyle w:val="SIText"/>
                    <w:rPr>
                      <w:rStyle w:val="TemporarytextChar"/>
                      <w:color w:val="auto"/>
                      <w:lang w:eastAsia="en-US"/>
                    </w:rPr>
                  </w:pPr>
                  <w:r w:rsidRPr="009515DF">
                    <w:t>Relate animal welfare to track and environmental conditions</w:t>
                  </w:r>
                </w:p>
              </w:tc>
            </w:tr>
            <w:tr w:rsidR="00AC1E95" w:rsidRPr="00AB0C3E" w14:paraId="056FBFFF" w14:textId="77777777" w:rsidTr="006200D5">
              <w:tc>
                <w:tcPr>
                  <w:tcW w:w="1839" w:type="dxa"/>
                  <w:vAlign w:val="center"/>
                </w:tcPr>
                <w:p w14:paraId="423F4F9B" w14:textId="77777777" w:rsidR="00AC1E95" w:rsidRDefault="00AC1E95" w:rsidP="00AC1E95">
                  <w:pPr>
                    <w:pStyle w:val="SIText"/>
                  </w:pPr>
                  <w:r w:rsidRPr="00981E8E">
                    <w:t>SIRXMKT006</w:t>
                  </w:r>
                </w:p>
              </w:tc>
              <w:tc>
                <w:tcPr>
                  <w:tcW w:w="7223" w:type="dxa"/>
                  <w:gridSpan w:val="2"/>
                  <w:vAlign w:val="center"/>
                </w:tcPr>
                <w:p w14:paraId="11DDCF8B" w14:textId="77777777" w:rsidR="00AC1E95" w:rsidRPr="00AB0C3E" w:rsidRDefault="00AC1E95" w:rsidP="00AC1E95">
                  <w:pPr>
                    <w:pStyle w:val="SIText"/>
                  </w:pPr>
                  <w:r w:rsidRPr="00981E8E">
                    <w:t>Develop a social media strategy</w:t>
                  </w:r>
                  <w:r>
                    <w:t xml:space="preserve"> </w:t>
                  </w:r>
                </w:p>
              </w:tc>
            </w:tr>
            <w:tr w:rsidR="00AC1E95" w:rsidRPr="00AB0C3E" w14:paraId="5FA2680C" w14:textId="77777777" w:rsidTr="006200D5">
              <w:tc>
                <w:tcPr>
                  <w:tcW w:w="1839" w:type="dxa"/>
                </w:tcPr>
                <w:p w14:paraId="2B254B77" w14:textId="77777777" w:rsidR="00AC1E95" w:rsidRDefault="00AC1E95" w:rsidP="00AC1E95">
                  <w:pPr>
                    <w:pStyle w:val="SIText"/>
                  </w:pPr>
                  <w:r w:rsidRPr="000A52BF">
                    <w:t xml:space="preserve">SISXEMR002 </w:t>
                  </w:r>
                </w:p>
              </w:tc>
              <w:tc>
                <w:tcPr>
                  <w:tcW w:w="7223" w:type="dxa"/>
                  <w:gridSpan w:val="2"/>
                </w:tcPr>
                <w:p w14:paraId="50CCE60D" w14:textId="77777777" w:rsidR="00AC1E95" w:rsidRPr="00AB0C3E" w:rsidRDefault="00AC1E95" w:rsidP="00AC1E95">
                  <w:pPr>
                    <w:pStyle w:val="SIText"/>
                  </w:pPr>
                  <w:r w:rsidRPr="00AB0C3E">
                    <w:t>Coordinate emergency responses</w:t>
                  </w:r>
                </w:p>
              </w:tc>
            </w:tr>
            <w:tr w:rsidR="00AC1E95" w:rsidRPr="006C2DE2" w14:paraId="4171E4FC" w14:textId="77777777" w:rsidTr="006200D5">
              <w:tc>
                <w:tcPr>
                  <w:tcW w:w="1839" w:type="dxa"/>
                  <w:vAlign w:val="center"/>
                </w:tcPr>
                <w:p w14:paraId="747E80B4" w14:textId="284BC514" w:rsidR="00AC1E95" w:rsidRPr="006C2DE2" w:rsidRDefault="00EA00DF" w:rsidP="00AC1E95">
                  <w:pPr>
                    <w:pStyle w:val="SIText"/>
                  </w:pPr>
                  <w:r>
                    <w:t>TAEASS301</w:t>
                  </w:r>
                </w:p>
              </w:tc>
              <w:tc>
                <w:tcPr>
                  <w:tcW w:w="7223" w:type="dxa"/>
                  <w:gridSpan w:val="2"/>
                  <w:vAlign w:val="center"/>
                </w:tcPr>
                <w:p w14:paraId="341C6C42" w14:textId="7DD45D37" w:rsidR="00AC1E95" w:rsidRPr="006C2DE2" w:rsidRDefault="00EA00DF" w:rsidP="00AC1E95">
                  <w:pPr>
                    <w:pStyle w:val="SIText"/>
                  </w:pPr>
                  <w:r>
                    <w:t>Contribute to assessment</w:t>
                  </w:r>
                </w:p>
              </w:tc>
            </w:tr>
            <w:tr w:rsidR="00A0738A" w:rsidRPr="006C2DE2" w14:paraId="7C1F6268" w14:textId="77777777" w:rsidTr="006200D5">
              <w:tc>
                <w:tcPr>
                  <w:tcW w:w="1839" w:type="dxa"/>
                  <w:vAlign w:val="center"/>
                </w:tcPr>
                <w:p w14:paraId="44A369A8" w14:textId="5708F5B9" w:rsidR="00A0738A" w:rsidRDefault="00EA00DF" w:rsidP="00AC1E95">
                  <w:pPr>
                    <w:pStyle w:val="SIText"/>
                  </w:pPr>
                  <w:r>
                    <w:t>TAEASS401</w:t>
                  </w:r>
                </w:p>
              </w:tc>
              <w:tc>
                <w:tcPr>
                  <w:tcW w:w="7223" w:type="dxa"/>
                  <w:gridSpan w:val="2"/>
                  <w:vAlign w:val="center"/>
                </w:tcPr>
                <w:p w14:paraId="4C1927F9" w14:textId="700355FB" w:rsidR="00A0738A" w:rsidRPr="006F4D90" w:rsidRDefault="00EA00DF" w:rsidP="00EA00DF">
                  <w:pPr>
                    <w:pStyle w:val="SIText"/>
                  </w:pPr>
                  <w:r>
                    <w:t>Plan assessment activities and processes</w:t>
                  </w:r>
                </w:p>
              </w:tc>
            </w:tr>
            <w:tr w:rsidR="00A0738A" w:rsidRPr="006C2DE2" w14:paraId="0FDDC932" w14:textId="77777777" w:rsidTr="006200D5">
              <w:tc>
                <w:tcPr>
                  <w:tcW w:w="1839" w:type="dxa"/>
                  <w:vAlign w:val="center"/>
                </w:tcPr>
                <w:p w14:paraId="5C3EF970" w14:textId="2B722790" w:rsidR="00A0738A" w:rsidRDefault="00EA00DF" w:rsidP="00AC1E95">
                  <w:pPr>
                    <w:pStyle w:val="SIText"/>
                  </w:pPr>
                  <w:r>
                    <w:t>TAEASS402</w:t>
                  </w:r>
                </w:p>
              </w:tc>
              <w:tc>
                <w:tcPr>
                  <w:tcW w:w="7223" w:type="dxa"/>
                  <w:gridSpan w:val="2"/>
                  <w:vAlign w:val="center"/>
                </w:tcPr>
                <w:p w14:paraId="76F42935" w14:textId="55649508" w:rsidR="00A0738A" w:rsidRPr="006F4D90" w:rsidRDefault="00EA00DF" w:rsidP="00AC1E95">
                  <w:pPr>
                    <w:pStyle w:val="SIText"/>
                  </w:pPr>
                  <w:r>
                    <w:t>Assess competence</w:t>
                  </w:r>
                </w:p>
              </w:tc>
            </w:tr>
            <w:tr w:rsidR="00EA00DF" w:rsidRPr="006C2DE2" w14:paraId="17F59906" w14:textId="77777777" w:rsidTr="006200D5">
              <w:tc>
                <w:tcPr>
                  <w:tcW w:w="1839" w:type="dxa"/>
                  <w:vAlign w:val="center"/>
                </w:tcPr>
                <w:p w14:paraId="074B8EAA" w14:textId="3021F52F" w:rsidR="00EA00DF" w:rsidRDefault="00B21C4B" w:rsidP="00AC1E95">
                  <w:pPr>
                    <w:pStyle w:val="SIText"/>
                  </w:pPr>
                  <w:r>
                    <w:t>TAEASS403</w:t>
                  </w:r>
                </w:p>
              </w:tc>
              <w:tc>
                <w:tcPr>
                  <w:tcW w:w="7223" w:type="dxa"/>
                  <w:gridSpan w:val="2"/>
                  <w:vAlign w:val="center"/>
                </w:tcPr>
                <w:p w14:paraId="78ACCB06" w14:textId="43FC27C3" w:rsidR="00EA00DF" w:rsidRDefault="00EA00DF" w:rsidP="00AC1E95">
                  <w:pPr>
                    <w:pStyle w:val="SIText"/>
                  </w:pPr>
                  <w:r>
                    <w:t>Participate in assessment validation</w:t>
                  </w:r>
                </w:p>
              </w:tc>
            </w:tr>
            <w:tr w:rsidR="00EA00DF" w:rsidRPr="006C2DE2" w14:paraId="6E4CD79E" w14:textId="77777777" w:rsidTr="006200D5">
              <w:tc>
                <w:tcPr>
                  <w:tcW w:w="1839" w:type="dxa"/>
                  <w:vAlign w:val="center"/>
                </w:tcPr>
                <w:p w14:paraId="484633C7" w14:textId="64D51BB9" w:rsidR="00EA00DF" w:rsidRDefault="00EA00DF" w:rsidP="00EA00DF">
                  <w:pPr>
                    <w:pStyle w:val="SIText"/>
                  </w:pPr>
                  <w:r>
                    <w:t>TAE</w:t>
                  </w:r>
                  <w:r w:rsidRPr="006F4D90">
                    <w:t>DEL301</w:t>
                  </w:r>
                </w:p>
              </w:tc>
              <w:tc>
                <w:tcPr>
                  <w:tcW w:w="7223" w:type="dxa"/>
                  <w:gridSpan w:val="2"/>
                  <w:vAlign w:val="center"/>
                </w:tcPr>
                <w:p w14:paraId="483D2F4F" w14:textId="5E957F91" w:rsidR="00EA00DF" w:rsidRPr="006F4D90" w:rsidRDefault="00EA00DF" w:rsidP="00EA00DF">
                  <w:pPr>
                    <w:pStyle w:val="SIText"/>
                  </w:pPr>
                  <w:r w:rsidRPr="006F4D90">
                    <w:t>Provide work skill instruction</w:t>
                  </w:r>
                </w:p>
              </w:tc>
            </w:tr>
            <w:tr w:rsidR="00EA00DF" w:rsidRPr="006C2DE2" w14:paraId="1D78FF19" w14:textId="77777777" w:rsidTr="006200D5">
              <w:tc>
                <w:tcPr>
                  <w:tcW w:w="1839" w:type="dxa"/>
                  <w:vAlign w:val="center"/>
                </w:tcPr>
                <w:p w14:paraId="0D189362" w14:textId="73D8DFE4" w:rsidR="00EA00DF" w:rsidRDefault="00EA00DF" w:rsidP="00EA00DF">
                  <w:pPr>
                    <w:pStyle w:val="SIText"/>
                  </w:pPr>
                  <w:r w:rsidRPr="006200D5">
                    <w:t>TAEDEL404</w:t>
                  </w:r>
                </w:p>
              </w:tc>
              <w:tc>
                <w:tcPr>
                  <w:tcW w:w="7223" w:type="dxa"/>
                  <w:gridSpan w:val="2"/>
                  <w:vAlign w:val="center"/>
                </w:tcPr>
                <w:p w14:paraId="02DAC30A" w14:textId="6B3B2028" w:rsidR="00EA00DF" w:rsidRPr="006F4D90" w:rsidRDefault="00EA00DF" w:rsidP="00EA00DF">
                  <w:pPr>
                    <w:pStyle w:val="SIText"/>
                  </w:pPr>
                  <w:r w:rsidRPr="006200D5">
                    <w:t>Mentor in the workplace</w:t>
                  </w:r>
                </w:p>
              </w:tc>
            </w:tr>
          </w:tbl>
          <w:p w14:paraId="6B5B30EF" w14:textId="77777777" w:rsidR="005B119D" w:rsidRDefault="005B119D" w:rsidP="00894FBB">
            <w:pPr>
              <w:rPr>
                <w:lang w:eastAsia="en-US"/>
              </w:rPr>
            </w:pPr>
          </w:p>
          <w:p w14:paraId="21871BD3" w14:textId="77777777" w:rsidR="00D358F7" w:rsidRPr="004D2710" w:rsidRDefault="00D358F7" w:rsidP="00D358F7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16C86994" w14:textId="77777777" w:rsidR="00D358F7" w:rsidRDefault="00D358F7" w:rsidP="00894FBB">
            <w:pPr>
              <w:rPr>
                <w:lang w:eastAsia="en-U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662"/>
              <w:gridCol w:w="5713"/>
            </w:tblGrid>
            <w:tr w:rsidR="00D358F7" w14:paraId="1F240D4A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5680E1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9AFE8B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D358F7" w14:paraId="7F87B813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349FFD" w14:textId="619839FD" w:rsidR="00D358F7" w:rsidRPr="006B7476" w:rsidRDefault="006B7476" w:rsidP="006B7476">
                  <w:pPr>
                    <w:pStyle w:val="SIText"/>
                  </w:pPr>
                  <w:r w:rsidRPr="006B7476">
                    <w:t xml:space="preserve">RGRPSG306 </w:t>
                  </w:r>
                  <w:r w:rsidR="00184C2B" w:rsidRPr="00184C2B">
                    <w:t>Determine care and treatment needs of greyhounds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D5878" w14:textId="4F2496FD" w:rsidR="00D358F7" w:rsidRPr="00D05FDD" w:rsidRDefault="006B7476" w:rsidP="00D05FDD">
                  <w:pPr>
                    <w:pStyle w:val="SIText"/>
                  </w:pPr>
                  <w:r>
                    <w:t>RGRPSG201 Handle greyhounds</w:t>
                  </w:r>
                </w:p>
              </w:tc>
            </w:tr>
            <w:tr w:rsidR="00CA6335" w14:paraId="26ADCA00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103262" w14:textId="74423118" w:rsidR="00CA6335" w:rsidRPr="006B7476" w:rsidRDefault="00CA6335" w:rsidP="00E1754E">
                  <w:pPr>
                    <w:pStyle w:val="SIText"/>
                  </w:pPr>
                  <w:r>
                    <w:t xml:space="preserve">RGRPSG307 Train and race greyhounds 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9C4BF" w14:textId="3B8BD0B5" w:rsidR="00CA6335" w:rsidRDefault="00CA6335" w:rsidP="00D05FDD">
                  <w:pPr>
                    <w:pStyle w:val="SIText"/>
                  </w:pPr>
                  <w:r>
                    <w:t>RGRPSG201 Handle greyhounds</w:t>
                  </w:r>
                </w:p>
              </w:tc>
            </w:tr>
            <w:tr w:rsidR="00E32605" w14:paraId="440E6E11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BB725" w14:textId="4AFD4D9C" w:rsidR="00E32605" w:rsidRDefault="00E32605" w:rsidP="00E1754E">
                  <w:pPr>
                    <w:pStyle w:val="SIText"/>
                  </w:pPr>
                  <w:r>
                    <w:t>RGRPSG309 Educate a greyhound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7DFAE1" w14:textId="30BDEDBD" w:rsidR="00E32605" w:rsidRDefault="00E32605" w:rsidP="00E32605">
                  <w:pPr>
                    <w:pStyle w:val="SIText"/>
                  </w:pPr>
                  <w:r>
                    <w:t>RGRPSG201 Handle greyhounds</w:t>
                  </w:r>
                </w:p>
              </w:tc>
            </w:tr>
            <w:tr w:rsidR="00265773" w14:paraId="51E5555A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4DD45D" w14:textId="3F1CE515" w:rsidR="00265773" w:rsidRDefault="00265773">
                  <w:pPr>
                    <w:pStyle w:val="SIText"/>
                  </w:pPr>
                  <w:r w:rsidRPr="00DF7CD0">
                    <w:t>RGRPSG</w:t>
                  </w:r>
                  <w:r>
                    <w:t>402</w:t>
                  </w:r>
                  <w:r w:rsidRPr="00DF7CD0">
                    <w:t xml:space="preserve"> Assess greyhounds for suitability to transition to a pet 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D8C408" w14:textId="528D1C63" w:rsidR="00265773" w:rsidRDefault="00265773" w:rsidP="00265773">
                  <w:pPr>
                    <w:pStyle w:val="SIText"/>
                  </w:pPr>
                  <w:r>
                    <w:t>RGRPSG411 Interpret and manage greyhound behaviour</w:t>
                  </w:r>
                </w:p>
              </w:tc>
            </w:tr>
            <w:tr w:rsidR="00265773" w14:paraId="65925785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376C82" w14:textId="0A86EB64" w:rsidR="00265773" w:rsidRPr="00AC1E95" w:rsidRDefault="00265773" w:rsidP="00265773">
                  <w:pPr>
                    <w:pStyle w:val="SIText"/>
                  </w:pPr>
                  <w:r w:rsidRPr="00DF7CD0">
                    <w:t>RGRPSG</w:t>
                  </w:r>
                  <w:r>
                    <w:t>403</w:t>
                  </w:r>
                  <w:r w:rsidRPr="00DF7CD0">
                    <w:t xml:space="preserve"> Develop and implement greyhound transition to pet plan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01249B" w14:textId="77777777" w:rsidR="00265773" w:rsidRDefault="00265773" w:rsidP="00265773">
                  <w:pPr>
                    <w:pStyle w:val="SIText"/>
                  </w:pPr>
                  <w:r w:rsidRPr="00DF7CD0">
                    <w:t>RGRPSG</w:t>
                  </w:r>
                  <w:r>
                    <w:t>402*</w:t>
                  </w:r>
                  <w:r w:rsidRPr="00DF7CD0">
                    <w:t xml:space="preserve"> Assess greyhounds for suitability to transition to a pet</w:t>
                  </w:r>
                </w:p>
                <w:p w14:paraId="2B4A89B9" w14:textId="47E640E0" w:rsidR="00265773" w:rsidRDefault="00265773">
                  <w:pPr>
                    <w:pStyle w:val="SIText"/>
                  </w:pPr>
                  <w:r>
                    <w:t>RGRPSG411 Interpret and manage greyhound behaviour</w:t>
                  </w:r>
                </w:p>
              </w:tc>
            </w:tr>
            <w:tr w:rsidR="00265773" w14:paraId="263BC69C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FFB76" w14:textId="0651A49D" w:rsidR="00265773" w:rsidRPr="00AC1E95" w:rsidRDefault="00265773" w:rsidP="00265773">
                  <w:pPr>
                    <w:pStyle w:val="SIText"/>
                  </w:pPr>
                  <w:r w:rsidRPr="00DF7CD0">
                    <w:t>RGRPSG</w:t>
                  </w:r>
                  <w:r>
                    <w:t>404 Carry out greyhound adoptions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5EBB14" w14:textId="0524DCC0" w:rsidR="00265773" w:rsidRDefault="00265773">
                  <w:pPr>
                    <w:pStyle w:val="SIText"/>
                  </w:pPr>
                  <w:r>
                    <w:t>RGRPSG411 Interpret and manage greyhound behaviour</w:t>
                  </w:r>
                </w:p>
              </w:tc>
            </w:tr>
            <w:tr w:rsidR="00265773" w14:paraId="2514A9E6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22403" w14:textId="05A681C7" w:rsidR="00265773" w:rsidRPr="00DF7CD0" w:rsidRDefault="00265773" w:rsidP="00265773">
                  <w:pPr>
                    <w:pStyle w:val="SIText"/>
                  </w:pPr>
                  <w:r w:rsidRPr="00DF7CD0">
                    <w:t>RGRPSG</w:t>
                  </w:r>
                  <w:r>
                    <w:t>40</w:t>
                  </w:r>
                  <w:r w:rsidRPr="00DF7CD0">
                    <w:t>9 Assess greyhound structural and functional suitability for racing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864E6" w14:textId="77777777" w:rsidR="00265773" w:rsidRDefault="00265773" w:rsidP="00265773">
                  <w:pPr>
                    <w:pStyle w:val="SIText"/>
                  </w:pPr>
                  <w:r>
                    <w:t>RGRPSG201 Handle greyhounds</w:t>
                  </w:r>
                </w:p>
                <w:p w14:paraId="6ADC6B7E" w14:textId="03057A94" w:rsidR="00265773" w:rsidRPr="00DF7CD0" w:rsidRDefault="00265773" w:rsidP="00265773">
                  <w:pPr>
                    <w:pStyle w:val="SIText"/>
                  </w:pPr>
                  <w:r>
                    <w:t xml:space="preserve">RGRPSG408 </w:t>
                  </w:r>
                  <w:r w:rsidRPr="006B319E">
                    <w:t>Relate musculoskeletal structure to greyhound movement</w:t>
                  </w:r>
                  <w:r>
                    <w:t xml:space="preserve"> </w:t>
                  </w:r>
                </w:p>
              </w:tc>
            </w:tr>
            <w:tr w:rsidR="00265773" w14:paraId="55CFC30A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FDA5F" w14:textId="66896345" w:rsidR="00265773" w:rsidRPr="00DF7CD0" w:rsidRDefault="00265773" w:rsidP="00265773">
                  <w:pPr>
                    <w:pStyle w:val="SIText"/>
                  </w:pPr>
                  <w:r w:rsidRPr="00DF7CD0">
                    <w:t>RGRPSG</w:t>
                  </w:r>
                  <w:r>
                    <w:t>4</w:t>
                  </w:r>
                  <w:r w:rsidRPr="00DF7CD0">
                    <w:t>10 Provide massage therapy and non-invasive health treatments for greyhounds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B236BE" w14:textId="77777777" w:rsidR="00265773" w:rsidRDefault="00265773" w:rsidP="00265773">
                  <w:pPr>
                    <w:pStyle w:val="SIText"/>
                  </w:pPr>
                  <w:r>
                    <w:t>RGRPSG201 Handle greyhounds</w:t>
                  </w:r>
                </w:p>
                <w:p w14:paraId="3AC94102" w14:textId="32EAE759" w:rsidR="00265773" w:rsidRPr="00DF7CD0" w:rsidRDefault="00265773" w:rsidP="00265773">
                  <w:pPr>
                    <w:pStyle w:val="SIText"/>
                  </w:pPr>
                  <w:r>
                    <w:t xml:space="preserve">RGRPSG408 </w:t>
                  </w:r>
                  <w:r w:rsidRPr="006B319E">
                    <w:t>Relate musculoskeletal structure to greyhound movement</w:t>
                  </w:r>
                </w:p>
              </w:tc>
            </w:tr>
          </w:tbl>
          <w:p w14:paraId="302D30E3" w14:textId="77777777" w:rsidR="005B119D" w:rsidRDefault="005B119D" w:rsidP="007B5704"/>
        </w:tc>
      </w:tr>
    </w:tbl>
    <w:p w14:paraId="6C4942AF" w14:textId="4CCDB1D5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7F3780">
        <w:trPr>
          <w:trHeight w:val="2222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D05FDD" w:rsidRPr="000C13F1" w14:paraId="30434F2E" w14:textId="77777777" w:rsidTr="003163B5">
              <w:trPr>
                <w:tblHeader/>
              </w:trPr>
              <w:tc>
                <w:tcPr>
                  <w:tcW w:w="1028" w:type="pct"/>
                </w:tcPr>
                <w:p w14:paraId="7C80E8E3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873398F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7740EC5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A678418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D05FDD" w:rsidRPr="00BC49BB" w14:paraId="60BD0C05" w14:textId="77777777" w:rsidTr="003163B5">
              <w:tc>
                <w:tcPr>
                  <w:tcW w:w="1028" w:type="pct"/>
                </w:tcPr>
                <w:p w14:paraId="214175F9" w14:textId="24732541" w:rsidR="00D05FDD" w:rsidRPr="00923720" w:rsidRDefault="002244AA" w:rsidP="002244AA">
                  <w:pPr>
                    <w:pStyle w:val="SIText"/>
                  </w:pPr>
                  <w:r>
                    <w:t xml:space="preserve">RGR40419 </w:t>
                  </w:r>
                  <w:r w:rsidR="00D05FDD">
                    <w:t xml:space="preserve">Certificate IV in </w:t>
                  </w:r>
                  <w:r w:rsidR="00E50985">
                    <w:t xml:space="preserve">Greyhound </w:t>
                  </w:r>
                  <w:r w:rsidR="00D05FDD">
                    <w:t xml:space="preserve">Racing </w:t>
                  </w:r>
                  <w:r w:rsidR="00E50985">
                    <w:t>Industry</w:t>
                  </w:r>
                </w:p>
              </w:tc>
              <w:tc>
                <w:tcPr>
                  <w:tcW w:w="1105" w:type="pct"/>
                </w:tcPr>
                <w:p w14:paraId="67579843" w14:textId="22F52D4C" w:rsidR="00D05FDD" w:rsidRPr="00BC49BB" w:rsidRDefault="00E50985" w:rsidP="006B7476">
                  <w:pPr>
                    <w:pStyle w:val="SIText"/>
                  </w:pPr>
                  <w:r>
                    <w:t>RGR40418 Certificate IV in Racing (Greyhound Trainer)</w:t>
                  </w:r>
                </w:p>
              </w:tc>
              <w:tc>
                <w:tcPr>
                  <w:tcW w:w="1398" w:type="pct"/>
                </w:tcPr>
                <w:p w14:paraId="2D360A25" w14:textId="2C069964" w:rsidR="00D05FDD" w:rsidRDefault="006B7476" w:rsidP="006F4D90">
                  <w:pPr>
                    <w:pStyle w:val="SIText"/>
                  </w:pPr>
                  <w:r>
                    <w:t>Changes to core units</w:t>
                  </w:r>
                  <w:r w:rsidR="00E50985">
                    <w:t xml:space="preserve"> and packaging rules</w:t>
                  </w:r>
                </w:p>
                <w:p w14:paraId="14374F4C" w14:textId="77777777" w:rsidR="003E2940" w:rsidRDefault="003E2940" w:rsidP="006F4D90">
                  <w:pPr>
                    <w:pStyle w:val="SIText"/>
                  </w:pPr>
                </w:p>
                <w:p w14:paraId="1F80AF58" w14:textId="77777777" w:rsidR="00E50985" w:rsidRDefault="00E50985" w:rsidP="006F4D90">
                  <w:pPr>
                    <w:pStyle w:val="SIText"/>
                  </w:pPr>
                  <w:r>
                    <w:t>Addition of new electives and specialisations</w:t>
                  </w:r>
                </w:p>
                <w:p w14:paraId="12F81752" w14:textId="3406AC9D" w:rsidR="002244AA" w:rsidRPr="00BC49BB" w:rsidRDefault="002244AA" w:rsidP="006F4D90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52A36095" w14:textId="77777777" w:rsidR="00D05FDD" w:rsidRPr="006B7476" w:rsidRDefault="00D05FDD" w:rsidP="006F4D90">
                  <w:pPr>
                    <w:pStyle w:val="SIText"/>
                  </w:pPr>
                  <w:r w:rsidRPr="006B7476">
                    <w:t>No equivalent qualification</w:t>
                  </w:r>
                </w:p>
              </w:tc>
            </w:tr>
          </w:tbl>
          <w:p w14:paraId="67908187" w14:textId="0D2FF6CD" w:rsidR="00D05FDD" w:rsidRDefault="00D05FDD" w:rsidP="000C13F1">
            <w:pPr>
              <w:rPr>
                <w:lang w:eastAsia="en-US"/>
              </w:rPr>
            </w:pPr>
          </w:p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A737169" w14:textId="59367C28" w:rsidR="000C13F1" w:rsidRDefault="00140954" w:rsidP="00C10FB7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C10FB7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C7C66" w14:textId="77777777" w:rsidR="00F1362F" w:rsidRDefault="00F1362F" w:rsidP="00BF3F0A">
      <w:r>
        <w:separator/>
      </w:r>
    </w:p>
    <w:p w14:paraId="1D2D284D" w14:textId="77777777" w:rsidR="00F1362F" w:rsidRDefault="00F1362F"/>
  </w:endnote>
  <w:endnote w:type="continuationSeparator" w:id="0">
    <w:p w14:paraId="2794094C" w14:textId="77777777" w:rsidR="00F1362F" w:rsidRDefault="00F1362F" w:rsidP="00BF3F0A">
      <w:r>
        <w:continuationSeparator/>
      </w:r>
    </w:p>
    <w:p w14:paraId="75357C3A" w14:textId="77777777" w:rsidR="00F1362F" w:rsidRDefault="00F136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DFCAB" w14:textId="77777777" w:rsidR="002F53CF" w:rsidRDefault="002F53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192D7E85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143E">
          <w:rPr>
            <w:noProof/>
          </w:rPr>
          <w:t>1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11A58" w14:textId="77777777" w:rsidR="002F53CF" w:rsidRDefault="002F53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468A21" w14:textId="77777777" w:rsidR="00F1362F" w:rsidRDefault="00F1362F" w:rsidP="00BF3F0A">
      <w:r>
        <w:separator/>
      </w:r>
    </w:p>
    <w:p w14:paraId="6B2DF518" w14:textId="77777777" w:rsidR="00F1362F" w:rsidRDefault="00F1362F"/>
  </w:footnote>
  <w:footnote w:type="continuationSeparator" w:id="0">
    <w:p w14:paraId="4353EBCC" w14:textId="77777777" w:rsidR="00F1362F" w:rsidRDefault="00F1362F" w:rsidP="00BF3F0A">
      <w:r>
        <w:continuationSeparator/>
      </w:r>
    </w:p>
    <w:p w14:paraId="0589C449" w14:textId="77777777" w:rsidR="00F1362F" w:rsidRDefault="00F136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8C6E7" w14:textId="77777777" w:rsidR="002F53CF" w:rsidRDefault="002F53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10E5C" w14:textId="00C9B479" w:rsidR="00ED07E5" w:rsidRPr="00091159" w:rsidRDefault="00561D95" w:rsidP="00ED07E5">
    <w:pPr>
      <w:pStyle w:val="Header"/>
    </w:pPr>
    <w:r>
      <w:t>RGR404</w:t>
    </w:r>
    <w:r w:rsidR="00ED07E5">
      <w:t>1</w:t>
    </w:r>
    <w:r w:rsidR="00A0738A">
      <w:t>9</w:t>
    </w:r>
    <w:r w:rsidR="00ED07E5">
      <w:t xml:space="preserve"> </w:t>
    </w:r>
    <w:r w:rsidR="00ED07E5" w:rsidRPr="00EC36FA">
      <w:t xml:space="preserve">Certificate IV in </w:t>
    </w:r>
    <w:r w:rsidR="00A0738A">
      <w:t xml:space="preserve">Greyhound </w:t>
    </w:r>
    <w:r w:rsidR="00ED07E5" w:rsidRPr="00EC36FA">
      <w:t xml:space="preserve">Racing </w:t>
    </w:r>
    <w:r w:rsidR="00A0738A">
      <w:t>Industry</w:t>
    </w:r>
  </w:p>
  <w:p w14:paraId="05867FF2" w14:textId="7BD94D8D" w:rsidR="009C2650" w:rsidRPr="00ED07E5" w:rsidRDefault="009C2650" w:rsidP="00ED07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A8843" w14:textId="77777777" w:rsidR="002F53CF" w:rsidRDefault="002F53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4668C"/>
    <w:rsid w:val="000475D6"/>
    <w:rsid w:val="000643AE"/>
    <w:rsid w:val="00064BFE"/>
    <w:rsid w:val="00070B3E"/>
    <w:rsid w:val="00071F95"/>
    <w:rsid w:val="000737BB"/>
    <w:rsid w:val="00074E47"/>
    <w:rsid w:val="00094141"/>
    <w:rsid w:val="000A5441"/>
    <w:rsid w:val="000B07FB"/>
    <w:rsid w:val="000C13F1"/>
    <w:rsid w:val="000C4BF5"/>
    <w:rsid w:val="000D7BE6"/>
    <w:rsid w:val="000E2C86"/>
    <w:rsid w:val="000F29F2"/>
    <w:rsid w:val="00101659"/>
    <w:rsid w:val="00101FC0"/>
    <w:rsid w:val="001078BF"/>
    <w:rsid w:val="00110C65"/>
    <w:rsid w:val="001200D2"/>
    <w:rsid w:val="00133957"/>
    <w:rsid w:val="001372F6"/>
    <w:rsid w:val="001376EC"/>
    <w:rsid w:val="00140954"/>
    <w:rsid w:val="00144385"/>
    <w:rsid w:val="00151293"/>
    <w:rsid w:val="00151D93"/>
    <w:rsid w:val="00156EF3"/>
    <w:rsid w:val="00176E4F"/>
    <w:rsid w:val="00177512"/>
    <w:rsid w:val="00184C2B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244AA"/>
    <w:rsid w:val="00225859"/>
    <w:rsid w:val="00234444"/>
    <w:rsid w:val="00242293"/>
    <w:rsid w:val="00244EA7"/>
    <w:rsid w:val="00262FC3"/>
    <w:rsid w:val="00265773"/>
    <w:rsid w:val="00267DBA"/>
    <w:rsid w:val="00276DB8"/>
    <w:rsid w:val="00282664"/>
    <w:rsid w:val="00285FB8"/>
    <w:rsid w:val="002865D4"/>
    <w:rsid w:val="002931C2"/>
    <w:rsid w:val="002961C4"/>
    <w:rsid w:val="002A4CD3"/>
    <w:rsid w:val="002C157B"/>
    <w:rsid w:val="002C55E9"/>
    <w:rsid w:val="002D0C8B"/>
    <w:rsid w:val="002D3E9B"/>
    <w:rsid w:val="002E193E"/>
    <w:rsid w:val="002F1BE6"/>
    <w:rsid w:val="002F2A92"/>
    <w:rsid w:val="002F2A98"/>
    <w:rsid w:val="002F53CF"/>
    <w:rsid w:val="00306E83"/>
    <w:rsid w:val="00321C7C"/>
    <w:rsid w:val="00337E82"/>
    <w:rsid w:val="00350BB1"/>
    <w:rsid w:val="00352C83"/>
    <w:rsid w:val="0037067D"/>
    <w:rsid w:val="0038735B"/>
    <w:rsid w:val="003916D1"/>
    <w:rsid w:val="003A21F0"/>
    <w:rsid w:val="003A27A0"/>
    <w:rsid w:val="003A58BA"/>
    <w:rsid w:val="003A5AE7"/>
    <w:rsid w:val="003A7221"/>
    <w:rsid w:val="003B6200"/>
    <w:rsid w:val="003B6538"/>
    <w:rsid w:val="003C13AE"/>
    <w:rsid w:val="003D2E73"/>
    <w:rsid w:val="003D3E14"/>
    <w:rsid w:val="003E2940"/>
    <w:rsid w:val="003E7BBE"/>
    <w:rsid w:val="003F143E"/>
    <w:rsid w:val="004127E3"/>
    <w:rsid w:val="004207A0"/>
    <w:rsid w:val="0042344F"/>
    <w:rsid w:val="00423D30"/>
    <w:rsid w:val="0043212E"/>
    <w:rsid w:val="00434366"/>
    <w:rsid w:val="00444423"/>
    <w:rsid w:val="004517D4"/>
    <w:rsid w:val="004522F3"/>
    <w:rsid w:val="00452F3E"/>
    <w:rsid w:val="0046341E"/>
    <w:rsid w:val="004640AE"/>
    <w:rsid w:val="00475172"/>
    <w:rsid w:val="004758B0"/>
    <w:rsid w:val="004832D2"/>
    <w:rsid w:val="0048444E"/>
    <w:rsid w:val="00485559"/>
    <w:rsid w:val="00491B5B"/>
    <w:rsid w:val="004971B9"/>
    <w:rsid w:val="004A142B"/>
    <w:rsid w:val="004A44E8"/>
    <w:rsid w:val="004B01DD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9C9"/>
    <w:rsid w:val="004F5DC7"/>
    <w:rsid w:val="004F78DA"/>
    <w:rsid w:val="005248C1"/>
    <w:rsid w:val="00526134"/>
    <w:rsid w:val="005427C8"/>
    <w:rsid w:val="005446D1"/>
    <w:rsid w:val="00553BE6"/>
    <w:rsid w:val="00556C4C"/>
    <w:rsid w:val="00557369"/>
    <w:rsid w:val="00561D95"/>
    <w:rsid w:val="00561F08"/>
    <w:rsid w:val="005708EB"/>
    <w:rsid w:val="00575BC6"/>
    <w:rsid w:val="005804A2"/>
    <w:rsid w:val="00583902"/>
    <w:rsid w:val="005A3AA5"/>
    <w:rsid w:val="005A6C9C"/>
    <w:rsid w:val="005A74DC"/>
    <w:rsid w:val="005B119D"/>
    <w:rsid w:val="005B5146"/>
    <w:rsid w:val="005B7EA6"/>
    <w:rsid w:val="005C49A1"/>
    <w:rsid w:val="005C7EA8"/>
    <w:rsid w:val="005E5CFC"/>
    <w:rsid w:val="005F33CC"/>
    <w:rsid w:val="00611E7F"/>
    <w:rsid w:val="006121D4"/>
    <w:rsid w:val="00613B49"/>
    <w:rsid w:val="006200D5"/>
    <w:rsid w:val="00620411"/>
    <w:rsid w:val="00620E8E"/>
    <w:rsid w:val="00633CFE"/>
    <w:rsid w:val="00634FCA"/>
    <w:rsid w:val="006404B5"/>
    <w:rsid w:val="00643F90"/>
    <w:rsid w:val="006452B8"/>
    <w:rsid w:val="00652E62"/>
    <w:rsid w:val="006734A3"/>
    <w:rsid w:val="006762F8"/>
    <w:rsid w:val="00687B62"/>
    <w:rsid w:val="00690C44"/>
    <w:rsid w:val="006912C1"/>
    <w:rsid w:val="006969D9"/>
    <w:rsid w:val="006A0697"/>
    <w:rsid w:val="006A1569"/>
    <w:rsid w:val="006A2B68"/>
    <w:rsid w:val="006B19B1"/>
    <w:rsid w:val="006B7476"/>
    <w:rsid w:val="006C2027"/>
    <w:rsid w:val="006C2DE2"/>
    <w:rsid w:val="006C2F32"/>
    <w:rsid w:val="006C7970"/>
    <w:rsid w:val="006D1831"/>
    <w:rsid w:val="006D4448"/>
    <w:rsid w:val="006E25BE"/>
    <w:rsid w:val="006E2C4D"/>
    <w:rsid w:val="006F4D90"/>
    <w:rsid w:val="006F6413"/>
    <w:rsid w:val="00705EEC"/>
    <w:rsid w:val="00707741"/>
    <w:rsid w:val="00722769"/>
    <w:rsid w:val="00722829"/>
    <w:rsid w:val="00727901"/>
    <w:rsid w:val="0073075B"/>
    <w:rsid w:val="007341FF"/>
    <w:rsid w:val="007404E9"/>
    <w:rsid w:val="007444CF"/>
    <w:rsid w:val="00755328"/>
    <w:rsid w:val="00760FF4"/>
    <w:rsid w:val="0076523B"/>
    <w:rsid w:val="00770C15"/>
    <w:rsid w:val="00771B60"/>
    <w:rsid w:val="00781D77"/>
    <w:rsid w:val="007860B7"/>
    <w:rsid w:val="00786DC8"/>
    <w:rsid w:val="007A1149"/>
    <w:rsid w:val="007B5704"/>
    <w:rsid w:val="007D5A78"/>
    <w:rsid w:val="007E3BD1"/>
    <w:rsid w:val="007F1563"/>
    <w:rsid w:val="007F3780"/>
    <w:rsid w:val="007F44DB"/>
    <w:rsid w:val="007F5A8B"/>
    <w:rsid w:val="00817D51"/>
    <w:rsid w:val="00823367"/>
    <w:rsid w:val="00823530"/>
    <w:rsid w:val="00823FF4"/>
    <w:rsid w:val="008306E7"/>
    <w:rsid w:val="00834BC8"/>
    <w:rsid w:val="00837FD6"/>
    <w:rsid w:val="00846EDF"/>
    <w:rsid w:val="00847B60"/>
    <w:rsid w:val="00850243"/>
    <w:rsid w:val="00852285"/>
    <w:rsid w:val="008545EB"/>
    <w:rsid w:val="00856837"/>
    <w:rsid w:val="008636A1"/>
    <w:rsid w:val="00865011"/>
    <w:rsid w:val="00883C6C"/>
    <w:rsid w:val="00884851"/>
    <w:rsid w:val="00886790"/>
    <w:rsid w:val="008908DE"/>
    <w:rsid w:val="00894FBB"/>
    <w:rsid w:val="008A11E7"/>
    <w:rsid w:val="008A12ED"/>
    <w:rsid w:val="008B2C77"/>
    <w:rsid w:val="008B4AD2"/>
    <w:rsid w:val="008D4750"/>
    <w:rsid w:val="008E1B41"/>
    <w:rsid w:val="008E39BE"/>
    <w:rsid w:val="008E62EC"/>
    <w:rsid w:val="008E7B69"/>
    <w:rsid w:val="008F1577"/>
    <w:rsid w:val="008F32F6"/>
    <w:rsid w:val="00916CD7"/>
    <w:rsid w:val="00920927"/>
    <w:rsid w:val="00921B38"/>
    <w:rsid w:val="00923720"/>
    <w:rsid w:val="00924FBA"/>
    <w:rsid w:val="0092586D"/>
    <w:rsid w:val="00926C88"/>
    <w:rsid w:val="009278C9"/>
    <w:rsid w:val="009303A7"/>
    <w:rsid w:val="009477F5"/>
    <w:rsid w:val="009515DF"/>
    <w:rsid w:val="00951A09"/>
    <w:rsid w:val="009527CB"/>
    <w:rsid w:val="00953835"/>
    <w:rsid w:val="00960F6C"/>
    <w:rsid w:val="00970747"/>
    <w:rsid w:val="0098725E"/>
    <w:rsid w:val="00992571"/>
    <w:rsid w:val="009A5900"/>
    <w:rsid w:val="009C2650"/>
    <w:rsid w:val="009D15E2"/>
    <w:rsid w:val="009D15FE"/>
    <w:rsid w:val="009D5D2C"/>
    <w:rsid w:val="009F0DCC"/>
    <w:rsid w:val="009F11CA"/>
    <w:rsid w:val="00A0695B"/>
    <w:rsid w:val="00A0738A"/>
    <w:rsid w:val="00A10C61"/>
    <w:rsid w:val="00A13052"/>
    <w:rsid w:val="00A216A8"/>
    <w:rsid w:val="00A223A6"/>
    <w:rsid w:val="00A350B6"/>
    <w:rsid w:val="00A354FC"/>
    <w:rsid w:val="00A5092E"/>
    <w:rsid w:val="00A56E14"/>
    <w:rsid w:val="00A6476B"/>
    <w:rsid w:val="00A6651B"/>
    <w:rsid w:val="00A749EF"/>
    <w:rsid w:val="00A76C6C"/>
    <w:rsid w:val="00A772D9"/>
    <w:rsid w:val="00A92DD1"/>
    <w:rsid w:val="00A938D8"/>
    <w:rsid w:val="00AA5338"/>
    <w:rsid w:val="00AB1B8E"/>
    <w:rsid w:val="00AC0696"/>
    <w:rsid w:val="00AC1E95"/>
    <w:rsid w:val="00AC4C98"/>
    <w:rsid w:val="00AC5F6B"/>
    <w:rsid w:val="00AC66BC"/>
    <w:rsid w:val="00AD3896"/>
    <w:rsid w:val="00AD5B47"/>
    <w:rsid w:val="00AE1ED9"/>
    <w:rsid w:val="00AE32CB"/>
    <w:rsid w:val="00AF3957"/>
    <w:rsid w:val="00B0348F"/>
    <w:rsid w:val="00B12013"/>
    <w:rsid w:val="00B20EBB"/>
    <w:rsid w:val="00B21429"/>
    <w:rsid w:val="00B21C4B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711"/>
    <w:rsid w:val="00BA1CB1"/>
    <w:rsid w:val="00BA267B"/>
    <w:rsid w:val="00BA482D"/>
    <w:rsid w:val="00BB23F4"/>
    <w:rsid w:val="00BB4297"/>
    <w:rsid w:val="00BC5075"/>
    <w:rsid w:val="00BD3B0F"/>
    <w:rsid w:val="00BD7F55"/>
    <w:rsid w:val="00BF1D4C"/>
    <w:rsid w:val="00BF3F0A"/>
    <w:rsid w:val="00C0467B"/>
    <w:rsid w:val="00C10FB7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274A"/>
    <w:rsid w:val="00C87E0C"/>
    <w:rsid w:val="00C96AF3"/>
    <w:rsid w:val="00C97CCC"/>
    <w:rsid w:val="00CA0274"/>
    <w:rsid w:val="00CA303F"/>
    <w:rsid w:val="00CA6335"/>
    <w:rsid w:val="00CB7037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2D8B"/>
    <w:rsid w:val="00D03685"/>
    <w:rsid w:val="00D05FDD"/>
    <w:rsid w:val="00D07D4E"/>
    <w:rsid w:val="00D115AA"/>
    <w:rsid w:val="00D145BE"/>
    <w:rsid w:val="00D179AB"/>
    <w:rsid w:val="00D20C57"/>
    <w:rsid w:val="00D25D16"/>
    <w:rsid w:val="00D30BC5"/>
    <w:rsid w:val="00D32124"/>
    <w:rsid w:val="00D3270A"/>
    <w:rsid w:val="00D358F7"/>
    <w:rsid w:val="00D47D69"/>
    <w:rsid w:val="00D527EF"/>
    <w:rsid w:val="00D53323"/>
    <w:rsid w:val="00D54C76"/>
    <w:rsid w:val="00D65221"/>
    <w:rsid w:val="00D727F3"/>
    <w:rsid w:val="00D73695"/>
    <w:rsid w:val="00D743F3"/>
    <w:rsid w:val="00D810DE"/>
    <w:rsid w:val="00D87D32"/>
    <w:rsid w:val="00D91583"/>
    <w:rsid w:val="00D92C83"/>
    <w:rsid w:val="00DA0A81"/>
    <w:rsid w:val="00DA3C10"/>
    <w:rsid w:val="00DA53B5"/>
    <w:rsid w:val="00DB6AD4"/>
    <w:rsid w:val="00DC1D69"/>
    <w:rsid w:val="00DC5A3A"/>
    <w:rsid w:val="00DE3B1A"/>
    <w:rsid w:val="00DF04B4"/>
    <w:rsid w:val="00DF7CD0"/>
    <w:rsid w:val="00E048B1"/>
    <w:rsid w:val="00E1754E"/>
    <w:rsid w:val="00E238E6"/>
    <w:rsid w:val="00E246B1"/>
    <w:rsid w:val="00E32605"/>
    <w:rsid w:val="00E3335A"/>
    <w:rsid w:val="00E35064"/>
    <w:rsid w:val="00E366B0"/>
    <w:rsid w:val="00E37E00"/>
    <w:rsid w:val="00E438C3"/>
    <w:rsid w:val="00E501F0"/>
    <w:rsid w:val="00E50985"/>
    <w:rsid w:val="00E65A09"/>
    <w:rsid w:val="00E910CA"/>
    <w:rsid w:val="00E91BFF"/>
    <w:rsid w:val="00E92933"/>
    <w:rsid w:val="00EA00DF"/>
    <w:rsid w:val="00EA3B97"/>
    <w:rsid w:val="00EB0AA4"/>
    <w:rsid w:val="00EB58C7"/>
    <w:rsid w:val="00EB5C88"/>
    <w:rsid w:val="00EC0469"/>
    <w:rsid w:val="00EC682E"/>
    <w:rsid w:val="00ED07E5"/>
    <w:rsid w:val="00EF01F8"/>
    <w:rsid w:val="00EF40EF"/>
    <w:rsid w:val="00F07C48"/>
    <w:rsid w:val="00F07D1E"/>
    <w:rsid w:val="00F1362F"/>
    <w:rsid w:val="00F1480E"/>
    <w:rsid w:val="00F1497D"/>
    <w:rsid w:val="00F16AAC"/>
    <w:rsid w:val="00F438FC"/>
    <w:rsid w:val="00F5616F"/>
    <w:rsid w:val="00F56827"/>
    <w:rsid w:val="00F65EF0"/>
    <w:rsid w:val="00F71651"/>
    <w:rsid w:val="00F73268"/>
    <w:rsid w:val="00F73518"/>
    <w:rsid w:val="00F76CC6"/>
    <w:rsid w:val="00F93DBE"/>
    <w:rsid w:val="00FA4657"/>
    <w:rsid w:val="00FA49F4"/>
    <w:rsid w:val="00FD437E"/>
    <w:rsid w:val="00FE0282"/>
    <w:rsid w:val="00FE124D"/>
    <w:rsid w:val="00FE3996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951A09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CA63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214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  <Project xmlns="2dc3c562-429c-4c6e-bde0-04baaa733b0e">Greyhound health assistance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FE6699-04F7-4D45-98EB-81DC74DF59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2dc3c562-429c-4c6e-bde0-04baaa733b0e"/>
  </ds:schemaRefs>
</ds:datastoreItem>
</file>

<file path=customXml/itemProps4.xml><?xml version="1.0" encoding="utf-8"?>
<ds:datastoreItem xmlns:ds="http://schemas.openxmlformats.org/officeDocument/2006/customXml" ds:itemID="{04AE87E4-98EB-43D5-B988-1AD46E455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6</TotalTime>
  <Pages>1</Pages>
  <Words>1073</Words>
  <Characters>6118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Qualification Template</vt:lpstr>
      <vt:lpstr>    Modification History</vt:lpstr>
    </vt:vector>
  </TitlesOfParts>
  <Company>AgriFood Skills Australia</Company>
  <LinksUpToDate>false</LinksUpToDate>
  <CharactersWithSpaces>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Ruth Geldard</cp:lastModifiedBy>
  <cp:revision>7</cp:revision>
  <cp:lastPrinted>2018-09-25T05:00:00Z</cp:lastPrinted>
  <dcterms:created xsi:type="dcterms:W3CDTF">2019-05-09T05:05:00Z</dcterms:created>
  <dcterms:modified xsi:type="dcterms:W3CDTF">2019-06-27T02:28:00Z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