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CA03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5F6900" w14:paraId="576312E5" w14:textId="77777777" w:rsidTr="0074458A">
        <w:tc>
          <w:tcPr>
            <w:tcW w:w="2689" w:type="dxa"/>
          </w:tcPr>
          <w:p w14:paraId="6332CADA" w14:textId="77777777" w:rsidR="005F6900" w:rsidRPr="005F6900" w:rsidRDefault="005F6900" w:rsidP="005F6900">
            <w:pPr>
              <w:pStyle w:val="SIText-Bold"/>
            </w:pPr>
            <w:r w:rsidRPr="005F6900">
              <w:t>Release</w:t>
            </w:r>
          </w:p>
        </w:tc>
        <w:tc>
          <w:tcPr>
            <w:tcW w:w="6939" w:type="dxa"/>
          </w:tcPr>
          <w:p w14:paraId="2E9CFB57" w14:textId="77777777" w:rsidR="005F6900" w:rsidRPr="005F6900" w:rsidRDefault="005F6900" w:rsidP="005F6900">
            <w:pPr>
              <w:pStyle w:val="SIText-Bold"/>
            </w:pPr>
            <w:r w:rsidRPr="005F6900">
              <w:t>Comments</w:t>
            </w:r>
          </w:p>
        </w:tc>
      </w:tr>
      <w:tr w:rsidR="005F6900" w14:paraId="0332F64F" w14:textId="77777777" w:rsidTr="0074458A">
        <w:tc>
          <w:tcPr>
            <w:tcW w:w="2689" w:type="dxa"/>
          </w:tcPr>
          <w:p w14:paraId="0ED8B050" w14:textId="77777777" w:rsidR="005F6900" w:rsidRPr="005F6900" w:rsidRDefault="005F6900" w:rsidP="005F6900">
            <w:pPr>
              <w:pStyle w:val="SIText"/>
            </w:pPr>
            <w:r w:rsidRPr="005F6900">
              <w:t>Release 2</w:t>
            </w:r>
          </w:p>
        </w:tc>
        <w:tc>
          <w:tcPr>
            <w:tcW w:w="6939" w:type="dxa"/>
          </w:tcPr>
          <w:p w14:paraId="29F0ADBA" w14:textId="4CF5E841" w:rsidR="005F6900" w:rsidRPr="005F6900" w:rsidRDefault="005F6900" w:rsidP="005F6900">
            <w:pPr>
              <w:pStyle w:val="SIText"/>
            </w:pPr>
            <w:r w:rsidRPr="005F6900">
              <w:t>This version released with FWP Forest and Wood Products Training Package Version 4.0</w:t>
            </w:r>
            <w:r w:rsidR="00B3564B">
              <w:t>.</w:t>
            </w:r>
          </w:p>
          <w:p w14:paraId="1145890C" w14:textId="77777777" w:rsidR="005F6900" w:rsidRPr="005F6900" w:rsidRDefault="005F6900" w:rsidP="005F6900">
            <w:pPr>
              <w:pStyle w:val="SIText"/>
            </w:pPr>
          </w:p>
          <w:p w14:paraId="338151FC" w14:textId="656EE4E4" w:rsidR="005F6900" w:rsidRPr="005F6900" w:rsidRDefault="005F6900" w:rsidP="00B461B1">
            <w:pPr>
              <w:pStyle w:val="SIText"/>
            </w:pPr>
            <w:r w:rsidRPr="005F6900">
              <w:t xml:space="preserve">Version created to update </w:t>
            </w:r>
            <w:r w:rsidR="00B461B1">
              <w:t xml:space="preserve">foundation skills and </w:t>
            </w:r>
            <w:r w:rsidRPr="005F6900">
              <w:t xml:space="preserve">clarify intent of unit </w:t>
            </w:r>
            <w:r w:rsidR="001B60C5">
              <w:t xml:space="preserve">in </w:t>
            </w:r>
            <w:bookmarkStart w:id="0" w:name="_GoBack"/>
            <w:bookmarkEnd w:id="0"/>
            <w:r w:rsidR="001B60C5">
              <w:t>application</w:t>
            </w:r>
            <w:r w:rsidRPr="005F6900">
              <w:t>.</w:t>
            </w:r>
          </w:p>
        </w:tc>
      </w:tr>
      <w:tr w:rsidR="005F6900" w14:paraId="74EA3829" w14:textId="77777777" w:rsidTr="0074458A">
        <w:tc>
          <w:tcPr>
            <w:tcW w:w="2689" w:type="dxa"/>
          </w:tcPr>
          <w:p w14:paraId="551FEC4C" w14:textId="77777777" w:rsidR="005F6900" w:rsidRPr="005F6900" w:rsidRDefault="005F6900" w:rsidP="005F6900">
            <w:pPr>
              <w:pStyle w:val="SIText"/>
            </w:pPr>
            <w:r w:rsidRPr="005F6900">
              <w:t>Release 1</w:t>
            </w:r>
          </w:p>
        </w:tc>
        <w:tc>
          <w:tcPr>
            <w:tcW w:w="6939" w:type="dxa"/>
          </w:tcPr>
          <w:p w14:paraId="6D0867D3" w14:textId="3EF450EA" w:rsidR="005F6900" w:rsidRDefault="005F6900" w:rsidP="005F6900">
            <w:r w:rsidRPr="005F6900">
              <w:t>This version replaces equivalent unit FPITMM5206B Plan production, which was first released with FPI11 Forest and Forest Products Training Package Version 2.2.</w:t>
            </w:r>
          </w:p>
          <w:p w14:paraId="3DD0F71A" w14:textId="77777777" w:rsidR="005F6900" w:rsidRPr="005F6900" w:rsidRDefault="005F6900" w:rsidP="005F6900"/>
          <w:p w14:paraId="1F1E9FEE" w14:textId="034207B9" w:rsidR="005F6900" w:rsidRPr="005F6900" w:rsidRDefault="005F6900" w:rsidP="005F6900">
            <w:r w:rsidRPr="005F6900">
              <w:t>This is the first release of this unit in the new standards format</w:t>
            </w:r>
            <w:r>
              <w:t>.</w:t>
            </w:r>
          </w:p>
        </w:tc>
      </w:tr>
    </w:tbl>
    <w:p w14:paraId="50F06BB1" w14:textId="388CCDF1" w:rsidR="005F6900" w:rsidRDefault="005F690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7CA0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7CA03E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197CA03F" w14:textId="2F90E973" w:rsidR="00F1480E" w:rsidRPr="000754EC" w:rsidRDefault="00B45678" w:rsidP="00B45678">
            <w:pPr>
              <w:pStyle w:val="SIUnittitle"/>
            </w:pPr>
            <w:r w:rsidRPr="00B45678">
              <w:t>FWPTMM5206 Plan production</w:t>
            </w:r>
          </w:p>
        </w:tc>
      </w:tr>
      <w:tr w:rsidR="00F1480E" w:rsidRPr="00963A46" w14:paraId="197CA048" w14:textId="77777777" w:rsidTr="00CA2922">
        <w:tc>
          <w:tcPr>
            <w:tcW w:w="1396" w:type="pct"/>
            <w:shd w:val="clear" w:color="auto" w:fill="auto"/>
          </w:tcPr>
          <w:p w14:paraId="197CA0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7CA04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7CA043" w14:textId="1BCBC8B7" w:rsidR="00C67F13" w:rsidRDefault="00C67F13" w:rsidP="00C67F13">
            <w:r w:rsidRPr="00C67F13">
              <w:t xml:space="preserve">This unit of competency describes the </w:t>
            </w:r>
            <w:r w:rsidR="005F6900">
              <w:t xml:space="preserve">skills and knowledge </w:t>
            </w:r>
            <w:r w:rsidRPr="00C67F13">
              <w:t xml:space="preserve">required to plan and </w:t>
            </w:r>
            <w:r w:rsidR="00A12B85">
              <w:t>monitor</w:t>
            </w:r>
            <w:r w:rsidR="00A12B85" w:rsidRPr="00C67F13">
              <w:t xml:space="preserve"> </w:t>
            </w:r>
            <w:r w:rsidRPr="00C67F13">
              <w:t xml:space="preserve">production </w:t>
            </w:r>
            <w:r w:rsidR="00B67262">
              <w:t>in</w:t>
            </w:r>
            <w:r w:rsidR="00B67262" w:rsidRPr="00C67F13">
              <w:t xml:space="preserve"> </w:t>
            </w:r>
            <w:r w:rsidRPr="00C67F13">
              <w:t xml:space="preserve">a </w:t>
            </w:r>
            <w:r w:rsidR="00EB3B02">
              <w:t>timber manufacturing facility</w:t>
            </w:r>
            <w:r w:rsidRPr="00C67F13">
              <w:t>.</w:t>
            </w:r>
            <w:r w:rsidR="00EB3B02" w:rsidRPr="00C67F13">
              <w:t xml:space="preserve"> </w:t>
            </w:r>
          </w:p>
          <w:p w14:paraId="197CA044" w14:textId="77777777" w:rsidR="00C67F13" w:rsidRPr="00C67F13" w:rsidRDefault="00C67F13" w:rsidP="00C67F13"/>
          <w:p w14:paraId="197CA045" w14:textId="554D0172" w:rsidR="00C67F13" w:rsidRDefault="00A54C2A" w:rsidP="00C67F13">
            <w:r w:rsidRPr="00C67F13">
              <w:t>Th</w:t>
            </w:r>
            <w:r>
              <w:t>e</w:t>
            </w:r>
            <w:r w:rsidRPr="00C67F13">
              <w:t xml:space="preserve"> </w:t>
            </w:r>
            <w:r w:rsidR="00C67F13" w:rsidRPr="00C67F13">
              <w:t xml:space="preserve">unit applies </w:t>
            </w:r>
            <w:r>
              <w:t xml:space="preserve">individuals who </w:t>
            </w:r>
            <w:r w:rsidR="00C67F13" w:rsidRPr="00C67F13">
              <w:t>manage or supervis</w:t>
            </w:r>
            <w:r>
              <w:t>e</w:t>
            </w:r>
            <w:r w:rsidR="00C67F13" w:rsidRPr="00C67F13">
              <w:t xml:space="preserve"> </w:t>
            </w:r>
            <w:r>
              <w:t>production</w:t>
            </w:r>
            <w:r w:rsidR="00C67F13" w:rsidRPr="00C67F13">
              <w:t>.</w:t>
            </w:r>
            <w:r w:rsidR="00EB3B02">
              <w:t xml:space="preserve"> </w:t>
            </w:r>
            <w:r w:rsidR="00EB3B02" w:rsidRPr="00EB3B02">
              <w:t>They generally demonstrate autonomy, judgement and limited responsibility in known or changing contexts and within established parameters.</w:t>
            </w:r>
          </w:p>
          <w:p w14:paraId="2795D44A" w14:textId="77777777" w:rsidR="00EB3B02" w:rsidRDefault="00EB3B02" w:rsidP="00C67F13"/>
          <w:p w14:paraId="09DC4C7D" w14:textId="77777777" w:rsidR="00EB3B02" w:rsidRPr="00715D89" w:rsidRDefault="00EB3B02" w:rsidP="00923D40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15D89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97CA046" w14:textId="77777777" w:rsidR="00C67F13" w:rsidRDefault="00C67F13" w:rsidP="00C67F13"/>
          <w:p w14:paraId="197CA047" w14:textId="77777777" w:rsidR="00F1480E" w:rsidRPr="000754EC" w:rsidRDefault="00C67F13" w:rsidP="00C67F13">
            <w:r w:rsidRPr="00C67F13">
              <w:t>No licensing, legislative, regulatory, or certification requirements apply to this unit at the time of publication.</w:t>
            </w:r>
          </w:p>
        </w:tc>
      </w:tr>
      <w:tr w:rsidR="00F1480E" w:rsidRPr="00963A46" w14:paraId="197CA04B" w14:textId="77777777" w:rsidTr="00CA2922">
        <w:tc>
          <w:tcPr>
            <w:tcW w:w="1396" w:type="pct"/>
            <w:shd w:val="clear" w:color="auto" w:fill="auto"/>
          </w:tcPr>
          <w:p w14:paraId="197CA04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7CA04A" w14:textId="77777777" w:rsidR="00F1480E" w:rsidRPr="000754EC" w:rsidRDefault="00F1480E" w:rsidP="00C67F1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97CA04E" w14:textId="77777777" w:rsidTr="00CA2922">
        <w:tc>
          <w:tcPr>
            <w:tcW w:w="1396" w:type="pct"/>
            <w:shd w:val="clear" w:color="auto" w:fill="auto"/>
          </w:tcPr>
          <w:p w14:paraId="197CA04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97CA04D" w14:textId="77777777" w:rsidR="00F1480E" w:rsidRPr="000754EC" w:rsidRDefault="00C67F13" w:rsidP="00C67F13">
            <w:r w:rsidRPr="00C67F13">
              <w:t>Timber Manufactured Products</w:t>
            </w:r>
          </w:p>
        </w:tc>
      </w:tr>
    </w:tbl>
    <w:p w14:paraId="197CA0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7CA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7CA05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7CA05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7CA05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7CA0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7CA05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7F13" w:rsidRPr="00963A46" w14:paraId="197CA0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7CA056" w14:textId="77777777" w:rsidR="00C67F13" w:rsidRPr="00C67F13" w:rsidRDefault="00C67F13" w:rsidP="00C67F13">
            <w:pPr>
              <w:rPr>
                <w:lang w:val="en-NZ"/>
              </w:rPr>
            </w:pPr>
            <w:r w:rsidRPr="00C67F13">
              <w:t>1. Establish production requirements</w:t>
            </w:r>
          </w:p>
        </w:tc>
        <w:tc>
          <w:tcPr>
            <w:tcW w:w="3604" w:type="pct"/>
            <w:shd w:val="clear" w:color="auto" w:fill="auto"/>
          </w:tcPr>
          <w:p w14:paraId="197CA058" w14:textId="1CB93E49" w:rsidR="00C67F13" w:rsidRPr="00C67F13" w:rsidRDefault="00C67F13" w:rsidP="00C67F13">
            <w:r w:rsidRPr="00C67F13">
              <w:t>1.2 Interpret data from sales and market forecasts for inclusion in production plan</w:t>
            </w:r>
          </w:p>
          <w:p w14:paraId="197CA059" w14:textId="3ABC4363" w:rsidR="00C67F13" w:rsidRPr="00C67F13" w:rsidRDefault="00C67F13" w:rsidP="00C67F13">
            <w:r w:rsidRPr="00C67F13">
              <w:t>1.3 Analyse specifications and supporting data</w:t>
            </w:r>
          </w:p>
          <w:p w14:paraId="197CA05A" w14:textId="27370D20" w:rsidR="00C67F13" w:rsidRPr="00C67F13" w:rsidRDefault="00C67F13" w:rsidP="00C67F13">
            <w:r w:rsidRPr="00C67F13">
              <w:t>1.4 Project requirements for product quantity, raw materials, quality and performance characteristics</w:t>
            </w:r>
          </w:p>
          <w:p w14:paraId="197CA05B" w14:textId="2BD2E6B6" w:rsidR="00C67F13" w:rsidRPr="00C67F13" w:rsidRDefault="00C67F13" w:rsidP="00C67F13">
            <w:r w:rsidRPr="00C67F13">
              <w:t>1.5 Analyse and check production capacity of machines and personnel</w:t>
            </w:r>
          </w:p>
          <w:p w14:paraId="197CA05C" w14:textId="23CC014A" w:rsidR="00C67F13" w:rsidRPr="00C67F13" w:rsidRDefault="00C67F13" w:rsidP="00923D40">
            <w:pPr>
              <w:pStyle w:val="SIText"/>
            </w:pPr>
            <w:r w:rsidRPr="00C67F13">
              <w:t>1.6 Assess resources, including raw material supply requirements for production line</w:t>
            </w:r>
          </w:p>
        </w:tc>
      </w:tr>
      <w:tr w:rsidR="00C67F13" w:rsidRPr="00963A46" w14:paraId="197CA0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7CA05E" w14:textId="77777777" w:rsidR="00C67F13" w:rsidRPr="00C67F13" w:rsidRDefault="00C67F13" w:rsidP="00C67F13">
            <w:r w:rsidRPr="00C67F13">
              <w:t>2. Prepare production plan</w:t>
            </w:r>
          </w:p>
        </w:tc>
        <w:tc>
          <w:tcPr>
            <w:tcW w:w="3604" w:type="pct"/>
            <w:shd w:val="clear" w:color="auto" w:fill="auto"/>
          </w:tcPr>
          <w:p w14:paraId="197CA05F" w14:textId="1044503E" w:rsidR="00C67F13" w:rsidRPr="00C67F13" w:rsidRDefault="00C67F13" w:rsidP="00C67F13">
            <w:r w:rsidRPr="00C67F13">
              <w:t>2.1 Review production procedures for suitability to planned schedule</w:t>
            </w:r>
          </w:p>
          <w:p w14:paraId="197CA060" w14:textId="6B240BF1" w:rsidR="00C67F13" w:rsidRPr="00C67F13" w:rsidRDefault="00C67F13" w:rsidP="00C67F13">
            <w:r w:rsidRPr="00C67F13">
              <w:t>2.2 Source and check information to include in production plan</w:t>
            </w:r>
          </w:p>
          <w:p w14:paraId="197CA061" w14:textId="0D056F79" w:rsidR="00C67F13" w:rsidRPr="00C67F13" w:rsidRDefault="00C67F13" w:rsidP="00C67F13">
            <w:r w:rsidRPr="00C67F13">
              <w:t xml:space="preserve">2.3 Prepare production plan in line with </w:t>
            </w:r>
            <w:r w:rsidR="00950557">
              <w:t>workplace</w:t>
            </w:r>
            <w:r w:rsidR="00950557" w:rsidRPr="00C67F13">
              <w:t xml:space="preserve"> </w:t>
            </w:r>
            <w:r w:rsidRPr="00C67F13">
              <w:t>formats</w:t>
            </w:r>
          </w:p>
          <w:p w14:paraId="197CA062" w14:textId="24CB15B0" w:rsidR="00C67F13" w:rsidRPr="00C67F13" w:rsidRDefault="00C67F13" w:rsidP="005F6900">
            <w:pPr>
              <w:pStyle w:val="SIText"/>
            </w:pPr>
            <w:r w:rsidRPr="00C67F13">
              <w:t>2.4 Evaluate inefficiencies and constraints and amend final plan to incorporate improvements</w:t>
            </w:r>
          </w:p>
        </w:tc>
      </w:tr>
      <w:tr w:rsidR="00C67F13" w:rsidRPr="00963A46" w14:paraId="197CA0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7CA064" w14:textId="77777777" w:rsidR="00C67F13" w:rsidRPr="00C67F13" w:rsidRDefault="00C67F13" w:rsidP="00C67F13">
            <w:r w:rsidRPr="00C67F13">
              <w:lastRenderedPageBreak/>
              <w:t>3. Monitor implementation and modify plan</w:t>
            </w:r>
          </w:p>
        </w:tc>
        <w:tc>
          <w:tcPr>
            <w:tcW w:w="3604" w:type="pct"/>
            <w:shd w:val="clear" w:color="auto" w:fill="auto"/>
          </w:tcPr>
          <w:p w14:paraId="197CA065" w14:textId="249238EB" w:rsidR="00C67F13" w:rsidRPr="00C67F13" w:rsidRDefault="00C67F13" w:rsidP="00C67F13">
            <w:r w:rsidRPr="00C67F13">
              <w:t xml:space="preserve">3.1 Obtain and record production output details in line with </w:t>
            </w:r>
            <w:r w:rsidR="00950557">
              <w:t xml:space="preserve">workplace </w:t>
            </w:r>
            <w:r w:rsidRPr="00C67F13">
              <w:t>procedures</w:t>
            </w:r>
          </w:p>
          <w:p w14:paraId="197CA066" w14:textId="470F5E7D" w:rsidR="00C67F13" w:rsidRPr="00C67F13" w:rsidRDefault="00C67F13" w:rsidP="00C67F13">
            <w:r w:rsidRPr="00C67F13">
              <w:t>3.2 Monitor and evaluate production and output against plan to ensure production performance is efficient and effective</w:t>
            </w:r>
          </w:p>
          <w:p w14:paraId="197CA067" w14:textId="37210FCC" w:rsidR="00C67F13" w:rsidRPr="00C67F13" w:rsidRDefault="00C67F13" w:rsidP="00C67F13">
            <w:r w:rsidRPr="00C67F13">
              <w:t>3.3 Record and action process improvements based on construction plans, components and hardware utilised</w:t>
            </w:r>
          </w:p>
          <w:p w14:paraId="197CA068" w14:textId="78C717F9" w:rsidR="00C67F13" w:rsidRPr="00C67F13" w:rsidRDefault="00C67F13" w:rsidP="00C67F13">
            <w:r w:rsidRPr="00C67F13">
              <w:t>3.4 Modify plans to reflect stock, machine and human resource requirements or variations</w:t>
            </w:r>
          </w:p>
          <w:p w14:paraId="197CA069" w14:textId="6B7D3911" w:rsidR="00C67F13" w:rsidRPr="00C67F13" w:rsidRDefault="00C67F13" w:rsidP="00C67F13">
            <w:r w:rsidRPr="00C67F13">
              <w:t>3.5 Coordinate implementation of plan variations to ensure changed instructions and specifications are followed</w:t>
            </w:r>
          </w:p>
          <w:p w14:paraId="197CA06A" w14:textId="189E5F8C" w:rsidR="00C67F13" w:rsidRPr="00C67F13" w:rsidRDefault="00C67F13" w:rsidP="00950557">
            <w:pPr>
              <w:pStyle w:val="SIText"/>
            </w:pPr>
            <w:r w:rsidRPr="00C67F13">
              <w:t xml:space="preserve">3.6 Maintain production planning records and complete reports in line with </w:t>
            </w:r>
            <w:r w:rsidR="00950557">
              <w:t>workplace</w:t>
            </w:r>
            <w:r w:rsidR="00950557" w:rsidRPr="00C67F13">
              <w:t xml:space="preserve"> </w:t>
            </w:r>
            <w:r w:rsidRPr="00C67F13">
              <w:t>procedures</w:t>
            </w:r>
          </w:p>
        </w:tc>
      </w:tr>
    </w:tbl>
    <w:p w14:paraId="197CA06D" w14:textId="3F3937FA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7CA071" w14:textId="77777777" w:rsidTr="00CA2922">
        <w:trPr>
          <w:tblHeader/>
        </w:trPr>
        <w:tc>
          <w:tcPr>
            <w:tcW w:w="5000" w:type="pct"/>
            <w:gridSpan w:val="2"/>
          </w:tcPr>
          <w:p w14:paraId="197CA0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7CA0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7CA074" w14:textId="77777777" w:rsidTr="00CA2922">
        <w:trPr>
          <w:tblHeader/>
        </w:trPr>
        <w:tc>
          <w:tcPr>
            <w:tcW w:w="1396" w:type="pct"/>
          </w:tcPr>
          <w:p w14:paraId="197CA0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7CA0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7F13" w:rsidRPr="00336FCA" w:rsidDel="00423CB2" w14:paraId="197CA07A" w14:textId="77777777" w:rsidTr="00CA2922">
        <w:tc>
          <w:tcPr>
            <w:tcW w:w="1396" w:type="pct"/>
          </w:tcPr>
          <w:p w14:paraId="197CA075" w14:textId="29E5E283" w:rsidR="00C67F13" w:rsidRPr="00C67F13" w:rsidRDefault="00C67F13" w:rsidP="005F6900">
            <w:pPr>
              <w:rPr>
                <w:lang w:val="en-NZ"/>
              </w:rPr>
            </w:pPr>
            <w:r w:rsidRPr="00C67F13">
              <w:t xml:space="preserve">Numeracy </w:t>
            </w:r>
          </w:p>
        </w:tc>
        <w:tc>
          <w:tcPr>
            <w:tcW w:w="3604" w:type="pct"/>
          </w:tcPr>
          <w:p w14:paraId="197CA076" w14:textId="77777777" w:rsidR="00C67F13" w:rsidRPr="00C67F13" w:rsidRDefault="00C67F13" w:rsidP="00C67F13">
            <w:pPr>
              <w:pStyle w:val="SIBulletList1"/>
            </w:pPr>
            <w:r w:rsidRPr="00C67F13">
              <w:t>interpret and calculate complex numerical data to establish and vary production plans:</w:t>
            </w:r>
          </w:p>
          <w:p w14:paraId="197CA077" w14:textId="77777777" w:rsidR="00C67F13" w:rsidRPr="00C67F13" w:rsidRDefault="00C67F13" w:rsidP="00C67F13">
            <w:pPr>
              <w:pStyle w:val="SIBulletList2"/>
            </w:pPr>
            <w:r w:rsidRPr="00C67F13">
              <w:t>sales forecasts</w:t>
            </w:r>
          </w:p>
          <w:p w14:paraId="197CA079" w14:textId="7A59182F" w:rsidR="00C67F13" w:rsidRPr="00C67F13" w:rsidRDefault="00C67F13" w:rsidP="00B461B1">
            <w:pPr>
              <w:pStyle w:val="SIBulletList2"/>
            </w:pPr>
            <w:r w:rsidRPr="00C67F13">
              <w:t>production capacity and output of personnel and machines</w:t>
            </w:r>
          </w:p>
        </w:tc>
      </w:tr>
      <w:tr w:rsidR="00C67F13" w:rsidRPr="00336FCA" w:rsidDel="00423CB2" w14:paraId="197CA085" w14:textId="77777777" w:rsidTr="00CA2922">
        <w:tc>
          <w:tcPr>
            <w:tcW w:w="1396" w:type="pct"/>
          </w:tcPr>
          <w:p w14:paraId="197CA082" w14:textId="1E634567" w:rsidR="00C67F13" w:rsidRPr="00C67F13" w:rsidRDefault="00B461B1" w:rsidP="005F6900">
            <w:r>
              <w:t>Navigate the world of work</w:t>
            </w:r>
          </w:p>
        </w:tc>
        <w:tc>
          <w:tcPr>
            <w:tcW w:w="3604" w:type="pct"/>
          </w:tcPr>
          <w:p w14:paraId="197CA084" w14:textId="604E2A9C" w:rsidR="00C67F13" w:rsidRPr="00C67F13" w:rsidRDefault="00B461B1" w:rsidP="00B461B1">
            <w:pPr>
              <w:pStyle w:val="SIBulletList1"/>
              <w:rPr>
                <w:rFonts w:eastAsia="Calibri"/>
              </w:rPr>
            </w:pPr>
            <w:r w:rsidRPr="00B461B1">
              <w:t>understand main tasks, responsibilities and boundaries of own role</w:t>
            </w:r>
          </w:p>
        </w:tc>
      </w:tr>
      <w:tr w:rsidR="00B461B1" w:rsidRPr="00336FCA" w:rsidDel="00423CB2" w14:paraId="7714CB04" w14:textId="77777777" w:rsidTr="00CA2922">
        <w:tc>
          <w:tcPr>
            <w:tcW w:w="1396" w:type="pct"/>
          </w:tcPr>
          <w:p w14:paraId="3C3E137E" w14:textId="4ABB55A7" w:rsidR="00B461B1" w:rsidRDefault="00B461B1" w:rsidP="005F6900">
            <w:r>
              <w:t xml:space="preserve">Interact with others </w:t>
            </w:r>
          </w:p>
        </w:tc>
        <w:tc>
          <w:tcPr>
            <w:tcW w:w="3604" w:type="pct"/>
          </w:tcPr>
          <w:p w14:paraId="347E9487" w14:textId="495E758F" w:rsidR="00B461B1" w:rsidRDefault="00B461B1" w:rsidP="00C67F13">
            <w:pPr>
              <w:pStyle w:val="SIBulletList1"/>
            </w:pPr>
            <w:r w:rsidRPr="00B461B1">
              <w:t>use modes of communication suitable to purpose to confirm and clarify understanding</w:t>
            </w:r>
          </w:p>
        </w:tc>
      </w:tr>
      <w:tr w:rsidR="00C67F13" w:rsidRPr="00336FCA" w:rsidDel="00423CB2" w14:paraId="197CA08B" w14:textId="77777777" w:rsidTr="00CA2922">
        <w:tc>
          <w:tcPr>
            <w:tcW w:w="1396" w:type="pct"/>
          </w:tcPr>
          <w:p w14:paraId="197CA089" w14:textId="21D8B3B6" w:rsidR="00C67F13" w:rsidRPr="00C67F13" w:rsidRDefault="00B461B1" w:rsidP="005F6900">
            <w:r>
              <w:t>Get the work done</w:t>
            </w:r>
          </w:p>
        </w:tc>
        <w:tc>
          <w:tcPr>
            <w:tcW w:w="3604" w:type="pct"/>
          </w:tcPr>
          <w:p w14:paraId="575ACA94" w14:textId="77777777" w:rsidR="00B461B1" w:rsidRPr="00B461B1" w:rsidRDefault="00B461B1" w:rsidP="00B461B1">
            <w:pPr>
              <w:pStyle w:val="SIBulletList1"/>
            </w:pPr>
            <w:r w:rsidRPr="00B461B1">
              <w:t>source, collect and organise data to inform production plans</w:t>
            </w:r>
          </w:p>
          <w:p w14:paraId="4231F36D" w14:textId="77777777" w:rsidR="00B461B1" w:rsidRPr="00B461B1" w:rsidRDefault="00B461B1" w:rsidP="00B461B1">
            <w:pPr>
              <w:pStyle w:val="SIBulletList1"/>
              <w:rPr>
                <w:rFonts w:eastAsia="Calibri"/>
              </w:rPr>
            </w:pPr>
            <w:r w:rsidRPr="00B461B1">
              <w:t>plan and manage own timing and productivity to complete initial and amended production plans</w:t>
            </w:r>
          </w:p>
          <w:p w14:paraId="197CA08A" w14:textId="05DE7166" w:rsidR="00C67F13" w:rsidRPr="00C67F13" w:rsidRDefault="00C67F13" w:rsidP="00B461B1">
            <w:pPr>
              <w:pStyle w:val="SIBulletList1"/>
              <w:rPr>
                <w:rFonts w:eastAsia="Calibri"/>
              </w:rPr>
            </w:pPr>
            <w:r w:rsidRPr="00C67F13">
              <w:t>use a computer, keyboard and software to prepare plans and reports</w:t>
            </w:r>
          </w:p>
        </w:tc>
      </w:tr>
    </w:tbl>
    <w:p w14:paraId="197CA08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97CA08E" w14:textId="77777777" w:rsidTr="00F33FF2">
        <w:tc>
          <w:tcPr>
            <w:tcW w:w="5000" w:type="pct"/>
            <w:gridSpan w:val="4"/>
          </w:tcPr>
          <w:p w14:paraId="197CA08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7CA093" w14:textId="77777777" w:rsidTr="00F33FF2">
        <w:tc>
          <w:tcPr>
            <w:tcW w:w="1028" w:type="pct"/>
          </w:tcPr>
          <w:p w14:paraId="197CA08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97CA09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97CA09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7CA0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7CA09C" w14:textId="77777777" w:rsidTr="00F33FF2">
        <w:tc>
          <w:tcPr>
            <w:tcW w:w="1028" w:type="pct"/>
          </w:tcPr>
          <w:p w14:paraId="197CA094" w14:textId="3DE4C82F" w:rsidR="00041E59" w:rsidRPr="000754EC" w:rsidRDefault="003359A7" w:rsidP="000754EC">
            <w:pPr>
              <w:pStyle w:val="SIText"/>
            </w:pPr>
            <w:r w:rsidRPr="003359A7">
              <w:t>FWPTMM5206 Plan production</w:t>
            </w:r>
          </w:p>
        </w:tc>
        <w:tc>
          <w:tcPr>
            <w:tcW w:w="1105" w:type="pct"/>
          </w:tcPr>
          <w:p w14:paraId="197CA095" w14:textId="13AA3EB7" w:rsidR="00041E59" w:rsidRPr="000754EC" w:rsidRDefault="003359A7" w:rsidP="000754EC">
            <w:pPr>
              <w:pStyle w:val="SIText"/>
            </w:pPr>
            <w:r w:rsidRPr="003359A7">
              <w:t>FWPTMM5206 Plan production</w:t>
            </w:r>
          </w:p>
        </w:tc>
        <w:tc>
          <w:tcPr>
            <w:tcW w:w="1251" w:type="pct"/>
          </w:tcPr>
          <w:p w14:paraId="197CA096" w14:textId="3725593F" w:rsidR="00041E59" w:rsidRPr="000754EC" w:rsidRDefault="001B60C5" w:rsidP="00B461B1">
            <w:pPr>
              <w:pStyle w:val="SIText"/>
            </w:pPr>
            <w:r>
              <w:t>C</w:t>
            </w:r>
            <w:r w:rsidR="00F62DB4" w:rsidRPr="00F62DB4">
              <w:t>larified intent of unit</w:t>
            </w:r>
            <w:r>
              <w:t xml:space="preserve"> in application; </w:t>
            </w:r>
            <w:r w:rsidR="00B461B1">
              <w:t>updated foundations skills</w:t>
            </w:r>
            <w:r>
              <w:t>.</w:t>
            </w:r>
          </w:p>
        </w:tc>
        <w:tc>
          <w:tcPr>
            <w:tcW w:w="1616" w:type="pct"/>
          </w:tcPr>
          <w:p w14:paraId="197CA097" w14:textId="7E738A4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197CA09B" w14:textId="166E4C0A" w:rsidR="00916CD7" w:rsidRPr="000754EC" w:rsidRDefault="00916CD7" w:rsidP="000754EC">
            <w:pPr>
              <w:pStyle w:val="SIText"/>
            </w:pPr>
          </w:p>
        </w:tc>
      </w:tr>
    </w:tbl>
    <w:p w14:paraId="197CA0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197CA0A0" w14:textId="77777777" w:rsidTr="003359A7">
        <w:tc>
          <w:tcPr>
            <w:tcW w:w="1026" w:type="pct"/>
            <w:shd w:val="clear" w:color="auto" w:fill="auto"/>
          </w:tcPr>
          <w:p w14:paraId="197CA09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97CA09F" w14:textId="4B983AF7" w:rsidR="00F1480E" w:rsidRPr="000754EC" w:rsidRDefault="003359A7" w:rsidP="00C67F13">
            <w:r w:rsidRPr="003359A7">
              <w:t xml:space="preserve">Companion Volumes, including Implementation Guides, are available at VETNet: </w:t>
            </w:r>
            <w:hyperlink r:id="rId11" w:history="1">
              <w:r w:rsidRPr="003359A7">
                <w:t>https://vetnet.education.gov.au/Pages/TrainingDocs.aspx?q=0d96fe23-5747-4c01-9d6f-3509ff8d3d47</w:t>
              </w:r>
            </w:hyperlink>
          </w:p>
        </w:tc>
      </w:tr>
    </w:tbl>
    <w:p w14:paraId="197CA0A1" w14:textId="77777777" w:rsidR="00F1480E" w:rsidRDefault="00F1480E" w:rsidP="005F771F">
      <w:pPr>
        <w:pStyle w:val="SIText"/>
      </w:pPr>
    </w:p>
    <w:p w14:paraId="197CA0A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7CA0A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7CA0A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97CA0A4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67F13" w:rsidRPr="00C67F13">
              <w:t>FWPTMM5206 Plan production</w:t>
            </w:r>
          </w:p>
        </w:tc>
      </w:tr>
      <w:tr w:rsidR="00556C4C" w:rsidRPr="00A55106" w14:paraId="197CA0A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7CA0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7CA0AC" w14:textId="77777777" w:rsidTr="00113678">
        <w:tc>
          <w:tcPr>
            <w:tcW w:w="5000" w:type="pct"/>
            <w:gridSpan w:val="2"/>
            <w:shd w:val="clear" w:color="auto" w:fill="auto"/>
          </w:tcPr>
          <w:p w14:paraId="7B477885" w14:textId="77777777" w:rsidR="003359A7" w:rsidRPr="003359A7" w:rsidRDefault="003359A7" w:rsidP="003359A7">
            <w:pPr>
              <w:pStyle w:val="SIText"/>
            </w:pPr>
            <w:r w:rsidRPr="003359A7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197CA0A9" w14:textId="77777777" w:rsidR="00C67F13" w:rsidRPr="00C67F13" w:rsidRDefault="00C67F13" w:rsidP="00C67F13">
            <w:pPr>
              <w:pStyle w:val="SIBulletList1"/>
            </w:pPr>
            <w:r w:rsidRPr="00C67F13">
              <w:t>develop</w:t>
            </w:r>
            <w:r>
              <w:t>ed</w:t>
            </w:r>
            <w:r w:rsidRPr="00C67F13">
              <w:t xml:space="preserve"> and document</w:t>
            </w:r>
            <w:r>
              <w:t>ed</w:t>
            </w:r>
            <w:r w:rsidRPr="00C67F13">
              <w:t xml:space="preserve"> whole of organisation comprehensive written production plans for a timber manufacturing facility </w:t>
            </w:r>
          </w:p>
          <w:p w14:paraId="197CA0AB" w14:textId="3B40B826" w:rsidR="00556C4C" w:rsidRPr="000754EC" w:rsidRDefault="00C67F13" w:rsidP="003359A7">
            <w:pPr>
              <w:pStyle w:val="SIBulletList1"/>
            </w:pPr>
            <w:r>
              <w:t xml:space="preserve">evaluated </w:t>
            </w:r>
            <w:r w:rsidRPr="00C67F13">
              <w:t>production and output against productions plans, produce</w:t>
            </w:r>
            <w:r w:rsidR="00F62DB4">
              <w:t>d</w:t>
            </w:r>
            <w:r w:rsidRPr="00C67F13">
              <w:t xml:space="preserve"> written records of issues and develop</w:t>
            </w:r>
            <w:r w:rsidR="00F62DB4">
              <w:t>ed</w:t>
            </w:r>
            <w:r w:rsidRPr="00C67F13">
              <w:t xml:space="preserve"> modified plans where required.</w:t>
            </w:r>
          </w:p>
        </w:tc>
      </w:tr>
    </w:tbl>
    <w:p w14:paraId="197CA0A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7CA0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7CA0A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7CA0D2" w14:textId="77777777" w:rsidTr="00CA2922">
        <w:tc>
          <w:tcPr>
            <w:tcW w:w="5000" w:type="pct"/>
            <w:shd w:val="clear" w:color="auto" w:fill="auto"/>
          </w:tcPr>
          <w:p w14:paraId="197CA0B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7CA0B1" w14:textId="38815CDF" w:rsidR="00C67F13" w:rsidRDefault="00C67F13" w:rsidP="00C67F13">
            <w:pPr>
              <w:pStyle w:val="SIBulletList1"/>
            </w:pPr>
            <w:r w:rsidRPr="00C67F13">
              <w:t>applicable commonwealth, state, territory or local government regulations relevant to production</w:t>
            </w:r>
            <w:r w:rsidR="00F62DB4">
              <w:t xml:space="preserve"> </w:t>
            </w:r>
          </w:p>
          <w:p w14:paraId="197CA0B2" w14:textId="7947F2C7" w:rsidR="00C67F13" w:rsidRPr="00C67F13" w:rsidRDefault="00C67F13" w:rsidP="00C67F13">
            <w:pPr>
              <w:pStyle w:val="SIBulletList1"/>
            </w:pPr>
            <w:r w:rsidRPr="00C67F13">
              <w:t>production planning and evaluation processes</w:t>
            </w:r>
          </w:p>
          <w:p w14:paraId="197CA0B3" w14:textId="77777777" w:rsidR="00C67F13" w:rsidRPr="00C67F13" w:rsidRDefault="00C67F13" w:rsidP="00C67F13">
            <w:pPr>
              <w:pStyle w:val="SIBulletList1"/>
            </w:pPr>
            <w:r w:rsidRPr="00C67F13">
              <w:t>features, at an in-depth level of understanding, of timber products subject to production planning:</w:t>
            </w:r>
          </w:p>
          <w:p w14:paraId="197CA0B4" w14:textId="77777777" w:rsidR="00C67F13" w:rsidRPr="00C67F13" w:rsidRDefault="00C67F13" w:rsidP="00C67F13">
            <w:pPr>
              <w:pStyle w:val="SIBulletList2"/>
            </w:pPr>
            <w:r w:rsidRPr="00C67F13">
              <w:t>product purpose</w:t>
            </w:r>
          </w:p>
          <w:p w14:paraId="197CA0B5" w14:textId="77777777" w:rsidR="00C67F13" w:rsidRPr="00C67F13" w:rsidRDefault="00C67F13" w:rsidP="00C67F13">
            <w:pPr>
              <w:pStyle w:val="SIBulletList2"/>
            </w:pPr>
            <w:r w:rsidRPr="00C67F13">
              <w:t>quantity and quality of materials</w:t>
            </w:r>
          </w:p>
          <w:p w14:paraId="197CA0B6" w14:textId="77777777" w:rsidR="00C67F13" w:rsidRPr="00C67F13" w:rsidRDefault="00C67F13" w:rsidP="00C67F13">
            <w:pPr>
              <w:pStyle w:val="SIBulletList2"/>
            </w:pPr>
            <w:r w:rsidRPr="00C67F13">
              <w:t>construction componentry and standards</w:t>
            </w:r>
          </w:p>
          <w:p w14:paraId="197CA0B7" w14:textId="77777777" w:rsidR="00C67F13" w:rsidRPr="00C67F13" w:rsidRDefault="00C67F13" w:rsidP="00C67F13">
            <w:pPr>
              <w:pStyle w:val="SIBulletList2"/>
            </w:pPr>
            <w:r w:rsidRPr="00C67F13">
              <w:t>construction methods and sequence</w:t>
            </w:r>
          </w:p>
          <w:p w14:paraId="197CA0B8" w14:textId="77777777" w:rsidR="00C67F13" w:rsidRPr="00C67F13" w:rsidRDefault="00C67F13" w:rsidP="00C67F13">
            <w:pPr>
              <w:pStyle w:val="SIBulletList2"/>
            </w:pPr>
            <w:r w:rsidRPr="00C67F13">
              <w:t>types of tools and equipment used for construction</w:t>
            </w:r>
          </w:p>
          <w:p w14:paraId="197CA0B9" w14:textId="77777777" w:rsidR="00C67F13" w:rsidRPr="00C67F13" w:rsidRDefault="00C67F13" w:rsidP="00C67F13">
            <w:pPr>
              <w:pStyle w:val="SIBulletList2"/>
            </w:pPr>
            <w:r w:rsidRPr="00C67F13">
              <w:t>labor requirements</w:t>
            </w:r>
          </w:p>
          <w:p w14:paraId="197CA0BA" w14:textId="77777777" w:rsidR="00C67F13" w:rsidRPr="00C67F13" w:rsidRDefault="00C67F13" w:rsidP="00C67F13">
            <w:pPr>
              <w:pStyle w:val="SIBulletList1"/>
            </w:pPr>
            <w:r w:rsidRPr="00C67F13">
              <w:t>impacts of production process on the environment and environmental protection practices for:</w:t>
            </w:r>
          </w:p>
          <w:p w14:paraId="197CA0BB" w14:textId="77777777" w:rsidR="00C67F13" w:rsidRPr="00C67F13" w:rsidRDefault="00C67F13" w:rsidP="00C67F13">
            <w:pPr>
              <w:pStyle w:val="SIBulletList2"/>
            </w:pPr>
            <w:r w:rsidRPr="00C67F13">
              <w:t>reducing water and energy use</w:t>
            </w:r>
          </w:p>
          <w:p w14:paraId="197CA0BC" w14:textId="77777777" w:rsidR="00C67F13" w:rsidRPr="00C67F13" w:rsidRDefault="00C67F13" w:rsidP="00C67F13">
            <w:pPr>
              <w:pStyle w:val="SIBulletList2"/>
            </w:pPr>
            <w:r w:rsidRPr="00C67F13">
              <w:t>cleaning of plant, tools and equipment</w:t>
            </w:r>
          </w:p>
          <w:p w14:paraId="197CA0BD" w14:textId="77777777" w:rsidR="00C67F13" w:rsidRPr="00C67F13" w:rsidRDefault="00C67F13" w:rsidP="00C67F13">
            <w:pPr>
              <w:pStyle w:val="SIBulletList2"/>
            </w:pPr>
            <w:r w:rsidRPr="00C67F13">
              <w:t>disposing of, recycling and reusing timber and other waste</w:t>
            </w:r>
          </w:p>
          <w:p w14:paraId="197CA0BE" w14:textId="5B4FD399" w:rsidR="00C67F13" w:rsidRPr="00C67F13" w:rsidRDefault="00950557" w:rsidP="00C67F13">
            <w:pPr>
              <w:pStyle w:val="SIBulletList1"/>
            </w:pPr>
            <w:r>
              <w:t>workplace</w:t>
            </w:r>
            <w:r w:rsidRPr="00C67F13">
              <w:t xml:space="preserve"> </w:t>
            </w:r>
            <w:r w:rsidR="00C67F13" w:rsidRPr="00C67F13">
              <w:t>production capacity of machines and labor</w:t>
            </w:r>
          </w:p>
          <w:p w14:paraId="197CA0BF" w14:textId="77777777" w:rsidR="00C67F13" w:rsidRPr="00C67F13" w:rsidRDefault="00C67F13" w:rsidP="00C67F13">
            <w:pPr>
              <w:pStyle w:val="SIBulletList1"/>
            </w:pPr>
            <w:r w:rsidRPr="00C67F13">
              <w:t>format, content and use of:</w:t>
            </w:r>
          </w:p>
          <w:p w14:paraId="197CA0C0" w14:textId="77777777" w:rsidR="00C67F13" w:rsidRPr="00C67F13" w:rsidRDefault="00C67F13" w:rsidP="00C67F13">
            <w:pPr>
              <w:pStyle w:val="SIBulletList2"/>
            </w:pPr>
            <w:r w:rsidRPr="00C67F13">
              <w:t>sales and market forecasts</w:t>
            </w:r>
          </w:p>
          <w:p w14:paraId="197CA0C1" w14:textId="77777777" w:rsidR="00C67F13" w:rsidRPr="00C67F13" w:rsidRDefault="00C67F13" w:rsidP="00C67F13">
            <w:pPr>
              <w:pStyle w:val="SIBulletList2"/>
            </w:pPr>
            <w:r w:rsidRPr="00C67F13">
              <w:t>production plans</w:t>
            </w:r>
          </w:p>
          <w:p w14:paraId="197CA0C2" w14:textId="77777777" w:rsidR="00C67F13" w:rsidRPr="00C67F13" w:rsidRDefault="00C67F13" w:rsidP="00C67F13">
            <w:pPr>
              <w:pStyle w:val="SIBulletList1"/>
            </w:pPr>
            <w:r w:rsidRPr="00C67F13">
              <w:t>data required for development of production plans:</w:t>
            </w:r>
          </w:p>
          <w:p w14:paraId="197CA0C3" w14:textId="77777777" w:rsidR="00C67F13" w:rsidRPr="00C67F13" w:rsidRDefault="00C67F13" w:rsidP="00C67F13">
            <w:pPr>
              <w:pStyle w:val="SIBulletList2"/>
            </w:pPr>
            <w:r w:rsidRPr="00C67F13">
              <w:t>reports and information on production times</w:t>
            </w:r>
          </w:p>
          <w:p w14:paraId="197CA0C4" w14:textId="77777777" w:rsidR="00C67F13" w:rsidRPr="00C67F13" w:rsidRDefault="00C67F13" w:rsidP="00C67F13">
            <w:pPr>
              <w:pStyle w:val="SIBulletList2"/>
            </w:pPr>
            <w:r w:rsidRPr="00C67F13">
              <w:t>output</w:t>
            </w:r>
          </w:p>
          <w:p w14:paraId="197CA0C5" w14:textId="77777777" w:rsidR="00C67F13" w:rsidRPr="00C67F13" w:rsidRDefault="00C67F13" w:rsidP="00C67F13">
            <w:pPr>
              <w:pStyle w:val="SIBulletList2"/>
            </w:pPr>
            <w:r w:rsidRPr="00C67F13">
              <w:t>employment costs including overtime</w:t>
            </w:r>
          </w:p>
          <w:p w14:paraId="197CA0C6" w14:textId="77777777" w:rsidR="00C67F13" w:rsidRPr="00C67F13" w:rsidRDefault="00C67F13" w:rsidP="00C67F13">
            <w:pPr>
              <w:pStyle w:val="SIBulletList2"/>
            </w:pPr>
            <w:r w:rsidRPr="00C67F13">
              <w:t>business overheads</w:t>
            </w:r>
          </w:p>
          <w:p w14:paraId="197CA0C7" w14:textId="77777777" w:rsidR="00C67F13" w:rsidRPr="00C67F13" w:rsidRDefault="00C67F13" w:rsidP="00C67F13">
            <w:pPr>
              <w:pStyle w:val="SIBulletList2"/>
            </w:pPr>
            <w:r w:rsidRPr="00C67F13">
              <w:t>projected orders</w:t>
            </w:r>
          </w:p>
          <w:p w14:paraId="197CA0C8" w14:textId="77777777" w:rsidR="00C67F13" w:rsidRPr="00C67F13" w:rsidRDefault="00C67F13" w:rsidP="00C67F13">
            <w:pPr>
              <w:pStyle w:val="SIBulletList2"/>
            </w:pPr>
            <w:r w:rsidRPr="00C67F13">
              <w:t>material costs, supply, contractual arrangements and preferred supplier arrangements</w:t>
            </w:r>
          </w:p>
          <w:p w14:paraId="197CA0C9" w14:textId="77777777" w:rsidR="00C67F13" w:rsidRPr="00C67F13" w:rsidRDefault="00C67F13" w:rsidP="00C67F13">
            <w:pPr>
              <w:pStyle w:val="SIBulletList2"/>
            </w:pPr>
            <w:r w:rsidRPr="00C67F13">
              <w:t>distribution times and costs</w:t>
            </w:r>
          </w:p>
          <w:p w14:paraId="197CA0CA" w14:textId="77777777" w:rsidR="00C67F13" w:rsidRPr="00C67F13" w:rsidRDefault="00C67F13" w:rsidP="00C67F13">
            <w:pPr>
              <w:pStyle w:val="SIBulletList1"/>
            </w:pPr>
            <w:r w:rsidRPr="00C67F13">
              <w:t>methods for evaluating production and output against plans and issues to be considered:</w:t>
            </w:r>
          </w:p>
          <w:p w14:paraId="197CA0CB" w14:textId="77777777" w:rsidR="00C67F13" w:rsidRPr="00C67F13" w:rsidRDefault="00C67F13" w:rsidP="00C67F13">
            <w:pPr>
              <w:pStyle w:val="SIBulletList2"/>
            </w:pPr>
            <w:r w:rsidRPr="00C67F13">
              <w:t>speed of output, effective or slow</w:t>
            </w:r>
          </w:p>
          <w:p w14:paraId="197CA0CC" w14:textId="77777777" w:rsidR="00C67F13" w:rsidRPr="00C67F13" w:rsidRDefault="00C67F13" w:rsidP="00C67F13">
            <w:pPr>
              <w:pStyle w:val="SIBulletList2"/>
            </w:pPr>
            <w:r w:rsidRPr="00C67F13">
              <w:t>quality of completed product; finish and dimensional consistency</w:t>
            </w:r>
          </w:p>
          <w:p w14:paraId="197CA0CD" w14:textId="77777777" w:rsidR="00C67F13" w:rsidRPr="00C67F13" w:rsidRDefault="00C67F13" w:rsidP="00C67F13">
            <w:pPr>
              <w:pStyle w:val="SIBulletList2"/>
            </w:pPr>
            <w:r w:rsidRPr="00C67F13">
              <w:t>cost against budgets</w:t>
            </w:r>
          </w:p>
          <w:p w14:paraId="197CA0CE" w14:textId="77777777" w:rsidR="00C67F13" w:rsidRPr="00C67F13" w:rsidRDefault="00C67F13" w:rsidP="00C67F13">
            <w:pPr>
              <w:pStyle w:val="SIBulletList2"/>
            </w:pPr>
            <w:r w:rsidRPr="00C67F13">
              <w:t>labor and machine capacity</w:t>
            </w:r>
          </w:p>
          <w:p w14:paraId="197CA0CF" w14:textId="77777777" w:rsidR="00C67F13" w:rsidRPr="00C67F13" w:rsidRDefault="00C67F13" w:rsidP="00C67F13">
            <w:pPr>
              <w:pStyle w:val="SIBulletList2"/>
            </w:pPr>
            <w:r w:rsidRPr="00C67F13">
              <w:t>out-of-stock and overstock situations</w:t>
            </w:r>
          </w:p>
          <w:p w14:paraId="197CA0D0" w14:textId="77777777" w:rsidR="00C67F13" w:rsidRPr="00C67F13" w:rsidRDefault="00C67F13" w:rsidP="00C67F13">
            <w:pPr>
              <w:pStyle w:val="SIBulletList2"/>
            </w:pPr>
            <w:r w:rsidRPr="00C67F13">
              <w:t>management of suppliers to maintain efficient supply</w:t>
            </w:r>
          </w:p>
          <w:p w14:paraId="197CA0D1" w14:textId="20757096" w:rsidR="00F1480E" w:rsidRPr="000754EC" w:rsidRDefault="00950557" w:rsidP="00C67F13">
            <w:pPr>
              <w:pStyle w:val="SIBulletList1"/>
            </w:pPr>
            <w:r>
              <w:t>workplace</w:t>
            </w:r>
            <w:r w:rsidRPr="00C67F13">
              <w:t xml:space="preserve"> </w:t>
            </w:r>
            <w:r w:rsidR="00C67F13" w:rsidRPr="00C67F13">
              <w:t>procedures for documenting plans and reports.</w:t>
            </w:r>
          </w:p>
        </w:tc>
      </w:tr>
    </w:tbl>
    <w:p w14:paraId="197CA0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7CA0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7CA0D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7CA0E5" w14:textId="77777777" w:rsidTr="00CA2922">
        <w:tc>
          <w:tcPr>
            <w:tcW w:w="5000" w:type="pct"/>
            <w:shd w:val="clear" w:color="auto" w:fill="auto"/>
          </w:tcPr>
          <w:p w14:paraId="197CA0D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97CA0D8" w14:textId="77777777" w:rsidR="004E6741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7188473" w14:textId="029E323B" w:rsidR="00923D40" w:rsidRPr="00923D40" w:rsidRDefault="00923D40" w:rsidP="00923D40">
            <w:pPr>
              <w:pStyle w:val="SIBulletList2"/>
            </w:pPr>
            <w:r w:rsidRPr="00923D40">
              <w:t>skills must be demonstrated in an environment that accurately represents workplace conditions</w:t>
            </w:r>
          </w:p>
          <w:p w14:paraId="197CA0DA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97CA0DB" w14:textId="77777777" w:rsidR="00CC16B3" w:rsidRDefault="00CC16B3" w:rsidP="00CC16B3">
            <w:pPr>
              <w:pStyle w:val="SIBulletList2"/>
            </w:pPr>
            <w:r w:rsidRPr="00F60216">
              <w:t>computers, keyboards, printers and software used to document plans and reports</w:t>
            </w:r>
          </w:p>
          <w:p w14:paraId="197CA0DC" w14:textId="58D7357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97CA0DD" w14:textId="77777777" w:rsidR="00CC16B3" w:rsidRPr="00CC16B3" w:rsidRDefault="00CC16B3" w:rsidP="00CC16B3">
            <w:pPr>
              <w:pStyle w:val="SIBulletList2"/>
            </w:pPr>
            <w:r w:rsidRPr="00F60216">
              <w:t>comprehensive information about the operation of a real or simulated business to determine production plans</w:t>
            </w:r>
          </w:p>
          <w:p w14:paraId="197CA0DE" w14:textId="77777777" w:rsidR="00CC16B3" w:rsidRDefault="00CC16B3" w:rsidP="00CC16B3">
            <w:pPr>
              <w:pStyle w:val="SIBulletList2"/>
            </w:pPr>
            <w:r w:rsidRPr="00F60216">
              <w:lastRenderedPageBreak/>
              <w:t>template production plans</w:t>
            </w:r>
          </w:p>
          <w:p w14:paraId="0D75A3A3" w14:textId="546CF725" w:rsidR="00923D40" w:rsidRPr="00923D40" w:rsidRDefault="00950557" w:rsidP="0021186E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Pr="00F60216">
              <w:t xml:space="preserve"> </w:t>
            </w:r>
            <w:r w:rsidR="00CC16B3" w:rsidRPr="00F60216">
              <w:t>procedures for documenting plans and reports</w:t>
            </w:r>
          </w:p>
          <w:p w14:paraId="197CA0E0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7CA0E1" w14:textId="1F1747C2" w:rsidR="00366805" w:rsidRPr="000754EC" w:rsidRDefault="00CC16B3" w:rsidP="000754EC">
            <w:pPr>
              <w:pStyle w:val="SIBulletList2"/>
            </w:pPr>
            <w:r w:rsidRPr="00F60216">
              <w:t>relevant personnel for the purposes of communicating information</w:t>
            </w:r>
            <w:r>
              <w:t>.</w:t>
            </w:r>
          </w:p>
          <w:p w14:paraId="197CA0E2" w14:textId="77777777" w:rsidR="0021210E" w:rsidRDefault="0021210E" w:rsidP="000754EC">
            <w:pPr>
              <w:pStyle w:val="SIText"/>
            </w:pPr>
          </w:p>
          <w:p w14:paraId="197CA0E4" w14:textId="478D5ECA" w:rsidR="00F1480E" w:rsidRPr="000754EC" w:rsidRDefault="007134FE" w:rsidP="003359A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97CA0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7CA0E9" w14:textId="77777777" w:rsidTr="004679E3">
        <w:tc>
          <w:tcPr>
            <w:tcW w:w="990" w:type="pct"/>
            <w:shd w:val="clear" w:color="auto" w:fill="auto"/>
          </w:tcPr>
          <w:p w14:paraId="197CA0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7CA0E8" w14:textId="09384257" w:rsidR="00F1480E" w:rsidRPr="000754EC" w:rsidRDefault="003359A7" w:rsidP="00C67F13">
            <w:r w:rsidRPr="003359A7">
              <w:t xml:space="preserve">Companion Volumes, including Implementation Guides, are available at VETNet: </w:t>
            </w:r>
            <w:hyperlink r:id="rId12" w:history="1">
              <w:r w:rsidRPr="003359A7">
                <w:t>https://vetnet.education.gov.au/Pages/TrainingDocs.aspx?q=0d96fe23-5747-4c01-9d6f-3509ff8d3d47</w:t>
              </w:r>
            </w:hyperlink>
          </w:p>
        </w:tc>
      </w:tr>
    </w:tbl>
    <w:p w14:paraId="197CA0EA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CA0EF" w14:textId="77777777" w:rsidR="00B147E9" w:rsidRDefault="00B147E9" w:rsidP="00BF3F0A">
      <w:r>
        <w:separator/>
      </w:r>
    </w:p>
    <w:p w14:paraId="197CA0F0" w14:textId="77777777" w:rsidR="00B147E9" w:rsidRDefault="00B147E9"/>
  </w:endnote>
  <w:endnote w:type="continuationSeparator" w:id="0">
    <w:p w14:paraId="197CA0F1" w14:textId="77777777" w:rsidR="00B147E9" w:rsidRDefault="00B147E9" w:rsidP="00BF3F0A">
      <w:r>
        <w:continuationSeparator/>
      </w:r>
    </w:p>
    <w:p w14:paraId="197CA0F2" w14:textId="77777777" w:rsidR="00B147E9" w:rsidRDefault="00B14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5168F" w14:textId="77777777" w:rsidR="00715D89" w:rsidRDefault="00715D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97CA0F4" w14:textId="2173AD1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461B1">
          <w:rPr>
            <w:noProof/>
          </w:rPr>
          <w:t>2</w:t>
        </w:r>
        <w:r w:rsidRPr="000754EC">
          <w:fldChar w:fldCharType="end"/>
        </w:r>
      </w:p>
      <w:p w14:paraId="197CA0F5" w14:textId="5EC09936" w:rsidR="00D810DE" w:rsidRDefault="00B461B1" w:rsidP="005F771F">
        <w:pPr>
          <w:pStyle w:val="SIText"/>
        </w:pPr>
      </w:p>
    </w:sdtContent>
  </w:sdt>
  <w:p w14:paraId="197CA0F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1AD6E" w14:textId="77777777" w:rsidR="00715D89" w:rsidRDefault="00715D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CA0EB" w14:textId="77777777" w:rsidR="00B147E9" w:rsidRDefault="00B147E9" w:rsidP="00BF3F0A">
      <w:r>
        <w:separator/>
      </w:r>
    </w:p>
    <w:p w14:paraId="197CA0EC" w14:textId="77777777" w:rsidR="00B147E9" w:rsidRDefault="00B147E9"/>
  </w:footnote>
  <w:footnote w:type="continuationSeparator" w:id="0">
    <w:p w14:paraId="197CA0ED" w14:textId="77777777" w:rsidR="00B147E9" w:rsidRDefault="00B147E9" w:rsidP="00BF3F0A">
      <w:r>
        <w:continuationSeparator/>
      </w:r>
    </w:p>
    <w:p w14:paraId="197CA0EE" w14:textId="77777777" w:rsidR="00B147E9" w:rsidRDefault="00B147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F07F0" w14:textId="77777777" w:rsidR="00715D89" w:rsidRDefault="00715D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0F3" w14:textId="2C887E9B" w:rsidR="009C2650" w:rsidRPr="000754EC" w:rsidRDefault="00B461B1" w:rsidP="00146EEC">
    <w:pPr>
      <w:pStyle w:val="SIText"/>
    </w:pPr>
    <w:sdt>
      <w:sdtPr>
        <w:id w:val="383459719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D3B8E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70D1" w:rsidRPr="007E70D1">
      <w:t>FWPTMM5206 Plan production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D3ABB" w14:textId="77777777" w:rsidR="00715D89" w:rsidRDefault="00715D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MzE3NzQwNTMzNbZQ0lEKTi0uzszPAykwqQUASboXLiwAAAA="/>
  </w:docVars>
  <w:rsids>
    <w:rsidRoot w:val="007E70D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525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0C5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4634"/>
    <w:rsid w:val="002C55E9"/>
    <w:rsid w:val="002D0C8B"/>
    <w:rsid w:val="002D330A"/>
    <w:rsid w:val="002E170C"/>
    <w:rsid w:val="002E193E"/>
    <w:rsid w:val="00310A6A"/>
    <w:rsid w:val="003144E6"/>
    <w:rsid w:val="003359A7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2E04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DB6"/>
    <w:rsid w:val="005E51E6"/>
    <w:rsid w:val="005F027A"/>
    <w:rsid w:val="005F33CC"/>
    <w:rsid w:val="005F6900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D89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0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3D40"/>
    <w:rsid w:val="009270BC"/>
    <w:rsid w:val="009278C9"/>
    <w:rsid w:val="00932CD7"/>
    <w:rsid w:val="00944C09"/>
    <w:rsid w:val="00950557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4E3A"/>
    <w:rsid w:val="009D5D2C"/>
    <w:rsid w:val="009F0DCC"/>
    <w:rsid w:val="009F11CA"/>
    <w:rsid w:val="00A0695B"/>
    <w:rsid w:val="00A12B85"/>
    <w:rsid w:val="00A13052"/>
    <w:rsid w:val="00A216A8"/>
    <w:rsid w:val="00A223A6"/>
    <w:rsid w:val="00A40FE5"/>
    <w:rsid w:val="00A5092E"/>
    <w:rsid w:val="00A54C2A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D16"/>
    <w:rsid w:val="00AE1ED9"/>
    <w:rsid w:val="00AE32CB"/>
    <w:rsid w:val="00AF3957"/>
    <w:rsid w:val="00B12013"/>
    <w:rsid w:val="00B147E9"/>
    <w:rsid w:val="00B2150D"/>
    <w:rsid w:val="00B22C67"/>
    <w:rsid w:val="00B3508F"/>
    <w:rsid w:val="00B3564B"/>
    <w:rsid w:val="00B443EE"/>
    <w:rsid w:val="00B45678"/>
    <w:rsid w:val="00B461B1"/>
    <w:rsid w:val="00B560C8"/>
    <w:rsid w:val="00B562AA"/>
    <w:rsid w:val="00B61150"/>
    <w:rsid w:val="00B65BC7"/>
    <w:rsid w:val="00B67262"/>
    <w:rsid w:val="00B746B9"/>
    <w:rsid w:val="00B848D4"/>
    <w:rsid w:val="00B865B7"/>
    <w:rsid w:val="00BA1B48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7F13"/>
    <w:rsid w:val="00C70626"/>
    <w:rsid w:val="00C72860"/>
    <w:rsid w:val="00C73582"/>
    <w:rsid w:val="00C73B90"/>
    <w:rsid w:val="00C742EC"/>
    <w:rsid w:val="00C96AF3"/>
    <w:rsid w:val="00C97CCC"/>
    <w:rsid w:val="00CA0274"/>
    <w:rsid w:val="00CB671B"/>
    <w:rsid w:val="00CB746F"/>
    <w:rsid w:val="00CC16B3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021"/>
    <w:rsid w:val="00DC1D69"/>
    <w:rsid w:val="00DC5A3A"/>
    <w:rsid w:val="00DD0726"/>
    <w:rsid w:val="00E238E6"/>
    <w:rsid w:val="00E273D4"/>
    <w:rsid w:val="00E35064"/>
    <w:rsid w:val="00E3681D"/>
    <w:rsid w:val="00E40225"/>
    <w:rsid w:val="00E44875"/>
    <w:rsid w:val="00E501F0"/>
    <w:rsid w:val="00E61490"/>
    <w:rsid w:val="00E6166D"/>
    <w:rsid w:val="00E91BFF"/>
    <w:rsid w:val="00E92933"/>
    <w:rsid w:val="00E94FAD"/>
    <w:rsid w:val="00EB0AA4"/>
    <w:rsid w:val="00EB3B02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2DB4"/>
    <w:rsid w:val="00F65EF0"/>
    <w:rsid w:val="00F715F0"/>
    <w:rsid w:val="00F71651"/>
    <w:rsid w:val="00F76191"/>
    <w:rsid w:val="00F76CC6"/>
    <w:rsid w:val="00F83D7C"/>
    <w:rsid w:val="00F9134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7CA034"/>
  <w15:docId w15:val="{E3F43DD3-3D62-4321-99BB-DABD9DC1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67F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7F13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67F13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C67F13"/>
    <w:pPr>
      <w:numPr>
        <w:numId w:val="18"/>
      </w:numPr>
      <w:contextualSpacing/>
    </w:pPr>
  </w:style>
  <w:style w:type="paragraph" w:styleId="List">
    <w:name w:val="List"/>
    <w:basedOn w:val="Normal"/>
    <w:uiPriority w:val="99"/>
    <w:semiHidden/>
    <w:unhideWhenUsed/>
    <w:locked/>
    <w:rsid w:val="00C67F13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4" ma:contentTypeDescription="Create a new document." ma:contentTypeScope="" ma:versionID="92341bbd07f71720ef4d578f1a4aef65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78d73d4279d7a3ff020b8f5824f5e0cb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93D84-F659-43A2-9BDF-286EC76BE233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A5C6E8-20F2-476C-BB50-626EAA5D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85</TotalTime>
  <Pages>4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32</cp:revision>
  <cp:lastPrinted>2016-05-27T05:21:00Z</cp:lastPrinted>
  <dcterms:created xsi:type="dcterms:W3CDTF">2018-02-06T00:43:00Z</dcterms:created>
  <dcterms:modified xsi:type="dcterms:W3CDTF">2018-08-27T07:22:00Z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