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3650D" w14:textId="5FBAC16F" w:rsidR="00F1480E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1C33CB" w14:paraId="10426DDD" w14:textId="77777777" w:rsidTr="003F021D">
        <w:tc>
          <w:tcPr>
            <w:tcW w:w="2689" w:type="dxa"/>
          </w:tcPr>
          <w:p w14:paraId="6198E4CD" w14:textId="77777777" w:rsidR="001C33CB" w:rsidRPr="001C33CB" w:rsidRDefault="001C33CB" w:rsidP="001C33CB">
            <w:pPr>
              <w:pStyle w:val="SIText-Bold"/>
            </w:pPr>
            <w:r w:rsidRPr="001C33CB">
              <w:t>Release</w:t>
            </w:r>
          </w:p>
        </w:tc>
        <w:tc>
          <w:tcPr>
            <w:tcW w:w="6939" w:type="dxa"/>
          </w:tcPr>
          <w:p w14:paraId="418E6EEE" w14:textId="77777777" w:rsidR="001C33CB" w:rsidRPr="001C33CB" w:rsidRDefault="001C33CB" w:rsidP="001C33CB">
            <w:pPr>
              <w:pStyle w:val="SIText-Bold"/>
            </w:pPr>
            <w:r w:rsidRPr="001C33CB">
              <w:t>Comments</w:t>
            </w:r>
          </w:p>
        </w:tc>
      </w:tr>
      <w:tr w:rsidR="001C33CB" w14:paraId="38C8C3E9" w14:textId="77777777" w:rsidTr="003F021D">
        <w:tc>
          <w:tcPr>
            <w:tcW w:w="2689" w:type="dxa"/>
          </w:tcPr>
          <w:p w14:paraId="5F7D831C" w14:textId="34B2B15F" w:rsidR="001C33CB" w:rsidRPr="001C33CB" w:rsidRDefault="00D65298" w:rsidP="001C33C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7C4178F" w14:textId="25C367C6" w:rsidR="001C33CB" w:rsidRPr="001C33CB" w:rsidRDefault="001C33CB" w:rsidP="00D65298">
            <w:pPr>
              <w:pStyle w:val="SIText"/>
            </w:pPr>
            <w:r w:rsidRPr="001C33CB">
              <w:t>This version released with FWP Forest and Wood Products Training Package Version 4.0</w:t>
            </w:r>
            <w:r w:rsidR="00B37632">
              <w:t>.</w:t>
            </w:r>
          </w:p>
        </w:tc>
      </w:tr>
    </w:tbl>
    <w:p w14:paraId="1A9BB244" w14:textId="3C8257F5" w:rsidR="001C33CB" w:rsidRDefault="001C33CB" w:rsidP="001C33C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1FA4D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E2071D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2937F0DA" w14:textId="6E679C5A" w:rsidR="00F1480E" w:rsidRPr="000754EC" w:rsidRDefault="00D65298" w:rsidP="001C33CB">
            <w:pPr>
              <w:pStyle w:val="SIUnittitle"/>
            </w:pPr>
            <w:r>
              <w:t>FWPCOT3XXX</w:t>
            </w:r>
            <w:r w:rsidR="001C33CB" w:rsidRPr="001C33CB">
              <w:t xml:space="preserve"> Mechanically stress grade </w:t>
            </w:r>
            <w:r w:rsidR="00AF66DE">
              <w:t xml:space="preserve">engineered wood </w:t>
            </w:r>
            <w:r w:rsidR="001C33CB" w:rsidRPr="001C33CB">
              <w:t>panels</w:t>
            </w:r>
          </w:p>
        </w:tc>
      </w:tr>
      <w:tr w:rsidR="00F1480E" w:rsidRPr="00963A46" w14:paraId="55C09EDB" w14:textId="77777777" w:rsidTr="00CA2922">
        <w:tc>
          <w:tcPr>
            <w:tcW w:w="1396" w:type="pct"/>
            <w:shd w:val="clear" w:color="auto" w:fill="auto"/>
          </w:tcPr>
          <w:p w14:paraId="730407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AEFD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42210D" w14:textId="7D1B4CDE" w:rsidR="009300B6" w:rsidRPr="00C12538" w:rsidRDefault="009300B6" w:rsidP="005679EC">
            <w:pPr>
              <w:pStyle w:val="SIText"/>
            </w:pPr>
            <w:r w:rsidRPr="00C12538">
              <w:t xml:space="preserve">This unit of competency describes the </w:t>
            </w:r>
            <w:r w:rsidR="00691643">
              <w:t>skills and knowledge</w:t>
            </w:r>
            <w:r w:rsidRPr="00C12538">
              <w:t xml:space="preserve"> required to </w:t>
            </w:r>
            <w:r w:rsidR="000F2193">
              <w:t xml:space="preserve">operate </w:t>
            </w:r>
            <w:r w:rsidR="000F2193" w:rsidRPr="000F2193">
              <w:t>mechanical stress-graders or high speed mechanical graders</w:t>
            </w:r>
            <w:r w:rsidR="00FB3260">
              <w:t xml:space="preserve"> to </w:t>
            </w:r>
            <w:r w:rsidR="000403EA">
              <w:t xml:space="preserve">test engineered wood </w:t>
            </w:r>
            <w:r w:rsidR="005679EC">
              <w:t xml:space="preserve">panels </w:t>
            </w:r>
            <w:r w:rsidRPr="00C12538">
              <w:t>for strength and durability</w:t>
            </w:r>
            <w:r w:rsidR="000403EA">
              <w:t xml:space="preserve"> </w:t>
            </w:r>
            <w:r w:rsidR="000403EA" w:rsidRPr="000403EA">
              <w:t xml:space="preserve">in a </w:t>
            </w:r>
            <w:r w:rsidR="005679EC">
              <w:t>manufacturing facility</w:t>
            </w:r>
            <w:r w:rsidRPr="00C12538">
              <w:t>.</w:t>
            </w:r>
            <w:r w:rsidR="000403EA">
              <w:t xml:space="preserve"> </w:t>
            </w:r>
          </w:p>
          <w:p w14:paraId="2A1CCE3F" w14:textId="77777777" w:rsidR="00511EDE" w:rsidRDefault="00511EDE" w:rsidP="009300B6"/>
          <w:p w14:paraId="63FAE249" w14:textId="2E403435" w:rsidR="009300B6" w:rsidRDefault="009300B6" w:rsidP="009300B6">
            <w:r w:rsidRPr="00C12538">
              <w:t xml:space="preserve">The unit applies to </w:t>
            </w:r>
            <w:r w:rsidR="002702FD">
              <w:t xml:space="preserve">individuals </w:t>
            </w:r>
            <w:r w:rsidRPr="00C12538">
              <w:t xml:space="preserve">who mechanically stress grade </w:t>
            </w:r>
            <w:r w:rsidR="005679EC">
              <w:t>engineered wood panels</w:t>
            </w:r>
            <w:r w:rsidRPr="00C12538">
              <w:t>.</w:t>
            </w:r>
            <w:r w:rsidR="00511EDE" w:rsidRPr="00BC10C8">
              <w:t xml:space="preserve"> </w:t>
            </w:r>
            <w:r w:rsidR="00511EDE" w:rsidRPr="00511EDE">
              <w:t>Operators generally work under broad or limited direction to complete routine activities related to own work and take responsibility for their work</w:t>
            </w:r>
            <w:r w:rsidR="00DC0EDD">
              <w:t>.</w:t>
            </w:r>
          </w:p>
          <w:p w14:paraId="4F389A82" w14:textId="77777777" w:rsidR="002702FD" w:rsidRPr="00C12538" w:rsidRDefault="002702FD" w:rsidP="009300B6"/>
          <w:p w14:paraId="03C6617E" w14:textId="77777777" w:rsidR="00511EDE" w:rsidRPr="00511EDE" w:rsidRDefault="00511EDE" w:rsidP="00511ED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11EDE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Pr="00D276AA">
              <w:rPr>
                <w:rStyle w:val="SITemporaryText"/>
                <w:color w:val="auto"/>
                <w:sz w:val="20"/>
              </w:rPr>
              <w:t xml:space="preserve">according to state/territory health and safety regulations, legislation and standards that apply to the workplace. </w:t>
            </w:r>
          </w:p>
          <w:p w14:paraId="3745455E" w14:textId="77777777" w:rsidR="00511EDE" w:rsidRDefault="00511EDE" w:rsidP="009300B6"/>
          <w:p w14:paraId="2AC8004F" w14:textId="3C918FC5" w:rsidR="00F1480E" w:rsidRPr="000754EC" w:rsidRDefault="009300B6" w:rsidP="009300B6">
            <w:r w:rsidRPr="00C12538">
              <w:t>No licensing, legislative, regulatory, or certification requirements apply to this unit at the time of publication.</w:t>
            </w:r>
          </w:p>
        </w:tc>
      </w:tr>
      <w:tr w:rsidR="00F1480E" w:rsidRPr="00963A46" w14:paraId="7C408E70" w14:textId="77777777" w:rsidTr="00CA2922">
        <w:tc>
          <w:tcPr>
            <w:tcW w:w="1396" w:type="pct"/>
            <w:shd w:val="clear" w:color="auto" w:fill="auto"/>
          </w:tcPr>
          <w:p w14:paraId="599B0E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816D08" w14:textId="77777777" w:rsidR="00F1480E" w:rsidRPr="000754EC" w:rsidRDefault="00F1480E" w:rsidP="009300B6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4D0B322" w14:textId="77777777" w:rsidTr="00CA2922">
        <w:tc>
          <w:tcPr>
            <w:tcW w:w="1396" w:type="pct"/>
            <w:shd w:val="clear" w:color="auto" w:fill="auto"/>
          </w:tcPr>
          <w:p w14:paraId="53A56A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EB0EEC" w14:textId="77777777" w:rsidR="009300B6" w:rsidRPr="00C12538" w:rsidRDefault="009300B6" w:rsidP="009300B6">
            <w:r w:rsidRPr="00C12538">
              <w:t>Sawmilling and Processing</w:t>
            </w:r>
          </w:p>
          <w:p w14:paraId="53A82124" w14:textId="77777777" w:rsidR="009300B6" w:rsidRPr="00C12538" w:rsidRDefault="009300B6" w:rsidP="009300B6">
            <w:r w:rsidRPr="00C12538">
              <w:t>Timber Manufactured Products</w:t>
            </w:r>
          </w:p>
          <w:p w14:paraId="740C3EC3" w14:textId="77777777" w:rsidR="00F1480E" w:rsidRPr="000754EC" w:rsidRDefault="009300B6" w:rsidP="009300B6">
            <w:r w:rsidRPr="00C12538">
              <w:t>Wood Panel Products</w:t>
            </w:r>
          </w:p>
        </w:tc>
      </w:tr>
    </w:tbl>
    <w:p w14:paraId="2574C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97F0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3EE6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2CBE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CAB7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DF58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4247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4F30" w:rsidRPr="00963A46" w14:paraId="68CA28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EAE261" w14:textId="38E9AC7F" w:rsidR="00974F30" w:rsidRPr="00974F30" w:rsidRDefault="00974F30" w:rsidP="00974F30">
            <w:pPr>
              <w:pStyle w:val="SIText"/>
            </w:pPr>
            <w:r w:rsidRPr="00C12538">
              <w:t>1. Prepare for stress-grading</w:t>
            </w:r>
            <w:r w:rsidR="007825FF">
              <w:t xml:space="preserve"> engineered wood panels</w:t>
            </w:r>
          </w:p>
        </w:tc>
        <w:tc>
          <w:tcPr>
            <w:tcW w:w="3604" w:type="pct"/>
            <w:shd w:val="clear" w:color="auto" w:fill="auto"/>
          </w:tcPr>
          <w:p w14:paraId="0CC11FBD" w14:textId="6EDBAD8A" w:rsidR="00974F30" w:rsidRPr="00974F30" w:rsidRDefault="00974F30" w:rsidP="00974F30">
            <w:r w:rsidRPr="00C12538">
              <w:t>1.1 Review work order</w:t>
            </w:r>
            <w:r w:rsidR="00B25347">
              <w:t>,</w:t>
            </w:r>
            <w:r w:rsidRPr="00C12538">
              <w:t xml:space="preserve"> </w:t>
            </w:r>
            <w:r w:rsidR="00B25347">
              <w:t>w</w:t>
            </w:r>
            <w:r w:rsidR="00B25347" w:rsidRPr="00B25347">
              <w:t xml:space="preserve">orkplace health and safety requirements, environmental protection practices and emergency procedures for </w:t>
            </w:r>
            <w:r w:rsidR="00B25347">
              <w:t xml:space="preserve">mechanically stress grading </w:t>
            </w:r>
            <w:r w:rsidR="00B25347" w:rsidRPr="00B25347">
              <w:t xml:space="preserve">operation </w:t>
            </w:r>
            <w:r w:rsidRPr="00C12538">
              <w:t>and where required check with appropriate personnel</w:t>
            </w:r>
          </w:p>
          <w:p w14:paraId="55AD6C2B" w14:textId="0D3AD706" w:rsidR="00B25347" w:rsidRPr="00B25347" w:rsidRDefault="00B27E30" w:rsidP="00B25347">
            <w:pPr>
              <w:pStyle w:val="SIText"/>
            </w:pPr>
            <w:r w:rsidRPr="00B27E30">
              <w:t>1.</w:t>
            </w:r>
            <w:r w:rsidR="00B25347">
              <w:t>2</w:t>
            </w:r>
            <w:r w:rsidRPr="00B27E30">
              <w:t xml:space="preserve"> Identify and report hazards</w:t>
            </w:r>
            <w:r w:rsidR="00B25347" w:rsidRPr="001C65FC">
              <w:t xml:space="preserve"> </w:t>
            </w:r>
            <w:r w:rsidR="00B25347">
              <w:t xml:space="preserve">and </w:t>
            </w:r>
            <w:r w:rsidR="00B25347" w:rsidRPr="001C65FC">
              <w:t>use personal protective equipment (PPE)</w:t>
            </w:r>
            <w:r w:rsidR="00B25347" w:rsidRPr="00B25347">
              <w:t xml:space="preserve"> in line with workplace requirements and health and safety legislative requirements to maintain safe work practices</w:t>
            </w:r>
          </w:p>
          <w:p w14:paraId="4652927A" w14:textId="0BB7E538" w:rsidR="00974F30" w:rsidRPr="00974F30" w:rsidRDefault="00974F30" w:rsidP="00F86D87">
            <w:pPr>
              <w:pStyle w:val="SIText"/>
            </w:pPr>
            <w:r w:rsidRPr="00C12538">
              <w:t xml:space="preserve">1.3 Obtain type and quantity of </w:t>
            </w:r>
            <w:r w:rsidR="002D29C7">
              <w:t xml:space="preserve">engineered wood </w:t>
            </w:r>
            <w:r w:rsidRPr="00C12538">
              <w:t>panels for stress grading from storage location</w:t>
            </w:r>
          </w:p>
        </w:tc>
      </w:tr>
      <w:tr w:rsidR="00974F30" w:rsidRPr="00963A46" w14:paraId="0BD930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B9863" w14:textId="0EC8BBC7" w:rsidR="00974F30" w:rsidRPr="00974F30" w:rsidRDefault="00974F30" w:rsidP="00974F30">
            <w:r w:rsidRPr="00C12538">
              <w:t xml:space="preserve">2. Set up </w:t>
            </w:r>
            <w:r w:rsidR="001152BE">
              <w:t xml:space="preserve">mechanical grading </w:t>
            </w:r>
            <w:r w:rsidRPr="00C12538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3C3B091" w14:textId="5E5DD69D" w:rsidR="00974F30" w:rsidRPr="00974F30" w:rsidRDefault="00974F30" w:rsidP="00974F30">
            <w:r w:rsidRPr="00C12538">
              <w:t>2.1 Use equipment</w:t>
            </w:r>
            <w:r w:rsidRPr="00974F30">
              <w:t xml:space="preserve"> in line with </w:t>
            </w:r>
            <w:r w:rsidR="00B25347">
              <w:t>workplace</w:t>
            </w:r>
            <w:r w:rsidR="00B25347" w:rsidRPr="00974F30">
              <w:t xml:space="preserve"> </w:t>
            </w:r>
            <w:r w:rsidRPr="00974F30">
              <w:t>safety procedures, manufacturer instructions and environmental protection practices</w:t>
            </w:r>
          </w:p>
          <w:p w14:paraId="65599DC4" w14:textId="71F61922" w:rsidR="00974F30" w:rsidRPr="00974F30" w:rsidRDefault="00974F30" w:rsidP="00974F30">
            <w:r w:rsidRPr="00C12538">
              <w:t>2.2 Complete pre start-up checks on equipment to ensure operational effectiveness</w:t>
            </w:r>
          </w:p>
          <w:p w14:paraId="3A06420B" w14:textId="2572B19C" w:rsidR="00974F30" w:rsidRPr="00974F30" w:rsidRDefault="00974F30" w:rsidP="00974F30">
            <w:r w:rsidRPr="00C12538">
              <w:t>2.3 Set up spray guns or branding rolls for use in line with work order</w:t>
            </w:r>
          </w:p>
          <w:p w14:paraId="4C80FF91" w14:textId="69B422EF" w:rsidR="00974F30" w:rsidRPr="00974F30" w:rsidRDefault="00974F30" w:rsidP="00F86D87">
            <w:pPr>
              <w:pStyle w:val="SIText"/>
            </w:pPr>
            <w:r w:rsidRPr="00C12538">
              <w:t xml:space="preserve">2.4 Complete calibration process using verification panels and set grade thresholds in line with </w:t>
            </w:r>
            <w:r w:rsidR="00B25347">
              <w:t>workplace</w:t>
            </w:r>
            <w:r w:rsidR="00B25347" w:rsidRPr="00C12538">
              <w:t xml:space="preserve"> </w:t>
            </w:r>
            <w:r w:rsidRPr="00C12538">
              <w:t>procedures</w:t>
            </w:r>
          </w:p>
        </w:tc>
      </w:tr>
      <w:tr w:rsidR="00974F30" w:rsidRPr="00963A46" w14:paraId="62CBAD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9E14D" w14:textId="22B1C5F9" w:rsidR="00974F30" w:rsidRPr="00974F30" w:rsidRDefault="00974F30" w:rsidP="00974F30">
            <w:r w:rsidRPr="00C12538">
              <w:t xml:space="preserve">3. Stress grade </w:t>
            </w:r>
            <w:r w:rsidR="002D29C7">
              <w:t xml:space="preserve">engineered wood </w:t>
            </w:r>
            <w:r w:rsidRPr="00C12538">
              <w:t>panels</w:t>
            </w:r>
          </w:p>
        </w:tc>
        <w:tc>
          <w:tcPr>
            <w:tcW w:w="3604" w:type="pct"/>
            <w:shd w:val="clear" w:color="auto" w:fill="auto"/>
          </w:tcPr>
          <w:p w14:paraId="4EF61DD0" w14:textId="650B0FD0" w:rsidR="00974F30" w:rsidRPr="00974F30" w:rsidRDefault="00974F30" w:rsidP="00974F30">
            <w:r w:rsidRPr="00C12538">
              <w:t>3.1 Complete automatic grading process, monitor and adjust material flow to machine</w:t>
            </w:r>
          </w:p>
          <w:p w14:paraId="52E2A6AE" w14:textId="6E29C997" w:rsidR="00974F30" w:rsidRPr="00974F30" w:rsidRDefault="00974F30" w:rsidP="00974F30">
            <w:r w:rsidRPr="00C12538">
              <w:t xml:space="preserve">3.2 </w:t>
            </w:r>
            <w:r w:rsidRPr="00974F30">
              <w:t>Monitor machinery to ensure consistent grade marking and panel appearance in line with industry standards</w:t>
            </w:r>
          </w:p>
          <w:p w14:paraId="3AEE4B4D" w14:textId="28DF0F7A" w:rsidR="00974F30" w:rsidRPr="00974F30" w:rsidRDefault="00974F30" w:rsidP="00D35625">
            <w:pPr>
              <w:pStyle w:val="SIText"/>
            </w:pPr>
            <w:r w:rsidRPr="00C12538">
              <w:t>3.3 Withdraw samples for independent testing and prepare according to testing procedure</w:t>
            </w:r>
            <w:r w:rsidRPr="00974F30">
              <w:t>s</w:t>
            </w:r>
          </w:p>
        </w:tc>
      </w:tr>
      <w:tr w:rsidR="00974F30" w:rsidRPr="00963A46" w14:paraId="6279C3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48780E" w14:textId="5C070E70" w:rsidR="00974F30" w:rsidRPr="00974F30" w:rsidRDefault="00974F30" w:rsidP="00974F30">
            <w:r w:rsidRPr="00C12538">
              <w:lastRenderedPageBreak/>
              <w:t>4. Conduct operator maintenance</w:t>
            </w:r>
          </w:p>
        </w:tc>
        <w:tc>
          <w:tcPr>
            <w:tcW w:w="3604" w:type="pct"/>
            <w:shd w:val="clear" w:color="auto" w:fill="auto"/>
          </w:tcPr>
          <w:p w14:paraId="3B6A4695" w14:textId="05C7F996" w:rsidR="00974F30" w:rsidRPr="00974F30" w:rsidRDefault="00974F30" w:rsidP="00974F30">
            <w:r w:rsidRPr="00C12538">
              <w:t xml:space="preserve">4.1 </w:t>
            </w:r>
            <w:r w:rsidR="008E7236">
              <w:t>L</w:t>
            </w:r>
            <w:r w:rsidR="008E7236" w:rsidRPr="00C12538">
              <w:t>ock out equipment</w:t>
            </w:r>
            <w:r w:rsidR="008E7236" w:rsidRPr="008E7236">
              <w:t xml:space="preserve"> </w:t>
            </w:r>
            <w:r w:rsidR="008E7236">
              <w:t>in line with workplace health and</w:t>
            </w:r>
            <w:r w:rsidRPr="00C12538">
              <w:t xml:space="preserve"> safety procedures </w:t>
            </w:r>
          </w:p>
          <w:p w14:paraId="7722845D" w14:textId="4E18BBCC" w:rsidR="00974F30" w:rsidRPr="00974F30" w:rsidRDefault="00974F30" w:rsidP="00974F30">
            <w:r w:rsidRPr="00C12538">
              <w:t>4.2 Check and clean photo-electric cells and reflectors in line with environmental protection practices</w:t>
            </w:r>
          </w:p>
          <w:p w14:paraId="023CDEF9" w14:textId="740986CF" w:rsidR="00974F30" w:rsidRPr="00974F30" w:rsidRDefault="00974F30" w:rsidP="00974F30">
            <w:r w:rsidRPr="00C12538">
              <w:t>4.3 Check and refill spray guns or branding rolls</w:t>
            </w:r>
          </w:p>
          <w:p w14:paraId="74429B3E" w14:textId="5F992727" w:rsidR="00974F30" w:rsidRPr="00974F30" w:rsidRDefault="00974F30" w:rsidP="00974F30">
            <w:r w:rsidRPr="00C12538">
              <w:t>4.4 Adjust and maintain mechanical stress grade rollers, auto-feed and load pressure in line with manufacturer recommendations</w:t>
            </w:r>
          </w:p>
          <w:p w14:paraId="3A4AA0D9" w14:textId="5C51DAAE" w:rsidR="00974F30" w:rsidRPr="00974F30" w:rsidRDefault="00974F30" w:rsidP="00974F30">
            <w:r w:rsidRPr="00C12538">
              <w:t xml:space="preserve">4.5 Keep stress-grading area clear of dust and debris in line with </w:t>
            </w:r>
            <w:r w:rsidR="008E7236">
              <w:t>workplace health and</w:t>
            </w:r>
            <w:r w:rsidR="008E7236" w:rsidRPr="00C12538">
              <w:t xml:space="preserve"> </w:t>
            </w:r>
            <w:r w:rsidRPr="00C12538">
              <w:t>safety procedures</w:t>
            </w:r>
          </w:p>
          <w:p w14:paraId="77325F2A" w14:textId="27AAB969" w:rsidR="00974F30" w:rsidRPr="008908DE" w:rsidRDefault="00974F30" w:rsidP="00D35625">
            <w:pPr>
              <w:pStyle w:val="SIText"/>
            </w:pPr>
            <w:r w:rsidRPr="00C12538">
              <w:t>4.6 Record and report production outcomes, equipment faults and maintenance requirements to appropriate personnel</w:t>
            </w:r>
          </w:p>
        </w:tc>
      </w:tr>
    </w:tbl>
    <w:p w14:paraId="3ACA04DF" w14:textId="77777777" w:rsidR="005F771F" w:rsidRDefault="005F771F" w:rsidP="005F771F">
      <w:pPr>
        <w:pStyle w:val="SIText"/>
      </w:pPr>
    </w:p>
    <w:p w14:paraId="7329AEA8" w14:textId="77777777" w:rsidR="005F771F" w:rsidRPr="000754EC" w:rsidRDefault="005F771F" w:rsidP="000754EC">
      <w:r>
        <w:br w:type="page"/>
      </w:r>
    </w:p>
    <w:p w14:paraId="211E667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1E5846" w14:textId="77777777" w:rsidTr="00CA2922">
        <w:trPr>
          <w:tblHeader/>
        </w:trPr>
        <w:tc>
          <w:tcPr>
            <w:tcW w:w="5000" w:type="pct"/>
            <w:gridSpan w:val="2"/>
          </w:tcPr>
          <w:p w14:paraId="264D610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974F30">
              <w:t>oun</w:t>
            </w:r>
            <w:r w:rsidRPr="000754EC">
              <w:t>dation Skills</w:t>
            </w:r>
          </w:p>
          <w:p w14:paraId="01914C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9811C6" w14:textId="77777777" w:rsidTr="00CA2922">
        <w:trPr>
          <w:tblHeader/>
        </w:trPr>
        <w:tc>
          <w:tcPr>
            <w:tcW w:w="1396" w:type="pct"/>
          </w:tcPr>
          <w:p w14:paraId="2D2D43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94DA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B60" w:rsidRPr="00336FCA" w:rsidDel="00423CB2" w14:paraId="02C5D150" w14:textId="77777777" w:rsidTr="00CA2922">
        <w:tc>
          <w:tcPr>
            <w:tcW w:w="1396" w:type="pct"/>
          </w:tcPr>
          <w:p w14:paraId="25EEAA9A" w14:textId="2A72E8FF" w:rsidR="00663B60" w:rsidRPr="00663B60" w:rsidRDefault="00663B60" w:rsidP="002702FD">
            <w:pPr>
              <w:pStyle w:val="SIText"/>
            </w:pPr>
            <w:r w:rsidRPr="00663B60">
              <w:t xml:space="preserve">Numeracy </w:t>
            </w:r>
          </w:p>
        </w:tc>
        <w:tc>
          <w:tcPr>
            <w:tcW w:w="3604" w:type="pct"/>
          </w:tcPr>
          <w:p w14:paraId="3C617B59" w14:textId="4548DD76" w:rsidR="00663B60" w:rsidRPr="00663B60" w:rsidRDefault="00663B60">
            <w:pPr>
              <w:pStyle w:val="SIBulletList1"/>
            </w:pPr>
            <w:r w:rsidRPr="00C12538">
              <w:t xml:space="preserve">identify quantities of </w:t>
            </w:r>
            <w:r w:rsidR="00276112">
              <w:t xml:space="preserve">engineered wood </w:t>
            </w:r>
            <w:r w:rsidRPr="00C12538">
              <w:t xml:space="preserve">panels required </w:t>
            </w:r>
            <w:r w:rsidRPr="00663B60">
              <w:t>within work orders and count numbers of panels to be graded</w:t>
            </w:r>
          </w:p>
        </w:tc>
      </w:tr>
      <w:tr w:rsidR="00D65298" w:rsidRPr="00336FCA" w:rsidDel="00423CB2" w14:paraId="31D86503" w14:textId="77777777" w:rsidTr="00CA2922">
        <w:tc>
          <w:tcPr>
            <w:tcW w:w="1396" w:type="pct"/>
          </w:tcPr>
          <w:p w14:paraId="0C1FC582" w14:textId="54E10F06" w:rsidR="00D65298" w:rsidRPr="00663B60" w:rsidRDefault="00D65298" w:rsidP="002702FD">
            <w:pPr>
              <w:pStyle w:val="SIText"/>
            </w:pPr>
            <w:r w:rsidRPr="00D65298">
              <w:t>Navigate the world of work</w:t>
            </w:r>
          </w:p>
        </w:tc>
        <w:tc>
          <w:tcPr>
            <w:tcW w:w="3604" w:type="pct"/>
          </w:tcPr>
          <w:p w14:paraId="39E8C4F3" w14:textId="039E8CC3" w:rsidR="00D65298" w:rsidRPr="00C12538" w:rsidRDefault="00D65298">
            <w:pPr>
              <w:pStyle w:val="SIBulletList1"/>
            </w:pPr>
            <w:r w:rsidRPr="00D65298">
              <w:t>understand main tasks, responsibilities and boundaries of own role</w:t>
            </w:r>
          </w:p>
        </w:tc>
      </w:tr>
      <w:tr w:rsidR="00D65298" w:rsidRPr="00336FCA" w:rsidDel="00423CB2" w14:paraId="56260A79" w14:textId="77777777" w:rsidTr="00CA2922">
        <w:tc>
          <w:tcPr>
            <w:tcW w:w="1396" w:type="pct"/>
          </w:tcPr>
          <w:p w14:paraId="1F808BA3" w14:textId="4220D021" w:rsidR="00D65298" w:rsidRPr="00663B60" w:rsidRDefault="00D65298" w:rsidP="002702FD">
            <w:pPr>
              <w:pStyle w:val="SIText"/>
            </w:pPr>
            <w:r w:rsidRPr="00D65298">
              <w:t>Interact with others</w:t>
            </w:r>
          </w:p>
        </w:tc>
        <w:tc>
          <w:tcPr>
            <w:tcW w:w="3604" w:type="pct"/>
          </w:tcPr>
          <w:p w14:paraId="2179BBCA" w14:textId="2B835581" w:rsidR="00D65298" w:rsidRPr="00C12538" w:rsidRDefault="00D65298">
            <w:pPr>
              <w:pStyle w:val="SIBulletList1"/>
            </w:pPr>
            <w:r w:rsidRPr="00D65298">
              <w:t>use modes of communication suitable to purpose to confirm and clarify understanding</w:t>
            </w:r>
          </w:p>
        </w:tc>
      </w:tr>
      <w:tr w:rsidR="00D65298" w:rsidRPr="00336FCA" w:rsidDel="00423CB2" w14:paraId="400B1019" w14:textId="77777777" w:rsidTr="00CA2922">
        <w:tc>
          <w:tcPr>
            <w:tcW w:w="1396" w:type="pct"/>
          </w:tcPr>
          <w:p w14:paraId="10CDEA75" w14:textId="79058787" w:rsidR="00D65298" w:rsidRPr="00663B60" w:rsidRDefault="00D65298" w:rsidP="002702FD">
            <w:pPr>
              <w:pStyle w:val="SIText"/>
            </w:pPr>
            <w:r w:rsidRPr="00D65298">
              <w:t>Get the work done</w:t>
            </w:r>
          </w:p>
        </w:tc>
        <w:tc>
          <w:tcPr>
            <w:tcW w:w="3604" w:type="pct"/>
          </w:tcPr>
          <w:p w14:paraId="46A8427A" w14:textId="537EC5CC" w:rsidR="00D65298" w:rsidRPr="00C12538" w:rsidRDefault="00D65298">
            <w:pPr>
              <w:pStyle w:val="SIBulletList1"/>
            </w:pPr>
            <w:r w:rsidRPr="00D65298">
              <w:t>recognise and respond to routine problems</w:t>
            </w:r>
          </w:p>
        </w:tc>
      </w:tr>
    </w:tbl>
    <w:p w14:paraId="7442D8C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52B97B" w14:textId="77777777" w:rsidTr="00F33FF2">
        <w:tc>
          <w:tcPr>
            <w:tcW w:w="5000" w:type="pct"/>
            <w:gridSpan w:val="4"/>
          </w:tcPr>
          <w:p w14:paraId="6814B43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7036A0" w14:textId="77777777" w:rsidTr="00F33FF2">
        <w:tc>
          <w:tcPr>
            <w:tcW w:w="1028" w:type="pct"/>
          </w:tcPr>
          <w:p w14:paraId="69A2AE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0E3AD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F46D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17AD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43B832A" w14:textId="77777777" w:rsidTr="00F33FF2">
        <w:tc>
          <w:tcPr>
            <w:tcW w:w="1028" w:type="pct"/>
          </w:tcPr>
          <w:p w14:paraId="4FEC5664" w14:textId="1AF0C027" w:rsidR="00041E59" w:rsidRPr="000754EC" w:rsidRDefault="002B3E07" w:rsidP="000754EC">
            <w:pPr>
              <w:pStyle w:val="SIText"/>
            </w:pPr>
            <w:r>
              <w:t xml:space="preserve">FWPCOTXXX </w:t>
            </w:r>
            <w:r w:rsidR="002702FD" w:rsidRPr="002702FD">
              <w:t xml:space="preserve">Mechanically stress grade </w:t>
            </w:r>
            <w:r w:rsidR="00CF592B">
              <w:t xml:space="preserve">engineered wood </w:t>
            </w:r>
            <w:bookmarkStart w:id="0" w:name="_GoBack"/>
            <w:bookmarkEnd w:id="0"/>
            <w:r w:rsidR="002702FD" w:rsidRPr="002702FD">
              <w:t>panels</w:t>
            </w:r>
          </w:p>
        </w:tc>
        <w:tc>
          <w:tcPr>
            <w:tcW w:w="1105" w:type="pct"/>
          </w:tcPr>
          <w:p w14:paraId="38BB11FF" w14:textId="023DBC26" w:rsidR="00041E59" w:rsidRPr="000754EC" w:rsidRDefault="002702FD" w:rsidP="000754EC">
            <w:pPr>
              <w:pStyle w:val="SIText"/>
            </w:pPr>
            <w:r w:rsidRPr="002702FD">
              <w:t>FWPCOT3229 Mechanically stress grade panels</w:t>
            </w:r>
          </w:p>
        </w:tc>
        <w:tc>
          <w:tcPr>
            <w:tcW w:w="1251" w:type="pct"/>
          </w:tcPr>
          <w:p w14:paraId="5733511E" w14:textId="77777777" w:rsidR="002B3E07" w:rsidRPr="002B3E07" w:rsidRDefault="002B3E07" w:rsidP="002B3E07">
            <w:r w:rsidRPr="002B3E07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  <w:p w14:paraId="7BAE2B0A" w14:textId="0510239F" w:rsidR="00041E59" w:rsidRPr="000754EC" w:rsidRDefault="00041E59" w:rsidP="00F86D87">
            <w:pPr>
              <w:pStyle w:val="SIText"/>
            </w:pPr>
          </w:p>
        </w:tc>
        <w:tc>
          <w:tcPr>
            <w:tcW w:w="1616" w:type="pct"/>
          </w:tcPr>
          <w:p w14:paraId="63B622CE" w14:textId="02CA4EAB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D62228F" w14:textId="77777777" w:rsidR="00916CD7" w:rsidRDefault="00916CD7" w:rsidP="000754EC">
            <w:pPr>
              <w:pStyle w:val="SIText"/>
            </w:pPr>
          </w:p>
          <w:p w14:paraId="03782BF8" w14:textId="0B50BC64" w:rsidR="00916CD7" w:rsidRPr="000754EC" w:rsidRDefault="00916CD7" w:rsidP="000754EC">
            <w:pPr>
              <w:pStyle w:val="SIText"/>
            </w:pPr>
          </w:p>
        </w:tc>
      </w:tr>
    </w:tbl>
    <w:p w14:paraId="6A23B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84C8004" w14:textId="77777777" w:rsidTr="00CA2922">
        <w:tc>
          <w:tcPr>
            <w:tcW w:w="1396" w:type="pct"/>
            <w:shd w:val="clear" w:color="auto" w:fill="auto"/>
          </w:tcPr>
          <w:p w14:paraId="76A38BE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3A4C4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68DC85E" w14:textId="7BD14C7E" w:rsidR="00F1480E" w:rsidRPr="000754EC" w:rsidRDefault="00CF592B" w:rsidP="00E40225">
            <w:pPr>
              <w:pStyle w:val="SIText"/>
            </w:pPr>
            <w:hyperlink r:id="rId11" w:history="1">
              <w:r w:rsidR="002702FD" w:rsidRPr="002702FD">
                <w:t>https://vetnet.education.gov.au/Pages/TrainingDocs.aspx?q=0d96fe23-5747-4c01-9d6f-3509ff8d3d47</w:t>
              </w:r>
            </w:hyperlink>
          </w:p>
        </w:tc>
      </w:tr>
    </w:tbl>
    <w:p w14:paraId="79D7BFF7" w14:textId="77777777" w:rsidR="00F1480E" w:rsidRDefault="00F1480E" w:rsidP="005F771F">
      <w:pPr>
        <w:pStyle w:val="SIText"/>
      </w:pPr>
    </w:p>
    <w:p w14:paraId="64EC4E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4B3E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8C9AB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18D90B" w14:textId="409C5111" w:rsidR="00556C4C" w:rsidRPr="000754EC" w:rsidRDefault="00556C4C" w:rsidP="00CF592B">
            <w:pPr>
              <w:pStyle w:val="SIUnittitle"/>
            </w:pPr>
            <w:r w:rsidRPr="00F56827">
              <w:t xml:space="preserve">Assessment requirements for </w:t>
            </w:r>
            <w:r w:rsidR="00AA4851" w:rsidRPr="0010024D">
              <w:t>FWPCOT3</w:t>
            </w:r>
            <w:r w:rsidR="00CF592B">
              <w:t>XXX</w:t>
            </w:r>
            <w:r w:rsidR="00AA4851" w:rsidRPr="0010024D">
              <w:t xml:space="preserve"> Mechanically stress grade </w:t>
            </w:r>
            <w:r w:rsidR="00AF66DE">
              <w:t xml:space="preserve">engineered wood </w:t>
            </w:r>
            <w:r w:rsidR="00AA4851" w:rsidRPr="0010024D">
              <w:t>panels</w:t>
            </w:r>
          </w:p>
        </w:tc>
      </w:tr>
      <w:tr w:rsidR="00556C4C" w:rsidRPr="00A55106" w14:paraId="61A868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988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3D39C18" w14:textId="77777777" w:rsidTr="00113678">
        <w:tc>
          <w:tcPr>
            <w:tcW w:w="5000" w:type="pct"/>
            <w:gridSpan w:val="2"/>
            <w:shd w:val="clear" w:color="auto" w:fill="auto"/>
          </w:tcPr>
          <w:p w14:paraId="1AA48CF0" w14:textId="77777777" w:rsidR="002702FD" w:rsidRPr="002702FD" w:rsidRDefault="002702FD" w:rsidP="002702FD">
            <w:r w:rsidRPr="002702FD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34FAF763" w14:textId="3C8C8153" w:rsidR="00AA4851" w:rsidRPr="00AA4851" w:rsidRDefault="00AA4851" w:rsidP="00AA4851">
            <w:pPr>
              <w:pStyle w:val="SIBulletList1"/>
            </w:pPr>
            <w:r w:rsidRPr="00AA4851">
              <w:t>operate</w:t>
            </w:r>
            <w:r>
              <w:t>d</w:t>
            </w:r>
            <w:r w:rsidRPr="00AA4851">
              <w:t xml:space="preserve"> a mechanical stress grading machine in line with work orders to grade the following types of </w:t>
            </w:r>
            <w:r w:rsidR="003340D3">
              <w:t xml:space="preserve">engineered wood </w:t>
            </w:r>
            <w:r w:rsidRPr="00AA4851">
              <w:t>panels:</w:t>
            </w:r>
          </w:p>
          <w:p w14:paraId="1AF14EB5" w14:textId="4A4900B4" w:rsidR="00AA4851" w:rsidRPr="00AA4851" w:rsidRDefault="00AA4851" w:rsidP="00AA4851">
            <w:pPr>
              <w:pStyle w:val="SIBulletList2"/>
            </w:pPr>
            <w:r w:rsidRPr="00AA4851">
              <w:t>laminated veneer</w:t>
            </w:r>
          </w:p>
          <w:p w14:paraId="36654302" w14:textId="7D667C4A" w:rsidR="00AA4851" w:rsidRPr="00AA4851" w:rsidRDefault="00AA4851" w:rsidP="00AA4851">
            <w:pPr>
              <w:pStyle w:val="SIBulletList2"/>
            </w:pPr>
            <w:r w:rsidRPr="00AA4851">
              <w:t>medium density fibreboard</w:t>
            </w:r>
          </w:p>
          <w:p w14:paraId="65C8619E" w14:textId="26D9905D" w:rsidR="00AA4851" w:rsidRPr="00AA4851" w:rsidRDefault="00AA4851" w:rsidP="00AA4851">
            <w:pPr>
              <w:pStyle w:val="SIBulletList2"/>
            </w:pPr>
            <w:r w:rsidRPr="00AA4851">
              <w:t>chipboard</w:t>
            </w:r>
          </w:p>
          <w:p w14:paraId="5355C596" w14:textId="796E339E" w:rsidR="00AA4851" w:rsidRPr="00AA4851" w:rsidRDefault="00AA4851" w:rsidP="00AA4851">
            <w:pPr>
              <w:pStyle w:val="SIBulletList2"/>
            </w:pPr>
            <w:r w:rsidRPr="00AA4851">
              <w:t>fibreboard</w:t>
            </w:r>
          </w:p>
          <w:p w14:paraId="2AC3C142" w14:textId="7DDBE172" w:rsidR="003340D3" w:rsidRDefault="00AA4851" w:rsidP="00F25E02">
            <w:pPr>
              <w:pStyle w:val="SIBulletList2"/>
            </w:pPr>
            <w:r w:rsidRPr="00AA4851">
              <w:t>plywood</w:t>
            </w:r>
          </w:p>
          <w:p w14:paraId="7F8F343A" w14:textId="70B9F232" w:rsidR="00556C4C" w:rsidRPr="000754EC" w:rsidRDefault="00AA4851" w:rsidP="002702FD">
            <w:pPr>
              <w:pStyle w:val="SIBulletList1"/>
            </w:pPr>
            <w:r w:rsidRPr="00AA4851">
              <w:t>complete</w:t>
            </w:r>
            <w:r w:rsidR="00C32580">
              <w:t>d</w:t>
            </w:r>
            <w:r w:rsidRPr="00AA4851">
              <w:t xml:space="preserve"> operator maintenance on the mechanical stress grading equipment.</w:t>
            </w:r>
          </w:p>
        </w:tc>
      </w:tr>
    </w:tbl>
    <w:p w14:paraId="581804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4D2C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70D2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6D42B8" w14:textId="77777777" w:rsidTr="00CA2922">
        <w:tc>
          <w:tcPr>
            <w:tcW w:w="5000" w:type="pct"/>
            <w:shd w:val="clear" w:color="auto" w:fill="auto"/>
          </w:tcPr>
          <w:p w14:paraId="4AC1546C" w14:textId="77777777" w:rsidR="002702FD" w:rsidRPr="002702FD" w:rsidRDefault="002702FD" w:rsidP="002702FD">
            <w:pPr>
              <w:pStyle w:val="SIText"/>
            </w:pPr>
            <w:r w:rsidRPr="002702FD">
              <w:t>An individual must be able to demonstrate the knowledge required to perform the tasks outlined in the elements and performance criteria of this unit. This includes knowledge of:</w:t>
            </w:r>
          </w:p>
          <w:p w14:paraId="3D8BB513" w14:textId="2B47A943" w:rsidR="00E44823" w:rsidRPr="00E44823" w:rsidRDefault="00E44823" w:rsidP="003F2938">
            <w:pPr>
              <w:pStyle w:val="SIBulletList1"/>
            </w:pPr>
            <w:r w:rsidRPr="00E44823">
              <w:t xml:space="preserve">health and </w:t>
            </w:r>
            <w:r w:rsidR="004642CD">
              <w:t>safety</w:t>
            </w:r>
            <w:r w:rsidRPr="00E44823">
              <w:t xml:space="preserve"> hazards or risks related to </w:t>
            </w:r>
            <w:r w:rsidR="00CD197B" w:rsidRPr="00CD197B">
              <w:t xml:space="preserve">mechanical stress grading of </w:t>
            </w:r>
            <w:r w:rsidRPr="00E44823">
              <w:t xml:space="preserve">engineered wood panels </w:t>
            </w:r>
            <w:r>
              <w:t xml:space="preserve">as </w:t>
            </w:r>
            <w:r w:rsidRPr="00E44823">
              <w:t>identified through risk assessments, manufacturer technical information, regulations and industry health and safety guides</w:t>
            </w:r>
          </w:p>
          <w:p w14:paraId="7634619D" w14:textId="56B82442" w:rsidR="000C51BE" w:rsidRPr="000C51BE" w:rsidRDefault="004642CD" w:rsidP="000C51BE">
            <w:pPr>
              <w:pStyle w:val="SIBulletList1"/>
            </w:pPr>
            <w:r>
              <w:t>workplace</w:t>
            </w:r>
            <w:r w:rsidRPr="0010024D">
              <w:t xml:space="preserve"> </w:t>
            </w:r>
            <w:r w:rsidR="000C51BE" w:rsidRPr="0010024D">
              <w:t xml:space="preserve">procedures specific to mechanically stress grading </w:t>
            </w:r>
            <w:r w:rsidR="000C51BE">
              <w:t xml:space="preserve">engineered wood </w:t>
            </w:r>
            <w:r w:rsidR="000C51BE" w:rsidRPr="0010024D">
              <w:t>panels:</w:t>
            </w:r>
          </w:p>
          <w:p w14:paraId="5291C775" w14:textId="31B5410C" w:rsidR="000C51BE" w:rsidRPr="000C51BE" w:rsidRDefault="000C51BE" w:rsidP="000C51BE">
            <w:pPr>
              <w:pStyle w:val="SIBulletList2"/>
            </w:pPr>
            <w:r w:rsidRPr="0010024D">
              <w:t>health and safety with particular emphasis on equipment lock out, use of personal protective equipment and handling hazardous substances</w:t>
            </w:r>
          </w:p>
          <w:p w14:paraId="61B450A6" w14:textId="653DD073" w:rsidR="000C51BE" w:rsidRDefault="000C51BE" w:rsidP="000C51BE">
            <w:pPr>
              <w:pStyle w:val="SIBulletList2"/>
            </w:pPr>
            <w:r>
              <w:t xml:space="preserve">use of </w:t>
            </w:r>
            <w:r w:rsidR="004642CD">
              <w:t xml:space="preserve">mechanical grading </w:t>
            </w:r>
            <w:r>
              <w:t>equipment</w:t>
            </w:r>
          </w:p>
          <w:p w14:paraId="3D9DC46C" w14:textId="4D5F7264" w:rsidR="000C51BE" w:rsidRPr="000C51BE" w:rsidRDefault="000C51BE" w:rsidP="000C51BE">
            <w:pPr>
              <w:pStyle w:val="SIBulletList2"/>
            </w:pPr>
            <w:r w:rsidRPr="0010024D">
              <w:t>communication reporting lines</w:t>
            </w:r>
          </w:p>
          <w:p w14:paraId="09899BA0" w14:textId="77777777" w:rsidR="000C51BE" w:rsidRDefault="000C51BE" w:rsidP="000C51BE">
            <w:pPr>
              <w:pStyle w:val="SIBulletList2"/>
            </w:pPr>
            <w:r w:rsidRPr="0010024D">
              <w:t>recording and reporting production outcomes, equipment faults and maintenance requirements</w:t>
            </w:r>
          </w:p>
          <w:p w14:paraId="670F4ADB" w14:textId="3CED124D" w:rsidR="00E44823" w:rsidRPr="00E44823" w:rsidRDefault="00E44823" w:rsidP="000C51BE">
            <w:pPr>
              <w:pStyle w:val="SIBulletList1"/>
            </w:pPr>
            <w:r w:rsidRPr="00E44823">
              <w:t xml:space="preserve">environmental protection practices for </w:t>
            </w:r>
            <w:r w:rsidR="004642CD">
              <w:t>timber manufacturing facility</w:t>
            </w:r>
            <w:r w:rsidRPr="00E44823">
              <w:t xml:space="preserve"> settings:</w:t>
            </w:r>
          </w:p>
          <w:p w14:paraId="50B798A3" w14:textId="77777777" w:rsidR="00E44823" w:rsidRPr="00E44823" w:rsidRDefault="00E44823" w:rsidP="00E44823">
            <w:pPr>
              <w:pStyle w:val="SIBulletList2"/>
            </w:pPr>
            <w:r w:rsidRPr="00E44823">
              <w:t>reducing water and energy use</w:t>
            </w:r>
          </w:p>
          <w:p w14:paraId="2E678054" w14:textId="77777777" w:rsidR="00E44823" w:rsidRPr="00E44823" w:rsidRDefault="00E44823" w:rsidP="00E44823">
            <w:pPr>
              <w:pStyle w:val="SIBulletList2"/>
            </w:pPr>
            <w:r w:rsidRPr="00E44823">
              <w:t>cleaning plant, tools and equipment</w:t>
            </w:r>
          </w:p>
          <w:p w14:paraId="14DF6C76" w14:textId="77777777" w:rsidR="00E44823" w:rsidRDefault="00E44823" w:rsidP="00E44823">
            <w:pPr>
              <w:pStyle w:val="SIBulletList2"/>
            </w:pPr>
            <w:r w:rsidRPr="00E44823">
              <w:t>disposing of hazardous substances.</w:t>
            </w:r>
          </w:p>
          <w:p w14:paraId="01741EDC" w14:textId="3BD5D1D3" w:rsidR="00AA4851" w:rsidRPr="0010024D" w:rsidRDefault="00AA4851" w:rsidP="00E44823">
            <w:pPr>
              <w:pStyle w:val="SIBulletList1"/>
            </w:pPr>
            <w:r w:rsidRPr="0010024D">
              <w:t>typical flow of material supply in and out of the grading area</w:t>
            </w:r>
          </w:p>
          <w:p w14:paraId="5ED07D9D" w14:textId="5B2663AB" w:rsidR="00AA4851" w:rsidRPr="0010024D" w:rsidRDefault="00AA4851" w:rsidP="00AA4851">
            <w:pPr>
              <w:pStyle w:val="SIBulletList1"/>
            </w:pPr>
            <w:r w:rsidRPr="0010024D">
              <w:t xml:space="preserve">typical work flow processes and techniques used to mechanically stress grade </w:t>
            </w:r>
            <w:r w:rsidR="00CD197B">
              <w:t xml:space="preserve">engineered wood </w:t>
            </w:r>
            <w:r w:rsidRPr="0010024D">
              <w:t>panels</w:t>
            </w:r>
          </w:p>
          <w:p w14:paraId="7F6FE9DE" w14:textId="5AF4906C" w:rsidR="00AA4851" w:rsidRPr="0010024D" w:rsidRDefault="00AA4851" w:rsidP="00AA4851">
            <w:pPr>
              <w:pStyle w:val="SIBulletList1"/>
            </w:pPr>
            <w:r w:rsidRPr="0010024D">
              <w:t xml:space="preserve">range of industry standard strength grades and thresholds </w:t>
            </w:r>
            <w:r w:rsidR="00CD197B">
              <w:t xml:space="preserve">for engineered wood panels </w:t>
            </w:r>
            <w:r w:rsidRPr="0010024D">
              <w:t>and applicable terminology</w:t>
            </w:r>
          </w:p>
          <w:p w14:paraId="036BDC4B" w14:textId="6B404819" w:rsidR="00AA4851" w:rsidRPr="0010024D" w:rsidRDefault="00AA4851" w:rsidP="00AA4851">
            <w:pPr>
              <w:pStyle w:val="SIBulletList1"/>
            </w:pPr>
            <w:r w:rsidRPr="0010024D">
              <w:t xml:space="preserve">markings used on </w:t>
            </w:r>
            <w:r w:rsidR="00CD197B">
              <w:t xml:space="preserve">engineered wood </w:t>
            </w:r>
            <w:r w:rsidRPr="0010024D">
              <w:t>panels to identify grades</w:t>
            </w:r>
          </w:p>
          <w:p w14:paraId="5BEED96C" w14:textId="19F9B990" w:rsidR="00AA4851" w:rsidRPr="0010024D" w:rsidRDefault="00AA4851" w:rsidP="00AA4851">
            <w:pPr>
              <w:pStyle w:val="SIBulletList1"/>
            </w:pPr>
            <w:r w:rsidRPr="0010024D">
              <w:t xml:space="preserve">reason for independent testing of </w:t>
            </w:r>
            <w:r w:rsidR="00CD197B">
              <w:t xml:space="preserve">engineered wood </w:t>
            </w:r>
            <w:r w:rsidRPr="0010024D">
              <w:t>panels and processes for sampling and preparing panels for testing</w:t>
            </w:r>
          </w:p>
          <w:p w14:paraId="7517FC91" w14:textId="77777777" w:rsidR="00AA4851" w:rsidRPr="0010024D" w:rsidRDefault="00AA4851" w:rsidP="00AA4851">
            <w:pPr>
              <w:pStyle w:val="SIBulletList1"/>
            </w:pPr>
            <w:r w:rsidRPr="0010024D">
              <w:t>purpose, features and operation of equipment used to mechanically stress grade panels:</w:t>
            </w:r>
          </w:p>
          <w:p w14:paraId="34413BF1" w14:textId="77777777" w:rsidR="00AA4851" w:rsidRPr="0010024D" w:rsidRDefault="00AA4851" w:rsidP="00AA4851">
            <w:pPr>
              <w:pStyle w:val="SIBulletList2"/>
            </w:pPr>
            <w:r w:rsidRPr="0010024D">
              <w:t>mechanical stress-graders or high speed mechanical graders</w:t>
            </w:r>
          </w:p>
          <w:p w14:paraId="45A54A5E" w14:textId="77777777" w:rsidR="00AA4851" w:rsidRPr="0010024D" w:rsidRDefault="00AA4851" w:rsidP="00AA4851">
            <w:pPr>
              <w:pStyle w:val="SIBulletList2"/>
            </w:pPr>
            <w:r w:rsidRPr="0010024D">
              <w:t>spray guns</w:t>
            </w:r>
          </w:p>
          <w:p w14:paraId="7122CC5D" w14:textId="77777777" w:rsidR="00AA4851" w:rsidRPr="0010024D" w:rsidRDefault="00AA4851" w:rsidP="00AA4851">
            <w:pPr>
              <w:pStyle w:val="SIBulletList2"/>
            </w:pPr>
            <w:r w:rsidRPr="0010024D">
              <w:t>branding rolls</w:t>
            </w:r>
          </w:p>
          <w:p w14:paraId="5F071248" w14:textId="77777777" w:rsidR="00AA4851" w:rsidRPr="0010024D" w:rsidRDefault="00AA4851" w:rsidP="00AA4851">
            <w:pPr>
              <w:pStyle w:val="SIBulletList2"/>
            </w:pPr>
            <w:r w:rsidRPr="0010024D">
              <w:t>verification panels</w:t>
            </w:r>
          </w:p>
          <w:p w14:paraId="2D552FCC" w14:textId="77777777" w:rsidR="00AA4851" w:rsidRPr="0010024D" w:rsidRDefault="00AA4851" w:rsidP="00AA4851">
            <w:pPr>
              <w:pStyle w:val="SIBulletList1"/>
            </w:pPr>
            <w:r w:rsidRPr="0010024D">
              <w:t>methods used to:</w:t>
            </w:r>
          </w:p>
          <w:p w14:paraId="38175E35" w14:textId="77777777" w:rsidR="00AA4851" w:rsidRPr="0010024D" w:rsidRDefault="00AA4851" w:rsidP="00AA4851">
            <w:pPr>
              <w:pStyle w:val="SIBulletList2"/>
            </w:pPr>
            <w:r w:rsidRPr="0010024D">
              <w:t>calibrate equipment to grades using verification panels</w:t>
            </w:r>
          </w:p>
          <w:p w14:paraId="2A89BEE6" w14:textId="63870CFD" w:rsidR="00F1480E" w:rsidRPr="000754EC" w:rsidRDefault="00AA4851" w:rsidP="00F25E02">
            <w:pPr>
              <w:pStyle w:val="SIBulletList2"/>
            </w:pPr>
            <w:r w:rsidRPr="0010024D">
              <w:t>clean and maintain mechanical stress grading equipment</w:t>
            </w:r>
            <w:r w:rsidR="00F25E02">
              <w:t>.</w:t>
            </w:r>
          </w:p>
        </w:tc>
      </w:tr>
    </w:tbl>
    <w:p w14:paraId="57A533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8F6C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492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8B13E4" w14:textId="77777777" w:rsidTr="00CA2922">
        <w:tc>
          <w:tcPr>
            <w:tcW w:w="5000" w:type="pct"/>
            <w:shd w:val="clear" w:color="auto" w:fill="auto"/>
          </w:tcPr>
          <w:p w14:paraId="100125B6" w14:textId="77777777" w:rsidR="002702FD" w:rsidRPr="002702FD" w:rsidRDefault="002702FD" w:rsidP="002702FD">
            <w:pPr>
              <w:pStyle w:val="SIText"/>
            </w:pPr>
            <w:r w:rsidRPr="002702FD">
              <w:t>Assessment of skills must take place under the following conditions:</w:t>
            </w:r>
          </w:p>
          <w:p w14:paraId="1710802D" w14:textId="18E720B0" w:rsidR="002702FD" w:rsidRDefault="002702FD" w:rsidP="002702FD">
            <w:pPr>
              <w:pStyle w:val="SIBulletList1"/>
            </w:pPr>
            <w:r w:rsidRPr="002702FD">
              <w:t>physical conditions:</w:t>
            </w:r>
          </w:p>
          <w:p w14:paraId="621A2A8F" w14:textId="77777777" w:rsidR="002702FD" w:rsidRPr="002702FD" w:rsidRDefault="002702FD" w:rsidP="002702FD">
            <w:pPr>
              <w:pStyle w:val="SIBulletList2"/>
            </w:pPr>
            <w:r w:rsidRPr="002702FD">
              <w:t>skills must be demonstrated in an environment that accurately represents workplace conditions</w:t>
            </w:r>
          </w:p>
          <w:p w14:paraId="20DFA6A3" w14:textId="77777777" w:rsidR="002702FD" w:rsidRPr="002702FD" w:rsidRDefault="002702FD" w:rsidP="002702FD">
            <w:pPr>
              <w:pStyle w:val="SIBulletList1"/>
            </w:pPr>
            <w:r w:rsidRPr="002702FD">
              <w:t>resources, equipment and materials:</w:t>
            </w:r>
          </w:p>
          <w:p w14:paraId="12BD9088" w14:textId="77777777" w:rsidR="00AA4851" w:rsidRPr="00AA4851" w:rsidRDefault="00AA4851" w:rsidP="002702FD">
            <w:pPr>
              <w:pStyle w:val="SIBulletList2"/>
            </w:pPr>
            <w:r w:rsidRPr="00AA4851">
              <w:t>mechanical stress-graders or high speed mechanical graders</w:t>
            </w:r>
          </w:p>
          <w:p w14:paraId="0D5E7C90" w14:textId="77777777" w:rsidR="00AA4851" w:rsidRPr="00AA4851" w:rsidRDefault="00AA4851" w:rsidP="002702FD">
            <w:pPr>
              <w:pStyle w:val="SIBulletList2"/>
            </w:pPr>
            <w:r w:rsidRPr="00AA4851">
              <w:t>spray guns</w:t>
            </w:r>
          </w:p>
          <w:p w14:paraId="7CDD5AE7" w14:textId="77777777" w:rsidR="00AA4851" w:rsidRPr="00AA4851" w:rsidRDefault="00AA4851" w:rsidP="002702FD">
            <w:pPr>
              <w:pStyle w:val="SIBulletList2"/>
            </w:pPr>
            <w:r w:rsidRPr="00AA4851">
              <w:t>branding rolls</w:t>
            </w:r>
          </w:p>
          <w:p w14:paraId="52F551C5" w14:textId="77777777" w:rsidR="00AA4851" w:rsidRPr="00AA4851" w:rsidRDefault="00AA4851" w:rsidP="002702FD">
            <w:pPr>
              <w:pStyle w:val="SIBulletList2"/>
            </w:pPr>
            <w:r w:rsidRPr="00AA4851">
              <w:t>maintenance tools and equipment for mechanical stress graders</w:t>
            </w:r>
          </w:p>
          <w:p w14:paraId="284EC42A" w14:textId="77777777" w:rsidR="00AA4851" w:rsidRPr="00AA4851" w:rsidRDefault="00AA4851" w:rsidP="002702FD">
            <w:pPr>
              <w:pStyle w:val="SIBulletList2"/>
            </w:pPr>
            <w:r w:rsidRPr="00AA4851">
              <w:lastRenderedPageBreak/>
              <w:t>verification panels</w:t>
            </w:r>
          </w:p>
          <w:p w14:paraId="70C851AD" w14:textId="77777777" w:rsidR="00AA4851" w:rsidRPr="00AA4851" w:rsidRDefault="00AA4851" w:rsidP="002702FD">
            <w:pPr>
              <w:pStyle w:val="SIBulletList2"/>
            </w:pPr>
            <w:r w:rsidRPr="00AA4851">
              <w:t>consumable dye</w:t>
            </w:r>
          </w:p>
          <w:p w14:paraId="4FF2528E" w14:textId="628DC312" w:rsidR="00AA4851" w:rsidRPr="00AA4851" w:rsidRDefault="00AA4851" w:rsidP="002702FD">
            <w:pPr>
              <w:pStyle w:val="SIBulletList2"/>
            </w:pPr>
            <w:r w:rsidRPr="00AA4851">
              <w:t xml:space="preserve">personal protective equipment suitable for mechanically stress grading </w:t>
            </w:r>
            <w:r w:rsidR="004642CD">
              <w:t xml:space="preserve">engineered wood </w:t>
            </w:r>
            <w:r w:rsidRPr="00AA4851">
              <w:t>panels</w:t>
            </w:r>
          </w:p>
          <w:p w14:paraId="3CB496FA" w14:textId="2880493A" w:rsidR="00AA4851" w:rsidRDefault="00AA4851" w:rsidP="002702FD">
            <w:pPr>
              <w:pStyle w:val="SIBulletList2"/>
            </w:pPr>
            <w:r w:rsidRPr="00AA4851">
              <w:t xml:space="preserve">a diverse range of commercial </w:t>
            </w:r>
            <w:r w:rsidR="004642CD">
              <w:t xml:space="preserve">engineered wood </w:t>
            </w:r>
            <w:r w:rsidRPr="00AA4851">
              <w:t>panels</w:t>
            </w:r>
            <w:r w:rsidR="002702FD">
              <w:t xml:space="preserve"> including </w:t>
            </w:r>
            <w:r w:rsidRPr="00AA4851">
              <w:t>laminated veneer</w:t>
            </w:r>
            <w:r w:rsidR="002702FD">
              <w:t xml:space="preserve">, </w:t>
            </w:r>
            <w:r w:rsidRPr="00AA4851">
              <w:t>medium density fibreboard</w:t>
            </w:r>
            <w:r w:rsidR="002702FD">
              <w:t xml:space="preserve">, </w:t>
            </w:r>
            <w:r w:rsidRPr="00AA4851">
              <w:t>chipboard</w:t>
            </w:r>
            <w:r w:rsidR="002702FD">
              <w:t xml:space="preserve">, </w:t>
            </w:r>
            <w:r w:rsidRPr="00AA4851">
              <w:t>fibreboard</w:t>
            </w:r>
            <w:r w:rsidR="002702FD">
              <w:t xml:space="preserve">, </w:t>
            </w:r>
            <w:r w:rsidRPr="00AA4851">
              <w:t xml:space="preserve">plywood </w:t>
            </w:r>
          </w:p>
          <w:p w14:paraId="3CCA0FDD" w14:textId="77777777" w:rsidR="002702FD" w:rsidRPr="002702FD" w:rsidRDefault="002702FD" w:rsidP="002702FD">
            <w:pPr>
              <w:pStyle w:val="SIBulletList1"/>
            </w:pPr>
            <w:r w:rsidRPr="002702FD">
              <w:rPr>
                <w:rFonts w:eastAsia="Calibri"/>
              </w:rPr>
              <w:t>specifications:</w:t>
            </w:r>
          </w:p>
          <w:p w14:paraId="7710C750" w14:textId="2592F183" w:rsidR="00AA4851" w:rsidRPr="00AA4851" w:rsidRDefault="00AA4851" w:rsidP="002702FD">
            <w:pPr>
              <w:pStyle w:val="SIBulletList2"/>
            </w:pPr>
            <w:r w:rsidRPr="00AA4851">
              <w:t xml:space="preserve">manufacturer instructions for use and maintenance of </w:t>
            </w:r>
            <w:r w:rsidR="004642CD">
              <w:t xml:space="preserve">mechanical grading </w:t>
            </w:r>
            <w:r w:rsidRPr="00AA4851">
              <w:t>equipment</w:t>
            </w:r>
          </w:p>
          <w:p w14:paraId="59BB47BD" w14:textId="79DBE90C" w:rsidR="00AA4851" w:rsidRPr="00AA4851" w:rsidRDefault="00AA4851" w:rsidP="002702FD">
            <w:pPr>
              <w:pStyle w:val="SIBulletList2"/>
            </w:pPr>
            <w:r w:rsidRPr="00AA4851">
              <w:t xml:space="preserve">work order with specific instructions for types and quantities of </w:t>
            </w:r>
            <w:r w:rsidR="00313E17">
              <w:t xml:space="preserve">engineered wood </w:t>
            </w:r>
            <w:r w:rsidRPr="00AA4851">
              <w:t>panels to be graded</w:t>
            </w:r>
          </w:p>
          <w:p w14:paraId="00BC0B49" w14:textId="77777777" w:rsidR="00AA4851" w:rsidRDefault="00AA4851" w:rsidP="002702FD">
            <w:pPr>
              <w:pStyle w:val="SIBulletList2"/>
            </w:pPr>
            <w:r w:rsidRPr="00AA4851">
              <w:t>template documents for recording production outcomes, equipment faults and maintenance requirements</w:t>
            </w:r>
          </w:p>
          <w:p w14:paraId="2FE668DD" w14:textId="42DB4384" w:rsidR="00366805" w:rsidRPr="00F86D87" w:rsidRDefault="004642CD" w:rsidP="00567A4C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AA4851">
              <w:t xml:space="preserve"> </w:t>
            </w:r>
            <w:r w:rsidR="00AA4851" w:rsidRPr="00AA4851">
              <w:t xml:space="preserve">procedures for mechanically stress grading </w:t>
            </w:r>
            <w:r w:rsidR="00313E17">
              <w:t xml:space="preserve">engineered wood </w:t>
            </w:r>
            <w:r w:rsidR="00AA4851" w:rsidRPr="00AA4851">
              <w:t>panels</w:t>
            </w:r>
            <w:r w:rsidRPr="00C84181">
              <w:t xml:space="preserve"> </w:t>
            </w:r>
            <w:r>
              <w:t xml:space="preserve">including </w:t>
            </w:r>
            <w:r w:rsidRPr="00C84181">
              <w:t>health and safety and emergency procedures</w:t>
            </w:r>
            <w:r>
              <w:t xml:space="preserve"> and </w:t>
            </w:r>
            <w:r w:rsidRPr="00C84181">
              <w:t>environmental protection procedures</w:t>
            </w:r>
            <w:r>
              <w:t>.</w:t>
            </w:r>
          </w:p>
          <w:p w14:paraId="72FE4D64" w14:textId="77777777" w:rsidR="0021210E" w:rsidRDefault="0021210E" w:rsidP="000754EC">
            <w:pPr>
              <w:pStyle w:val="SIText"/>
            </w:pPr>
          </w:p>
          <w:p w14:paraId="670C2F9A" w14:textId="4A2473DA" w:rsidR="00F1480E" w:rsidRPr="000754EC" w:rsidRDefault="002702FD" w:rsidP="00AA4851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2702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786E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19F03C" w14:textId="77777777" w:rsidTr="004679E3">
        <w:tc>
          <w:tcPr>
            <w:tcW w:w="990" w:type="pct"/>
            <w:shd w:val="clear" w:color="auto" w:fill="auto"/>
          </w:tcPr>
          <w:p w14:paraId="1EA709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302B3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7F758E4" w14:textId="4C05892E" w:rsidR="00F1480E" w:rsidRPr="000754EC" w:rsidRDefault="00CF592B" w:rsidP="00AA4851">
            <w:pPr>
              <w:pStyle w:val="SIText"/>
            </w:pPr>
            <w:hyperlink r:id="rId12" w:history="1">
              <w:r w:rsidR="002702FD" w:rsidRPr="002702FD">
                <w:t>https://vetnet.education.gov.au/Pages/TrainingDocs.aspx?q=0d96fe23-5747-4c01-9d6f-3509ff8d3d47</w:t>
              </w:r>
            </w:hyperlink>
          </w:p>
        </w:tc>
      </w:tr>
    </w:tbl>
    <w:p w14:paraId="0921D34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614EC" w14:textId="77777777" w:rsidR="009300B6" w:rsidRDefault="009300B6" w:rsidP="00BF3F0A">
      <w:r>
        <w:separator/>
      </w:r>
    </w:p>
    <w:p w14:paraId="040D7941" w14:textId="77777777" w:rsidR="009300B6" w:rsidRDefault="009300B6"/>
  </w:endnote>
  <w:endnote w:type="continuationSeparator" w:id="0">
    <w:p w14:paraId="2FCC47AF" w14:textId="77777777" w:rsidR="009300B6" w:rsidRDefault="009300B6" w:rsidP="00BF3F0A">
      <w:r>
        <w:continuationSeparator/>
      </w:r>
    </w:p>
    <w:p w14:paraId="4AE6C72F" w14:textId="77777777" w:rsidR="009300B6" w:rsidRDefault="00930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7BCDA" w14:textId="2FB10CB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592B">
          <w:rPr>
            <w:noProof/>
          </w:rPr>
          <w:t>1</w:t>
        </w:r>
        <w:r w:rsidRPr="000754EC">
          <w:fldChar w:fldCharType="end"/>
        </w:r>
      </w:p>
      <w:p w14:paraId="2AA4B038" w14:textId="5AE8E9BB" w:rsidR="00D810DE" w:rsidRDefault="00CF592B" w:rsidP="005F771F">
        <w:pPr>
          <w:pStyle w:val="SIText"/>
        </w:pPr>
      </w:p>
    </w:sdtContent>
  </w:sdt>
  <w:p w14:paraId="0B0910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DEE71" w14:textId="77777777" w:rsidR="009300B6" w:rsidRDefault="009300B6" w:rsidP="00BF3F0A">
      <w:r>
        <w:separator/>
      </w:r>
    </w:p>
    <w:p w14:paraId="73614E19" w14:textId="77777777" w:rsidR="009300B6" w:rsidRDefault="009300B6"/>
  </w:footnote>
  <w:footnote w:type="continuationSeparator" w:id="0">
    <w:p w14:paraId="0A94F984" w14:textId="77777777" w:rsidR="009300B6" w:rsidRDefault="009300B6" w:rsidP="00BF3F0A">
      <w:r>
        <w:continuationSeparator/>
      </w:r>
    </w:p>
    <w:p w14:paraId="1034E2F2" w14:textId="77777777" w:rsidR="009300B6" w:rsidRDefault="00930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F35FF" w14:textId="663BD644" w:rsidR="009C2650" w:rsidRPr="000754EC" w:rsidRDefault="00CF592B" w:rsidP="00146EEC">
    <w:pPr>
      <w:pStyle w:val="SIText"/>
    </w:pPr>
    <w:sdt>
      <w:sdtPr>
        <w:id w:val="-156570946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FF705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0260">
      <w:fldChar w:fldCharType="begin"/>
    </w:r>
    <w:r w:rsidR="00360260">
      <w:instrText xml:space="preserve"> TITLE   \* MERGEFORMAT </w:instrText>
    </w:r>
    <w:r w:rsidR="00360260">
      <w:fldChar w:fldCharType="separate"/>
    </w:r>
    <w:r w:rsidR="00D65298">
      <w:t>FWPCOT3XXX</w:t>
    </w:r>
    <w:r w:rsidR="009300B6">
      <w:t xml:space="preserve"> Mechanically stress grade </w:t>
    </w:r>
    <w:r w:rsidR="00AF66DE">
      <w:t xml:space="preserve">engineered wood </w:t>
    </w:r>
    <w:r w:rsidR="009300B6">
      <w:t>panels</w:t>
    </w:r>
    <w:r w:rsidR="0036026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DI1NjM1NrE0MDZS0lEKTi0uzszPAymwqAUAm5Mj9ywAAAA="/>
  </w:docVars>
  <w:rsids>
    <w:rsidRoot w:val="009300B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3EA"/>
    <w:rsid w:val="00041E59"/>
    <w:rsid w:val="00064BFE"/>
    <w:rsid w:val="00070B3E"/>
    <w:rsid w:val="00071F95"/>
    <w:rsid w:val="000737BB"/>
    <w:rsid w:val="00074E47"/>
    <w:rsid w:val="0007509E"/>
    <w:rsid w:val="000754EC"/>
    <w:rsid w:val="0009093B"/>
    <w:rsid w:val="00096171"/>
    <w:rsid w:val="000A5441"/>
    <w:rsid w:val="000C149A"/>
    <w:rsid w:val="000C224E"/>
    <w:rsid w:val="000C51BE"/>
    <w:rsid w:val="000E25E6"/>
    <w:rsid w:val="000E2C86"/>
    <w:rsid w:val="000F2193"/>
    <w:rsid w:val="000F29F2"/>
    <w:rsid w:val="00101659"/>
    <w:rsid w:val="001078BF"/>
    <w:rsid w:val="001152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3CB"/>
    <w:rsid w:val="001D5C1B"/>
    <w:rsid w:val="001D7F5B"/>
    <w:rsid w:val="001E16BC"/>
    <w:rsid w:val="001E16DF"/>
    <w:rsid w:val="001E5AB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02FD"/>
    <w:rsid w:val="00276112"/>
    <w:rsid w:val="00276DB8"/>
    <w:rsid w:val="00282664"/>
    <w:rsid w:val="00285FB8"/>
    <w:rsid w:val="002970C3"/>
    <w:rsid w:val="002A4CD3"/>
    <w:rsid w:val="002A6CC4"/>
    <w:rsid w:val="002B3E07"/>
    <w:rsid w:val="002C55E9"/>
    <w:rsid w:val="002D0C8B"/>
    <w:rsid w:val="002D29C7"/>
    <w:rsid w:val="002D330A"/>
    <w:rsid w:val="002E170C"/>
    <w:rsid w:val="002E193E"/>
    <w:rsid w:val="002F0B9D"/>
    <w:rsid w:val="00305954"/>
    <w:rsid w:val="00310A6A"/>
    <w:rsid w:val="00313E17"/>
    <w:rsid w:val="003144E6"/>
    <w:rsid w:val="003340D3"/>
    <w:rsid w:val="00337E82"/>
    <w:rsid w:val="00346FDC"/>
    <w:rsid w:val="00350BB1"/>
    <w:rsid w:val="00352C83"/>
    <w:rsid w:val="003532FC"/>
    <w:rsid w:val="00360260"/>
    <w:rsid w:val="00366805"/>
    <w:rsid w:val="0037067D"/>
    <w:rsid w:val="0038735B"/>
    <w:rsid w:val="003916D1"/>
    <w:rsid w:val="003929C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938"/>
    <w:rsid w:val="003F364C"/>
    <w:rsid w:val="004127E3"/>
    <w:rsid w:val="0043212E"/>
    <w:rsid w:val="00434366"/>
    <w:rsid w:val="00434ECE"/>
    <w:rsid w:val="00444423"/>
    <w:rsid w:val="00452F3E"/>
    <w:rsid w:val="004640AE"/>
    <w:rsid w:val="004642CD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61A"/>
    <w:rsid w:val="00510400"/>
    <w:rsid w:val="00511ED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EC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152"/>
    <w:rsid w:val="005E51E6"/>
    <w:rsid w:val="005F027A"/>
    <w:rsid w:val="005F33CC"/>
    <w:rsid w:val="005F771F"/>
    <w:rsid w:val="006121D4"/>
    <w:rsid w:val="00613B49"/>
    <w:rsid w:val="00616845"/>
    <w:rsid w:val="00620E8E"/>
    <w:rsid w:val="00626E26"/>
    <w:rsid w:val="00633CFE"/>
    <w:rsid w:val="00634FCA"/>
    <w:rsid w:val="00643D1B"/>
    <w:rsid w:val="006452B8"/>
    <w:rsid w:val="00647E50"/>
    <w:rsid w:val="00652E62"/>
    <w:rsid w:val="00663B60"/>
    <w:rsid w:val="00686A49"/>
    <w:rsid w:val="00687B62"/>
    <w:rsid w:val="00690C44"/>
    <w:rsid w:val="00691643"/>
    <w:rsid w:val="006969D9"/>
    <w:rsid w:val="006A2B68"/>
    <w:rsid w:val="006B319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BAF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FF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8C"/>
    <w:rsid w:val="008A12ED"/>
    <w:rsid w:val="008A39D3"/>
    <w:rsid w:val="008B2C77"/>
    <w:rsid w:val="008B4AD2"/>
    <w:rsid w:val="008B7138"/>
    <w:rsid w:val="008E260C"/>
    <w:rsid w:val="008E39BE"/>
    <w:rsid w:val="008E62EC"/>
    <w:rsid w:val="008E7236"/>
    <w:rsid w:val="008E7645"/>
    <w:rsid w:val="008F32F6"/>
    <w:rsid w:val="00916CD7"/>
    <w:rsid w:val="00920927"/>
    <w:rsid w:val="00921B38"/>
    <w:rsid w:val="00923720"/>
    <w:rsid w:val="009278C9"/>
    <w:rsid w:val="009300B6"/>
    <w:rsid w:val="00932CD7"/>
    <w:rsid w:val="00944C09"/>
    <w:rsid w:val="009527CB"/>
    <w:rsid w:val="00953835"/>
    <w:rsid w:val="00960F6C"/>
    <w:rsid w:val="009610CF"/>
    <w:rsid w:val="00970747"/>
    <w:rsid w:val="009748B3"/>
    <w:rsid w:val="00974F3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31B4"/>
    <w:rsid w:val="00A5092E"/>
    <w:rsid w:val="00A554D6"/>
    <w:rsid w:val="00A56E14"/>
    <w:rsid w:val="00A6476B"/>
    <w:rsid w:val="00A76C6C"/>
    <w:rsid w:val="00A87356"/>
    <w:rsid w:val="00A92DD1"/>
    <w:rsid w:val="00AA485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6DE"/>
    <w:rsid w:val="00B12013"/>
    <w:rsid w:val="00B22C67"/>
    <w:rsid w:val="00B249AA"/>
    <w:rsid w:val="00B25347"/>
    <w:rsid w:val="00B27E30"/>
    <w:rsid w:val="00B3508F"/>
    <w:rsid w:val="00B3763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18D6"/>
    <w:rsid w:val="00BE464B"/>
    <w:rsid w:val="00BF1D4C"/>
    <w:rsid w:val="00BF3F0A"/>
    <w:rsid w:val="00C12EE7"/>
    <w:rsid w:val="00C143C3"/>
    <w:rsid w:val="00C1739B"/>
    <w:rsid w:val="00C21ADE"/>
    <w:rsid w:val="00C26067"/>
    <w:rsid w:val="00C30A29"/>
    <w:rsid w:val="00C317DC"/>
    <w:rsid w:val="00C32580"/>
    <w:rsid w:val="00C578E9"/>
    <w:rsid w:val="00C70626"/>
    <w:rsid w:val="00C72860"/>
    <w:rsid w:val="00C73582"/>
    <w:rsid w:val="00C73B90"/>
    <w:rsid w:val="00C742EC"/>
    <w:rsid w:val="00C84181"/>
    <w:rsid w:val="00C96AF3"/>
    <w:rsid w:val="00C97CCC"/>
    <w:rsid w:val="00CA0274"/>
    <w:rsid w:val="00CA41C4"/>
    <w:rsid w:val="00CB2ACF"/>
    <w:rsid w:val="00CB746F"/>
    <w:rsid w:val="00CC451E"/>
    <w:rsid w:val="00CD197B"/>
    <w:rsid w:val="00CD4E9D"/>
    <w:rsid w:val="00CD4F4D"/>
    <w:rsid w:val="00CE7D19"/>
    <w:rsid w:val="00CF0CF5"/>
    <w:rsid w:val="00CF2B3E"/>
    <w:rsid w:val="00CF592B"/>
    <w:rsid w:val="00D0201F"/>
    <w:rsid w:val="00D03685"/>
    <w:rsid w:val="00D07D4E"/>
    <w:rsid w:val="00D115AA"/>
    <w:rsid w:val="00D145BE"/>
    <w:rsid w:val="00D20C57"/>
    <w:rsid w:val="00D25D16"/>
    <w:rsid w:val="00D276AA"/>
    <w:rsid w:val="00D32124"/>
    <w:rsid w:val="00D35625"/>
    <w:rsid w:val="00D54C76"/>
    <w:rsid w:val="00D65298"/>
    <w:rsid w:val="00D71E43"/>
    <w:rsid w:val="00D727F3"/>
    <w:rsid w:val="00D73695"/>
    <w:rsid w:val="00D810DE"/>
    <w:rsid w:val="00D87D32"/>
    <w:rsid w:val="00D91188"/>
    <w:rsid w:val="00D92C83"/>
    <w:rsid w:val="00D95DE1"/>
    <w:rsid w:val="00DA0A81"/>
    <w:rsid w:val="00DA3C10"/>
    <w:rsid w:val="00DA53B5"/>
    <w:rsid w:val="00DC0EDD"/>
    <w:rsid w:val="00DC1D69"/>
    <w:rsid w:val="00DC233E"/>
    <w:rsid w:val="00DC5A3A"/>
    <w:rsid w:val="00DD0726"/>
    <w:rsid w:val="00DE0AE1"/>
    <w:rsid w:val="00DE457A"/>
    <w:rsid w:val="00E238E6"/>
    <w:rsid w:val="00E35064"/>
    <w:rsid w:val="00E3681D"/>
    <w:rsid w:val="00E40225"/>
    <w:rsid w:val="00E44823"/>
    <w:rsid w:val="00E501F0"/>
    <w:rsid w:val="00E6166D"/>
    <w:rsid w:val="00E91BFF"/>
    <w:rsid w:val="00E92933"/>
    <w:rsid w:val="00E94FAD"/>
    <w:rsid w:val="00EB095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E0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D87"/>
    <w:rsid w:val="00FA1EDF"/>
    <w:rsid w:val="00FA297F"/>
    <w:rsid w:val="00FB232E"/>
    <w:rsid w:val="00FB326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A15D0E"/>
  <w15:docId w15:val="{95F8AB58-A6F6-4A13-8C94-1B5FF445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300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300B6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74F30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663B60"/>
    <w:pPr>
      <w:ind w:left="72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663B60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6FA16C-DFBF-4027-B02C-60E6EF662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4D2D0-F2AA-4F89-87B2-A69ECED6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107</TotalTime>
  <Pages>5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71</cp:revision>
  <cp:lastPrinted>2016-05-27T05:21:00Z</cp:lastPrinted>
  <dcterms:created xsi:type="dcterms:W3CDTF">2017-12-11T03:52:00Z</dcterms:created>
  <dcterms:modified xsi:type="dcterms:W3CDTF">2018-08-28T00:41:00Z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