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D02E01"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66519A83" w14:textId="77777777" w:rsidTr="0035000E">
        <w:tc>
          <w:tcPr>
            <w:tcW w:w="2689" w:type="dxa"/>
          </w:tcPr>
          <w:p w14:paraId="7481BDEB" w14:textId="77777777" w:rsidR="00F1480E" w:rsidRPr="000754EC" w:rsidRDefault="00830267" w:rsidP="000754EC">
            <w:pPr>
              <w:pStyle w:val="SIText-Bold"/>
            </w:pPr>
            <w:r w:rsidRPr="00A326C2">
              <w:t>Release</w:t>
            </w:r>
          </w:p>
        </w:tc>
        <w:tc>
          <w:tcPr>
            <w:tcW w:w="7162" w:type="dxa"/>
          </w:tcPr>
          <w:p w14:paraId="305FCD3E" w14:textId="77777777" w:rsidR="00F1480E" w:rsidRPr="000754EC" w:rsidRDefault="00830267" w:rsidP="000754EC">
            <w:pPr>
              <w:pStyle w:val="SIText-Bold"/>
            </w:pPr>
            <w:r w:rsidRPr="00A326C2">
              <w:t>Comments</w:t>
            </w:r>
          </w:p>
        </w:tc>
      </w:tr>
      <w:tr w:rsidR="00F1480E" w14:paraId="2B090EB7" w14:textId="77777777" w:rsidTr="0035000E">
        <w:tc>
          <w:tcPr>
            <w:tcW w:w="2689" w:type="dxa"/>
          </w:tcPr>
          <w:p w14:paraId="63A18F5F" w14:textId="3336F8D7" w:rsidR="00F1480E" w:rsidRPr="000754EC" w:rsidRDefault="00F1480E" w:rsidP="000754EC">
            <w:pPr>
              <w:pStyle w:val="SIText"/>
            </w:pPr>
            <w:r w:rsidRPr="00CC451E">
              <w:t>Release</w:t>
            </w:r>
            <w:r w:rsidR="00337E82" w:rsidRPr="000754EC">
              <w:t xml:space="preserve"> </w:t>
            </w:r>
            <w:r w:rsidR="0031352E">
              <w:t>1</w:t>
            </w:r>
          </w:p>
        </w:tc>
        <w:tc>
          <w:tcPr>
            <w:tcW w:w="7162" w:type="dxa"/>
          </w:tcPr>
          <w:p w14:paraId="48060C0C" w14:textId="64F12BA1" w:rsidR="00F1480E" w:rsidRPr="000754EC" w:rsidRDefault="0035000E" w:rsidP="0035000E">
            <w:r w:rsidRPr="0035000E">
              <w:t xml:space="preserve">This version released with </w:t>
            </w:r>
            <w:proofErr w:type="spellStart"/>
            <w:r w:rsidRPr="0035000E">
              <w:t>FBP</w:t>
            </w:r>
            <w:proofErr w:type="spellEnd"/>
            <w:r w:rsidRPr="0035000E">
              <w:t xml:space="preserve"> Fo</w:t>
            </w:r>
            <w:r w:rsidR="007419FE">
              <w:t>od, Beverage and Pharmaceutical</w:t>
            </w:r>
            <w:r w:rsidRPr="0035000E">
              <w:t xml:space="preserve"> Training Package </w:t>
            </w:r>
            <w:r w:rsidR="003C362B">
              <w:t>V</w:t>
            </w:r>
            <w:r w:rsidRPr="0035000E">
              <w:t xml:space="preserve">ersion </w:t>
            </w:r>
            <w:r w:rsidR="00B9606C">
              <w:t>3</w:t>
            </w:r>
            <w:r w:rsidRPr="0035000E">
              <w:t>.0.</w:t>
            </w:r>
          </w:p>
        </w:tc>
      </w:tr>
    </w:tbl>
    <w:p w14:paraId="15863A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D5E1DF5" w14:textId="77777777" w:rsidTr="00CA2922">
        <w:trPr>
          <w:tblHeader/>
        </w:trPr>
        <w:tc>
          <w:tcPr>
            <w:tcW w:w="1396" w:type="pct"/>
            <w:shd w:val="clear" w:color="auto" w:fill="auto"/>
          </w:tcPr>
          <w:p w14:paraId="598301A8" w14:textId="2E658DCD" w:rsidR="00F1480E" w:rsidRPr="000754EC" w:rsidRDefault="00B9606C" w:rsidP="000754EC">
            <w:pPr>
              <w:pStyle w:val="SIUNITCODE"/>
            </w:pPr>
            <w:r w:rsidRPr="005C1952">
              <w:t>FBP</w:t>
            </w:r>
            <w:r w:rsidR="00D02B81">
              <w:t>TEC</w:t>
            </w:r>
            <w:r>
              <w:t>4</w:t>
            </w:r>
            <w:r w:rsidR="008C5A5D">
              <w:t>01</w:t>
            </w:r>
            <w:r w:rsidR="00610E86">
              <w:t>6</w:t>
            </w:r>
          </w:p>
        </w:tc>
        <w:tc>
          <w:tcPr>
            <w:tcW w:w="3604" w:type="pct"/>
            <w:shd w:val="clear" w:color="auto" w:fill="auto"/>
          </w:tcPr>
          <w:p w14:paraId="11E37076" w14:textId="40EEE55E" w:rsidR="00F1480E" w:rsidRPr="000754EC" w:rsidRDefault="004A4EF2" w:rsidP="000754EC">
            <w:pPr>
              <w:pStyle w:val="SIUnittitle"/>
            </w:pPr>
            <w:r>
              <w:t xml:space="preserve">Produce </w:t>
            </w:r>
            <w:r w:rsidR="0013189E">
              <w:t xml:space="preserve">fruit-based </w:t>
            </w:r>
            <w:r>
              <w:t>wash for distillation</w:t>
            </w:r>
          </w:p>
        </w:tc>
      </w:tr>
      <w:tr w:rsidR="00F1480E" w:rsidRPr="00963A46" w14:paraId="029A1441" w14:textId="77777777" w:rsidTr="00CA2922">
        <w:tc>
          <w:tcPr>
            <w:tcW w:w="1396" w:type="pct"/>
            <w:shd w:val="clear" w:color="auto" w:fill="auto"/>
          </w:tcPr>
          <w:p w14:paraId="7EB01797" w14:textId="77777777" w:rsidR="00F1480E" w:rsidRPr="000754EC" w:rsidRDefault="00FD557D" w:rsidP="000754EC">
            <w:pPr>
              <w:pStyle w:val="SIHeading2"/>
            </w:pPr>
            <w:r w:rsidRPr="00FD557D">
              <w:t>Application</w:t>
            </w:r>
          </w:p>
          <w:p w14:paraId="44860905" w14:textId="77777777" w:rsidR="00FD557D" w:rsidRPr="00923720" w:rsidRDefault="00FD557D" w:rsidP="000754EC">
            <w:pPr>
              <w:pStyle w:val="SIHeading2"/>
            </w:pPr>
          </w:p>
        </w:tc>
        <w:tc>
          <w:tcPr>
            <w:tcW w:w="3604" w:type="pct"/>
            <w:shd w:val="clear" w:color="auto" w:fill="auto"/>
          </w:tcPr>
          <w:p w14:paraId="76385976" w14:textId="08FDD043" w:rsidR="006E7AE2" w:rsidRDefault="006E7AE2" w:rsidP="006E7AE2">
            <w:pPr>
              <w:pStyle w:val="SIText"/>
            </w:pPr>
            <w:r w:rsidRPr="006E7AE2">
              <w:t xml:space="preserve">This unit of competency describes the skills and knowledge required to </w:t>
            </w:r>
            <w:r w:rsidR="000C52C3">
              <w:t>prepare and ferment a wash for the distillation of spirit</w:t>
            </w:r>
            <w:r w:rsidR="00C41E99">
              <w:t xml:space="preserve"> made from raw materials such as fruit</w:t>
            </w:r>
            <w:r w:rsidR="0013189E">
              <w:t xml:space="preserve"> and vegetables.</w:t>
            </w:r>
          </w:p>
          <w:p w14:paraId="6DE516BC" w14:textId="77777777" w:rsidR="005C1952" w:rsidRPr="005C1952" w:rsidRDefault="005C1952" w:rsidP="005C1952">
            <w:pPr>
              <w:pStyle w:val="SIText"/>
            </w:pPr>
          </w:p>
          <w:p w14:paraId="016AC134" w14:textId="1323B701" w:rsidR="000C52C3" w:rsidRPr="000C52C3" w:rsidRDefault="000C52C3" w:rsidP="000C52C3">
            <w:pPr>
              <w:pStyle w:val="SIText"/>
            </w:pPr>
            <w:r w:rsidRPr="000C52C3">
              <w:t>This unit applies to workers who have responsibility for overseeing the operations of fermented beverages and the quality assurance requirements associated with those products. It may include supervising the work of others.</w:t>
            </w:r>
          </w:p>
          <w:p w14:paraId="6632AADA" w14:textId="77777777" w:rsidR="005C1952" w:rsidRPr="005C1952" w:rsidRDefault="005C1952" w:rsidP="005C1952">
            <w:pPr>
              <w:pStyle w:val="SIText"/>
            </w:pPr>
          </w:p>
          <w:p w14:paraId="7D1AA788" w14:textId="6097E83F" w:rsidR="00F1480E" w:rsidRPr="005C1952" w:rsidRDefault="00C3311D" w:rsidP="005C1952">
            <w:pPr>
              <w:pStyle w:val="SIText"/>
            </w:pPr>
            <w:r w:rsidRPr="00C3311D">
              <w:t xml:space="preserve">Legislative requirements relating to </w:t>
            </w:r>
            <w:r w:rsidR="00642A07">
              <w:t>producing</w:t>
            </w:r>
            <w:r w:rsidRPr="00C3311D">
              <w:t xml:space="preserve"> alcohol apply to this unit. Users are advised to check current requirements with the Australian Tax</w:t>
            </w:r>
            <w:r w:rsidR="003C362B">
              <w:t>ation</w:t>
            </w:r>
            <w:r w:rsidRPr="00C3311D">
              <w:t xml:space="preserve"> Office</w:t>
            </w:r>
            <w:r>
              <w:t xml:space="preserve">, </w:t>
            </w:r>
            <w:r w:rsidRPr="00C3311D">
              <w:t>state/territory liquor licensing and health agencies.</w:t>
            </w:r>
            <w:r w:rsidR="00310A6A" w:rsidRPr="005C1952">
              <w:br/>
            </w:r>
          </w:p>
        </w:tc>
      </w:tr>
      <w:tr w:rsidR="00BD16FC" w:rsidRPr="00963A46" w14:paraId="304BD04D" w14:textId="77777777" w:rsidTr="00CA2922">
        <w:tc>
          <w:tcPr>
            <w:tcW w:w="1396" w:type="pct"/>
            <w:shd w:val="clear" w:color="auto" w:fill="auto"/>
          </w:tcPr>
          <w:p w14:paraId="6C07C13A" w14:textId="77777777" w:rsidR="00BD16FC" w:rsidRPr="00BD16FC" w:rsidRDefault="00BD16FC" w:rsidP="00BD16FC">
            <w:pPr>
              <w:pStyle w:val="SIHeading2"/>
            </w:pPr>
            <w:r w:rsidRPr="00BD16FC">
              <w:t>Prerequisite Unit</w:t>
            </w:r>
          </w:p>
        </w:tc>
        <w:tc>
          <w:tcPr>
            <w:tcW w:w="3604" w:type="pct"/>
            <w:shd w:val="clear" w:color="auto" w:fill="auto"/>
          </w:tcPr>
          <w:p w14:paraId="008CB015" w14:textId="77777777" w:rsidR="00BD16FC" w:rsidRPr="00BD16FC" w:rsidRDefault="00BD16FC" w:rsidP="00BD16FC">
            <w:pPr>
              <w:pStyle w:val="SIText"/>
            </w:pPr>
            <w:r w:rsidRPr="00BD16FC">
              <w:t>Nil</w:t>
            </w:r>
          </w:p>
        </w:tc>
      </w:tr>
      <w:tr w:rsidR="00BD16FC" w:rsidRPr="00963A46" w14:paraId="405D90C8" w14:textId="77777777" w:rsidTr="00CA2922">
        <w:tc>
          <w:tcPr>
            <w:tcW w:w="1396" w:type="pct"/>
            <w:shd w:val="clear" w:color="auto" w:fill="auto"/>
          </w:tcPr>
          <w:p w14:paraId="6782D610" w14:textId="77777777" w:rsidR="00BD16FC" w:rsidRPr="00BD16FC" w:rsidRDefault="00BD16FC" w:rsidP="00BD16FC">
            <w:pPr>
              <w:pStyle w:val="SIHeading2"/>
            </w:pPr>
            <w:r w:rsidRPr="00BD16FC">
              <w:t>Unit Sector</w:t>
            </w:r>
          </w:p>
        </w:tc>
        <w:tc>
          <w:tcPr>
            <w:tcW w:w="3604" w:type="pct"/>
            <w:shd w:val="clear" w:color="auto" w:fill="auto"/>
          </w:tcPr>
          <w:p w14:paraId="215B2315" w14:textId="0E57CFE3" w:rsidR="00BD16FC" w:rsidRPr="00BD16FC" w:rsidRDefault="003B5562" w:rsidP="00BD16FC">
            <w:pPr>
              <w:pStyle w:val="SIText"/>
            </w:pPr>
            <w:r>
              <w:t>Technical (TEC)</w:t>
            </w:r>
          </w:p>
        </w:tc>
      </w:tr>
    </w:tbl>
    <w:p w14:paraId="60880C5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6396410" w14:textId="77777777" w:rsidTr="00CA2922">
        <w:trPr>
          <w:cantSplit/>
          <w:tblHeader/>
        </w:trPr>
        <w:tc>
          <w:tcPr>
            <w:tcW w:w="1396" w:type="pct"/>
            <w:tcBorders>
              <w:bottom w:val="single" w:sz="4" w:space="0" w:color="C0C0C0"/>
            </w:tcBorders>
            <w:shd w:val="clear" w:color="auto" w:fill="auto"/>
          </w:tcPr>
          <w:p w14:paraId="5E4D5A1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885F5F4" w14:textId="77777777" w:rsidR="00F1480E" w:rsidRPr="000754EC" w:rsidRDefault="00FD557D" w:rsidP="000754EC">
            <w:pPr>
              <w:pStyle w:val="SIHeading2"/>
            </w:pPr>
            <w:r w:rsidRPr="00923720">
              <w:t>Performance Criteria</w:t>
            </w:r>
          </w:p>
        </w:tc>
      </w:tr>
      <w:tr w:rsidR="00F1480E" w:rsidRPr="00963A46" w14:paraId="052268EF" w14:textId="77777777" w:rsidTr="00CA2922">
        <w:trPr>
          <w:cantSplit/>
          <w:tblHeader/>
        </w:trPr>
        <w:tc>
          <w:tcPr>
            <w:tcW w:w="1396" w:type="pct"/>
            <w:tcBorders>
              <w:top w:val="single" w:sz="4" w:space="0" w:color="C0C0C0"/>
            </w:tcBorders>
            <w:shd w:val="clear" w:color="auto" w:fill="auto"/>
          </w:tcPr>
          <w:p w14:paraId="02C08C2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FCDCC4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87384" w:rsidRPr="00963A46" w14:paraId="6871072A" w14:textId="77777777" w:rsidTr="00CA2922">
        <w:trPr>
          <w:cantSplit/>
        </w:trPr>
        <w:tc>
          <w:tcPr>
            <w:tcW w:w="1396" w:type="pct"/>
            <w:shd w:val="clear" w:color="auto" w:fill="auto"/>
          </w:tcPr>
          <w:p w14:paraId="2C6D93E4" w14:textId="59B7D857" w:rsidR="00B87384" w:rsidRDefault="00F73544" w:rsidP="00BD16FC">
            <w:r>
              <w:t xml:space="preserve">1. </w:t>
            </w:r>
            <w:r w:rsidR="00C3311D">
              <w:t xml:space="preserve">Prepare </w:t>
            </w:r>
            <w:r w:rsidR="006619B4">
              <w:t>to produce wash</w:t>
            </w:r>
          </w:p>
        </w:tc>
        <w:tc>
          <w:tcPr>
            <w:tcW w:w="3604" w:type="pct"/>
            <w:shd w:val="clear" w:color="auto" w:fill="auto"/>
          </w:tcPr>
          <w:p w14:paraId="06509C48" w14:textId="5B4FAC6D" w:rsidR="00CA3E0E" w:rsidRPr="00CA3E0E" w:rsidRDefault="00CA3E0E" w:rsidP="00CA3E0E">
            <w:r>
              <w:t>1.</w:t>
            </w:r>
            <w:r w:rsidRPr="00CA3E0E">
              <w:t xml:space="preserve">1 Identify standards, regulations and guidance materials that cover the requirements </w:t>
            </w:r>
            <w:r w:rsidR="003C362B">
              <w:t xml:space="preserve">of </w:t>
            </w:r>
            <w:r>
              <w:t>producing wash for distillation</w:t>
            </w:r>
          </w:p>
          <w:p w14:paraId="067FC108" w14:textId="01E14C8E" w:rsidR="00CA3E0E" w:rsidRDefault="00CA3E0E" w:rsidP="00CA3E0E">
            <w:r>
              <w:t>1.2</w:t>
            </w:r>
            <w:r w:rsidRPr="00CA3E0E">
              <w:t xml:space="preserve"> Identify hazards and manage risks associated with producing </w:t>
            </w:r>
            <w:r>
              <w:t>wash</w:t>
            </w:r>
          </w:p>
          <w:p w14:paraId="502D73E4" w14:textId="5CC22B0E" w:rsidR="00F73544" w:rsidRDefault="00F73544" w:rsidP="00C3311D">
            <w:r>
              <w:t>1.</w:t>
            </w:r>
            <w:r w:rsidR="00CA3E0E">
              <w:t xml:space="preserve">3 </w:t>
            </w:r>
            <w:r w:rsidR="006619B4">
              <w:t>Identify product to be achieved through distillation</w:t>
            </w:r>
          </w:p>
          <w:p w14:paraId="4419E587" w14:textId="1FFA9659" w:rsidR="006619B4" w:rsidRDefault="003A739A" w:rsidP="00C3311D">
            <w:r>
              <w:t>1.</w:t>
            </w:r>
            <w:r w:rsidR="00CA3E0E">
              <w:t xml:space="preserve">4 </w:t>
            </w:r>
            <w:r w:rsidR="006619B4">
              <w:t>Identify requirements of wash for specific product</w:t>
            </w:r>
          </w:p>
          <w:p w14:paraId="02CF5EB5" w14:textId="6B669B23" w:rsidR="006619B4" w:rsidRDefault="003A739A" w:rsidP="00C3311D">
            <w:r>
              <w:t>1.</w:t>
            </w:r>
            <w:r w:rsidR="00CA3E0E">
              <w:t xml:space="preserve">5 </w:t>
            </w:r>
            <w:r w:rsidR="00E67AA5">
              <w:t>Identify hazards of producing wash and manage risks</w:t>
            </w:r>
          </w:p>
        </w:tc>
      </w:tr>
      <w:tr w:rsidR="00E67AA5" w:rsidRPr="00963A46" w14:paraId="40A4358C" w14:textId="77777777" w:rsidTr="00CA2922">
        <w:trPr>
          <w:cantSplit/>
        </w:trPr>
        <w:tc>
          <w:tcPr>
            <w:tcW w:w="1396" w:type="pct"/>
            <w:shd w:val="clear" w:color="auto" w:fill="auto"/>
          </w:tcPr>
          <w:p w14:paraId="6D2C3D70" w14:textId="2DA5D04E" w:rsidR="00E67AA5" w:rsidRDefault="003A739A" w:rsidP="00BD16FC">
            <w:r>
              <w:t xml:space="preserve">2. </w:t>
            </w:r>
            <w:r w:rsidR="00E67AA5">
              <w:t>Produce wash</w:t>
            </w:r>
          </w:p>
        </w:tc>
        <w:tc>
          <w:tcPr>
            <w:tcW w:w="3604" w:type="pct"/>
            <w:shd w:val="clear" w:color="auto" w:fill="auto"/>
          </w:tcPr>
          <w:p w14:paraId="0AB4A5CE" w14:textId="5D00B931" w:rsidR="00E67AA5" w:rsidRDefault="003A739A" w:rsidP="005A71D8">
            <w:r>
              <w:t xml:space="preserve">2.1 </w:t>
            </w:r>
            <w:r w:rsidR="00E67AA5">
              <w:t xml:space="preserve">Prepare </w:t>
            </w:r>
            <w:r w:rsidR="00C41E99">
              <w:t xml:space="preserve">raw materials </w:t>
            </w:r>
            <w:r w:rsidR="00E67AA5">
              <w:t xml:space="preserve">by crushing, </w:t>
            </w:r>
            <w:r w:rsidR="00C41E99">
              <w:t>or method</w:t>
            </w:r>
            <w:r w:rsidR="00E67AA5">
              <w:t xml:space="preserve"> specific </w:t>
            </w:r>
            <w:r w:rsidR="00C41E99">
              <w:t xml:space="preserve">to </w:t>
            </w:r>
            <w:r w:rsidR="00E67AA5">
              <w:t>product</w:t>
            </w:r>
          </w:p>
          <w:p w14:paraId="518AF42B" w14:textId="7FCD6EF4" w:rsidR="003A739A" w:rsidRDefault="003A739A" w:rsidP="005A71D8">
            <w:r>
              <w:t xml:space="preserve">2.2 Sanitise tank </w:t>
            </w:r>
          </w:p>
          <w:p w14:paraId="223D2C18" w14:textId="7B933827" w:rsidR="00C41E99" w:rsidRDefault="00C41E99" w:rsidP="005A71D8">
            <w:r>
              <w:t>2.3 Prepare and pitch yeast</w:t>
            </w:r>
          </w:p>
          <w:p w14:paraId="553DD86A" w14:textId="6BC52193" w:rsidR="00E67AA5" w:rsidRDefault="003A739A" w:rsidP="005A71D8">
            <w:r>
              <w:t>2.</w:t>
            </w:r>
            <w:r w:rsidR="00C41E99">
              <w:t xml:space="preserve">4 </w:t>
            </w:r>
            <w:r w:rsidR="00E67AA5">
              <w:t>Add</w:t>
            </w:r>
            <w:r w:rsidR="00B47230">
              <w:t xml:space="preserve"> crushed </w:t>
            </w:r>
            <w:r w:rsidR="00C41E99">
              <w:t xml:space="preserve">raw materials </w:t>
            </w:r>
            <w:r w:rsidR="00B47230">
              <w:t>and/or</w:t>
            </w:r>
            <w:r w:rsidR="00E67AA5">
              <w:t xml:space="preserve"> water, yeast and adjuncts to sanitised tank</w:t>
            </w:r>
          </w:p>
        </w:tc>
      </w:tr>
      <w:tr w:rsidR="00B87384" w:rsidRPr="00963A46" w14:paraId="74E7AF57" w14:textId="77777777" w:rsidTr="00CA2922">
        <w:trPr>
          <w:cantSplit/>
        </w:trPr>
        <w:tc>
          <w:tcPr>
            <w:tcW w:w="1396" w:type="pct"/>
            <w:shd w:val="clear" w:color="auto" w:fill="auto"/>
          </w:tcPr>
          <w:p w14:paraId="3B9DEFC4" w14:textId="79DBF5DE" w:rsidR="00B87384" w:rsidRDefault="003A739A" w:rsidP="00BD16FC">
            <w:r>
              <w:t>3.</w:t>
            </w:r>
            <w:r w:rsidR="00F73544">
              <w:t xml:space="preserve"> </w:t>
            </w:r>
            <w:r w:rsidR="00E67AA5">
              <w:t>Ferment wash</w:t>
            </w:r>
          </w:p>
        </w:tc>
        <w:tc>
          <w:tcPr>
            <w:tcW w:w="3604" w:type="pct"/>
            <w:shd w:val="clear" w:color="auto" w:fill="auto"/>
          </w:tcPr>
          <w:p w14:paraId="0F26ED83" w14:textId="35A990FB" w:rsidR="003576BB" w:rsidRDefault="003A739A" w:rsidP="005A71D8">
            <w:r>
              <w:t>3.1</w:t>
            </w:r>
            <w:r w:rsidR="00EA7BB1">
              <w:t xml:space="preserve"> </w:t>
            </w:r>
            <w:r w:rsidR="003576BB">
              <w:t xml:space="preserve">Set time and temperature for </w:t>
            </w:r>
            <w:r>
              <w:t>fermentation</w:t>
            </w:r>
            <w:r w:rsidR="003576BB">
              <w:t xml:space="preserve"> to allow flavours to develop</w:t>
            </w:r>
          </w:p>
          <w:p w14:paraId="5473E582" w14:textId="1E8BD5F7" w:rsidR="003576BB" w:rsidRDefault="003A739A" w:rsidP="005A71D8">
            <w:r>
              <w:t>3.2</w:t>
            </w:r>
            <w:r w:rsidR="00EA7BB1">
              <w:t xml:space="preserve"> </w:t>
            </w:r>
            <w:r w:rsidR="003576BB">
              <w:t xml:space="preserve">Allow </w:t>
            </w:r>
            <w:r w:rsidR="00294712">
              <w:t>beverage</w:t>
            </w:r>
            <w:r w:rsidR="003576BB">
              <w:t xml:space="preserve"> to </w:t>
            </w:r>
            <w:r>
              <w:t>ferment</w:t>
            </w:r>
          </w:p>
          <w:p w14:paraId="32406417" w14:textId="08F5D705" w:rsidR="00F73544" w:rsidRDefault="003A739A" w:rsidP="005A71D8">
            <w:r>
              <w:t>3.3</w:t>
            </w:r>
            <w:r w:rsidR="00EA7BB1">
              <w:t xml:space="preserve"> </w:t>
            </w:r>
            <w:r w:rsidR="00F73544">
              <w:t>Conduct standard test</w:t>
            </w:r>
            <w:r w:rsidR="00EA7BB1">
              <w:t>s</w:t>
            </w:r>
            <w:r w:rsidR="00F73544">
              <w:t xml:space="preserve"> to monitor </w:t>
            </w:r>
            <w:r w:rsidR="00305046">
              <w:t xml:space="preserve">sugar, </w:t>
            </w:r>
            <w:r w:rsidR="00642A07">
              <w:t xml:space="preserve">alcohol content, </w:t>
            </w:r>
            <w:r w:rsidR="00F73544">
              <w:t xml:space="preserve">quality and flavour of </w:t>
            </w:r>
            <w:r w:rsidR="005E3F78">
              <w:t>product</w:t>
            </w:r>
          </w:p>
          <w:p w14:paraId="115B70DD" w14:textId="361D0269" w:rsidR="00EA7BB1" w:rsidRDefault="003A739A" w:rsidP="005A71D8">
            <w:r>
              <w:t>3.4</w:t>
            </w:r>
            <w:r w:rsidR="00EA7BB1">
              <w:t xml:space="preserve"> </w:t>
            </w:r>
            <w:r w:rsidR="00EA7BB1" w:rsidRPr="00EA7BB1">
              <w:t xml:space="preserve">Analyse </w:t>
            </w:r>
            <w:r w:rsidR="0030690B">
              <w:t xml:space="preserve">test </w:t>
            </w:r>
            <w:r w:rsidR="00EA7BB1" w:rsidRPr="00EA7BB1">
              <w:t>results and adjust process as required</w:t>
            </w:r>
          </w:p>
          <w:p w14:paraId="3503FC02" w14:textId="2B678B15" w:rsidR="00F73544" w:rsidRDefault="003A739A" w:rsidP="005A71D8">
            <w:r>
              <w:t>3.5</w:t>
            </w:r>
            <w:r w:rsidR="00EA7BB1">
              <w:t xml:space="preserve"> </w:t>
            </w:r>
            <w:r w:rsidR="00F73544" w:rsidRPr="00F73544">
              <w:t xml:space="preserve">Complete </w:t>
            </w:r>
            <w:r w:rsidR="006E7AE2">
              <w:t>processing</w:t>
            </w:r>
            <w:r w:rsidR="00F73544" w:rsidRPr="00F73544">
              <w:t xml:space="preserve"> and batch records</w:t>
            </w:r>
            <w:r w:rsidR="00EA7BB1">
              <w:t xml:space="preserve"> </w:t>
            </w:r>
            <w:r w:rsidR="00EA7BB1" w:rsidRPr="00EA7BB1">
              <w:t>to ensure traceability</w:t>
            </w:r>
          </w:p>
        </w:tc>
      </w:tr>
      <w:tr w:rsidR="003A739A" w:rsidRPr="00963A46" w14:paraId="2B4C7EE7" w14:textId="77777777" w:rsidTr="00921CC6">
        <w:trPr>
          <w:cantSplit/>
        </w:trPr>
        <w:tc>
          <w:tcPr>
            <w:tcW w:w="1396" w:type="pct"/>
            <w:shd w:val="clear" w:color="auto" w:fill="auto"/>
          </w:tcPr>
          <w:p w14:paraId="66E54E69" w14:textId="6FD4E26F" w:rsidR="003A739A" w:rsidRPr="003A739A" w:rsidRDefault="003A739A" w:rsidP="003A739A">
            <w:r>
              <w:t xml:space="preserve">4. </w:t>
            </w:r>
            <w:r w:rsidR="00C30C16">
              <w:t xml:space="preserve">Remove potential threats from </w:t>
            </w:r>
            <w:r>
              <w:t>wash</w:t>
            </w:r>
          </w:p>
        </w:tc>
        <w:tc>
          <w:tcPr>
            <w:tcW w:w="3604" w:type="pct"/>
            <w:shd w:val="clear" w:color="auto" w:fill="auto"/>
          </w:tcPr>
          <w:p w14:paraId="05FE0158" w14:textId="54FFBDA6" w:rsidR="003A739A" w:rsidRDefault="003A739A" w:rsidP="003A739A">
            <w:r>
              <w:t xml:space="preserve">4.1 </w:t>
            </w:r>
            <w:r w:rsidR="0023215B">
              <w:t>Allow solid particles to settle to bottom of fermentation vessel</w:t>
            </w:r>
          </w:p>
          <w:p w14:paraId="7159B426" w14:textId="4E8A73B7" w:rsidR="00C30C16" w:rsidRDefault="0023215B" w:rsidP="003A739A">
            <w:r>
              <w:t xml:space="preserve">4.2 </w:t>
            </w:r>
            <w:r w:rsidR="00C30C16">
              <w:t>Remove unwanted solid participles or threats from wash, as required</w:t>
            </w:r>
          </w:p>
          <w:p w14:paraId="3086011C" w14:textId="7C1E46F3" w:rsidR="00C30C16" w:rsidRDefault="00C30C16" w:rsidP="003A739A">
            <w:r>
              <w:t>4.3 Transfer wash to sanitised holding tank</w:t>
            </w:r>
          </w:p>
          <w:p w14:paraId="2D29DF57" w14:textId="0FBFE936" w:rsidR="003A739A" w:rsidRPr="003A739A" w:rsidRDefault="003A739A" w:rsidP="003A739A">
            <w:r>
              <w:t>4.</w:t>
            </w:r>
            <w:r w:rsidR="00C30C16">
              <w:t>4</w:t>
            </w:r>
            <w:r w:rsidR="00C30C16" w:rsidRPr="003A739A">
              <w:t xml:space="preserve"> </w:t>
            </w:r>
            <w:r w:rsidRPr="003A739A">
              <w:t>Conduct standard tests to check quality of product and conditions in tank</w:t>
            </w:r>
          </w:p>
          <w:p w14:paraId="3A69CD6B" w14:textId="6F1F1019" w:rsidR="003A739A" w:rsidRPr="003A739A" w:rsidRDefault="003A739A" w:rsidP="003A739A">
            <w:r>
              <w:t>4.</w:t>
            </w:r>
            <w:r w:rsidR="00C30C16">
              <w:t>5</w:t>
            </w:r>
            <w:r w:rsidR="00C30C16" w:rsidRPr="003A739A">
              <w:t xml:space="preserve"> </w:t>
            </w:r>
            <w:r w:rsidRPr="003A739A">
              <w:t>Analyse test results and adjust process as required</w:t>
            </w:r>
          </w:p>
          <w:p w14:paraId="07FA6049" w14:textId="09EE9E61" w:rsidR="003A739A" w:rsidRPr="003A739A" w:rsidRDefault="003A739A" w:rsidP="003A739A">
            <w:r>
              <w:t>4.</w:t>
            </w:r>
            <w:r w:rsidR="00C30C16">
              <w:t>6</w:t>
            </w:r>
            <w:r w:rsidR="00C30C16" w:rsidRPr="003A739A">
              <w:t xml:space="preserve"> </w:t>
            </w:r>
            <w:r w:rsidRPr="003A739A">
              <w:t>Complete processing and batch records to ensure traceability</w:t>
            </w:r>
          </w:p>
        </w:tc>
      </w:tr>
      <w:tr w:rsidR="00062FA3" w:rsidRPr="0015513D" w14:paraId="7975318B" w14:textId="77777777" w:rsidTr="00062FA3">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0A308DFC" w14:textId="59A3F9EC" w:rsidR="00062FA3" w:rsidRPr="00062FA3" w:rsidRDefault="00062FA3" w:rsidP="00062FA3">
            <w:r>
              <w:t>5</w:t>
            </w:r>
            <w:r w:rsidRPr="00062FA3">
              <w:t>. Conduct housekeeping activities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03C3A071" w14:textId="5D3EB6BD" w:rsidR="00062FA3" w:rsidRPr="00062FA3" w:rsidRDefault="00062FA3" w:rsidP="00062FA3">
            <w:r>
              <w:t>5</w:t>
            </w:r>
            <w:r w:rsidRPr="00062FA3">
              <w:t>.1 Clean equipment and work area in line with workplace procedures</w:t>
            </w:r>
          </w:p>
          <w:p w14:paraId="02EEC2C1" w14:textId="6260375D" w:rsidR="00062FA3" w:rsidRPr="00062FA3" w:rsidRDefault="00062FA3" w:rsidP="00062FA3">
            <w:r>
              <w:t>5</w:t>
            </w:r>
            <w:r w:rsidRPr="00062FA3">
              <w:t>.2 Conduct routine maintenance activities</w:t>
            </w:r>
          </w:p>
          <w:p w14:paraId="1CB22654" w14:textId="3E490F5F" w:rsidR="00062FA3" w:rsidRPr="00062FA3" w:rsidRDefault="00062FA3" w:rsidP="00062FA3">
            <w:r>
              <w:t>5</w:t>
            </w:r>
            <w:r w:rsidRPr="00062FA3">
              <w:t>.3 Dispose of waste in line with regulatory requirements</w:t>
            </w:r>
          </w:p>
        </w:tc>
      </w:tr>
    </w:tbl>
    <w:p w14:paraId="02F5AA11" w14:textId="2DBB0A14" w:rsidR="005F771F" w:rsidRDefault="005F771F" w:rsidP="005F771F">
      <w:pPr>
        <w:pStyle w:val="SIText"/>
      </w:pPr>
    </w:p>
    <w:p w14:paraId="7B7E6AD8" w14:textId="77777777" w:rsidR="00062FA3" w:rsidRDefault="00062FA3"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7D96297" w14:textId="77777777" w:rsidTr="00CA2922">
        <w:trPr>
          <w:tblHeader/>
        </w:trPr>
        <w:tc>
          <w:tcPr>
            <w:tcW w:w="5000" w:type="pct"/>
            <w:gridSpan w:val="2"/>
          </w:tcPr>
          <w:p w14:paraId="2589F9B6" w14:textId="77777777" w:rsidR="00F1480E" w:rsidRPr="000754EC" w:rsidRDefault="005F771F" w:rsidP="000754EC">
            <w:pPr>
              <w:pStyle w:val="SIHeading2"/>
            </w:pPr>
            <w:r>
              <w:lastRenderedPageBreak/>
              <w:br w:type="page"/>
            </w:r>
            <w:r w:rsidR="00FD557D" w:rsidRPr="00041E59">
              <w:t>F</w:t>
            </w:r>
            <w:r w:rsidR="00FD557D" w:rsidRPr="000754EC">
              <w:t>oundation Skills</w:t>
            </w:r>
          </w:p>
          <w:p w14:paraId="393D830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8049AC6" w14:textId="77777777" w:rsidTr="00CA2922">
        <w:trPr>
          <w:tblHeader/>
        </w:trPr>
        <w:tc>
          <w:tcPr>
            <w:tcW w:w="1396" w:type="pct"/>
          </w:tcPr>
          <w:p w14:paraId="39A7FEA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CE1A85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C1952" w:rsidRPr="00336FCA" w:rsidDel="00423CB2" w14:paraId="5714F31D" w14:textId="77777777" w:rsidTr="00CB0BDF">
        <w:tc>
          <w:tcPr>
            <w:tcW w:w="1396" w:type="pct"/>
          </w:tcPr>
          <w:p w14:paraId="0E45BA51" w14:textId="24C94C7C" w:rsidR="005C1952" w:rsidRPr="005C1952" w:rsidRDefault="00F73544" w:rsidP="005C1952">
            <w:pPr>
              <w:pStyle w:val="SIText"/>
            </w:pPr>
            <w:bookmarkStart w:id="1" w:name="_Hlk534793189"/>
            <w:r>
              <w:t>Numeracy</w:t>
            </w:r>
          </w:p>
        </w:tc>
        <w:tc>
          <w:tcPr>
            <w:tcW w:w="3604" w:type="pct"/>
          </w:tcPr>
          <w:p w14:paraId="41AE4EE1" w14:textId="37CBE523" w:rsidR="005C1952" w:rsidRPr="005C1952" w:rsidRDefault="0030690B" w:rsidP="005C1952">
            <w:pPr>
              <w:pStyle w:val="SIBulletList1"/>
            </w:pPr>
            <w:r>
              <w:t>Accurately r</w:t>
            </w:r>
            <w:r w:rsidR="00F73544">
              <w:t>ead and interpret gauges and test results</w:t>
            </w:r>
          </w:p>
        </w:tc>
      </w:tr>
      <w:tr w:rsidR="005C1952" w:rsidRPr="00336FCA" w:rsidDel="00423CB2" w14:paraId="2965A0B8" w14:textId="77777777" w:rsidTr="00CB0BDF">
        <w:tc>
          <w:tcPr>
            <w:tcW w:w="1396" w:type="pct"/>
          </w:tcPr>
          <w:p w14:paraId="59BF9685" w14:textId="77777777" w:rsidR="005C1952" w:rsidRPr="005C1952" w:rsidRDefault="005C1952" w:rsidP="005C1952">
            <w:pPr>
              <w:pStyle w:val="SIText"/>
            </w:pPr>
            <w:r w:rsidRPr="005C1952">
              <w:t>Get the work done</w:t>
            </w:r>
          </w:p>
        </w:tc>
        <w:tc>
          <w:tcPr>
            <w:tcW w:w="3604" w:type="pct"/>
          </w:tcPr>
          <w:p w14:paraId="25FE573E" w14:textId="170528B2" w:rsidR="005C1952" w:rsidRPr="005C1952" w:rsidDel="009E5B82" w:rsidRDefault="00F73544" w:rsidP="005C1952">
            <w:pPr>
              <w:pStyle w:val="SIBulletList1"/>
            </w:pPr>
            <w:r>
              <w:t>Identify changes in quality of product and trace source</w:t>
            </w:r>
          </w:p>
        </w:tc>
      </w:tr>
      <w:bookmarkEnd w:id="1"/>
    </w:tbl>
    <w:p w14:paraId="3AD3795A" w14:textId="77777777" w:rsidR="00916CD7" w:rsidRDefault="00916CD7" w:rsidP="005F771F">
      <w:pPr>
        <w:pStyle w:val="SIText"/>
      </w:pPr>
    </w:p>
    <w:p w14:paraId="5DE3489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78BDEB5" w14:textId="77777777" w:rsidTr="00F33FF2">
        <w:tc>
          <w:tcPr>
            <w:tcW w:w="5000" w:type="pct"/>
            <w:gridSpan w:val="4"/>
          </w:tcPr>
          <w:p w14:paraId="73657D7B" w14:textId="77777777" w:rsidR="00F1480E" w:rsidRPr="000754EC" w:rsidRDefault="00FD557D" w:rsidP="000754EC">
            <w:pPr>
              <w:pStyle w:val="SIHeading2"/>
            </w:pPr>
            <w:r w:rsidRPr="00923720">
              <w:t>U</w:t>
            </w:r>
            <w:r w:rsidRPr="000754EC">
              <w:t>nit Mapping Information</w:t>
            </w:r>
          </w:p>
        </w:tc>
      </w:tr>
      <w:tr w:rsidR="00F1480E" w14:paraId="61CFD129" w14:textId="77777777" w:rsidTr="00F33FF2">
        <w:tc>
          <w:tcPr>
            <w:tcW w:w="1028" w:type="pct"/>
          </w:tcPr>
          <w:p w14:paraId="6BEB8584" w14:textId="77777777" w:rsidR="00F1480E" w:rsidRPr="000754EC" w:rsidRDefault="00F1480E" w:rsidP="000754EC">
            <w:pPr>
              <w:pStyle w:val="SIText-Bold"/>
            </w:pPr>
            <w:r w:rsidRPr="00923720">
              <w:t>Code and title current version</w:t>
            </w:r>
          </w:p>
        </w:tc>
        <w:tc>
          <w:tcPr>
            <w:tcW w:w="1105" w:type="pct"/>
          </w:tcPr>
          <w:p w14:paraId="456E08E5" w14:textId="77777777" w:rsidR="00F1480E" w:rsidRPr="000754EC" w:rsidRDefault="00F1480E" w:rsidP="000754EC">
            <w:pPr>
              <w:pStyle w:val="SIText-Bold"/>
            </w:pPr>
            <w:r w:rsidRPr="00923720">
              <w:t>Code and title previous version</w:t>
            </w:r>
          </w:p>
        </w:tc>
        <w:tc>
          <w:tcPr>
            <w:tcW w:w="1251" w:type="pct"/>
          </w:tcPr>
          <w:p w14:paraId="2958216B" w14:textId="77777777" w:rsidR="00F1480E" w:rsidRPr="000754EC" w:rsidRDefault="00F1480E" w:rsidP="000754EC">
            <w:pPr>
              <w:pStyle w:val="SIText-Bold"/>
            </w:pPr>
            <w:r w:rsidRPr="00923720">
              <w:t>Comments</w:t>
            </w:r>
          </w:p>
        </w:tc>
        <w:tc>
          <w:tcPr>
            <w:tcW w:w="1616" w:type="pct"/>
          </w:tcPr>
          <w:p w14:paraId="3506D2C0" w14:textId="77777777" w:rsidR="00F1480E" w:rsidRPr="000754EC" w:rsidRDefault="00F1480E" w:rsidP="000754EC">
            <w:pPr>
              <w:pStyle w:val="SIText-Bold"/>
            </w:pPr>
            <w:r w:rsidRPr="00923720">
              <w:t>Equivalence status</w:t>
            </w:r>
          </w:p>
        </w:tc>
      </w:tr>
      <w:tr w:rsidR="00BD16FC" w14:paraId="0B848FBC" w14:textId="77777777" w:rsidTr="00F33FF2">
        <w:tc>
          <w:tcPr>
            <w:tcW w:w="1028" w:type="pct"/>
          </w:tcPr>
          <w:p w14:paraId="6391A4E6" w14:textId="2F692A31" w:rsidR="00610E86" w:rsidRPr="00610E86" w:rsidRDefault="00610E86" w:rsidP="00610E86">
            <w:pPr>
              <w:pStyle w:val="SIText"/>
            </w:pPr>
            <w:r w:rsidRPr="00610E86">
              <w:t>FBPTEC4</w:t>
            </w:r>
            <w:r w:rsidR="008C5A5D">
              <w:t>016</w:t>
            </w:r>
            <w:r w:rsidRPr="00610E86">
              <w:t xml:space="preserve"> </w:t>
            </w:r>
            <w:r w:rsidR="0013189E">
              <w:t xml:space="preserve">Produce </w:t>
            </w:r>
            <w:r w:rsidR="0013189E" w:rsidRPr="0013189E">
              <w:t>fruit-based wash for distillation</w:t>
            </w:r>
          </w:p>
          <w:p w14:paraId="7C9801AF" w14:textId="4FEFA50B" w:rsidR="00BD16FC" w:rsidRPr="00BD16FC" w:rsidRDefault="00BD16FC" w:rsidP="00BD16FC">
            <w:pPr>
              <w:pStyle w:val="SIText"/>
            </w:pPr>
          </w:p>
        </w:tc>
        <w:tc>
          <w:tcPr>
            <w:tcW w:w="1105" w:type="pct"/>
          </w:tcPr>
          <w:p w14:paraId="6E859713" w14:textId="15D39D5C" w:rsidR="00BD16FC" w:rsidRPr="00BD16FC" w:rsidRDefault="0013189E" w:rsidP="00BD16FC">
            <w:pPr>
              <w:pStyle w:val="SIText"/>
            </w:pPr>
            <w:r>
              <w:t>Not applicable</w:t>
            </w:r>
          </w:p>
        </w:tc>
        <w:tc>
          <w:tcPr>
            <w:tcW w:w="1251" w:type="pct"/>
          </w:tcPr>
          <w:p w14:paraId="579E61A1" w14:textId="4C2771AF" w:rsidR="00BD16FC" w:rsidRPr="00BD16FC" w:rsidRDefault="00B9606C" w:rsidP="00BD16FC">
            <w:pPr>
              <w:pStyle w:val="SIText"/>
            </w:pPr>
            <w:r>
              <w:t>New unit</w:t>
            </w:r>
          </w:p>
        </w:tc>
        <w:tc>
          <w:tcPr>
            <w:tcW w:w="1616" w:type="pct"/>
          </w:tcPr>
          <w:p w14:paraId="7214300E" w14:textId="34295F8A" w:rsidR="00BD16FC" w:rsidRPr="00BD16FC" w:rsidRDefault="00B9606C" w:rsidP="00BD16FC">
            <w:pPr>
              <w:pStyle w:val="SIText"/>
            </w:pPr>
            <w:r>
              <w:t>No e</w:t>
            </w:r>
            <w:r w:rsidR="00BD16FC" w:rsidRPr="00BD16FC">
              <w:t>quivalent unit</w:t>
            </w:r>
          </w:p>
        </w:tc>
      </w:tr>
    </w:tbl>
    <w:p w14:paraId="778AE28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5659D40C" w14:textId="77777777" w:rsidTr="0035000E">
        <w:tc>
          <w:tcPr>
            <w:tcW w:w="1049" w:type="pct"/>
            <w:shd w:val="clear" w:color="auto" w:fill="auto"/>
          </w:tcPr>
          <w:p w14:paraId="26206C72" w14:textId="77777777" w:rsidR="00F1480E" w:rsidRPr="000754EC" w:rsidRDefault="00FD557D" w:rsidP="000754EC">
            <w:pPr>
              <w:pStyle w:val="SIHeading2"/>
            </w:pPr>
            <w:r w:rsidRPr="00CC451E">
              <w:t>L</w:t>
            </w:r>
            <w:r w:rsidRPr="000754EC">
              <w:t>inks</w:t>
            </w:r>
          </w:p>
        </w:tc>
        <w:tc>
          <w:tcPr>
            <w:tcW w:w="3951" w:type="pct"/>
            <w:shd w:val="clear" w:color="auto" w:fill="auto"/>
          </w:tcPr>
          <w:p w14:paraId="44ED1560" w14:textId="4392C088" w:rsidR="00F1480E" w:rsidRPr="000754EC" w:rsidRDefault="003C362B" w:rsidP="00E40225">
            <w:pPr>
              <w:pStyle w:val="SIText"/>
            </w:pPr>
            <w:r>
              <w:t xml:space="preserve">Companion Volumes, including Implementation Guides, are available at </w:t>
            </w:r>
            <w:proofErr w:type="spellStart"/>
            <w:r>
              <w:t>VETNet</w:t>
            </w:r>
            <w:proofErr w:type="spellEnd"/>
            <w:r>
              <w:t xml:space="preserve">: </w:t>
            </w:r>
            <w:hyperlink r:id="rId11" w:history="1">
              <w:r w:rsidRPr="003C362B">
                <w:t>https://vetnet.education.gov.au/Pages/TrainingDocs.aspx?q=78b15323-cd38-483e-aad7-1159b570a5c4</w:t>
              </w:r>
            </w:hyperlink>
          </w:p>
        </w:tc>
      </w:tr>
    </w:tbl>
    <w:p w14:paraId="4F28B7D6" w14:textId="77777777" w:rsidR="00F1480E" w:rsidRDefault="00F1480E" w:rsidP="005F771F">
      <w:pPr>
        <w:pStyle w:val="SIText"/>
      </w:pPr>
    </w:p>
    <w:p w14:paraId="682160A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B3AE47D" w14:textId="77777777" w:rsidTr="00113678">
        <w:trPr>
          <w:tblHeader/>
        </w:trPr>
        <w:tc>
          <w:tcPr>
            <w:tcW w:w="1478" w:type="pct"/>
            <w:shd w:val="clear" w:color="auto" w:fill="auto"/>
          </w:tcPr>
          <w:p w14:paraId="63861E0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B3A6B80" w14:textId="214A2F4D" w:rsidR="00556C4C" w:rsidRPr="000754EC" w:rsidRDefault="00556C4C" w:rsidP="003B5562">
            <w:pPr>
              <w:pStyle w:val="SIUnittitle"/>
            </w:pPr>
            <w:r w:rsidRPr="00F56827">
              <w:t xml:space="preserve">Assessment requirements for </w:t>
            </w:r>
            <w:r w:rsidR="00C3311D" w:rsidRPr="00C3311D">
              <w:t>FBPTEC4</w:t>
            </w:r>
            <w:r w:rsidR="008C5A5D">
              <w:t>01</w:t>
            </w:r>
            <w:r w:rsidR="00610E86">
              <w:t>6</w:t>
            </w:r>
            <w:r w:rsidR="00C3311D" w:rsidRPr="00C3311D">
              <w:t xml:space="preserve"> </w:t>
            </w:r>
            <w:r w:rsidR="0013189E">
              <w:t xml:space="preserve">Produce </w:t>
            </w:r>
            <w:r w:rsidR="0013189E" w:rsidRPr="0013189E">
              <w:t>fruit-based wash for distillation</w:t>
            </w:r>
          </w:p>
        </w:tc>
      </w:tr>
      <w:tr w:rsidR="00556C4C" w:rsidRPr="00A55106" w14:paraId="0254B357" w14:textId="77777777" w:rsidTr="00113678">
        <w:trPr>
          <w:tblHeader/>
        </w:trPr>
        <w:tc>
          <w:tcPr>
            <w:tcW w:w="5000" w:type="pct"/>
            <w:gridSpan w:val="2"/>
            <w:shd w:val="clear" w:color="auto" w:fill="auto"/>
          </w:tcPr>
          <w:p w14:paraId="1D5C8B32" w14:textId="77777777" w:rsidR="00556C4C" w:rsidRPr="000754EC" w:rsidRDefault="00D71E43" w:rsidP="000754EC">
            <w:pPr>
              <w:pStyle w:val="SIHeading2"/>
            </w:pPr>
            <w:r>
              <w:t>Performance E</w:t>
            </w:r>
            <w:r w:rsidRPr="000754EC">
              <w:t>vidence</w:t>
            </w:r>
          </w:p>
        </w:tc>
      </w:tr>
      <w:tr w:rsidR="00556C4C" w:rsidRPr="00067E1C" w14:paraId="46896D44" w14:textId="77777777" w:rsidTr="00113678">
        <w:tc>
          <w:tcPr>
            <w:tcW w:w="5000" w:type="pct"/>
            <w:gridSpan w:val="2"/>
            <w:shd w:val="clear" w:color="auto" w:fill="auto"/>
          </w:tcPr>
          <w:p w14:paraId="0670D099" w14:textId="73A5DD20"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3D210312" w14:textId="77777777" w:rsidR="003C362B" w:rsidRDefault="003C362B" w:rsidP="000754EC">
            <w:pPr>
              <w:pStyle w:val="SIText"/>
            </w:pPr>
          </w:p>
          <w:p w14:paraId="183ECA5C" w14:textId="6163DE8D" w:rsidR="000D3AB7" w:rsidRPr="000D3AB7" w:rsidRDefault="000D3AB7" w:rsidP="00C51C8D">
            <w:pPr>
              <w:pStyle w:val="SIText"/>
            </w:pPr>
            <w:r w:rsidRPr="00BD16FC">
              <w:t xml:space="preserve">There must be evidence that the individual has </w:t>
            </w:r>
            <w:r w:rsidRPr="000D3AB7">
              <w:t xml:space="preserve">managed the production of one batch of </w:t>
            </w:r>
            <w:r>
              <w:t>fruit</w:t>
            </w:r>
            <w:r w:rsidRPr="000D3AB7">
              <w:t>-based wash, to meet product specification, including:</w:t>
            </w:r>
          </w:p>
          <w:p w14:paraId="3BE5F0A8" w14:textId="77777777" w:rsidR="000D3AB7" w:rsidRPr="000D3AB7" w:rsidRDefault="000D3AB7" w:rsidP="000D3AB7">
            <w:pPr>
              <w:pStyle w:val="SIBulletList1"/>
            </w:pPr>
            <w:r>
              <w:t>taking samples to monitor quality</w:t>
            </w:r>
          </w:p>
          <w:p w14:paraId="7F4E3093" w14:textId="03DCBB74" w:rsidR="000D3AB7" w:rsidRPr="000D3AB7" w:rsidRDefault="000D3AB7" w:rsidP="000D3AB7">
            <w:pPr>
              <w:pStyle w:val="SIBulletList1"/>
            </w:pPr>
            <w:r>
              <w:t xml:space="preserve">completing batch records in line with </w:t>
            </w:r>
            <w:r w:rsidR="004C5E06">
              <w:t>workplace</w:t>
            </w:r>
            <w:r w:rsidR="004C5E06" w:rsidRPr="000D3AB7">
              <w:t xml:space="preserve"> </w:t>
            </w:r>
            <w:r w:rsidRPr="000D3AB7">
              <w:t>requirements.</w:t>
            </w:r>
          </w:p>
          <w:p w14:paraId="35E89AD9" w14:textId="77777777" w:rsidR="000D3AB7" w:rsidRDefault="000D3AB7" w:rsidP="006E7AE2">
            <w:pPr>
              <w:pStyle w:val="SIText"/>
            </w:pPr>
          </w:p>
          <w:p w14:paraId="53A6F171" w14:textId="76F71DF8" w:rsidR="00EA7BB1" w:rsidRPr="000754EC" w:rsidRDefault="00EA7BB1" w:rsidP="00EA7BB1"/>
        </w:tc>
      </w:tr>
    </w:tbl>
    <w:p w14:paraId="2131B52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1E3C852" w14:textId="77777777" w:rsidTr="00CA2922">
        <w:trPr>
          <w:tblHeader/>
        </w:trPr>
        <w:tc>
          <w:tcPr>
            <w:tcW w:w="5000" w:type="pct"/>
            <w:shd w:val="clear" w:color="auto" w:fill="auto"/>
          </w:tcPr>
          <w:p w14:paraId="0AFF5EC8" w14:textId="77777777" w:rsidR="00F1480E" w:rsidRPr="000754EC" w:rsidRDefault="00D71E43" w:rsidP="000754EC">
            <w:pPr>
              <w:pStyle w:val="SIHeading2"/>
            </w:pPr>
            <w:r w:rsidRPr="002C55E9">
              <w:t>K</w:t>
            </w:r>
            <w:r w:rsidRPr="000754EC">
              <w:t>nowledge Evidence</w:t>
            </w:r>
          </w:p>
        </w:tc>
      </w:tr>
      <w:tr w:rsidR="00F1480E" w:rsidRPr="00067E1C" w14:paraId="2407B674" w14:textId="77777777" w:rsidTr="00CA2922">
        <w:tc>
          <w:tcPr>
            <w:tcW w:w="5000" w:type="pct"/>
            <w:shd w:val="clear" w:color="auto" w:fill="auto"/>
          </w:tcPr>
          <w:p w14:paraId="1A88A4F8"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9DE05EB" w14:textId="18DA1442" w:rsidR="004259E8" w:rsidRDefault="00EA7BB1" w:rsidP="001D7CFD">
            <w:pPr>
              <w:pStyle w:val="SIBulletList1"/>
            </w:pPr>
            <w:r>
              <w:t xml:space="preserve">purposes of each stage of </w:t>
            </w:r>
            <w:r w:rsidR="003A739A">
              <w:t>preparing and producing was</w:t>
            </w:r>
            <w:r w:rsidR="00A57A6F">
              <w:t>h</w:t>
            </w:r>
          </w:p>
          <w:p w14:paraId="4AB055D9" w14:textId="223E93F5" w:rsidR="003A739A" w:rsidRDefault="003A739A" w:rsidP="001D7CFD">
            <w:pPr>
              <w:pStyle w:val="SIBulletList1"/>
            </w:pPr>
            <w:r>
              <w:t>uses of different types of wash, including fruit</w:t>
            </w:r>
            <w:r w:rsidR="000009BB">
              <w:t xml:space="preserve">/sugar/molasses </w:t>
            </w:r>
            <w:r>
              <w:t>sugar wash</w:t>
            </w:r>
          </w:p>
          <w:p w14:paraId="1248F8AC" w14:textId="4D2A326A" w:rsidR="001D7CFD" w:rsidRDefault="001D7CFD" w:rsidP="001D7CFD">
            <w:pPr>
              <w:pStyle w:val="SIBulletList1"/>
            </w:pPr>
            <w:r w:rsidRPr="001D7CFD">
              <w:t xml:space="preserve">stages and changes </w:t>
            </w:r>
            <w:r w:rsidR="003C1363">
              <w:t>required for</w:t>
            </w:r>
            <w:r w:rsidRPr="001D7CFD">
              <w:t xml:space="preserve"> equipment operation</w:t>
            </w:r>
            <w:r w:rsidR="003C1363">
              <w:t xml:space="preserve">, specific to </w:t>
            </w:r>
            <w:r w:rsidR="00A57A6F">
              <w:t>wash</w:t>
            </w:r>
          </w:p>
          <w:p w14:paraId="70565E1B" w14:textId="77777777" w:rsidR="001D7CFD" w:rsidRPr="001D7CFD" w:rsidRDefault="001D7CFD" w:rsidP="001D7CFD">
            <w:pPr>
              <w:pStyle w:val="SIBulletList1"/>
            </w:pPr>
            <w:r w:rsidRPr="001D7CFD">
              <w:t>quality characteristics and uses of end product and output</w:t>
            </w:r>
          </w:p>
          <w:p w14:paraId="3C6526C6" w14:textId="05F70C73" w:rsidR="001D7CFD" w:rsidRDefault="001D7CFD" w:rsidP="001D7CFD">
            <w:pPr>
              <w:pStyle w:val="SIBulletList1"/>
            </w:pPr>
            <w:r w:rsidRPr="001D7CFD">
              <w:t>materials preparation requirements and effect of variation on the equipment operation</w:t>
            </w:r>
          </w:p>
          <w:p w14:paraId="6C141BFE" w14:textId="17A0A93B" w:rsidR="00EA7BB1" w:rsidRDefault="00EA7BB1" w:rsidP="00EA7BB1">
            <w:pPr>
              <w:pStyle w:val="SIBulletList1"/>
            </w:pPr>
            <w:r w:rsidRPr="00EA7BB1">
              <w:t xml:space="preserve">typical tests carried out on </w:t>
            </w:r>
            <w:r w:rsidR="003A739A">
              <w:t>wash</w:t>
            </w:r>
            <w:r w:rsidRPr="00EA7BB1">
              <w:t xml:space="preserve"> to check pH, alcohol, colour, yeast count</w:t>
            </w:r>
          </w:p>
          <w:p w14:paraId="005B8AB7" w14:textId="77777777" w:rsidR="00B34AF9" w:rsidRPr="00B34AF9" w:rsidRDefault="00B34AF9" w:rsidP="00B34AF9">
            <w:pPr>
              <w:pStyle w:val="SIBulletList1"/>
            </w:pPr>
            <w:r w:rsidRPr="00B34AF9">
              <w:t>instruments used for testing and how each is calibrated</w:t>
            </w:r>
          </w:p>
          <w:p w14:paraId="5A82C77F" w14:textId="367F997D" w:rsidR="00EA7BB1" w:rsidRPr="00EA7BB1" w:rsidRDefault="00EA7BB1" w:rsidP="00EA7BB1">
            <w:pPr>
              <w:pStyle w:val="SIBulletList1"/>
            </w:pPr>
            <w:r w:rsidRPr="00EA7BB1">
              <w:t xml:space="preserve">procedures and equipment used for transfer operations, including pumps, </w:t>
            </w:r>
            <w:r w:rsidR="005E3F78">
              <w:t xml:space="preserve">membranes, </w:t>
            </w:r>
            <w:r w:rsidRPr="00EA7BB1">
              <w:t>hoses</w:t>
            </w:r>
            <w:r w:rsidR="003C362B">
              <w:t>,</w:t>
            </w:r>
            <w:r w:rsidRPr="00EA7BB1">
              <w:t xml:space="preserve"> valves, control instruments</w:t>
            </w:r>
          </w:p>
          <w:p w14:paraId="795A25D6" w14:textId="110260DE" w:rsidR="00EA7BB1" w:rsidRDefault="00EA7BB1">
            <w:pPr>
              <w:pStyle w:val="SIBulletList1"/>
            </w:pPr>
            <w:r w:rsidRPr="00CA3E0E">
              <w:t>significance</w:t>
            </w:r>
            <w:r w:rsidRPr="00EA7BB1">
              <w:t xml:space="preserve"> and method of monitoring control points within the equipment operation</w:t>
            </w:r>
          </w:p>
          <w:p w14:paraId="5429C604" w14:textId="126A8366" w:rsidR="001D7CFD" w:rsidRDefault="001D7CFD" w:rsidP="001D7CFD">
            <w:pPr>
              <w:pStyle w:val="SIBulletList1"/>
            </w:pPr>
            <w:r w:rsidRPr="001D7CFD">
              <w:t>common causes of variation and corrective action required</w:t>
            </w:r>
          </w:p>
          <w:p w14:paraId="1B3F8EE3" w14:textId="3AD3EAF9" w:rsidR="00EA7BB1" w:rsidRPr="001D7CFD" w:rsidRDefault="00EA7BB1" w:rsidP="001D7CFD">
            <w:pPr>
              <w:pStyle w:val="SIBulletList1"/>
            </w:pPr>
            <w:r>
              <w:t xml:space="preserve">sanitisation </w:t>
            </w:r>
            <w:r w:rsidR="00305046">
              <w:t xml:space="preserve">and clean-in-place </w:t>
            </w:r>
            <w:r>
              <w:t xml:space="preserve">procedures and </w:t>
            </w:r>
            <w:r w:rsidR="006E7AE2">
              <w:t>purpose</w:t>
            </w:r>
          </w:p>
          <w:p w14:paraId="619E7645" w14:textId="0968FA87" w:rsidR="001D7CFD" w:rsidRPr="001D7CFD" w:rsidRDefault="001D7CFD" w:rsidP="001D7CFD">
            <w:pPr>
              <w:pStyle w:val="SIBulletList1"/>
            </w:pPr>
            <w:r w:rsidRPr="001D7CFD">
              <w:t>hazards and controls, including manual handling</w:t>
            </w:r>
          </w:p>
          <w:p w14:paraId="5200A3D1" w14:textId="4BDBAB57" w:rsidR="001D7CFD" w:rsidRDefault="001D7CFD" w:rsidP="001D7CFD">
            <w:pPr>
              <w:pStyle w:val="SIBulletList1"/>
            </w:pPr>
            <w:r w:rsidRPr="001D7CFD">
              <w:t xml:space="preserve">waste handling requirements </w:t>
            </w:r>
          </w:p>
          <w:p w14:paraId="1E81338D" w14:textId="1A44ED74" w:rsidR="00BF4CFB" w:rsidRPr="00BF4CFB" w:rsidRDefault="00BF4CFB" w:rsidP="00BF4CFB">
            <w:pPr>
              <w:pStyle w:val="SIBulletList1"/>
            </w:pPr>
            <w:r>
              <w:t>Food Standards Code in relation to the production of beverages</w:t>
            </w:r>
          </w:p>
          <w:p w14:paraId="4E797198" w14:textId="1463BBFA" w:rsidR="00F1480E" w:rsidRPr="000754EC" w:rsidRDefault="001D7CFD" w:rsidP="001D7CFD">
            <w:pPr>
              <w:pStyle w:val="SIBulletList1"/>
            </w:pPr>
            <w:r w:rsidRPr="001D7CFD">
              <w:t xml:space="preserve">recording requirements </w:t>
            </w:r>
            <w:r w:rsidR="006E7AE2">
              <w:t>for traceability of product</w:t>
            </w:r>
            <w:r w:rsidR="005E3F78">
              <w:t xml:space="preserve"> and </w:t>
            </w:r>
            <w:r w:rsidR="007E5099">
              <w:t>Australian Taxation Office (</w:t>
            </w:r>
            <w:proofErr w:type="spellStart"/>
            <w:r w:rsidR="007E5099">
              <w:t>ATO</w:t>
            </w:r>
            <w:proofErr w:type="spellEnd"/>
            <w:r w:rsidR="007E5099">
              <w:t>) regulations</w:t>
            </w:r>
            <w:r w:rsidR="005E3F78">
              <w:t>.</w:t>
            </w:r>
          </w:p>
        </w:tc>
      </w:tr>
    </w:tbl>
    <w:p w14:paraId="56EF3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60F709B" w14:textId="77777777" w:rsidTr="00CA2922">
        <w:trPr>
          <w:tblHeader/>
        </w:trPr>
        <w:tc>
          <w:tcPr>
            <w:tcW w:w="5000" w:type="pct"/>
            <w:shd w:val="clear" w:color="auto" w:fill="auto"/>
          </w:tcPr>
          <w:p w14:paraId="325C9D68" w14:textId="77777777" w:rsidR="00F1480E" w:rsidRPr="000754EC" w:rsidRDefault="00D71E43" w:rsidP="000754EC">
            <w:pPr>
              <w:pStyle w:val="SIHeading2"/>
            </w:pPr>
            <w:r w:rsidRPr="002C55E9">
              <w:t>A</w:t>
            </w:r>
            <w:r w:rsidRPr="000754EC">
              <w:t>ssessment Conditions</w:t>
            </w:r>
          </w:p>
        </w:tc>
      </w:tr>
      <w:tr w:rsidR="00F1480E" w:rsidRPr="00A55106" w14:paraId="08D0348B" w14:textId="77777777" w:rsidTr="00CA2922">
        <w:tc>
          <w:tcPr>
            <w:tcW w:w="5000" w:type="pct"/>
            <w:shd w:val="clear" w:color="auto" w:fill="auto"/>
          </w:tcPr>
          <w:p w14:paraId="395FAB46"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63A626A" w14:textId="77777777" w:rsidR="004E6741" w:rsidRPr="000754EC" w:rsidRDefault="001D7F5B" w:rsidP="006E7AE2">
            <w:pPr>
              <w:pStyle w:val="SIBulletList1"/>
            </w:pPr>
            <w:r w:rsidRPr="000754EC">
              <w:t>p</w:t>
            </w:r>
            <w:r w:rsidR="004E6741" w:rsidRPr="000754EC">
              <w:t>hysical conditions</w:t>
            </w:r>
            <w:r w:rsidRPr="000754EC">
              <w:t>:</w:t>
            </w:r>
          </w:p>
          <w:p w14:paraId="28DE4903" w14:textId="77777777" w:rsidR="002C3682" w:rsidRPr="002C3682" w:rsidRDefault="0021210E" w:rsidP="006E7AE2">
            <w:pPr>
              <w:pStyle w:val="SIBulletList2"/>
            </w:pPr>
            <w:r w:rsidRPr="000754EC">
              <w:t xml:space="preserve">skills must be demonstrated </w:t>
            </w:r>
            <w:r w:rsidR="002C3682" w:rsidRPr="002C3682">
              <w:t xml:space="preserve">in a workplace setting or an environment that accurately represents a real workplace </w:t>
            </w:r>
          </w:p>
          <w:p w14:paraId="72A3BD05" w14:textId="77777777" w:rsidR="00BD16FC" w:rsidRPr="00BD16FC" w:rsidRDefault="00BD16FC" w:rsidP="006E7AE2">
            <w:pPr>
              <w:pStyle w:val="SIBulletList1"/>
            </w:pPr>
            <w:r w:rsidRPr="00BD16FC">
              <w:t>resources, equipment and materials:</w:t>
            </w:r>
          </w:p>
          <w:p w14:paraId="6F58ED23" w14:textId="7B4CBF91" w:rsidR="00B34AF9" w:rsidRDefault="003A739A" w:rsidP="006E7AE2">
            <w:pPr>
              <w:pStyle w:val="SIBulletList2"/>
            </w:pPr>
            <w:r>
              <w:t>raw materials</w:t>
            </w:r>
            <w:r w:rsidR="00B47230">
              <w:t xml:space="preserve"> specific to end product</w:t>
            </w:r>
          </w:p>
          <w:p w14:paraId="16E67F19" w14:textId="077E7B25" w:rsidR="003A739A" w:rsidRDefault="003A739A" w:rsidP="006E7AE2">
            <w:pPr>
              <w:pStyle w:val="SIBulletList2"/>
            </w:pPr>
            <w:r>
              <w:t>fermentation vessel</w:t>
            </w:r>
          </w:p>
          <w:p w14:paraId="26896D34" w14:textId="485C6B3A" w:rsidR="006E7AE2" w:rsidRPr="006E7AE2" w:rsidRDefault="006E7AE2" w:rsidP="006E7AE2">
            <w:pPr>
              <w:pStyle w:val="SIBulletList1"/>
            </w:pPr>
            <w:r w:rsidRPr="006E7AE2">
              <w:t>specifications</w:t>
            </w:r>
            <w:r w:rsidR="00645828">
              <w:t>:</w:t>
            </w:r>
          </w:p>
          <w:p w14:paraId="012F2947" w14:textId="77777777" w:rsidR="006E7AE2" w:rsidRPr="006E7AE2" w:rsidRDefault="006E7AE2" w:rsidP="006E7AE2">
            <w:pPr>
              <w:pStyle w:val="SIBulletList2"/>
            </w:pPr>
            <w:r w:rsidRPr="006E7AE2">
              <w:t>product specifications.</w:t>
            </w:r>
          </w:p>
          <w:p w14:paraId="5E79A54A" w14:textId="77777777" w:rsidR="0021210E" w:rsidRDefault="0021210E" w:rsidP="000754EC">
            <w:pPr>
              <w:pStyle w:val="SIText"/>
            </w:pPr>
          </w:p>
          <w:p w14:paraId="7BC6E9A9"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18FEFA2C" w14:textId="77777777" w:rsidR="00F1480E" w:rsidRPr="000754EC" w:rsidRDefault="00F1480E" w:rsidP="0035000E">
            <w:pPr>
              <w:pStyle w:val="SIBulletList2"/>
              <w:numPr>
                <w:ilvl w:val="0"/>
                <w:numId w:val="0"/>
              </w:numPr>
              <w:rPr>
                <w:rFonts w:eastAsia="Calibri"/>
              </w:rPr>
            </w:pPr>
          </w:p>
        </w:tc>
      </w:tr>
    </w:tbl>
    <w:p w14:paraId="367C61B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159F3B0" w14:textId="77777777" w:rsidTr="004679E3">
        <w:tc>
          <w:tcPr>
            <w:tcW w:w="990" w:type="pct"/>
            <w:shd w:val="clear" w:color="auto" w:fill="auto"/>
          </w:tcPr>
          <w:p w14:paraId="5CBD32D8" w14:textId="77777777" w:rsidR="00F1480E" w:rsidRPr="000754EC" w:rsidRDefault="00D71E43" w:rsidP="000754EC">
            <w:pPr>
              <w:pStyle w:val="SIHeading2"/>
            </w:pPr>
            <w:r w:rsidRPr="002C55E9">
              <w:t>L</w:t>
            </w:r>
            <w:r w:rsidRPr="000754EC">
              <w:t>inks</w:t>
            </w:r>
          </w:p>
        </w:tc>
        <w:tc>
          <w:tcPr>
            <w:tcW w:w="4010" w:type="pct"/>
            <w:shd w:val="clear" w:color="auto" w:fill="auto"/>
          </w:tcPr>
          <w:p w14:paraId="61547D5B" w14:textId="6FF0EA89" w:rsidR="00F1480E" w:rsidRPr="000754EC" w:rsidRDefault="00645828" w:rsidP="000754EC">
            <w:pPr>
              <w:pStyle w:val="SIText"/>
            </w:pPr>
            <w:r>
              <w:t xml:space="preserve">Companion Volumes, including Implementation Guides, are available at </w:t>
            </w:r>
            <w:proofErr w:type="spellStart"/>
            <w:r>
              <w:t>VETNet</w:t>
            </w:r>
            <w:proofErr w:type="spellEnd"/>
            <w:r>
              <w:t xml:space="preserve">: </w:t>
            </w:r>
            <w:hyperlink r:id="rId12" w:history="1">
              <w:r w:rsidRPr="00645828">
                <w:t>https://vetnet.education.gov.au/Pages/TrainingDocs.aspx?q=78b15323-cd38-483e-aad7-1159b570a5c4</w:t>
              </w:r>
            </w:hyperlink>
          </w:p>
        </w:tc>
      </w:tr>
    </w:tbl>
    <w:p w14:paraId="72E6626E"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657001" w14:textId="77777777" w:rsidR="00701EC5" w:rsidRDefault="00701EC5" w:rsidP="00BF3F0A">
      <w:r>
        <w:separator/>
      </w:r>
    </w:p>
    <w:p w14:paraId="5386AB68" w14:textId="77777777" w:rsidR="00701EC5" w:rsidRDefault="00701EC5"/>
  </w:endnote>
  <w:endnote w:type="continuationSeparator" w:id="0">
    <w:p w14:paraId="43DCD0B3" w14:textId="77777777" w:rsidR="00701EC5" w:rsidRDefault="00701EC5" w:rsidP="00BF3F0A">
      <w:r>
        <w:continuationSeparator/>
      </w:r>
    </w:p>
    <w:p w14:paraId="093F3FB8" w14:textId="77777777" w:rsidR="00701EC5" w:rsidRDefault="00701E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CA1EA0C" w14:textId="08BF8E21"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80185">
          <w:rPr>
            <w:noProof/>
          </w:rPr>
          <w:t>3</w:t>
        </w:r>
        <w:r w:rsidRPr="000754EC">
          <w:fldChar w:fldCharType="end"/>
        </w:r>
      </w:p>
      <w:p w14:paraId="0A9C94F2"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340ABF7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6B18CE" w14:textId="77777777" w:rsidR="00701EC5" w:rsidRDefault="00701EC5" w:rsidP="00BF3F0A">
      <w:r>
        <w:separator/>
      </w:r>
    </w:p>
    <w:p w14:paraId="51A35C38" w14:textId="77777777" w:rsidR="00701EC5" w:rsidRDefault="00701EC5"/>
  </w:footnote>
  <w:footnote w:type="continuationSeparator" w:id="0">
    <w:p w14:paraId="7253D18D" w14:textId="77777777" w:rsidR="00701EC5" w:rsidRDefault="00701EC5" w:rsidP="00BF3F0A">
      <w:r>
        <w:continuationSeparator/>
      </w:r>
    </w:p>
    <w:p w14:paraId="149B0FA1" w14:textId="77777777" w:rsidR="00701EC5" w:rsidRDefault="00701E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F5AD1" w14:textId="0D97071B" w:rsidR="009C2650" w:rsidRPr="000754EC" w:rsidRDefault="00B9606C" w:rsidP="00146EEC">
    <w:pPr>
      <w:pStyle w:val="SIText"/>
    </w:pPr>
    <w:r w:rsidRPr="005C1952">
      <w:t>FBP</w:t>
    </w:r>
    <w:r w:rsidR="00227304">
      <w:t>TEC</w:t>
    </w:r>
    <w:r w:rsidR="00D02B81">
      <w:t>4</w:t>
    </w:r>
    <w:r w:rsidR="008C5A5D">
      <w:t>016</w:t>
    </w:r>
    <w:r w:rsidRPr="00BD16FC">
      <w:t xml:space="preserve"> </w:t>
    </w:r>
    <w:r w:rsidR="0013189E">
      <w:t>Produce fruit-based wash for distillation</w:t>
    </w:r>
    <w:r w:rsidR="0013189E" w:rsidRPr="00A91E81" w:rsidDel="0013189E">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39E4D42"/>
    <w:multiLevelType w:val="multilevel"/>
    <w:tmpl w:val="227AF7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50322F"/>
    <w:multiLevelType w:val="multilevel"/>
    <w:tmpl w:val="E8F0D6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DEB2330"/>
    <w:multiLevelType w:val="multilevel"/>
    <w:tmpl w:val="1F6270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ED05F97"/>
    <w:multiLevelType w:val="multilevel"/>
    <w:tmpl w:val="00B6C1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D267EE"/>
    <w:multiLevelType w:val="multilevel"/>
    <w:tmpl w:val="CA0CE3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2A49E5"/>
    <w:multiLevelType w:val="multilevel"/>
    <w:tmpl w:val="316E9E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63F446F3"/>
    <w:multiLevelType w:val="multilevel"/>
    <w:tmpl w:val="5B0C6C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6"/>
  </w:num>
  <w:num w:numId="3">
    <w:abstractNumId w:val="3"/>
  </w:num>
  <w:num w:numId="4">
    <w:abstractNumId w:val="20"/>
  </w:num>
  <w:num w:numId="5">
    <w:abstractNumId w:val="1"/>
  </w:num>
  <w:num w:numId="6">
    <w:abstractNumId w:val="9"/>
  </w:num>
  <w:num w:numId="7">
    <w:abstractNumId w:val="2"/>
  </w:num>
  <w:num w:numId="8">
    <w:abstractNumId w:val="0"/>
  </w:num>
  <w:num w:numId="9">
    <w:abstractNumId w:val="19"/>
  </w:num>
  <w:num w:numId="10">
    <w:abstractNumId w:val="14"/>
  </w:num>
  <w:num w:numId="11">
    <w:abstractNumId w:val="18"/>
  </w:num>
  <w:num w:numId="12">
    <w:abstractNumId w:val="16"/>
  </w:num>
  <w:num w:numId="13">
    <w:abstractNumId w:val="21"/>
  </w:num>
  <w:num w:numId="14">
    <w:abstractNumId w:val="4"/>
  </w:num>
  <w:num w:numId="15">
    <w:abstractNumId w:val="5"/>
  </w:num>
  <w:num w:numId="16">
    <w:abstractNumId w:val="22"/>
  </w:num>
  <w:num w:numId="17">
    <w:abstractNumId w:val="16"/>
  </w:num>
  <w:num w:numId="18">
    <w:abstractNumId w:val="15"/>
  </w:num>
  <w:num w:numId="19">
    <w:abstractNumId w:val="12"/>
  </w:num>
  <w:num w:numId="20">
    <w:abstractNumId w:val="7"/>
  </w:num>
  <w:num w:numId="21">
    <w:abstractNumId w:val="8"/>
  </w:num>
  <w:num w:numId="22">
    <w:abstractNumId w:val="17"/>
  </w:num>
  <w:num w:numId="23">
    <w:abstractNumId w:val="1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035"/>
    <w:rsid w:val="000009BB"/>
    <w:rsid w:val="0000100F"/>
    <w:rsid w:val="000014B9"/>
    <w:rsid w:val="00005A15"/>
    <w:rsid w:val="0001108F"/>
    <w:rsid w:val="000115E2"/>
    <w:rsid w:val="000126D0"/>
    <w:rsid w:val="0001296A"/>
    <w:rsid w:val="00016803"/>
    <w:rsid w:val="00023992"/>
    <w:rsid w:val="000275AE"/>
    <w:rsid w:val="00041E59"/>
    <w:rsid w:val="000521E6"/>
    <w:rsid w:val="00062FA3"/>
    <w:rsid w:val="00064BFE"/>
    <w:rsid w:val="00070B3E"/>
    <w:rsid w:val="00071F95"/>
    <w:rsid w:val="000737BB"/>
    <w:rsid w:val="00074E47"/>
    <w:rsid w:val="000754EC"/>
    <w:rsid w:val="0009093B"/>
    <w:rsid w:val="000A5441"/>
    <w:rsid w:val="000C149A"/>
    <w:rsid w:val="000C224E"/>
    <w:rsid w:val="000C52C3"/>
    <w:rsid w:val="000D3AB7"/>
    <w:rsid w:val="000D61B2"/>
    <w:rsid w:val="000D6502"/>
    <w:rsid w:val="000E25E6"/>
    <w:rsid w:val="000E2C86"/>
    <w:rsid w:val="000F29F2"/>
    <w:rsid w:val="00101659"/>
    <w:rsid w:val="001078BF"/>
    <w:rsid w:val="0013189E"/>
    <w:rsid w:val="00133957"/>
    <w:rsid w:val="001372F6"/>
    <w:rsid w:val="00144385"/>
    <w:rsid w:val="00146EEC"/>
    <w:rsid w:val="00151D55"/>
    <w:rsid w:val="00151D93"/>
    <w:rsid w:val="00156EF3"/>
    <w:rsid w:val="00176E4F"/>
    <w:rsid w:val="0018546B"/>
    <w:rsid w:val="001A05A1"/>
    <w:rsid w:val="001A6A3E"/>
    <w:rsid w:val="001A7B6D"/>
    <w:rsid w:val="001B34D5"/>
    <w:rsid w:val="001B513A"/>
    <w:rsid w:val="001C0A75"/>
    <w:rsid w:val="001C1306"/>
    <w:rsid w:val="001D5C1B"/>
    <w:rsid w:val="001D7CFD"/>
    <w:rsid w:val="001D7F5B"/>
    <w:rsid w:val="001E16BC"/>
    <w:rsid w:val="001E16DF"/>
    <w:rsid w:val="001F2BA5"/>
    <w:rsid w:val="001F308D"/>
    <w:rsid w:val="00201A7C"/>
    <w:rsid w:val="0021210E"/>
    <w:rsid w:val="0021414D"/>
    <w:rsid w:val="00223124"/>
    <w:rsid w:val="00227304"/>
    <w:rsid w:val="0023215B"/>
    <w:rsid w:val="00233143"/>
    <w:rsid w:val="00234444"/>
    <w:rsid w:val="00242293"/>
    <w:rsid w:val="00244EA7"/>
    <w:rsid w:val="00246FCF"/>
    <w:rsid w:val="00262FC3"/>
    <w:rsid w:val="0026394F"/>
    <w:rsid w:val="00276572"/>
    <w:rsid w:val="00276DB8"/>
    <w:rsid w:val="002812E3"/>
    <w:rsid w:val="00282664"/>
    <w:rsid w:val="00285FB8"/>
    <w:rsid w:val="00294712"/>
    <w:rsid w:val="0029640A"/>
    <w:rsid w:val="002970C3"/>
    <w:rsid w:val="00297E85"/>
    <w:rsid w:val="002A4CD3"/>
    <w:rsid w:val="002A6CC4"/>
    <w:rsid w:val="002C3682"/>
    <w:rsid w:val="002C55E9"/>
    <w:rsid w:val="002D0C8B"/>
    <w:rsid w:val="002D330A"/>
    <w:rsid w:val="002E193E"/>
    <w:rsid w:val="00302D8C"/>
    <w:rsid w:val="00305046"/>
    <w:rsid w:val="0030690B"/>
    <w:rsid w:val="00310A6A"/>
    <w:rsid w:val="0031352E"/>
    <w:rsid w:val="003144E6"/>
    <w:rsid w:val="003167D8"/>
    <w:rsid w:val="00325014"/>
    <w:rsid w:val="00337E82"/>
    <w:rsid w:val="00346FDC"/>
    <w:rsid w:val="0035000E"/>
    <w:rsid w:val="00350BB1"/>
    <w:rsid w:val="00352C83"/>
    <w:rsid w:val="003576BB"/>
    <w:rsid w:val="00361188"/>
    <w:rsid w:val="00366805"/>
    <w:rsid w:val="0037067D"/>
    <w:rsid w:val="00370CB6"/>
    <w:rsid w:val="003807E1"/>
    <w:rsid w:val="00385FD4"/>
    <w:rsid w:val="0038735B"/>
    <w:rsid w:val="003916D1"/>
    <w:rsid w:val="003A21F0"/>
    <w:rsid w:val="003A277F"/>
    <w:rsid w:val="003A58BA"/>
    <w:rsid w:val="003A5AE7"/>
    <w:rsid w:val="003A7221"/>
    <w:rsid w:val="003A739A"/>
    <w:rsid w:val="003B3493"/>
    <w:rsid w:val="003B5562"/>
    <w:rsid w:val="003B5FA7"/>
    <w:rsid w:val="003C1363"/>
    <w:rsid w:val="003C13AE"/>
    <w:rsid w:val="003C362B"/>
    <w:rsid w:val="003D2E73"/>
    <w:rsid w:val="003E72B6"/>
    <w:rsid w:val="003E7BBE"/>
    <w:rsid w:val="004127E3"/>
    <w:rsid w:val="004259E8"/>
    <w:rsid w:val="0043212E"/>
    <w:rsid w:val="00434366"/>
    <w:rsid w:val="00434ECE"/>
    <w:rsid w:val="00444423"/>
    <w:rsid w:val="00452F3E"/>
    <w:rsid w:val="00455166"/>
    <w:rsid w:val="004640AE"/>
    <w:rsid w:val="004679E3"/>
    <w:rsid w:val="00475172"/>
    <w:rsid w:val="004758B0"/>
    <w:rsid w:val="004832D2"/>
    <w:rsid w:val="00485559"/>
    <w:rsid w:val="00495FFB"/>
    <w:rsid w:val="004A142B"/>
    <w:rsid w:val="004A3860"/>
    <w:rsid w:val="004A44E8"/>
    <w:rsid w:val="004A4EF2"/>
    <w:rsid w:val="004A7706"/>
    <w:rsid w:val="004B29B7"/>
    <w:rsid w:val="004B47DF"/>
    <w:rsid w:val="004B7A28"/>
    <w:rsid w:val="004C2244"/>
    <w:rsid w:val="004C5035"/>
    <w:rsid w:val="004C5E06"/>
    <w:rsid w:val="004C79A1"/>
    <w:rsid w:val="004D0D5F"/>
    <w:rsid w:val="004D0F4E"/>
    <w:rsid w:val="004D1569"/>
    <w:rsid w:val="004D44B1"/>
    <w:rsid w:val="004E0460"/>
    <w:rsid w:val="004E1579"/>
    <w:rsid w:val="004E5FAE"/>
    <w:rsid w:val="004E6245"/>
    <w:rsid w:val="004E6741"/>
    <w:rsid w:val="004E7094"/>
    <w:rsid w:val="004F5DC7"/>
    <w:rsid w:val="004F78DA"/>
    <w:rsid w:val="0050309A"/>
    <w:rsid w:val="00506E32"/>
    <w:rsid w:val="00520E9A"/>
    <w:rsid w:val="005248C1"/>
    <w:rsid w:val="00526134"/>
    <w:rsid w:val="005405B2"/>
    <w:rsid w:val="00540D0B"/>
    <w:rsid w:val="005427C8"/>
    <w:rsid w:val="005446D1"/>
    <w:rsid w:val="0055096F"/>
    <w:rsid w:val="00556C4C"/>
    <w:rsid w:val="00557369"/>
    <w:rsid w:val="00564ADD"/>
    <w:rsid w:val="005708EB"/>
    <w:rsid w:val="00575BC6"/>
    <w:rsid w:val="00583902"/>
    <w:rsid w:val="005A1D70"/>
    <w:rsid w:val="005A3AA5"/>
    <w:rsid w:val="005A6C9C"/>
    <w:rsid w:val="005A71D8"/>
    <w:rsid w:val="005A74DC"/>
    <w:rsid w:val="005B5146"/>
    <w:rsid w:val="005C1952"/>
    <w:rsid w:val="005C42B6"/>
    <w:rsid w:val="005D1AFD"/>
    <w:rsid w:val="005E3F78"/>
    <w:rsid w:val="005E51E6"/>
    <w:rsid w:val="005F027A"/>
    <w:rsid w:val="005F33CC"/>
    <w:rsid w:val="005F771F"/>
    <w:rsid w:val="00610E86"/>
    <w:rsid w:val="006121D4"/>
    <w:rsid w:val="00613B49"/>
    <w:rsid w:val="00616845"/>
    <w:rsid w:val="00620E8E"/>
    <w:rsid w:val="00633CFE"/>
    <w:rsid w:val="00634FCA"/>
    <w:rsid w:val="00642A07"/>
    <w:rsid w:val="00643D1B"/>
    <w:rsid w:val="006452B8"/>
    <w:rsid w:val="00645828"/>
    <w:rsid w:val="00652E62"/>
    <w:rsid w:val="006619B4"/>
    <w:rsid w:val="00677B8A"/>
    <w:rsid w:val="00681A9A"/>
    <w:rsid w:val="00686A49"/>
    <w:rsid w:val="00687B62"/>
    <w:rsid w:val="00690C44"/>
    <w:rsid w:val="006969D9"/>
    <w:rsid w:val="006A2B68"/>
    <w:rsid w:val="006C2F32"/>
    <w:rsid w:val="006C7123"/>
    <w:rsid w:val="006D38C3"/>
    <w:rsid w:val="006D4448"/>
    <w:rsid w:val="006D4831"/>
    <w:rsid w:val="006D6DFD"/>
    <w:rsid w:val="006E2C4D"/>
    <w:rsid w:val="006E42FE"/>
    <w:rsid w:val="006E7AE2"/>
    <w:rsid w:val="006F0D02"/>
    <w:rsid w:val="006F10FE"/>
    <w:rsid w:val="006F3622"/>
    <w:rsid w:val="006F68AF"/>
    <w:rsid w:val="00701EC5"/>
    <w:rsid w:val="00705EEC"/>
    <w:rsid w:val="00707741"/>
    <w:rsid w:val="00707985"/>
    <w:rsid w:val="00711081"/>
    <w:rsid w:val="007134FE"/>
    <w:rsid w:val="00715794"/>
    <w:rsid w:val="007165E5"/>
    <w:rsid w:val="00717385"/>
    <w:rsid w:val="00722769"/>
    <w:rsid w:val="0072757D"/>
    <w:rsid w:val="00727901"/>
    <w:rsid w:val="0073075B"/>
    <w:rsid w:val="0073404B"/>
    <w:rsid w:val="007341FF"/>
    <w:rsid w:val="007404E9"/>
    <w:rsid w:val="00740FB1"/>
    <w:rsid w:val="007419FE"/>
    <w:rsid w:val="007444CF"/>
    <w:rsid w:val="00752C75"/>
    <w:rsid w:val="00757005"/>
    <w:rsid w:val="00761DBE"/>
    <w:rsid w:val="0076523B"/>
    <w:rsid w:val="00770120"/>
    <w:rsid w:val="00771B60"/>
    <w:rsid w:val="00780185"/>
    <w:rsid w:val="00781D77"/>
    <w:rsid w:val="00783549"/>
    <w:rsid w:val="007860B7"/>
    <w:rsid w:val="00786DC8"/>
    <w:rsid w:val="00787CF1"/>
    <w:rsid w:val="00795E96"/>
    <w:rsid w:val="007A300D"/>
    <w:rsid w:val="007D5A78"/>
    <w:rsid w:val="007E3BD1"/>
    <w:rsid w:val="007E5099"/>
    <w:rsid w:val="007F1563"/>
    <w:rsid w:val="007F1EB2"/>
    <w:rsid w:val="007F44DB"/>
    <w:rsid w:val="007F5A8B"/>
    <w:rsid w:val="00801CE6"/>
    <w:rsid w:val="008048EA"/>
    <w:rsid w:val="00817D51"/>
    <w:rsid w:val="00823530"/>
    <w:rsid w:val="00823FF4"/>
    <w:rsid w:val="00830267"/>
    <w:rsid w:val="008306E7"/>
    <w:rsid w:val="00834BC8"/>
    <w:rsid w:val="00837FD6"/>
    <w:rsid w:val="00847B60"/>
    <w:rsid w:val="00850243"/>
    <w:rsid w:val="00851BE5"/>
    <w:rsid w:val="008545EB"/>
    <w:rsid w:val="00856117"/>
    <w:rsid w:val="00865011"/>
    <w:rsid w:val="008768A6"/>
    <w:rsid w:val="008844B2"/>
    <w:rsid w:val="00886790"/>
    <w:rsid w:val="008908DE"/>
    <w:rsid w:val="008A12ED"/>
    <w:rsid w:val="008A39D3"/>
    <w:rsid w:val="008B2C77"/>
    <w:rsid w:val="008B300E"/>
    <w:rsid w:val="008B4AD2"/>
    <w:rsid w:val="008B6088"/>
    <w:rsid w:val="008B6EC5"/>
    <w:rsid w:val="008B7138"/>
    <w:rsid w:val="008C1279"/>
    <w:rsid w:val="008C5A5D"/>
    <w:rsid w:val="008E260C"/>
    <w:rsid w:val="008E39BE"/>
    <w:rsid w:val="008E5ACF"/>
    <w:rsid w:val="008E62EC"/>
    <w:rsid w:val="008F290D"/>
    <w:rsid w:val="008F2968"/>
    <w:rsid w:val="008F32F6"/>
    <w:rsid w:val="00905AB3"/>
    <w:rsid w:val="00906E90"/>
    <w:rsid w:val="00916CD7"/>
    <w:rsid w:val="00920927"/>
    <w:rsid w:val="00921B38"/>
    <w:rsid w:val="00923720"/>
    <w:rsid w:val="009278C9"/>
    <w:rsid w:val="00932CD7"/>
    <w:rsid w:val="00944C09"/>
    <w:rsid w:val="009527CB"/>
    <w:rsid w:val="00953835"/>
    <w:rsid w:val="00960F6C"/>
    <w:rsid w:val="009610BA"/>
    <w:rsid w:val="00965839"/>
    <w:rsid w:val="00970747"/>
    <w:rsid w:val="009A1781"/>
    <w:rsid w:val="009A5900"/>
    <w:rsid w:val="009A6E6C"/>
    <w:rsid w:val="009A6F3F"/>
    <w:rsid w:val="009B331A"/>
    <w:rsid w:val="009B4DC6"/>
    <w:rsid w:val="009C2650"/>
    <w:rsid w:val="009C4347"/>
    <w:rsid w:val="009D15E2"/>
    <w:rsid w:val="009D15FE"/>
    <w:rsid w:val="009D5D2C"/>
    <w:rsid w:val="009F0DCC"/>
    <w:rsid w:val="009F11CA"/>
    <w:rsid w:val="00A0695B"/>
    <w:rsid w:val="00A06EE1"/>
    <w:rsid w:val="00A13052"/>
    <w:rsid w:val="00A14DB4"/>
    <w:rsid w:val="00A216A8"/>
    <w:rsid w:val="00A223A6"/>
    <w:rsid w:val="00A321DF"/>
    <w:rsid w:val="00A343E6"/>
    <w:rsid w:val="00A5092E"/>
    <w:rsid w:val="00A554D6"/>
    <w:rsid w:val="00A56E14"/>
    <w:rsid w:val="00A57A6F"/>
    <w:rsid w:val="00A6476B"/>
    <w:rsid w:val="00A72712"/>
    <w:rsid w:val="00A72C8D"/>
    <w:rsid w:val="00A76C6C"/>
    <w:rsid w:val="00A87356"/>
    <w:rsid w:val="00A91E81"/>
    <w:rsid w:val="00A92DD1"/>
    <w:rsid w:val="00AA5338"/>
    <w:rsid w:val="00AB1B8E"/>
    <w:rsid w:val="00AC0696"/>
    <w:rsid w:val="00AC4C98"/>
    <w:rsid w:val="00AC5F6B"/>
    <w:rsid w:val="00AD3896"/>
    <w:rsid w:val="00AD5B47"/>
    <w:rsid w:val="00AE1ED9"/>
    <w:rsid w:val="00AE32CB"/>
    <w:rsid w:val="00AF0F01"/>
    <w:rsid w:val="00AF3957"/>
    <w:rsid w:val="00B12013"/>
    <w:rsid w:val="00B22C67"/>
    <w:rsid w:val="00B3031C"/>
    <w:rsid w:val="00B34AF9"/>
    <w:rsid w:val="00B3508F"/>
    <w:rsid w:val="00B443EE"/>
    <w:rsid w:val="00B47230"/>
    <w:rsid w:val="00B560C8"/>
    <w:rsid w:val="00B61150"/>
    <w:rsid w:val="00B65BC7"/>
    <w:rsid w:val="00B710D0"/>
    <w:rsid w:val="00B746B9"/>
    <w:rsid w:val="00B848D4"/>
    <w:rsid w:val="00B865B4"/>
    <w:rsid w:val="00B865B7"/>
    <w:rsid w:val="00B87384"/>
    <w:rsid w:val="00B9606C"/>
    <w:rsid w:val="00BA1CB1"/>
    <w:rsid w:val="00BA4178"/>
    <w:rsid w:val="00BA482D"/>
    <w:rsid w:val="00BA6E25"/>
    <w:rsid w:val="00BB23F4"/>
    <w:rsid w:val="00BC5075"/>
    <w:rsid w:val="00BC5419"/>
    <w:rsid w:val="00BD16FC"/>
    <w:rsid w:val="00BD3B0F"/>
    <w:rsid w:val="00BF1D4C"/>
    <w:rsid w:val="00BF3F0A"/>
    <w:rsid w:val="00BF4CFB"/>
    <w:rsid w:val="00C1279D"/>
    <w:rsid w:val="00C143C3"/>
    <w:rsid w:val="00C1739B"/>
    <w:rsid w:val="00C21ADE"/>
    <w:rsid w:val="00C26067"/>
    <w:rsid w:val="00C30A29"/>
    <w:rsid w:val="00C30C16"/>
    <w:rsid w:val="00C317DC"/>
    <w:rsid w:val="00C3311D"/>
    <w:rsid w:val="00C41E99"/>
    <w:rsid w:val="00C51C8D"/>
    <w:rsid w:val="00C578E9"/>
    <w:rsid w:val="00C612E3"/>
    <w:rsid w:val="00C70626"/>
    <w:rsid w:val="00C72860"/>
    <w:rsid w:val="00C73582"/>
    <w:rsid w:val="00C73B90"/>
    <w:rsid w:val="00C742EC"/>
    <w:rsid w:val="00C959FD"/>
    <w:rsid w:val="00C96469"/>
    <w:rsid w:val="00C96AF3"/>
    <w:rsid w:val="00C97CCC"/>
    <w:rsid w:val="00CA0274"/>
    <w:rsid w:val="00CA3E0E"/>
    <w:rsid w:val="00CB746F"/>
    <w:rsid w:val="00CC451E"/>
    <w:rsid w:val="00CD4E9D"/>
    <w:rsid w:val="00CD4F4D"/>
    <w:rsid w:val="00CE6071"/>
    <w:rsid w:val="00CE7D19"/>
    <w:rsid w:val="00CF0CF5"/>
    <w:rsid w:val="00CF2B3E"/>
    <w:rsid w:val="00CF796F"/>
    <w:rsid w:val="00D0201F"/>
    <w:rsid w:val="00D02B81"/>
    <w:rsid w:val="00D03685"/>
    <w:rsid w:val="00D07D4E"/>
    <w:rsid w:val="00D10E21"/>
    <w:rsid w:val="00D115AA"/>
    <w:rsid w:val="00D145BE"/>
    <w:rsid w:val="00D14F8D"/>
    <w:rsid w:val="00D20C57"/>
    <w:rsid w:val="00D25D16"/>
    <w:rsid w:val="00D32124"/>
    <w:rsid w:val="00D43578"/>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5608"/>
    <w:rsid w:val="00E238E6"/>
    <w:rsid w:val="00E35064"/>
    <w:rsid w:val="00E3681D"/>
    <w:rsid w:val="00E40225"/>
    <w:rsid w:val="00E44930"/>
    <w:rsid w:val="00E501F0"/>
    <w:rsid w:val="00E6166D"/>
    <w:rsid w:val="00E63124"/>
    <w:rsid w:val="00E664E3"/>
    <w:rsid w:val="00E67AA5"/>
    <w:rsid w:val="00E72D31"/>
    <w:rsid w:val="00E91BFF"/>
    <w:rsid w:val="00E92933"/>
    <w:rsid w:val="00E94FAD"/>
    <w:rsid w:val="00EA7BB1"/>
    <w:rsid w:val="00EB0AA4"/>
    <w:rsid w:val="00EB5C88"/>
    <w:rsid w:val="00EC0469"/>
    <w:rsid w:val="00EE0D76"/>
    <w:rsid w:val="00EF01F8"/>
    <w:rsid w:val="00EF40EF"/>
    <w:rsid w:val="00EF47FE"/>
    <w:rsid w:val="00F069BD"/>
    <w:rsid w:val="00F1480E"/>
    <w:rsid w:val="00F1497D"/>
    <w:rsid w:val="00F16AAC"/>
    <w:rsid w:val="00F33FF2"/>
    <w:rsid w:val="00F42804"/>
    <w:rsid w:val="00F438FC"/>
    <w:rsid w:val="00F5616F"/>
    <w:rsid w:val="00F56451"/>
    <w:rsid w:val="00F56827"/>
    <w:rsid w:val="00F62866"/>
    <w:rsid w:val="00F65EF0"/>
    <w:rsid w:val="00F66564"/>
    <w:rsid w:val="00F71651"/>
    <w:rsid w:val="00F73544"/>
    <w:rsid w:val="00F76191"/>
    <w:rsid w:val="00F76CC6"/>
    <w:rsid w:val="00F83D7C"/>
    <w:rsid w:val="00FA1CD2"/>
    <w:rsid w:val="00FB232E"/>
    <w:rsid w:val="00FD1BF3"/>
    <w:rsid w:val="00FD557D"/>
    <w:rsid w:val="00FE0282"/>
    <w:rsid w:val="00FE124D"/>
    <w:rsid w:val="00FE792C"/>
    <w:rsid w:val="00FF1AD0"/>
    <w:rsid w:val="00FF2019"/>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E9F543"/>
  <w15:docId w15:val="{2D5F8097-E701-4D43-9BAA-FE6004111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946027">
      <w:bodyDiv w:val="1"/>
      <w:marLeft w:val="0"/>
      <w:marRight w:val="0"/>
      <w:marTop w:val="0"/>
      <w:marBottom w:val="0"/>
      <w:divBdr>
        <w:top w:val="none" w:sz="0" w:space="0" w:color="auto"/>
        <w:left w:val="none" w:sz="0" w:space="0" w:color="auto"/>
        <w:bottom w:val="none" w:sz="0" w:space="0" w:color="auto"/>
        <w:right w:val="none" w:sz="0" w:space="0" w:color="auto"/>
      </w:divBdr>
    </w:div>
    <w:div w:id="12238397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91875553">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546186168">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0767105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3842844">
      <w:bodyDiv w:val="1"/>
      <w:marLeft w:val="0"/>
      <w:marRight w:val="0"/>
      <w:marTop w:val="0"/>
      <w:marBottom w:val="0"/>
      <w:divBdr>
        <w:top w:val="none" w:sz="0" w:space="0" w:color="auto"/>
        <w:left w:val="none" w:sz="0" w:space="0" w:color="auto"/>
        <w:bottom w:val="none" w:sz="0" w:space="0" w:color="auto"/>
        <w:right w:val="none" w:sz="0" w:space="0" w:color="auto"/>
      </w:divBdr>
    </w:div>
    <w:div w:id="2146240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EBA0B1E24DCB4F9CD802605880F673" ma:contentTypeVersion="" ma:contentTypeDescription="Create a new document." ma:contentTypeScope="" ma:versionID="38d963b081caaaa5470a0b7bbdbe46df">
  <xsd:schema xmlns:xsd="http://www.w3.org/2001/XMLSchema" xmlns:xs="http://www.w3.org/2001/XMLSchema" xmlns:p="http://schemas.microsoft.com/office/2006/metadata/properties" xmlns:ns2="4d074fc5-4881-4904-900d-cdf408c29254" targetNamespace="http://schemas.microsoft.com/office/2006/metadata/properties" ma:root="true" ma:fieldsID="0d7199a30e38886f34cd1e0758a36be6"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9718A-77B4-401A-ABE6-FC1800767A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62E8E69D-8837-48F5-9902-BCE649DAD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2</TotalTime>
  <Pages>3</Pages>
  <Words>899</Words>
  <Characters>5127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FBPTEC4016 Produce fruit-based wash for distillation</vt:lpstr>
    </vt:vector>
  </TitlesOfParts>
  <Manager/>
  <Company>AgriFood Skills Australia</Company>
  <LinksUpToDate>false</LinksUpToDate>
  <CharactersWithSpaces>6014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FBPTEC4016 Produce fruit-based wash for distillation</dc:title>
  <dc:subject/>
  <dc:creator>Trevor</dc:creator>
  <cp:keywords/>
  <dc:description/>
  <cp:lastModifiedBy>Danni McDonald</cp:lastModifiedBy>
  <cp:revision>8</cp:revision>
  <cp:lastPrinted>2016-05-27T05:21:00Z</cp:lastPrinted>
  <dcterms:created xsi:type="dcterms:W3CDTF">2019-07-01T08:19:00Z</dcterms:created>
  <dcterms:modified xsi:type="dcterms:W3CDTF">2019-09-04T04:29:00Z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0x010100ACEBA0B1E24DCB4F9CD802605880F673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1024">
    <vt:lpwstr>498</vt:lpwstr>
  </property>
</Properties>
</file>