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E9F8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41C02795" w14:textId="77777777" w:rsidTr="0035000E">
        <w:tc>
          <w:tcPr>
            <w:tcW w:w="2689" w:type="dxa"/>
          </w:tcPr>
          <w:p w14:paraId="6A5BE9D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6325F1F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C074B2E" w14:textId="77777777" w:rsidTr="0035000E">
        <w:tc>
          <w:tcPr>
            <w:tcW w:w="2689" w:type="dxa"/>
          </w:tcPr>
          <w:p w14:paraId="03BB6855" w14:textId="7A8D4D1E" w:rsidR="00F1480E" w:rsidRPr="000754EC" w:rsidRDefault="00F1480E" w:rsidP="00F4774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B923A5">
              <w:t>1</w:t>
            </w:r>
          </w:p>
        </w:tc>
        <w:tc>
          <w:tcPr>
            <w:tcW w:w="7162" w:type="dxa"/>
          </w:tcPr>
          <w:p w14:paraId="479E3941" w14:textId="239F77B5" w:rsidR="00F1480E" w:rsidRPr="000754EC" w:rsidRDefault="0057171C" w:rsidP="00C8505F">
            <w:pPr>
              <w:pStyle w:val="SIText"/>
            </w:pPr>
            <w:r w:rsidRPr="0057171C">
              <w:t xml:space="preserve">This version released with </w:t>
            </w:r>
            <w:proofErr w:type="spellStart"/>
            <w:r w:rsidRPr="0057171C">
              <w:t>FBP</w:t>
            </w:r>
            <w:proofErr w:type="spellEnd"/>
            <w:r w:rsidRPr="0057171C">
              <w:t xml:space="preserve"> Food, Beverage and Pharmaceutical Training Package Version </w:t>
            </w:r>
            <w:r w:rsidR="00100FB0">
              <w:t>3</w:t>
            </w:r>
            <w:r w:rsidRPr="0057171C">
              <w:t>.0.</w:t>
            </w:r>
          </w:p>
        </w:tc>
      </w:tr>
    </w:tbl>
    <w:p w14:paraId="5EDBF202" w14:textId="77777777" w:rsidR="00F1480E" w:rsidRDefault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DE1821" w14:textId="77777777" w:rsidTr="00B923A5">
        <w:trPr>
          <w:tblHeader/>
        </w:trPr>
        <w:tc>
          <w:tcPr>
            <w:tcW w:w="1396" w:type="pct"/>
            <w:shd w:val="clear" w:color="auto" w:fill="auto"/>
          </w:tcPr>
          <w:p w14:paraId="36E02FD0" w14:textId="664D29A1" w:rsidR="00F1480E" w:rsidRPr="000754EC" w:rsidRDefault="00AD08FD" w:rsidP="00385584">
            <w:pPr>
              <w:pStyle w:val="SIUNITCODE"/>
            </w:pPr>
            <w:r w:rsidRPr="009B6F9C">
              <w:t>FBPCHE</w:t>
            </w:r>
            <w:r>
              <w:t>5</w:t>
            </w:r>
            <w:r w:rsidR="004E4EFB">
              <w:t>005</w:t>
            </w:r>
          </w:p>
        </w:tc>
        <w:tc>
          <w:tcPr>
            <w:tcW w:w="3604" w:type="pct"/>
            <w:shd w:val="clear" w:color="auto" w:fill="auto"/>
          </w:tcPr>
          <w:p w14:paraId="5197066B" w14:textId="76B9566D" w:rsidR="00F1480E" w:rsidRPr="000754EC" w:rsidRDefault="009B6F9C" w:rsidP="000754EC">
            <w:pPr>
              <w:pStyle w:val="SIUnittitle"/>
            </w:pPr>
            <w:r w:rsidRPr="009B6F9C">
              <w:t xml:space="preserve">Produce </w:t>
            </w:r>
            <w:r w:rsidR="003D55EE">
              <w:t xml:space="preserve">lactic </w:t>
            </w:r>
            <w:r w:rsidRPr="009B6F9C">
              <w:t>acid</w:t>
            </w:r>
            <w:r w:rsidR="003D55EE">
              <w:t xml:space="preserve"> </w:t>
            </w:r>
            <w:r w:rsidRPr="009B6F9C">
              <w:t xml:space="preserve">coagulated </w:t>
            </w:r>
            <w:r w:rsidR="00CD345E">
              <w:t xml:space="preserve">artisan </w:t>
            </w:r>
            <w:r w:rsidRPr="009B6F9C">
              <w:t>cheese</w:t>
            </w:r>
          </w:p>
        </w:tc>
      </w:tr>
      <w:tr w:rsidR="00F1480E" w:rsidRPr="00963A46" w14:paraId="65FFB4F1" w14:textId="77777777" w:rsidTr="00B923A5">
        <w:tc>
          <w:tcPr>
            <w:tcW w:w="1396" w:type="pct"/>
            <w:shd w:val="clear" w:color="auto" w:fill="auto"/>
          </w:tcPr>
          <w:p w14:paraId="48507AF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28AFCF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16C33B" w14:textId="3A7FE3D8" w:rsidR="009B6F9C" w:rsidRPr="00F4774A" w:rsidRDefault="009B6F9C">
            <w:pPr>
              <w:pStyle w:val="SIText"/>
            </w:pPr>
            <w:r w:rsidRPr="00F4774A">
              <w:t xml:space="preserve">This unit of competency describes the skills and knowledge required to produce </w:t>
            </w:r>
            <w:r w:rsidR="003D55EE">
              <w:t xml:space="preserve">lactic </w:t>
            </w:r>
            <w:r w:rsidRPr="00F4774A">
              <w:t>acid</w:t>
            </w:r>
            <w:r w:rsidR="003D55EE">
              <w:t xml:space="preserve"> </w:t>
            </w:r>
            <w:r w:rsidRPr="00F4774A">
              <w:t>coagulated soft cheese</w:t>
            </w:r>
            <w:r w:rsidR="003D55EE">
              <w:t xml:space="preserve"> in an artisan cheese making environment.</w:t>
            </w:r>
          </w:p>
          <w:p w14:paraId="76E2D32A" w14:textId="77777777" w:rsidR="004359B5" w:rsidRPr="00F4774A" w:rsidRDefault="004359B5">
            <w:pPr>
              <w:pStyle w:val="SIText"/>
            </w:pPr>
          </w:p>
          <w:p w14:paraId="394C76D1" w14:textId="37C029CE" w:rsidR="009B6F9C" w:rsidRPr="00F4774A" w:rsidRDefault="009B6F9C">
            <w:pPr>
              <w:pStyle w:val="SIText"/>
            </w:pPr>
            <w:r w:rsidRPr="00F4774A">
              <w:t xml:space="preserve">This unit applies to </w:t>
            </w:r>
            <w:r w:rsidR="003D55EE">
              <w:t xml:space="preserve">cheesemakers who have </w:t>
            </w:r>
            <w:r w:rsidRPr="00F4774A">
              <w:t xml:space="preserve">responsibility for overseeing </w:t>
            </w:r>
            <w:r w:rsidR="003D55EE">
              <w:t xml:space="preserve">the production of cheese, adapting the process where required to suit the specified outcome, and </w:t>
            </w:r>
            <w:r w:rsidRPr="00F4774A">
              <w:t>complying with workplace health and safety, food safety, record</w:t>
            </w:r>
            <w:r w:rsidR="00F15437">
              <w:t xml:space="preserve"> </w:t>
            </w:r>
            <w:r w:rsidRPr="00F4774A">
              <w:t xml:space="preserve">keeping and quality assurance requirements for the cheese making process. </w:t>
            </w:r>
          </w:p>
          <w:p w14:paraId="2140C51F" w14:textId="77777777" w:rsidR="004359B5" w:rsidRPr="00F4774A" w:rsidRDefault="004359B5">
            <w:pPr>
              <w:pStyle w:val="SIText"/>
            </w:pPr>
          </w:p>
          <w:p w14:paraId="10112B31" w14:textId="51171E3D" w:rsidR="00C76915" w:rsidRDefault="00C76915" w:rsidP="000754EC">
            <w:r w:rsidRPr="00C76915">
              <w:t>No licensing or certification requirements apply to this unit at the time of publication. However, legislative and regulatory requirements for food processing exist</w:t>
            </w:r>
            <w:r w:rsidR="0057171C">
              <w:t>,</w:t>
            </w:r>
            <w:r w:rsidRPr="00C76915">
              <w:t xml:space="preserve"> so local requirements must be checked. All work must comply with Australian food safety standards and relevant codes of practice. </w:t>
            </w:r>
          </w:p>
          <w:p w14:paraId="585F95B9" w14:textId="227E3589" w:rsidR="00F1480E" w:rsidRPr="000754EC" w:rsidRDefault="00F1480E" w:rsidP="000754EC"/>
        </w:tc>
      </w:tr>
      <w:tr w:rsidR="009B6F9C" w:rsidRPr="00963A46" w14:paraId="364CE245" w14:textId="77777777" w:rsidTr="00B923A5">
        <w:tc>
          <w:tcPr>
            <w:tcW w:w="1396" w:type="pct"/>
            <w:shd w:val="clear" w:color="auto" w:fill="auto"/>
          </w:tcPr>
          <w:p w14:paraId="1DCD807B" w14:textId="77777777" w:rsidR="009B6F9C" w:rsidRPr="009B6F9C" w:rsidRDefault="009B6F9C" w:rsidP="009B6F9C">
            <w:pPr>
              <w:pStyle w:val="SIHeading2"/>
            </w:pPr>
            <w:r w:rsidRPr="009B6F9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C6BCFB" w14:textId="431F500E" w:rsidR="009B6F9C" w:rsidRPr="009B6F9C" w:rsidRDefault="009B6F9C" w:rsidP="009B6F9C">
            <w:pPr>
              <w:pStyle w:val="SIText"/>
            </w:pPr>
            <w:r w:rsidRPr="009B6F9C">
              <w:t>N</w:t>
            </w:r>
            <w:r w:rsidR="007D7252">
              <w:t>il</w:t>
            </w:r>
          </w:p>
        </w:tc>
      </w:tr>
      <w:tr w:rsidR="009B6F9C" w:rsidRPr="00963A46" w14:paraId="434A5F45" w14:textId="77777777" w:rsidTr="00B923A5">
        <w:tc>
          <w:tcPr>
            <w:tcW w:w="1396" w:type="pct"/>
            <w:shd w:val="clear" w:color="auto" w:fill="auto"/>
          </w:tcPr>
          <w:p w14:paraId="3E9138EC" w14:textId="77777777" w:rsidR="009B6F9C" w:rsidRPr="009B6F9C" w:rsidRDefault="009B6F9C" w:rsidP="009B6F9C">
            <w:pPr>
              <w:pStyle w:val="SIHeading2"/>
            </w:pPr>
            <w:r w:rsidRPr="009B6F9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4196FD" w14:textId="08128613" w:rsidR="009B6F9C" w:rsidRPr="009B6F9C" w:rsidRDefault="009B6F9C" w:rsidP="009B6F9C">
            <w:pPr>
              <w:pStyle w:val="SIText"/>
            </w:pPr>
            <w:r w:rsidRPr="009B6F9C">
              <w:t>Cheese (CH</w:t>
            </w:r>
            <w:r w:rsidR="007D7252">
              <w:t>E</w:t>
            </w:r>
            <w:r w:rsidRPr="009B6F9C">
              <w:t>)</w:t>
            </w:r>
          </w:p>
        </w:tc>
      </w:tr>
    </w:tbl>
    <w:p w14:paraId="1735C1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F3B3D5" w14:textId="77777777" w:rsidTr="00B923A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4BE58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1F43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DB85FBF" w14:textId="77777777" w:rsidTr="00B923A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46CCF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3210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B6F9C" w:rsidRPr="00963A46" w14:paraId="7BEF48D8" w14:textId="77777777" w:rsidTr="00B923A5">
        <w:trPr>
          <w:cantSplit/>
        </w:trPr>
        <w:tc>
          <w:tcPr>
            <w:tcW w:w="1396" w:type="pct"/>
            <w:shd w:val="clear" w:color="auto" w:fill="auto"/>
          </w:tcPr>
          <w:p w14:paraId="053E1ABA" w14:textId="3BD3B944" w:rsidR="009B6F9C" w:rsidRPr="009B6F9C" w:rsidRDefault="009B6F9C" w:rsidP="00C8505F">
            <w:pPr>
              <w:pStyle w:val="SIText"/>
            </w:pPr>
            <w:r w:rsidRPr="009B6F9C">
              <w:t xml:space="preserve">1. </w:t>
            </w:r>
            <w:r w:rsidR="00100FB0">
              <w:t>Prepare for</w:t>
            </w:r>
            <w:r w:rsidRPr="009B6F9C">
              <w:t xml:space="preserve"> cheese making</w:t>
            </w:r>
          </w:p>
        </w:tc>
        <w:tc>
          <w:tcPr>
            <w:tcW w:w="3604" w:type="pct"/>
            <w:shd w:val="clear" w:color="auto" w:fill="auto"/>
          </w:tcPr>
          <w:p w14:paraId="745C53AE" w14:textId="1515B56E" w:rsidR="00256FBB" w:rsidRDefault="005F5A26" w:rsidP="00C8505F">
            <w:pPr>
              <w:pStyle w:val="SIText"/>
            </w:pPr>
            <w:r>
              <w:t xml:space="preserve">1.1 </w:t>
            </w:r>
            <w:r w:rsidR="00256FBB" w:rsidRPr="00256FBB">
              <w:t xml:space="preserve">Identify characteristics, make parameters and production goals of type of lactic acid coagulated cheese to be </w:t>
            </w:r>
            <w:r w:rsidR="00256FBB">
              <w:t>produced</w:t>
            </w:r>
          </w:p>
          <w:p w14:paraId="6FD6F009" w14:textId="03B1C04A" w:rsidR="005F5A26" w:rsidRDefault="00256FBB" w:rsidP="00C8505F">
            <w:pPr>
              <w:pStyle w:val="SIText"/>
            </w:pPr>
            <w:r>
              <w:t xml:space="preserve">1.2 </w:t>
            </w:r>
            <w:r w:rsidR="005F5A26" w:rsidRPr="005F5A26">
              <w:t>Identify hazards and manage risks associated with producing cheese</w:t>
            </w:r>
            <w:r>
              <w:t xml:space="preserve"> of specific type</w:t>
            </w:r>
          </w:p>
          <w:p w14:paraId="3A93FA1B" w14:textId="1BB9110A" w:rsidR="009B6F9C" w:rsidRPr="009B6F9C" w:rsidRDefault="009B6F9C" w:rsidP="00C8505F">
            <w:pPr>
              <w:pStyle w:val="SIText"/>
            </w:pPr>
            <w:r w:rsidRPr="009B6F9C">
              <w:t>1.</w:t>
            </w:r>
            <w:r w:rsidR="00256FBB">
              <w:t>3</w:t>
            </w:r>
            <w:r w:rsidR="00256FBB" w:rsidRPr="009B6F9C">
              <w:t xml:space="preserve"> </w:t>
            </w:r>
            <w:bookmarkStart w:id="1" w:name="_Hlk509664954"/>
            <w:r w:rsidR="00256FBB">
              <w:t>P</w:t>
            </w:r>
            <w:r w:rsidR="008F4D4A" w:rsidRPr="008F4D4A">
              <w:t>re</w:t>
            </w:r>
            <w:bookmarkEnd w:id="1"/>
            <w:r w:rsidR="003D1E0A">
              <w:t xml:space="preserve">pare milk and </w:t>
            </w:r>
            <w:r w:rsidR="008F4D4A" w:rsidRPr="008F4D4A">
              <w:t>starter culture</w:t>
            </w:r>
            <w:r w:rsidR="003D1E0A">
              <w:t>s</w:t>
            </w:r>
            <w:r w:rsidR="008F4D4A" w:rsidRPr="008F4D4A">
              <w:t xml:space="preserve"> </w:t>
            </w:r>
            <w:r w:rsidR="000217B0">
              <w:t>using good hygiene practice (</w:t>
            </w:r>
            <w:proofErr w:type="spellStart"/>
            <w:r w:rsidR="000217B0">
              <w:t>GHP</w:t>
            </w:r>
            <w:proofErr w:type="spellEnd"/>
            <w:r w:rsidR="000217B0">
              <w:t>)</w:t>
            </w:r>
          </w:p>
          <w:p w14:paraId="3791FB42" w14:textId="176402CA" w:rsidR="009B6F9C" w:rsidRPr="009B6F9C" w:rsidRDefault="009B6F9C" w:rsidP="00C8505F">
            <w:pPr>
              <w:pStyle w:val="SIText"/>
            </w:pPr>
            <w:r w:rsidRPr="009B6F9C">
              <w:t>1.</w:t>
            </w:r>
            <w:r w:rsidR="00256FBB">
              <w:t>4</w:t>
            </w:r>
            <w:r w:rsidR="00256FBB" w:rsidRPr="009B6F9C">
              <w:t xml:space="preserve"> </w:t>
            </w:r>
            <w:r w:rsidR="004665FF" w:rsidRPr="004665FF">
              <w:t>Ensure all surfaces</w:t>
            </w:r>
            <w:r w:rsidR="00034205">
              <w:t xml:space="preserve"> </w:t>
            </w:r>
            <w:r w:rsidR="004665FF" w:rsidRPr="004665FF">
              <w:t>meet cleanliness and sanitisation requirements</w:t>
            </w:r>
            <w:r w:rsidR="004665FF" w:rsidRPr="004665FF">
              <w:br/>
            </w:r>
            <w:r w:rsidRPr="009B6F9C">
              <w:t>1.</w:t>
            </w:r>
            <w:r w:rsidR="00256FBB">
              <w:t>5</w:t>
            </w:r>
            <w:r w:rsidR="00256FBB" w:rsidRPr="009B6F9C">
              <w:t xml:space="preserve"> </w:t>
            </w:r>
            <w:r w:rsidRPr="009B6F9C">
              <w:t xml:space="preserve">Manage </w:t>
            </w:r>
            <w:proofErr w:type="spellStart"/>
            <w:r w:rsidR="000217B0">
              <w:t>G</w:t>
            </w:r>
            <w:r w:rsidR="00621E9C">
              <w:t>H</w:t>
            </w:r>
            <w:r w:rsidR="000217B0">
              <w:t>P</w:t>
            </w:r>
            <w:proofErr w:type="spellEnd"/>
            <w:r w:rsidR="000217B0">
              <w:t xml:space="preserve"> and good manufacturing practice (</w:t>
            </w:r>
            <w:proofErr w:type="spellStart"/>
            <w:r w:rsidR="000217B0">
              <w:t>GMP</w:t>
            </w:r>
            <w:proofErr w:type="spellEnd"/>
            <w:r w:rsidR="000217B0">
              <w:t xml:space="preserve">) </w:t>
            </w:r>
            <w:r w:rsidR="00034205">
              <w:t>throughout cheese making</w:t>
            </w:r>
            <w:r w:rsidR="00256FBB">
              <w:t xml:space="preserve"> process</w:t>
            </w:r>
          </w:p>
          <w:p w14:paraId="00F96DA0" w14:textId="5FB3FF2A" w:rsidR="00100FB0" w:rsidRPr="009B6F9C" w:rsidRDefault="009B6F9C" w:rsidP="00C8505F">
            <w:pPr>
              <w:pStyle w:val="SIText"/>
            </w:pPr>
            <w:r w:rsidRPr="009B6F9C">
              <w:t>1.</w:t>
            </w:r>
            <w:r w:rsidR="00256FBB">
              <w:t>6</w:t>
            </w:r>
            <w:r w:rsidR="00256FBB" w:rsidRPr="009B6F9C">
              <w:t xml:space="preserve"> </w:t>
            </w:r>
            <w:r w:rsidRPr="009B6F9C">
              <w:t xml:space="preserve">Record </w:t>
            </w:r>
            <w:r w:rsidR="00034205">
              <w:t>cheese production</w:t>
            </w:r>
            <w:r w:rsidRPr="009B6F9C">
              <w:t xml:space="preserve"> information according to workplace procedures</w:t>
            </w:r>
          </w:p>
        </w:tc>
      </w:tr>
      <w:tr w:rsidR="009B6F9C" w:rsidRPr="00963A46" w14:paraId="7EC3009C" w14:textId="77777777" w:rsidTr="00B923A5">
        <w:trPr>
          <w:cantSplit/>
        </w:trPr>
        <w:tc>
          <w:tcPr>
            <w:tcW w:w="1396" w:type="pct"/>
            <w:shd w:val="clear" w:color="auto" w:fill="auto"/>
          </w:tcPr>
          <w:p w14:paraId="25CA8FBE" w14:textId="5967D165" w:rsidR="009B6F9C" w:rsidRPr="009B6F9C" w:rsidRDefault="009B6F9C" w:rsidP="00C8505F">
            <w:pPr>
              <w:pStyle w:val="SIText"/>
            </w:pPr>
            <w:r w:rsidRPr="009B6F9C">
              <w:t xml:space="preserve">2. </w:t>
            </w:r>
            <w:r w:rsidR="00100FB0">
              <w:t>P</w:t>
            </w:r>
            <w:r w:rsidRPr="009B6F9C">
              <w:t xml:space="preserve">repare milk </w:t>
            </w:r>
          </w:p>
        </w:tc>
        <w:tc>
          <w:tcPr>
            <w:tcW w:w="3604" w:type="pct"/>
            <w:shd w:val="clear" w:color="auto" w:fill="auto"/>
          </w:tcPr>
          <w:p w14:paraId="4737B9B9" w14:textId="14049722" w:rsidR="00256FBB" w:rsidRPr="00256FBB" w:rsidRDefault="009B6F9C" w:rsidP="00256FBB">
            <w:pPr>
              <w:pStyle w:val="SIText"/>
            </w:pPr>
            <w:r w:rsidRPr="009B6F9C">
              <w:t xml:space="preserve">2.1 Sample raw </w:t>
            </w:r>
            <w:r w:rsidR="00034205">
              <w:t xml:space="preserve">or pre-pasteurised milk </w:t>
            </w:r>
            <w:r w:rsidR="00256FBB">
              <w:t>to a</w:t>
            </w:r>
            <w:r w:rsidR="00256FBB" w:rsidRPr="00256FBB">
              <w:t>ssess milk composition (fat, proteins, minerals, pH, titratable acidity) of milk in vat, and adjust make parameters accordingly</w:t>
            </w:r>
          </w:p>
          <w:p w14:paraId="0B8B112A" w14:textId="0F26A914" w:rsidR="00971276" w:rsidRPr="009B6F9C" w:rsidRDefault="00DA2D14" w:rsidP="00C8505F">
            <w:pPr>
              <w:pStyle w:val="SIText"/>
            </w:pPr>
            <w:r>
              <w:t>2.</w:t>
            </w:r>
            <w:r w:rsidR="00C93E7E">
              <w:t>2</w:t>
            </w:r>
            <w:r w:rsidR="00256FBB">
              <w:t xml:space="preserve"> </w:t>
            </w:r>
            <w:r w:rsidR="00971276">
              <w:t xml:space="preserve">Confirm </w:t>
            </w:r>
            <w:r w:rsidR="00256FBB">
              <w:t xml:space="preserve">desired </w:t>
            </w:r>
            <w:r w:rsidR="00971276">
              <w:t xml:space="preserve">outcome of the cheese making process, based on milk composition </w:t>
            </w:r>
            <w:r w:rsidR="00256FBB">
              <w:t>and production goals</w:t>
            </w:r>
          </w:p>
          <w:p w14:paraId="60498011" w14:textId="4CC4760C" w:rsidR="009B6F9C" w:rsidRPr="009B6F9C" w:rsidRDefault="009B6F9C" w:rsidP="00C8505F">
            <w:pPr>
              <w:pStyle w:val="SIText"/>
            </w:pPr>
            <w:r w:rsidRPr="009B6F9C">
              <w:t>2.</w:t>
            </w:r>
            <w:r w:rsidR="00C93E7E">
              <w:t>3</w:t>
            </w:r>
            <w:r w:rsidR="00256FBB" w:rsidRPr="009B6F9C">
              <w:t xml:space="preserve"> </w:t>
            </w:r>
            <w:r w:rsidR="007C2A0E">
              <w:t xml:space="preserve">Standardise milk </w:t>
            </w:r>
            <w:r w:rsidR="00621E9C">
              <w:t xml:space="preserve">or modify make process </w:t>
            </w:r>
            <w:r w:rsidR="007C2A0E">
              <w:t xml:space="preserve">for </w:t>
            </w:r>
            <w:r w:rsidR="007C2A0E" w:rsidRPr="007C2A0E">
              <w:t>consistent outcome, as required</w:t>
            </w:r>
          </w:p>
        </w:tc>
      </w:tr>
      <w:tr w:rsidR="009B6F9C" w:rsidRPr="00963A46" w14:paraId="4C3CECB5" w14:textId="77777777" w:rsidTr="00971276">
        <w:trPr>
          <w:cantSplit/>
          <w:trHeight w:val="1238"/>
        </w:trPr>
        <w:tc>
          <w:tcPr>
            <w:tcW w:w="1396" w:type="pct"/>
            <w:shd w:val="clear" w:color="auto" w:fill="auto"/>
          </w:tcPr>
          <w:p w14:paraId="19FB6B38" w14:textId="591EBA69" w:rsidR="009B6F9C" w:rsidRPr="009B6F9C" w:rsidRDefault="009B6F9C" w:rsidP="00C8505F">
            <w:pPr>
              <w:pStyle w:val="SIText"/>
            </w:pPr>
            <w:r w:rsidRPr="009B6F9C">
              <w:t>3. Inoculate milk to promote coagulation</w:t>
            </w:r>
          </w:p>
        </w:tc>
        <w:tc>
          <w:tcPr>
            <w:tcW w:w="3604" w:type="pct"/>
            <w:shd w:val="clear" w:color="auto" w:fill="auto"/>
          </w:tcPr>
          <w:p w14:paraId="5D4CF146" w14:textId="775B0AD8" w:rsidR="009B6F9C" w:rsidRPr="009B6F9C" w:rsidRDefault="009B6F9C" w:rsidP="00C8505F">
            <w:pPr>
              <w:pStyle w:val="SIText"/>
            </w:pPr>
            <w:r w:rsidRPr="009B6F9C">
              <w:t xml:space="preserve">3.1 Add </w:t>
            </w:r>
            <w:r w:rsidR="000217B0">
              <w:t>starter</w:t>
            </w:r>
            <w:r w:rsidR="000217B0" w:rsidRPr="009B6F9C">
              <w:t xml:space="preserve"> </w:t>
            </w:r>
            <w:r w:rsidRPr="009B6F9C">
              <w:t xml:space="preserve">culture to the milk and mix evenly according to cheese type and </w:t>
            </w:r>
            <w:r w:rsidR="00621E9C">
              <w:t>production goals</w:t>
            </w:r>
          </w:p>
          <w:p w14:paraId="6BD0F187" w14:textId="7ABBEE76" w:rsidR="009B6F9C" w:rsidRPr="009B6F9C" w:rsidRDefault="009B6F9C" w:rsidP="00C8505F">
            <w:pPr>
              <w:pStyle w:val="SIText"/>
            </w:pPr>
            <w:r w:rsidRPr="009B6F9C">
              <w:t xml:space="preserve">3.2 Add coagulating enzymes to the milk according to </w:t>
            </w:r>
            <w:r w:rsidR="00621E9C" w:rsidRPr="00621E9C">
              <w:t>production goals</w:t>
            </w:r>
          </w:p>
          <w:p w14:paraId="49CEC5D9" w14:textId="16B81796" w:rsidR="009B6F9C" w:rsidRPr="009B6F9C" w:rsidRDefault="009B6F9C" w:rsidP="00C8505F">
            <w:pPr>
              <w:pStyle w:val="SIText"/>
            </w:pPr>
            <w:r w:rsidRPr="009B6F9C">
              <w:t xml:space="preserve">3.3 Maintain temperature throughout the tank or vat according to </w:t>
            </w:r>
            <w:r w:rsidR="00621E9C" w:rsidRPr="00621E9C">
              <w:t>production goals</w:t>
            </w:r>
          </w:p>
          <w:p w14:paraId="1C88EEC6" w14:textId="496B80EF" w:rsidR="009B6F9C" w:rsidRPr="009B6F9C" w:rsidRDefault="009B6F9C" w:rsidP="00C8505F">
            <w:pPr>
              <w:pStyle w:val="SIText"/>
            </w:pPr>
            <w:r w:rsidRPr="009B6F9C">
              <w:t>3.4 Maintain a log of pH</w:t>
            </w:r>
            <w:r w:rsidR="00621E9C">
              <w:t>, titratable acidity</w:t>
            </w:r>
            <w:r w:rsidRPr="009B6F9C">
              <w:t xml:space="preserve"> and temperature to control </w:t>
            </w:r>
            <w:r w:rsidR="00621E9C">
              <w:t xml:space="preserve">make, </w:t>
            </w:r>
            <w:r w:rsidRPr="009B6F9C">
              <w:t>ripening and yield</w:t>
            </w:r>
            <w:r w:rsidR="00621E9C">
              <w:t xml:space="preserve"> according to production goals</w:t>
            </w:r>
          </w:p>
        </w:tc>
      </w:tr>
      <w:tr w:rsidR="009B6F9C" w:rsidRPr="00963A46" w14:paraId="6CD3DA05" w14:textId="77777777" w:rsidTr="00B923A5">
        <w:trPr>
          <w:cantSplit/>
        </w:trPr>
        <w:tc>
          <w:tcPr>
            <w:tcW w:w="1396" w:type="pct"/>
            <w:shd w:val="clear" w:color="auto" w:fill="auto"/>
          </w:tcPr>
          <w:p w14:paraId="5851C03B" w14:textId="101AF71F" w:rsidR="009B6F9C" w:rsidRPr="009B6F9C" w:rsidRDefault="009B6F9C" w:rsidP="00C8505F">
            <w:pPr>
              <w:pStyle w:val="SIText"/>
            </w:pPr>
            <w:r w:rsidRPr="009B6F9C">
              <w:t xml:space="preserve">4. </w:t>
            </w:r>
            <w:r w:rsidR="00971276">
              <w:t>P</w:t>
            </w:r>
            <w:r w:rsidRPr="009B6F9C">
              <w:t>rocess curds</w:t>
            </w:r>
          </w:p>
        </w:tc>
        <w:tc>
          <w:tcPr>
            <w:tcW w:w="3604" w:type="pct"/>
            <w:shd w:val="clear" w:color="auto" w:fill="auto"/>
          </w:tcPr>
          <w:p w14:paraId="53488787" w14:textId="2F6D8C91" w:rsidR="009B6F9C" w:rsidRPr="009B6F9C" w:rsidRDefault="009B6F9C" w:rsidP="00C8505F">
            <w:pPr>
              <w:pStyle w:val="SIText"/>
            </w:pPr>
            <w:r w:rsidRPr="009B6F9C">
              <w:t xml:space="preserve">4.1 Manage curd </w:t>
            </w:r>
            <w:r w:rsidR="00621E9C">
              <w:t xml:space="preserve">ladling, </w:t>
            </w:r>
            <w:r w:rsidRPr="009B6F9C">
              <w:t xml:space="preserve">breaking or cutting </w:t>
            </w:r>
            <w:r w:rsidR="00971276">
              <w:t>to meet</w:t>
            </w:r>
            <w:r w:rsidRPr="009B6F9C">
              <w:t xml:space="preserve"> </w:t>
            </w:r>
            <w:r w:rsidR="00621E9C">
              <w:t>production goals</w:t>
            </w:r>
          </w:p>
          <w:p w14:paraId="0641045E" w14:textId="18B65D90" w:rsidR="009B6F9C" w:rsidRPr="009B6F9C" w:rsidRDefault="009B6F9C" w:rsidP="00C8505F">
            <w:pPr>
              <w:pStyle w:val="SIText"/>
            </w:pPr>
            <w:r w:rsidRPr="009B6F9C">
              <w:t>4.</w:t>
            </w:r>
            <w:r w:rsidR="00971276">
              <w:t>2</w:t>
            </w:r>
            <w:r w:rsidRPr="009B6F9C">
              <w:t xml:space="preserve"> Plan the </w:t>
            </w:r>
            <w:r w:rsidR="00DA2D14">
              <w:t xml:space="preserve">curd </w:t>
            </w:r>
            <w:r w:rsidR="008F4D4A">
              <w:t>processing</w:t>
            </w:r>
            <w:r w:rsidR="008F4D4A" w:rsidRPr="009B6F9C">
              <w:t xml:space="preserve"> </w:t>
            </w:r>
            <w:r w:rsidRPr="009B6F9C">
              <w:t xml:space="preserve">schedule to </w:t>
            </w:r>
            <w:r w:rsidR="00971276">
              <w:t>meet</w:t>
            </w:r>
            <w:r w:rsidR="00971276" w:rsidRPr="00971276">
              <w:t xml:space="preserve"> </w:t>
            </w:r>
            <w:r w:rsidR="00621E9C" w:rsidRPr="00621E9C">
              <w:t>production goals</w:t>
            </w:r>
          </w:p>
          <w:p w14:paraId="5065CF70" w14:textId="7E1A2CE4" w:rsidR="009B6F9C" w:rsidRPr="009B6F9C" w:rsidRDefault="009B6F9C" w:rsidP="00C8505F">
            <w:pPr>
              <w:pStyle w:val="SIText"/>
            </w:pPr>
            <w:r w:rsidRPr="009B6F9C">
              <w:t>4.</w:t>
            </w:r>
            <w:r w:rsidR="00971276">
              <w:t>3</w:t>
            </w:r>
            <w:r w:rsidRPr="009B6F9C">
              <w:t xml:space="preserve"> </w:t>
            </w:r>
            <w:r w:rsidR="001020C9">
              <w:t>Drain</w:t>
            </w:r>
            <w:r w:rsidRPr="009B6F9C">
              <w:t xml:space="preserve"> curd </w:t>
            </w:r>
            <w:r w:rsidR="001020C9">
              <w:t>to ensure required</w:t>
            </w:r>
            <w:r w:rsidRPr="009B6F9C">
              <w:t xml:space="preserve"> pH level and consistency</w:t>
            </w:r>
            <w:r w:rsidR="00621E9C">
              <w:t xml:space="preserve"> according to </w:t>
            </w:r>
            <w:r w:rsidR="00621E9C" w:rsidRPr="00621E9C">
              <w:t>production goals</w:t>
            </w:r>
          </w:p>
        </w:tc>
      </w:tr>
      <w:tr w:rsidR="009B6F9C" w:rsidRPr="009B6F9C" w14:paraId="49236159" w14:textId="77777777" w:rsidTr="00B923A5">
        <w:trPr>
          <w:cantSplit/>
        </w:trPr>
        <w:tc>
          <w:tcPr>
            <w:tcW w:w="1396" w:type="pct"/>
            <w:shd w:val="clear" w:color="auto" w:fill="auto"/>
          </w:tcPr>
          <w:p w14:paraId="698E013E" w14:textId="6F4D130B" w:rsidR="009B6F9C" w:rsidRPr="009B6F9C" w:rsidRDefault="00DA2D14" w:rsidP="00C8505F">
            <w:pPr>
              <w:pStyle w:val="SIText"/>
            </w:pPr>
            <w:r>
              <w:lastRenderedPageBreak/>
              <w:t>5</w:t>
            </w:r>
            <w:r w:rsidR="009B6F9C" w:rsidRPr="009B6F9C">
              <w:t xml:space="preserve">. Monitor and adjust </w:t>
            </w:r>
            <w:r w:rsidR="004C1DDE">
              <w:t xml:space="preserve">cheese </w:t>
            </w:r>
            <w:r w:rsidR="009B6F9C" w:rsidRPr="009B6F9C">
              <w:t>process</w:t>
            </w:r>
            <w:r w:rsidR="002C0764">
              <w:t>ing</w:t>
            </w:r>
          </w:p>
        </w:tc>
        <w:tc>
          <w:tcPr>
            <w:tcW w:w="3604" w:type="pct"/>
            <w:shd w:val="clear" w:color="auto" w:fill="auto"/>
          </w:tcPr>
          <w:p w14:paraId="33492C7B" w14:textId="27300A59" w:rsidR="009B6F9C" w:rsidRPr="009B6F9C" w:rsidRDefault="00DA2D14" w:rsidP="00C8505F">
            <w:pPr>
              <w:pStyle w:val="SIText"/>
            </w:pPr>
            <w:r>
              <w:t>5.1</w:t>
            </w:r>
            <w:r w:rsidR="009B6F9C" w:rsidRPr="009B6F9C">
              <w:t xml:space="preserve"> </w:t>
            </w:r>
            <w:r w:rsidR="00512D86">
              <w:t xml:space="preserve">Monitor </w:t>
            </w:r>
            <w:r w:rsidR="009B6F9C" w:rsidRPr="009B6F9C">
              <w:t>the amount of moisture in cheese by regulating syneresis</w:t>
            </w:r>
          </w:p>
          <w:p w14:paraId="3870F69A" w14:textId="0D33FA75" w:rsidR="009B6F9C" w:rsidRPr="009B6F9C" w:rsidRDefault="00DA2D14" w:rsidP="00C8505F">
            <w:pPr>
              <w:pStyle w:val="SIText"/>
            </w:pPr>
            <w:r>
              <w:t>5.2</w:t>
            </w:r>
            <w:r w:rsidR="008F4D4A" w:rsidRPr="009B6F9C">
              <w:t xml:space="preserve"> </w:t>
            </w:r>
            <w:r w:rsidR="009B6F9C" w:rsidRPr="009B6F9C">
              <w:t>Adjust calcium phosphate levels to influence basic cheese structure if required</w:t>
            </w:r>
          </w:p>
          <w:p w14:paraId="60B146EA" w14:textId="04054AE2" w:rsidR="009B6F9C" w:rsidRPr="009B6F9C" w:rsidRDefault="00DA2D14" w:rsidP="00C8505F">
            <w:pPr>
              <w:pStyle w:val="SIText"/>
            </w:pPr>
            <w:r>
              <w:t>5.3</w:t>
            </w:r>
            <w:r w:rsidR="008F4D4A" w:rsidRPr="009B6F9C">
              <w:t xml:space="preserve"> </w:t>
            </w:r>
            <w:r w:rsidR="009B6F9C" w:rsidRPr="009B6F9C">
              <w:t>Control texture of the cheese by regulating pH, salt, moisture and fat</w:t>
            </w:r>
          </w:p>
          <w:p w14:paraId="0BFA581A" w14:textId="3A7CF149" w:rsidR="009B6F9C" w:rsidRPr="009B6F9C" w:rsidRDefault="00DA2D14" w:rsidP="00C8505F">
            <w:pPr>
              <w:pStyle w:val="SIText"/>
            </w:pPr>
            <w:r>
              <w:t>5.4</w:t>
            </w:r>
            <w:r w:rsidR="008F4D4A" w:rsidRPr="009B6F9C">
              <w:t xml:space="preserve"> </w:t>
            </w:r>
            <w:r w:rsidR="009B6F9C" w:rsidRPr="009B6F9C">
              <w:t xml:space="preserve">Control cheese flavour through choice of ingredients, such as milks, cultures, coagulating agents and salt, </w:t>
            </w:r>
            <w:r w:rsidR="00621E9C">
              <w:t xml:space="preserve">make parameters </w:t>
            </w:r>
            <w:r w:rsidR="009B6F9C" w:rsidRPr="009B6F9C">
              <w:t>and pH levels</w:t>
            </w:r>
          </w:p>
          <w:p w14:paraId="1E128FCD" w14:textId="3422553C" w:rsidR="009B6F9C" w:rsidRPr="009B6F9C" w:rsidRDefault="00DA2D14" w:rsidP="00C8505F">
            <w:pPr>
              <w:pStyle w:val="SIText"/>
            </w:pPr>
            <w:r>
              <w:t>5.5</w:t>
            </w:r>
            <w:r w:rsidR="008F4D4A" w:rsidRPr="009B6F9C">
              <w:t xml:space="preserve"> </w:t>
            </w:r>
            <w:r w:rsidR="009B6F9C" w:rsidRPr="009B6F9C">
              <w:t xml:space="preserve">Optimise yield by </w:t>
            </w:r>
            <w:r>
              <w:t>refining</w:t>
            </w:r>
            <w:r w:rsidR="009B6F9C" w:rsidRPr="009B6F9C">
              <w:t xml:space="preserve"> process control parameters</w:t>
            </w:r>
          </w:p>
        </w:tc>
      </w:tr>
      <w:tr w:rsidR="00DA2D14" w:rsidRPr="009B6F9C" w14:paraId="5AAD1F44" w14:textId="77777777" w:rsidTr="00635F24">
        <w:trPr>
          <w:cantSplit/>
        </w:trPr>
        <w:tc>
          <w:tcPr>
            <w:tcW w:w="1396" w:type="pct"/>
            <w:shd w:val="clear" w:color="auto" w:fill="auto"/>
          </w:tcPr>
          <w:p w14:paraId="0EFBD88D" w14:textId="5FABF9CE" w:rsidR="00DA2D14" w:rsidRPr="00DA2D14" w:rsidRDefault="00DA2D14" w:rsidP="00DA2D14">
            <w:pPr>
              <w:pStyle w:val="SIText"/>
            </w:pPr>
            <w:r>
              <w:t>6</w:t>
            </w:r>
            <w:r w:rsidRPr="009B6F9C">
              <w:t xml:space="preserve">. Manage </w:t>
            </w:r>
            <w:r w:rsidRPr="00DA2D14">
              <w:t xml:space="preserve">ripening </w:t>
            </w:r>
          </w:p>
        </w:tc>
        <w:tc>
          <w:tcPr>
            <w:tcW w:w="3604" w:type="pct"/>
            <w:shd w:val="clear" w:color="auto" w:fill="auto"/>
          </w:tcPr>
          <w:p w14:paraId="6EAF4773" w14:textId="4067C7F3" w:rsidR="00DA2D14" w:rsidRPr="00DA2D14" w:rsidRDefault="00DA2D14" w:rsidP="00DA2D14">
            <w:pPr>
              <w:pStyle w:val="SIText"/>
            </w:pPr>
            <w:r>
              <w:t>6</w:t>
            </w:r>
            <w:r w:rsidRPr="009B6F9C">
              <w:t xml:space="preserve">.1 </w:t>
            </w:r>
            <w:r w:rsidR="000217B0">
              <w:t xml:space="preserve">Observe effects of </w:t>
            </w:r>
            <w:r w:rsidRPr="009B6F9C">
              <w:t xml:space="preserve">ripening agents </w:t>
            </w:r>
            <w:r w:rsidR="000217B0">
              <w:t>on</w:t>
            </w:r>
            <w:r w:rsidR="000217B0" w:rsidRPr="009B6F9C">
              <w:t xml:space="preserve"> </w:t>
            </w:r>
            <w:r w:rsidRPr="00DA2D14">
              <w:t xml:space="preserve">cheeses </w:t>
            </w:r>
          </w:p>
          <w:p w14:paraId="555509C0" w14:textId="144E8B23" w:rsidR="00DA2D14" w:rsidRPr="00DA2D14" w:rsidRDefault="00DA2D14" w:rsidP="00DA2D14">
            <w:pPr>
              <w:pStyle w:val="SIText"/>
            </w:pPr>
            <w:r>
              <w:t>6</w:t>
            </w:r>
            <w:r w:rsidRPr="009B6F9C">
              <w:t xml:space="preserve">.2 Optimise curing </w:t>
            </w:r>
            <w:r w:rsidR="000217B0">
              <w:t xml:space="preserve">and ripening </w:t>
            </w:r>
            <w:r w:rsidR="00621E9C">
              <w:t xml:space="preserve">agents </w:t>
            </w:r>
            <w:r w:rsidRPr="009B6F9C">
              <w:t>by planning for and adjusting the key composition ratios of acid-coagulated soft cheeses</w:t>
            </w:r>
          </w:p>
          <w:p w14:paraId="3A63F812" w14:textId="608D3E8A" w:rsidR="00DA2D14" w:rsidRDefault="00DA2D14" w:rsidP="00DA2D14">
            <w:pPr>
              <w:pStyle w:val="SIText"/>
            </w:pPr>
            <w:r>
              <w:t>6</w:t>
            </w:r>
            <w:r w:rsidRPr="009B6F9C">
              <w:t>.3 Use surface treatments according to cheese type and recipe</w:t>
            </w:r>
          </w:p>
          <w:p w14:paraId="6D330E01" w14:textId="21C22840" w:rsidR="00DA2D14" w:rsidRPr="00DA2D14" w:rsidRDefault="00DA2D14" w:rsidP="00DA2D14">
            <w:pPr>
              <w:pStyle w:val="SIText"/>
            </w:pPr>
            <w:r>
              <w:t xml:space="preserve">6.4 Maintain records of cheese production and ripening, </w:t>
            </w:r>
            <w:r w:rsidRPr="009B6F9C">
              <w:t xml:space="preserve">as specified by legislation </w:t>
            </w:r>
          </w:p>
        </w:tc>
      </w:tr>
      <w:tr w:rsidR="00C93E7E" w:rsidRPr="009B6F9C" w14:paraId="59A91644" w14:textId="77777777" w:rsidTr="00635F24">
        <w:trPr>
          <w:cantSplit/>
        </w:trPr>
        <w:tc>
          <w:tcPr>
            <w:tcW w:w="1396" w:type="pct"/>
            <w:shd w:val="clear" w:color="auto" w:fill="auto"/>
          </w:tcPr>
          <w:p w14:paraId="5D1A0A63" w14:textId="6D72BA8F" w:rsidR="00C93E7E" w:rsidRDefault="00C93E7E" w:rsidP="00DA2D14">
            <w:pPr>
              <w:pStyle w:val="SIText"/>
            </w:pPr>
            <w:r>
              <w:t>7.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178BC71A" w14:textId="77777777" w:rsidR="00C93E7E" w:rsidRPr="00C93E7E" w:rsidRDefault="00C93E7E" w:rsidP="00C93E7E">
            <w:r>
              <w:t xml:space="preserve">7.1 </w:t>
            </w:r>
            <w:r w:rsidRPr="00C93E7E">
              <w:t>Clean equipment and work area in line with workplace procedures</w:t>
            </w:r>
          </w:p>
          <w:p w14:paraId="6861F84D" w14:textId="77777777" w:rsidR="00C93E7E" w:rsidRPr="00C93E7E" w:rsidRDefault="00C93E7E" w:rsidP="00C93E7E">
            <w:r>
              <w:t>7.2</w:t>
            </w:r>
            <w:r w:rsidRPr="00C93E7E">
              <w:t xml:space="preserve"> Conduct routine maintenance activities</w:t>
            </w:r>
          </w:p>
          <w:p w14:paraId="4B0D5600" w14:textId="117F833C" w:rsidR="00C93E7E" w:rsidRDefault="00C93E7E" w:rsidP="00C93E7E">
            <w:pPr>
              <w:pStyle w:val="SIText"/>
            </w:pPr>
            <w:r>
              <w:t xml:space="preserve">7.3 </w:t>
            </w:r>
            <w:r w:rsidRPr="00C93E7E">
              <w:t>Dispose of waste in line with regulatory requirements</w:t>
            </w:r>
          </w:p>
        </w:tc>
      </w:tr>
    </w:tbl>
    <w:p w14:paraId="0ACBEA2F" w14:textId="77777777" w:rsidR="005F771F" w:rsidRPr="009B6F9C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F4C1122" w14:textId="77777777" w:rsidTr="00B923A5">
        <w:trPr>
          <w:tblHeader/>
        </w:trPr>
        <w:tc>
          <w:tcPr>
            <w:tcW w:w="5000" w:type="pct"/>
            <w:gridSpan w:val="2"/>
          </w:tcPr>
          <w:p w14:paraId="4BE3B277" w14:textId="77777777" w:rsidR="00F1480E" w:rsidRPr="000754EC" w:rsidRDefault="005F771F" w:rsidP="000754EC">
            <w:pPr>
              <w:pStyle w:val="SIHeading2"/>
            </w:pPr>
            <w:r w:rsidRPr="009B6F9C"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79424B3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0A2EAE4" w14:textId="77777777" w:rsidTr="00B923A5">
        <w:trPr>
          <w:tblHeader/>
        </w:trPr>
        <w:tc>
          <w:tcPr>
            <w:tcW w:w="1396" w:type="pct"/>
          </w:tcPr>
          <w:p w14:paraId="243A405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C1F36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21E9C" w:rsidRPr="00336FCA" w:rsidDel="00423CB2" w14:paraId="03B983EA" w14:textId="77777777" w:rsidTr="00B923A5">
        <w:tc>
          <w:tcPr>
            <w:tcW w:w="1396" w:type="pct"/>
          </w:tcPr>
          <w:p w14:paraId="179808DD" w14:textId="5EA2B9D9" w:rsidR="00621E9C" w:rsidRPr="00621E9C" w:rsidRDefault="00621E9C" w:rsidP="00621E9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E98B737" w14:textId="6970F0AE" w:rsidR="00621E9C" w:rsidRPr="00621E9C" w:rsidRDefault="00621E9C" w:rsidP="00621E9C">
            <w:pPr>
              <w:pStyle w:val="SIBulletList1"/>
            </w:pPr>
            <w:r w:rsidRPr="00621E9C">
              <w:t>Interpret cheese make requirements from a variety of sources to consolidate information for cheese production</w:t>
            </w:r>
          </w:p>
        </w:tc>
      </w:tr>
      <w:tr w:rsidR="00621E9C" w:rsidRPr="00336FCA" w:rsidDel="00423CB2" w14:paraId="785ACC2D" w14:textId="77777777" w:rsidTr="00B923A5">
        <w:tc>
          <w:tcPr>
            <w:tcW w:w="1396" w:type="pct"/>
          </w:tcPr>
          <w:p w14:paraId="0A8340EA" w14:textId="1C924694" w:rsidR="00621E9C" w:rsidRPr="00621E9C" w:rsidRDefault="00621E9C" w:rsidP="00621E9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85DFA5E" w14:textId="2CCE3661" w:rsidR="00621E9C" w:rsidRPr="00621E9C" w:rsidRDefault="00621E9C" w:rsidP="00621E9C">
            <w:pPr>
              <w:pStyle w:val="SIBulletList1"/>
            </w:pPr>
            <w:r w:rsidRPr="00621E9C">
              <w:t>Document details of make process, including weights, temperature, humidity, pH, titratable acidity, salt and organoleptic parameters</w:t>
            </w:r>
          </w:p>
        </w:tc>
      </w:tr>
      <w:tr w:rsidR="009B6F9C" w:rsidRPr="00336FCA" w:rsidDel="00423CB2" w14:paraId="19CC9EB9" w14:textId="77777777" w:rsidTr="00B923A5">
        <w:tc>
          <w:tcPr>
            <w:tcW w:w="1396" w:type="pct"/>
          </w:tcPr>
          <w:p w14:paraId="07BE7768" w14:textId="77777777" w:rsidR="009B6F9C" w:rsidRPr="009B6F9C" w:rsidRDefault="009B6F9C">
            <w:pPr>
              <w:pStyle w:val="SIText"/>
            </w:pPr>
            <w:r w:rsidRPr="009B6F9C">
              <w:t>Numeracy</w:t>
            </w:r>
          </w:p>
        </w:tc>
        <w:tc>
          <w:tcPr>
            <w:tcW w:w="3604" w:type="pct"/>
          </w:tcPr>
          <w:p w14:paraId="7ACE563F" w14:textId="04B98B6D" w:rsidR="004359B5" w:rsidRPr="004359B5" w:rsidRDefault="004359B5">
            <w:pPr>
              <w:pStyle w:val="SIBulletList1"/>
            </w:pPr>
            <w:r>
              <w:t>Accurately w</w:t>
            </w:r>
            <w:r w:rsidRPr="004359B5">
              <w:t>eigh and measure ingredients for cheese making</w:t>
            </w:r>
          </w:p>
          <w:p w14:paraId="58CFAE0A" w14:textId="5D2676EA" w:rsidR="004359B5" w:rsidRPr="004359B5" w:rsidRDefault="004359B5">
            <w:pPr>
              <w:pStyle w:val="SIBulletList1"/>
            </w:pPr>
            <w:r>
              <w:t>Sample cheese to analyse pH, fat, moisture and salts</w:t>
            </w:r>
          </w:p>
          <w:p w14:paraId="215D77E0" w14:textId="27ACD031" w:rsidR="009B6F9C" w:rsidRPr="009B6F9C" w:rsidRDefault="004359B5">
            <w:pPr>
              <w:pStyle w:val="SIBulletList1"/>
            </w:pPr>
            <w:r>
              <w:t>Calculate cheese yields</w:t>
            </w:r>
          </w:p>
        </w:tc>
      </w:tr>
      <w:tr w:rsidR="00241CF2" w:rsidRPr="00336FCA" w:rsidDel="00423CB2" w14:paraId="028D1E67" w14:textId="77777777" w:rsidTr="00B923A5">
        <w:tc>
          <w:tcPr>
            <w:tcW w:w="1396" w:type="pct"/>
          </w:tcPr>
          <w:p w14:paraId="59F1EA95" w14:textId="547CA0A5" w:rsidR="00241CF2" w:rsidRPr="00241CF2" w:rsidRDefault="00241CF2" w:rsidP="00241CF2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0C14BFE" w14:textId="1D6A86B3" w:rsidR="00241CF2" w:rsidRPr="00241CF2" w:rsidRDefault="00241CF2" w:rsidP="00241CF2">
            <w:pPr>
              <w:pStyle w:val="SIBulletList1"/>
            </w:pPr>
            <w:r>
              <w:t>Adjust</w:t>
            </w:r>
            <w:r w:rsidRPr="00241CF2">
              <w:t xml:space="preserve"> processing parameters and problem</w:t>
            </w:r>
            <w:r w:rsidR="00435B58">
              <w:t>-</w:t>
            </w:r>
            <w:r w:rsidRPr="00241CF2">
              <w:t>solve issues as they arise</w:t>
            </w:r>
          </w:p>
        </w:tc>
      </w:tr>
    </w:tbl>
    <w:p w14:paraId="36306B35" w14:textId="77777777" w:rsidR="00916CD7" w:rsidRDefault="00916CD7" w:rsidP="005F771F">
      <w:pPr>
        <w:pStyle w:val="SIText"/>
      </w:pPr>
    </w:p>
    <w:p w14:paraId="7A8DA3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9E33F1E" w14:textId="77777777" w:rsidTr="00F33FF2">
        <w:tc>
          <w:tcPr>
            <w:tcW w:w="5000" w:type="pct"/>
            <w:gridSpan w:val="4"/>
          </w:tcPr>
          <w:p w14:paraId="26CBF78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2612965" w14:textId="77777777" w:rsidTr="00F33FF2">
        <w:tc>
          <w:tcPr>
            <w:tcW w:w="1028" w:type="pct"/>
          </w:tcPr>
          <w:p w14:paraId="1DF95CA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2637AB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D67530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FE86B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2D14" w14:paraId="5B34F27D" w14:textId="77777777" w:rsidTr="00F33FF2">
        <w:tc>
          <w:tcPr>
            <w:tcW w:w="1028" w:type="pct"/>
          </w:tcPr>
          <w:p w14:paraId="5FA4DF94" w14:textId="10BE8D5A" w:rsidR="00DA2D14" w:rsidRPr="00923720" w:rsidRDefault="004E4EFB" w:rsidP="00DA7C8F">
            <w:r w:rsidRPr="004E4EFB">
              <w:t>FBPCHE5005</w:t>
            </w:r>
            <w:r>
              <w:t xml:space="preserve"> </w:t>
            </w:r>
            <w:r w:rsidR="00DA7C8F" w:rsidRPr="009B6F9C">
              <w:t xml:space="preserve">Produce </w:t>
            </w:r>
            <w:r w:rsidR="00DA7C8F">
              <w:t xml:space="preserve">lactic </w:t>
            </w:r>
            <w:r w:rsidR="00DA7C8F" w:rsidRPr="009B6F9C">
              <w:t>acid</w:t>
            </w:r>
            <w:r w:rsidR="00DA7C8F">
              <w:t xml:space="preserve"> </w:t>
            </w:r>
            <w:r w:rsidR="00DA7C8F" w:rsidRPr="009B6F9C">
              <w:t xml:space="preserve">coagulated </w:t>
            </w:r>
            <w:r w:rsidR="00DA7C8F">
              <w:t xml:space="preserve">artisan </w:t>
            </w:r>
            <w:r w:rsidR="00DA7C8F" w:rsidRPr="009B6F9C">
              <w:t>cheese</w:t>
            </w:r>
          </w:p>
        </w:tc>
        <w:tc>
          <w:tcPr>
            <w:tcW w:w="1105" w:type="pct"/>
          </w:tcPr>
          <w:p w14:paraId="53221AB4" w14:textId="4C8514BE" w:rsidR="00DA2D14" w:rsidRPr="00923720" w:rsidRDefault="00330A83" w:rsidP="00F70F2E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E675629" w14:textId="2B97F9DC" w:rsidR="00DA2D14" w:rsidRPr="00923720" w:rsidRDefault="00CD345E" w:rsidP="00CD345E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3D615CE1" w14:textId="4003F600" w:rsidR="00DA2D14" w:rsidRPr="00923720" w:rsidRDefault="002C0764" w:rsidP="002C0764">
            <w:pPr>
              <w:pStyle w:val="SIText"/>
            </w:pPr>
            <w:r w:rsidRPr="002C0764">
              <w:t>No equivalent unit</w:t>
            </w:r>
          </w:p>
        </w:tc>
      </w:tr>
    </w:tbl>
    <w:p w14:paraId="3065C7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2B43703" w14:textId="77777777" w:rsidTr="0035000E">
        <w:tc>
          <w:tcPr>
            <w:tcW w:w="1049" w:type="pct"/>
            <w:shd w:val="clear" w:color="auto" w:fill="auto"/>
          </w:tcPr>
          <w:p w14:paraId="4BABD6B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1A5890B5" w14:textId="0DFC8A05" w:rsidR="00F1480E" w:rsidRPr="000754EC" w:rsidRDefault="00435B58" w:rsidP="00E40225">
            <w:pPr>
              <w:pStyle w:val="SIText"/>
            </w:pPr>
            <w:r w:rsidRPr="00435B58">
              <w:t xml:space="preserve">Companion Volumes, including Implementation Guides, are available at </w:t>
            </w:r>
            <w:proofErr w:type="spellStart"/>
            <w:r w:rsidRPr="00435B58">
              <w:t>VETNet</w:t>
            </w:r>
            <w:proofErr w:type="spellEnd"/>
            <w:r w:rsidRPr="00435B58">
              <w:t xml:space="preserve">: </w:t>
            </w:r>
            <w:hyperlink r:id="rId11" w:history="1">
              <w:r w:rsidRPr="00435B58">
                <w:t>https://vetnet.education.gov.au/Pages/TrainingDocs.aspx?q=78b15323-cd38-483e-aad7-1159b570a5c4</w:t>
              </w:r>
            </w:hyperlink>
          </w:p>
        </w:tc>
      </w:tr>
    </w:tbl>
    <w:p w14:paraId="66AF3DF6" w14:textId="77777777" w:rsidR="00F1480E" w:rsidRDefault="00F1480E" w:rsidP="005F771F">
      <w:pPr>
        <w:pStyle w:val="SIText"/>
      </w:pPr>
    </w:p>
    <w:p w14:paraId="6BE8F8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E8EE5ED" w14:textId="77777777" w:rsidTr="00B923A5">
        <w:trPr>
          <w:tblHeader/>
        </w:trPr>
        <w:tc>
          <w:tcPr>
            <w:tcW w:w="1478" w:type="pct"/>
            <w:shd w:val="clear" w:color="auto" w:fill="auto"/>
          </w:tcPr>
          <w:p w14:paraId="638BB94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24FE849" w14:textId="0B4873CB" w:rsidR="00556C4C" w:rsidRPr="000754EC" w:rsidRDefault="00556C4C" w:rsidP="00385584">
            <w:pPr>
              <w:pStyle w:val="SIUnittitle"/>
            </w:pPr>
            <w:r w:rsidRPr="00F56827">
              <w:t xml:space="preserve">Assessment requirements for </w:t>
            </w:r>
            <w:r w:rsidR="004E4EFB" w:rsidRPr="004E4EFB">
              <w:t>FBPCHE5005</w:t>
            </w:r>
            <w:r w:rsidR="004E4EFB">
              <w:t xml:space="preserve"> </w:t>
            </w:r>
            <w:r w:rsidR="00DA2D14" w:rsidRPr="009B6F9C">
              <w:t xml:space="preserve">Produce </w:t>
            </w:r>
            <w:r w:rsidR="00DA2D14" w:rsidRPr="00DA2D14">
              <w:t xml:space="preserve">lactic acid coagulated </w:t>
            </w:r>
            <w:r w:rsidR="00CD345E">
              <w:t xml:space="preserve">artisan </w:t>
            </w:r>
            <w:r w:rsidR="00DA2D14" w:rsidRPr="00DA2D14">
              <w:t>cheese</w:t>
            </w:r>
          </w:p>
        </w:tc>
      </w:tr>
      <w:tr w:rsidR="00556C4C" w:rsidRPr="00A55106" w14:paraId="3240B0F3" w14:textId="77777777" w:rsidTr="00B923A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1791C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8BB5A8" w14:textId="77777777" w:rsidTr="00B923A5">
        <w:tc>
          <w:tcPr>
            <w:tcW w:w="5000" w:type="pct"/>
            <w:gridSpan w:val="2"/>
            <w:shd w:val="clear" w:color="auto" w:fill="auto"/>
          </w:tcPr>
          <w:p w14:paraId="76D12773" w14:textId="057C1C7C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57171C">
              <w:t xml:space="preserve"> </w:t>
            </w:r>
            <w:r w:rsidR="00717385" w:rsidRPr="000754EC">
              <w:t xml:space="preserve">must satisfy all of the elements and </w:t>
            </w:r>
            <w:r w:rsidRPr="000754EC">
              <w:t xml:space="preserve">performance criteria </w:t>
            </w:r>
            <w:r w:rsidR="00435B58">
              <w:t>in</w:t>
            </w:r>
            <w:r w:rsidRPr="000754EC">
              <w:t xml:space="preserve"> this unit. </w:t>
            </w:r>
          </w:p>
          <w:p w14:paraId="3F298B36" w14:textId="77777777" w:rsidR="0057171C" w:rsidRPr="000754EC" w:rsidRDefault="0057171C" w:rsidP="000754EC">
            <w:pPr>
              <w:pStyle w:val="SIText"/>
            </w:pPr>
          </w:p>
          <w:p w14:paraId="7E345CCE" w14:textId="58F29CCE" w:rsidR="00FB221F" w:rsidRDefault="009B6F9C" w:rsidP="00C8505F">
            <w:pPr>
              <w:pStyle w:val="SIText"/>
            </w:pPr>
            <w:r w:rsidRPr="009B6F9C">
              <w:rPr>
                <w:rFonts w:eastAsiaTheme="minorHAnsi"/>
              </w:rPr>
              <w:t>There must be evidence that the individual has</w:t>
            </w:r>
            <w:r w:rsidR="00C76915">
              <w:rPr>
                <w:rFonts w:eastAsiaTheme="minorHAnsi"/>
              </w:rPr>
              <w:t xml:space="preserve"> </w:t>
            </w:r>
            <w:r w:rsidR="00DA2D14">
              <w:rPr>
                <w:rFonts w:eastAsiaTheme="minorHAnsi"/>
              </w:rPr>
              <w:t xml:space="preserve">produced </w:t>
            </w:r>
            <w:r w:rsidR="00FB221F">
              <w:rPr>
                <w:rFonts w:eastAsiaTheme="minorHAnsi"/>
              </w:rPr>
              <w:t>at least one type of lactic acid coagulated cheese, on two different occasions, with consistent</w:t>
            </w:r>
            <w:r w:rsidR="00FB221F" w:rsidRPr="004359B5">
              <w:t xml:space="preserve"> texture, colour, finish and flavour</w:t>
            </w:r>
            <w:r w:rsidR="00FB221F">
              <w:t>.</w:t>
            </w:r>
          </w:p>
          <w:p w14:paraId="66D40333" w14:textId="6E767109" w:rsidR="00556C4C" w:rsidRPr="000754EC" w:rsidRDefault="00556C4C" w:rsidP="00C8505F">
            <w:pPr>
              <w:pStyle w:val="SIText"/>
            </w:pPr>
          </w:p>
        </w:tc>
      </w:tr>
    </w:tbl>
    <w:p w14:paraId="00C4F11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907DB4" w14:textId="77777777" w:rsidTr="00B923A5">
        <w:trPr>
          <w:tblHeader/>
        </w:trPr>
        <w:tc>
          <w:tcPr>
            <w:tcW w:w="5000" w:type="pct"/>
            <w:shd w:val="clear" w:color="auto" w:fill="auto"/>
          </w:tcPr>
          <w:p w14:paraId="1E6180A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EEE10E7" w14:textId="77777777" w:rsidTr="00B923A5">
        <w:tc>
          <w:tcPr>
            <w:tcW w:w="5000" w:type="pct"/>
            <w:shd w:val="clear" w:color="auto" w:fill="auto"/>
          </w:tcPr>
          <w:p w14:paraId="4B331FD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0487B61" w14:textId="2A66350A" w:rsidR="008F4D4A" w:rsidRPr="008003AB" w:rsidRDefault="009B6F9C" w:rsidP="002F6E80">
            <w:pPr>
              <w:pStyle w:val="SIBulletList1"/>
            </w:pPr>
            <w:r w:rsidRPr="009B6F9C">
              <w:t xml:space="preserve">the main types of </w:t>
            </w:r>
            <w:r w:rsidR="00FB221F">
              <w:t xml:space="preserve">lactic acid </w:t>
            </w:r>
            <w:r w:rsidR="00CD345E">
              <w:t>coagulated</w:t>
            </w:r>
            <w:r w:rsidR="00FB221F">
              <w:t xml:space="preserve"> </w:t>
            </w:r>
            <w:r w:rsidRPr="009B6F9C">
              <w:t>cheeses</w:t>
            </w:r>
          </w:p>
          <w:p w14:paraId="670A50B5" w14:textId="7A445D66" w:rsidR="00FB221F" w:rsidRPr="00FB221F" w:rsidRDefault="007C2A0E" w:rsidP="007C2A0E">
            <w:pPr>
              <w:pStyle w:val="SIBulletList1"/>
            </w:pPr>
            <w:r>
              <w:t xml:space="preserve">the chemical </w:t>
            </w:r>
            <w:r w:rsidR="00621E9C">
              <w:t xml:space="preserve">and physical </w:t>
            </w:r>
            <w:r>
              <w:t xml:space="preserve">composition of bovine and non-bovine milks </w:t>
            </w:r>
            <w:r w:rsidR="00621E9C">
              <w:t xml:space="preserve">(including on a seasonal basis) </w:t>
            </w:r>
            <w:r w:rsidR="00FB221F" w:rsidRPr="009B6F9C">
              <w:t>and components important in cheese making</w:t>
            </w:r>
          </w:p>
          <w:p w14:paraId="406FD68B" w14:textId="686E8EE4" w:rsidR="009B6F9C" w:rsidRPr="009B6F9C" w:rsidRDefault="009B6F9C" w:rsidP="008003AB">
            <w:pPr>
              <w:pStyle w:val="SIBulletList1"/>
            </w:pPr>
            <w:r w:rsidRPr="009B6F9C">
              <w:t>the main components of milk and cheese (both curds and whey</w:t>
            </w:r>
            <w:r w:rsidR="00621E9C">
              <w:t>, proteins, fats, carbohydrates and minerals) and how they change through processing and ripening</w:t>
            </w:r>
          </w:p>
          <w:p w14:paraId="1D867C13" w14:textId="746CA3F5" w:rsidR="009B6F9C" w:rsidRPr="009B6F9C" w:rsidRDefault="009B6F9C" w:rsidP="008003AB">
            <w:pPr>
              <w:pStyle w:val="SIBulletList1"/>
            </w:pPr>
            <w:r w:rsidRPr="009B6F9C">
              <w:t>types and impact of inhibitory substances in milk</w:t>
            </w:r>
          </w:p>
          <w:p w14:paraId="3A47F770" w14:textId="43B0D08E" w:rsidR="009B6F9C" w:rsidRPr="009B6F9C" w:rsidRDefault="009B6F9C" w:rsidP="008003AB">
            <w:pPr>
              <w:pStyle w:val="SIBulletList1"/>
            </w:pPr>
            <w:r w:rsidRPr="009B6F9C">
              <w:t xml:space="preserve">specifications of </w:t>
            </w:r>
            <w:r w:rsidR="00621E9C">
              <w:t xml:space="preserve">desired </w:t>
            </w:r>
            <w:r w:rsidR="00FB221F">
              <w:t xml:space="preserve">cheese </w:t>
            </w:r>
            <w:r w:rsidRPr="009B6F9C">
              <w:t xml:space="preserve">product at each stage of making </w:t>
            </w:r>
            <w:r w:rsidR="00621E9C">
              <w:t>and ripening</w:t>
            </w:r>
          </w:p>
          <w:p w14:paraId="065A0667" w14:textId="06DAD3C3" w:rsidR="009B6F9C" w:rsidRDefault="009B6F9C" w:rsidP="008003AB">
            <w:pPr>
              <w:pStyle w:val="SIBulletList1"/>
            </w:pPr>
            <w:r w:rsidRPr="009B6F9C">
              <w:t>milk</w:t>
            </w:r>
            <w:r w:rsidR="00621E9C">
              <w:t xml:space="preserve"> assessment and </w:t>
            </w:r>
            <w:r w:rsidRPr="009B6F9C">
              <w:t xml:space="preserve">preparation for cheese making </w:t>
            </w:r>
          </w:p>
          <w:p w14:paraId="3D2CA0F4" w14:textId="433A9347" w:rsidR="00621E9C" w:rsidRPr="009B6F9C" w:rsidRDefault="00621E9C" w:rsidP="008003AB">
            <w:pPr>
              <w:pStyle w:val="SIBulletList1"/>
            </w:pPr>
            <w:r>
              <w:t>ways to adjust the make process for the desired chees</w:t>
            </w:r>
            <w:r w:rsidR="00C93E7E">
              <w:t>e</w:t>
            </w:r>
            <w:r>
              <w:t xml:space="preserve"> depending on the milk composition</w:t>
            </w:r>
          </w:p>
          <w:p w14:paraId="46B44B0D" w14:textId="45AA377E" w:rsidR="009B6F9C" w:rsidRDefault="009B6F9C" w:rsidP="008003AB">
            <w:pPr>
              <w:pStyle w:val="SIBulletList1"/>
            </w:pPr>
            <w:r w:rsidRPr="009B6F9C">
              <w:t xml:space="preserve">types of starters and adjuncts used and their role in the fermentation </w:t>
            </w:r>
            <w:r w:rsidR="00621E9C">
              <w:t xml:space="preserve">and ripening </w:t>
            </w:r>
            <w:r w:rsidRPr="009B6F9C">
              <w:t>process</w:t>
            </w:r>
            <w:r w:rsidR="00621E9C">
              <w:t>es</w:t>
            </w:r>
          </w:p>
          <w:p w14:paraId="0DAFFCF4" w14:textId="26BE4A6F" w:rsidR="009B6F9C" w:rsidRDefault="00B40ACC" w:rsidP="007C2A0E">
            <w:pPr>
              <w:pStyle w:val="SIBulletList1"/>
            </w:pPr>
            <w:r>
              <w:t>typical bacterial</w:t>
            </w:r>
            <w:r w:rsidR="00E04819">
              <w:t>, yeast and mould</w:t>
            </w:r>
            <w:r>
              <w:t xml:space="preserve"> cultures and the flavours and textures they produce</w:t>
            </w:r>
          </w:p>
          <w:p w14:paraId="6DBDA22B" w14:textId="77777777" w:rsidR="00E04819" w:rsidRPr="00E04819" w:rsidRDefault="00E04819" w:rsidP="00E04819">
            <w:pPr>
              <w:pStyle w:val="SIBulletList1"/>
            </w:pPr>
            <w:r w:rsidRPr="00E04819">
              <w:t>control points and critical control points in the manufacture and ripening of each cheese type</w:t>
            </w:r>
          </w:p>
          <w:p w14:paraId="3387DE34" w14:textId="7CCAE538" w:rsidR="009B6F9C" w:rsidRPr="009B6F9C" w:rsidRDefault="009B6F9C" w:rsidP="008003AB">
            <w:pPr>
              <w:pStyle w:val="SIBulletList1"/>
            </w:pPr>
            <w:r w:rsidRPr="009B6F9C">
              <w:t xml:space="preserve">moisture </w:t>
            </w:r>
            <w:r w:rsidR="00E04819">
              <w:t xml:space="preserve">and drainage </w:t>
            </w:r>
            <w:r w:rsidRPr="009B6F9C">
              <w:t>control in cheese making</w:t>
            </w:r>
          </w:p>
          <w:p w14:paraId="7E644841" w14:textId="2574C49A" w:rsidR="009B6F9C" w:rsidRPr="009B6F9C" w:rsidRDefault="009B6F9C" w:rsidP="008003AB">
            <w:pPr>
              <w:pStyle w:val="SIBulletList1"/>
            </w:pPr>
            <w:r w:rsidRPr="009B6F9C">
              <w:t>processes of coagulation and syneresis and their role in cheese making</w:t>
            </w:r>
            <w:r w:rsidR="00E04819">
              <w:t xml:space="preserve"> and ripening</w:t>
            </w:r>
          </w:p>
          <w:p w14:paraId="6834DDDF" w14:textId="57525EA1" w:rsidR="009B6F9C" w:rsidRDefault="009B6F9C" w:rsidP="008003AB">
            <w:pPr>
              <w:pStyle w:val="SIBulletList1"/>
            </w:pPr>
            <w:r w:rsidRPr="009B6F9C">
              <w:t>curd size and its impact on moisture</w:t>
            </w:r>
            <w:r w:rsidR="00E04819">
              <w:t xml:space="preserve"> and acidification</w:t>
            </w:r>
          </w:p>
          <w:p w14:paraId="0E051FE2" w14:textId="6733B735" w:rsidR="00E04819" w:rsidRPr="009B6F9C" w:rsidRDefault="00E04819" w:rsidP="008003AB">
            <w:pPr>
              <w:pStyle w:val="SIBulletList1"/>
            </w:pPr>
            <w:r>
              <w:t xml:space="preserve">buffer power in cheese and how it </w:t>
            </w:r>
            <w:r w:rsidR="00843BD3">
              <w:t>a</w:t>
            </w:r>
            <w:r>
              <w:t>ffects the cheese</w:t>
            </w:r>
          </w:p>
          <w:p w14:paraId="4F30A261" w14:textId="0D0F71D4" w:rsidR="009B6F9C" w:rsidRPr="009B6F9C" w:rsidRDefault="009B6F9C" w:rsidP="008003AB">
            <w:pPr>
              <w:pStyle w:val="SIBulletList1"/>
            </w:pPr>
            <w:r w:rsidRPr="009B6F9C">
              <w:t>effects of pH</w:t>
            </w:r>
            <w:r w:rsidR="00E04819">
              <w:t xml:space="preserve">, </w:t>
            </w:r>
            <w:r w:rsidRPr="009B6F9C">
              <w:t>temperature</w:t>
            </w:r>
            <w:r w:rsidR="00E04819">
              <w:t xml:space="preserve">, humidity and time </w:t>
            </w:r>
            <w:r w:rsidRPr="009B6F9C">
              <w:t>on cheese processing performance and product quality</w:t>
            </w:r>
          </w:p>
          <w:p w14:paraId="0D595857" w14:textId="302AC6F8" w:rsidR="007371F3" w:rsidRPr="009B6F9C" w:rsidRDefault="007371F3" w:rsidP="008003AB">
            <w:pPr>
              <w:pStyle w:val="SIBulletList1"/>
            </w:pPr>
            <w:r>
              <w:t>i</w:t>
            </w:r>
            <w:r w:rsidRPr="007371F3">
              <w:t>mpact of unwanted microorganisms in cheese</w:t>
            </w:r>
            <w:r>
              <w:t xml:space="preserve"> </w:t>
            </w:r>
            <w:r w:rsidRPr="007371F3">
              <w:t xml:space="preserve">(lipolytic bacteria, yeasts, moulds, bacillus, listeria, Escherichia coli, salmonella, coliforms and staphylococci) </w:t>
            </w:r>
          </w:p>
          <w:p w14:paraId="26E4390A" w14:textId="77777777" w:rsidR="00C015E7" w:rsidRPr="00C015E7" w:rsidRDefault="00C015E7" w:rsidP="00C015E7">
            <w:pPr>
              <w:pStyle w:val="SIBulletList1"/>
            </w:pPr>
            <w:r w:rsidRPr="009B6F9C">
              <w:t>contamination risk of inoculants and contaminants</w:t>
            </w:r>
          </w:p>
          <w:p w14:paraId="007156EF" w14:textId="124C8FEF" w:rsidR="009B6F9C" w:rsidRPr="009B6F9C" w:rsidRDefault="009B6F9C" w:rsidP="008003AB">
            <w:pPr>
              <w:pStyle w:val="SIBulletList1"/>
            </w:pPr>
            <w:r w:rsidRPr="009B6F9C">
              <w:t xml:space="preserve">temperature and humidity </w:t>
            </w:r>
            <w:r w:rsidR="00FB221F">
              <w:t>requirements for</w:t>
            </w:r>
            <w:r w:rsidRPr="009B6F9C">
              <w:t xml:space="preserve"> curing</w:t>
            </w:r>
            <w:r w:rsidR="00E04819">
              <w:t xml:space="preserve"> and ripening</w:t>
            </w:r>
          </w:p>
          <w:p w14:paraId="1720BC02" w14:textId="17D33B6B" w:rsidR="009B6F9C" w:rsidRPr="009B6F9C" w:rsidRDefault="009B6F9C" w:rsidP="008003AB">
            <w:pPr>
              <w:pStyle w:val="SIBulletList1"/>
            </w:pPr>
            <w:r w:rsidRPr="009B6F9C">
              <w:t xml:space="preserve">ripening agents for </w:t>
            </w:r>
            <w:r w:rsidR="00FB221F">
              <w:t>lactic acid coagulated cheeses</w:t>
            </w:r>
          </w:p>
          <w:p w14:paraId="77584103" w14:textId="1D9B428A" w:rsidR="009B6F9C" w:rsidRPr="009B6F9C" w:rsidRDefault="009B6F9C" w:rsidP="008003AB">
            <w:pPr>
              <w:pStyle w:val="SIBulletList1"/>
            </w:pPr>
            <w:r w:rsidRPr="009B6F9C">
              <w:t>techniques used to monitor the cheese making process, such as inspecting, measuring and testing</w:t>
            </w:r>
          </w:p>
          <w:p w14:paraId="0FC31A43" w14:textId="1E3A7CC6" w:rsidR="009B6F9C" w:rsidRDefault="009B6F9C" w:rsidP="008003AB">
            <w:pPr>
              <w:pStyle w:val="SIBulletList1"/>
            </w:pPr>
            <w:r w:rsidRPr="009B6F9C">
              <w:t>common causes of variation and corrective action required for each cheese making process</w:t>
            </w:r>
          </w:p>
          <w:p w14:paraId="44D16D34" w14:textId="4D12F410" w:rsidR="00E04819" w:rsidRPr="009B6F9C" w:rsidRDefault="00E04819" w:rsidP="008003AB">
            <w:pPr>
              <w:pStyle w:val="SIBulletList1"/>
            </w:pPr>
            <w:r>
              <w:t>principles of dry salting for dry salted cheeses</w:t>
            </w:r>
          </w:p>
          <w:p w14:paraId="4AD32DB8" w14:textId="495805D5" w:rsidR="009B6F9C" w:rsidRPr="009B6F9C" w:rsidRDefault="009B6F9C" w:rsidP="008003AB">
            <w:pPr>
              <w:pStyle w:val="SIBulletList1"/>
            </w:pPr>
            <w:r w:rsidRPr="009B6F9C">
              <w:t xml:space="preserve">organoleptic properties </w:t>
            </w:r>
            <w:r w:rsidR="00FB221F">
              <w:t xml:space="preserve">of lactic acid coagulated cheeses </w:t>
            </w:r>
            <w:r w:rsidRPr="009B6F9C">
              <w:t>and their relationship to processes and ingredients in cheese making</w:t>
            </w:r>
          </w:p>
          <w:p w14:paraId="15437A3A" w14:textId="77777777" w:rsidR="00C015E7" w:rsidRDefault="00C015E7" w:rsidP="008003AB">
            <w:pPr>
              <w:pStyle w:val="SIBulletList1"/>
            </w:pPr>
            <w:r w:rsidRPr="009B6F9C">
              <w:t>sampling and testing procedures for microbes</w:t>
            </w:r>
            <w:r w:rsidRPr="00C015E7">
              <w:t xml:space="preserve"> </w:t>
            </w:r>
          </w:p>
          <w:p w14:paraId="228DBA39" w14:textId="757143D0" w:rsidR="009B6F9C" w:rsidRPr="009B6F9C" w:rsidRDefault="009B6F9C" w:rsidP="008003AB">
            <w:pPr>
              <w:pStyle w:val="SIBulletList1"/>
            </w:pPr>
            <w:r w:rsidRPr="009B6F9C">
              <w:t>sampling procedures for cheese making</w:t>
            </w:r>
          </w:p>
          <w:p w14:paraId="3EE31854" w14:textId="0DA5312E" w:rsidR="00E04819" w:rsidRPr="009B6F9C" w:rsidRDefault="00E04819" w:rsidP="00673601">
            <w:pPr>
              <w:pStyle w:val="SIBulletList1"/>
            </w:pPr>
            <w:r>
              <w:t>yield efficiency</w:t>
            </w:r>
          </w:p>
          <w:p w14:paraId="7003E0FE" w14:textId="2C741CC3" w:rsidR="009B6F9C" w:rsidRPr="009B6F9C" w:rsidRDefault="009B6F9C" w:rsidP="008003AB">
            <w:pPr>
              <w:pStyle w:val="SIBulletList1"/>
            </w:pPr>
            <w:r w:rsidRPr="009B6F9C">
              <w:t xml:space="preserve">cleaning and sanitation procedures </w:t>
            </w:r>
            <w:r w:rsidR="00FB221F">
              <w:t>for cheese making</w:t>
            </w:r>
            <w:r w:rsidR="00E04819">
              <w:t xml:space="preserve"> and ripening</w:t>
            </w:r>
          </w:p>
          <w:p w14:paraId="22165DCB" w14:textId="11A094D7" w:rsidR="00C76915" w:rsidRPr="00C76915" w:rsidRDefault="00C76915" w:rsidP="00C76915">
            <w:pPr>
              <w:pStyle w:val="SIBulletList1"/>
            </w:pPr>
            <w:r w:rsidRPr="00C76915">
              <w:t>work</w:t>
            </w:r>
            <w:r w:rsidR="00830EE4">
              <w:t>place</w:t>
            </w:r>
            <w:r w:rsidRPr="00C76915">
              <w:t xml:space="preserve"> safety hazards and controls </w:t>
            </w:r>
          </w:p>
          <w:p w14:paraId="4F18F2DC" w14:textId="77777777" w:rsidR="00C76915" w:rsidRPr="00C76915" w:rsidRDefault="00C76915" w:rsidP="00C76915">
            <w:pPr>
              <w:pStyle w:val="SIBulletList1"/>
            </w:pPr>
            <w:r w:rsidRPr="00C76915">
              <w:t>procedures for recording production and performance information</w:t>
            </w:r>
          </w:p>
          <w:p w14:paraId="0B29D205" w14:textId="1CFC3AE8" w:rsidR="00C76915" w:rsidRPr="00C76915" w:rsidRDefault="00C76915" w:rsidP="00C76915">
            <w:pPr>
              <w:pStyle w:val="SIBulletList1"/>
            </w:pPr>
            <w:r w:rsidRPr="00C76915">
              <w:t xml:space="preserve">environmental issues and controls relevant to the process, including waste </w:t>
            </w:r>
            <w:r w:rsidR="00E04819">
              <w:t xml:space="preserve">recycling, </w:t>
            </w:r>
            <w:r w:rsidRPr="00C76915">
              <w:t>collection and handling procedures</w:t>
            </w:r>
          </w:p>
          <w:p w14:paraId="5E6AB31A" w14:textId="0821E4A7" w:rsidR="00C76915" w:rsidRPr="00C76915" w:rsidRDefault="00C76915" w:rsidP="00C76915">
            <w:pPr>
              <w:pStyle w:val="SIBulletList1"/>
            </w:pPr>
            <w:bookmarkStart w:id="2" w:name="_Hlk509665598"/>
            <w:r w:rsidRPr="00C76915">
              <w:t>Food Standards Code</w:t>
            </w:r>
            <w:r w:rsidR="001020C9">
              <w:t xml:space="preserve"> in relation to dairy processing</w:t>
            </w:r>
          </w:p>
          <w:bookmarkEnd w:id="2"/>
          <w:p w14:paraId="29EFC890" w14:textId="4820A1FE" w:rsidR="00F1480E" w:rsidRPr="000754EC" w:rsidRDefault="00C76915" w:rsidP="008003AB">
            <w:pPr>
              <w:pStyle w:val="SIBulletList1"/>
            </w:pPr>
            <w:r w:rsidRPr="00C76915">
              <w:t>state/territory, Commonwealth and industry requirements relevant to food processing.</w:t>
            </w:r>
          </w:p>
        </w:tc>
      </w:tr>
    </w:tbl>
    <w:p w14:paraId="3E0B70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69342B" w14:textId="77777777" w:rsidTr="00B923A5">
        <w:trPr>
          <w:tblHeader/>
        </w:trPr>
        <w:tc>
          <w:tcPr>
            <w:tcW w:w="5000" w:type="pct"/>
            <w:shd w:val="clear" w:color="auto" w:fill="auto"/>
          </w:tcPr>
          <w:p w14:paraId="57F6C82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9827CCC" w14:textId="77777777" w:rsidTr="00B923A5">
        <w:tc>
          <w:tcPr>
            <w:tcW w:w="5000" w:type="pct"/>
            <w:shd w:val="clear" w:color="auto" w:fill="auto"/>
          </w:tcPr>
          <w:p w14:paraId="2C0331B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196CFA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1A9573E" w14:textId="390F786A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</w:t>
            </w:r>
            <w:r w:rsidR="00C76915">
              <w:t xml:space="preserve">food processing </w:t>
            </w:r>
            <w:r w:rsidR="002C3682" w:rsidRPr="002C3682">
              <w:t xml:space="preserve">workplace </w:t>
            </w:r>
          </w:p>
          <w:p w14:paraId="3884BEFD" w14:textId="77777777" w:rsidR="009B6F9C" w:rsidRPr="009B6F9C" w:rsidRDefault="009B6F9C" w:rsidP="009B6F9C">
            <w:pPr>
              <w:pStyle w:val="SIBulletList1"/>
            </w:pPr>
            <w:r w:rsidRPr="009B6F9C">
              <w:lastRenderedPageBreak/>
              <w:t>resources, equipment and materials:</w:t>
            </w:r>
          </w:p>
          <w:p w14:paraId="579FC51A" w14:textId="136C87A9" w:rsidR="009B6F9C" w:rsidRDefault="00C76915" w:rsidP="009B6F9C">
            <w:pPr>
              <w:pStyle w:val="SIBulletList2"/>
            </w:pPr>
            <w:r>
              <w:t>cheese making</w:t>
            </w:r>
            <w:r w:rsidR="00E51BFE">
              <w:t xml:space="preserve"> ingredients and</w:t>
            </w:r>
            <w:r>
              <w:t xml:space="preserve"> </w:t>
            </w:r>
            <w:r w:rsidR="009B6F9C" w:rsidRPr="009B6F9C">
              <w:t>production process equipment</w:t>
            </w:r>
          </w:p>
          <w:p w14:paraId="459D2CC5" w14:textId="5E4848D1" w:rsidR="00E04819" w:rsidRPr="009B6F9C" w:rsidRDefault="00E04819" w:rsidP="009B6F9C">
            <w:pPr>
              <w:pStyle w:val="SIBulletList2"/>
            </w:pPr>
            <w:r>
              <w:t>cheese ripening resources</w:t>
            </w:r>
          </w:p>
          <w:p w14:paraId="27596471" w14:textId="433E2C91" w:rsidR="009B6F9C" w:rsidRPr="009B6F9C" w:rsidRDefault="009B6F9C" w:rsidP="009B6F9C">
            <w:pPr>
              <w:pStyle w:val="SIBulletList2"/>
            </w:pPr>
            <w:r w:rsidRPr="009B6F9C">
              <w:t>sampling and testing equipment and procedures</w:t>
            </w:r>
            <w:r w:rsidR="00FB221F">
              <w:t>.</w:t>
            </w:r>
          </w:p>
          <w:p w14:paraId="52C70A6E" w14:textId="77777777" w:rsidR="0021210E" w:rsidRDefault="0021210E" w:rsidP="000754EC">
            <w:pPr>
              <w:pStyle w:val="SIText"/>
            </w:pPr>
          </w:p>
          <w:p w14:paraId="38E7FB3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69E7F32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DFAA3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7992627" w14:textId="77777777" w:rsidTr="004679E3">
        <w:tc>
          <w:tcPr>
            <w:tcW w:w="990" w:type="pct"/>
            <w:shd w:val="clear" w:color="auto" w:fill="auto"/>
          </w:tcPr>
          <w:p w14:paraId="336FCB3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2D2AF3A" w14:textId="2023876D" w:rsidR="00F1480E" w:rsidRPr="000754EC" w:rsidRDefault="0015724C" w:rsidP="000754EC">
            <w:pPr>
              <w:pStyle w:val="SIText"/>
            </w:pPr>
            <w:r w:rsidRPr="0015724C">
              <w:t xml:space="preserve">Companion Volumes, including Implementation Guides, are available at </w:t>
            </w:r>
            <w:proofErr w:type="spellStart"/>
            <w:r w:rsidRPr="0015724C">
              <w:t>VETNet</w:t>
            </w:r>
            <w:proofErr w:type="spellEnd"/>
            <w:r w:rsidRPr="0015724C">
              <w:t xml:space="preserve">: </w:t>
            </w:r>
            <w:hyperlink r:id="rId12" w:history="1">
              <w:r w:rsidRPr="0015724C">
                <w:t>https://vetnet.education.gov.au/Pages/TrainingDocs.aspx?q=78b15323-cd38-483e-aad7-1159b570a5c4</w:t>
              </w:r>
            </w:hyperlink>
          </w:p>
        </w:tc>
      </w:tr>
    </w:tbl>
    <w:p w14:paraId="5959771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D8197" w14:textId="77777777" w:rsidR="00BB537C" w:rsidRDefault="00BB537C" w:rsidP="00BF3F0A">
      <w:r>
        <w:separator/>
      </w:r>
    </w:p>
    <w:p w14:paraId="44114317" w14:textId="77777777" w:rsidR="00BB537C" w:rsidRDefault="00BB537C"/>
  </w:endnote>
  <w:endnote w:type="continuationSeparator" w:id="0">
    <w:p w14:paraId="075B11B4" w14:textId="77777777" w:rsidR="00BB537C" w:rsidRDefault="00BB537C" w:rsidP="00BF3F0A">
      <w:r>
        <w:continuationSeparator/>
      </w:r>
    </w:p>
    <w:p w14:paraId="4BC2DA51" w14:textId="77777777" w:rsidR="00BB537C" w:rsidRDefault="00BB53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6E807C7" w14:textId="51FE3AC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F75B1">
          <w:rPr>
            <w:noProof/>
          </w:rPr>
          <w:t>5</w:t>
        </w:r>
        <w:r w:rsidRPr="000754EC">
          <w:fldChar w:fldCharType="end"/>
        </w:r>
      </w:p>
      <w:p w14:paraId="5E7F1A9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D2BB64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CD317" w14:textId="77777777" w:rsidR="00BB537C" w:rsidRDefault="00BB537C" w:rsidP="00BF3F0A">
      <w:r>
        <w:separator/>
      </w:r>
    </w:p>
    <w:p w14:paraId="3AEADC7E" w14:textId="77777777" w:rsidR="00BB537C" w:rsidRDefault="00BB537C"/>
  </w:footnote>
  <w:footnote w:type="continuationSeparator" w:id="0">
    <w:p w14:paraId="74D01442" w14:textId="77777777" w:rsidR="00BB537C" w:rsidRDefault="00BB537C" w:rsidP="00BF3F0A">
      <w:r>
        <w:continuationSeparator/>
      </w:r>
    </w:p>
    <w:p w14:paraId="6DA61E23" w14:textId="77777777" w:rsidR="00BB537C" w:rsidRDefault="00BB53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146EF" w14:textId="727E5B93" w:rsidR="009C2650" w:rsidRPr="009B6F9C" w:rsidRDefault="00AD08FD" w:rsidP="009B6F9C">
    <w:r w:rsidRPr="009B6F9C">
      <w:rPr>
        <w:lang w:eastAsia="en-US"/>
      </w:rPr>
      <w:t>FBPCHE</w:t>
    </w:r>
    <w:r>
      <w:t>5</w:t>
    </w:r>
    <w:r w:rsidR="004E4EFB">
      <w:t>005</w:t>
    </w:r>
    <w:r w:rsidRPr="009B6F9C">
      <w:rPr>
        <w:lang w:eastAsia="en-US"/>
      </w:rPr>
      <w:t xml:space="preserve"> </w:t>
    </w:r>
    <w:r w:rsidR="00DA2D14" w:rsidRPr="009B6F9C">
      <w:t xml:space="preserve">Produce </w:t>
    </w:r>
    <w:r w:rsidR="00DA2D14">
      <w:t xml:space="preserve">lactic </w:t>
    </w:r>
    <w:r w:rsidR="00DA2D14" w:rsidRPr="009B6F9C">
      <w:t>acid</w:t>
    </w:r>
    <w:r w:rsidR="00DA2D14">
      <w:t xml:space="preserve"> </w:t>
    </w:r>
    <w:r w:rsidR="00DA2D14" w:rsidRPr="009B6F9C">
      <w:t xml:space="preserve">coagulated </w:t>
    </w:r>
    <w:r w:rsidR="00CD345E">
      <w:t xml:space="preserve">artisan </w:t>
    </w:r>
    <w:r w:rsidR="00DA2D14" w:rsidRPr="009B6F9C">
      <w:t>cheese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3983E04"/>
    <w:multiLevelType w:val="multilevel"/>
    <w:tmpl w:val="A7C235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437"/>
    <w:rsid w:val="000014B9"/>
    <w:rsid w:val="00005A15"/>
    <w:rsid w:val="0001108F"/>
    <w:rsid w:val="000115E2"/>
    <w:rsid w:val="000126D0"/>
    <w:rsid w:val="0001296A"/>
    <w:rsid w:val="00016803"/>
    <w:rsid w:val="000217B0"/>
    <w:rsid w:val="00023992"/>
    <w:rsid w:val="000275AE"/>
    <w:rsid w:val="00034205"/>
    <w:rsid w:val="00041E59"/>
    <w:rsid w:val="00045BE8"/>
    <w:rsid w:val="00063978"/>
    <w:rsid w:val="00064BFE"/>
    <w:rsid w:val="00070B3E"/>
    <w:rsid w:val="00071F95"/>
    <w:rsid w:val="000737BB"/>
    <w:rsid w:val="00074E47"/>
    <w:rsid w:val="000754EC"/>
    <w:rsid w:val="0009093B"/>
    <w:rsid w:val="00090BF1"/>
    <w:rsid w:val="000A5441"/>
    <w:rsid w:val="000C149A"/>
    <w:rsid w:val="000C224E"/>
    <w:rsid w:val="000E25E6"/>
    <w:rsid w:val="000E2C86"/>
    <w:rsid w:val="000F29F2"/>
    <w:rsid w:val="00100FB0"/>
    <w:rsid w:val="00101659"/>
    <w:rsid w:val="001020C9"/>
    <w:rsid w:val="001078BF"/>
    <w:rsid w:val="00131B40"/>
    <w:rsid w:val="00133957"/>
    <w:rsid w:val="001372F6"/>
    <w:rsid w:val="00144385"/>
    <w:rsid w:val="00146EEC"/>
    <w:rsid w:val="00151D55"/>
    <w:rsid w:val="00151D93"/>
    <w:rsid w:val="00156EF3"/>
    <w:rsid w:val="0015724C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CF2"/>
    <w:rsid w:val="00242293"/>
    <w:rsid w:val="00244EA7"/>
    <w:rsid w:val="00256FBB"/>
    <w:rsid w:val="00262FC3"/>
    <w:rsid w:val="0026394F"/>
    <w:rsid w:val="00276DB8"/>
    <w:rsid w:val="00281A34"/>
    <w:rsid w:val="00281B43"/>
    <w:rsid w:val="00282664"/>
    <w:rsid w:val="00285FB8"/>
    <w:rsid w:val="002939A7"/>
    <w:rsid w:val="002970C3"/>
    <w:rsid w:val="002A4CD3"/>
    <w:rsid w:val="002A6CC4"/>
    <w:rsid w:val="002C0764"/>
    <w:rsid w:val="002C24D2"/>
    <w:rsid w:val="002C316B"/>
    <w:rsid w:val="002C3682"/>
    <w:rsid w:val="002C55E9"/>
    <w:rsid w:val="002D0C8B"/>
    <w:rsid w:val="002D1015"/>
    <w:rsid w:val="002D330A"/>
    <w:rsid w:val="002E193E"/>
    <w:rsid w:val="002E1FF8"/>
    <w:rsid w:val="003036D2"/>
    <w:rsid w:val="00310A6A"/>
    <w:rsid w:val="00311BAC"/>
    <w:rsid w:val="003144E6"/>
    <w:rsid w:val="00316ED2"/>
    <w:rsid w:val="00330A83"/>
    <w:rsid w:val="00337E82"/>
    <w:rsid w:val="00346FDC"/>
    <w:rsid w:val="0035000E"/>
    <w:rsid w:val="00350BB1"/>
    <w:rsid w:val="00352C83"/>
    <w:rsid w:val="00366805"/>
    <w:rsid w:val="0037067D"/>
    <w:rsid w:val="00385584"/>
    <w:rsid w:val="0038735B"/>
    <w:rsid w:val="003916D1"/>
    <w:rsid w:val="00393970"/>
    <w:rsid w:val="003A21F0"/>
    <w:rsid w:val="003A277F"/>
    <w:rsid w:val="003A58BA"/>
    <w:rsid w:val="003A5AE7"/>
    <w:rsid w:val="003A7221"/>
    <w:rsid w:val="003B3493"/>
    <w:rsid w:val="003C13AE"/>
    <w:rsid w:val="003C4D41"/>
    <w:rsid w:val="003D1E0A"/>
    <w:rsid w:val="003D2E73"/>
    <w:rsid w:val="003D55EE"/>
    <w:rsid w:val="003E72B6"/>
    <w:rsid w:val="003E7BBE"/>
    <w:rsid w:val="004127E3"/>
    <w:rsid w:val="004161D4"/>
    <w:rsid w:val="0043212E"/>
    <w:rsid w:val="00434366"/>
    <w:rsid w:val="00434ECE"/>
    <w:rsid w:val="004359B5"/>
    <w:rsid w:val="00435B58"/>
    <w:rsid w:val="00444423"/>
    <w:rsid w:val="00452F3E"/>
    <w:rsid w:val="004640AE"/>
    <w:rsid w:val="004665FF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1DDE"/>
    <w:rsid w:val="004C2244"/>
    <w:rsid w:val="004C79A1"/>
    <w:rsid w:val="004D0D5F"/>
    <w:rsid w:val="004D1569"/>
    <w:rsid w:val="004D44B1"/>
    <w:rsid w:val="004E0460"/>
    <w:rsid w:val="004E1579"/>
    <w:rsid w:val="004E4EFB"/>
    <w:rsid w:val="004E5FAE"/>
    <w:rsid w:val="004E6245"/>
    <w:rsid w:val="004E6741"/>
    <w:rsid w:val="004E7094"/>
    <w:rsid w:val="004F5DC7"/>
    <w:rsid w:val="004F78DA"/>
    <w:rsid w:val="005032A5"/>
    <w:rsid w:val="00512D86"/>
    <w:rsid w:val="00515E17"/>
    <w:rsid w:val="00520E9A"/>
    <w:rsid w:val="0052228B"/>
    <w:rsid w:val="005248C1"/>
    <w:rsid w:val="00526134"/>
    <w:rsid w:val="00527D23"/>
    <w:rsid w:val="005405B2"/>
    <w:rsid w:val="005427C8"/>
    <w:rsid w:val="005446D1"/>
    <w:rsid w:val="00556C4C"/>
    <w:rsid w:val="00557369"/>
    <w:rsid w:val="00564ADD"/>
    <w:rsid w:val="005708EB"/>
    <w:rsid w:val="0057171C"/>
    <w:rsid w:val="00575BC6"/>
    <w:rsid w:val="00583902"/>
    <w:rsid w:val="0058518E"/>
    <w:rsid w:val="005A1D70"/>
    <w:rsid w:val="005A3AA5"/>
    <w:rsid w:val="005A6C9C"/>
    <w:rsid w:val="005A74DC"/>
    <w:rsid w:val="005B5146"/>
    <w:rsid w:val="005C16C8"/>
    <w:rsid w:val="005D1AFD"/>
    <w:rsid w:val="005E51E6"/>
    <w:rsid w:val="005F027A"/>
    <w:rsid w:val="005F33CC"/>
    <w:rsid w:val="005F5A26"/>
    <w:rsid w:val="005F771F"/>
    <w:rsid w:val="006121D4"/>
    <w:rsid w:val="00613B49"/>
    <w:rsid w:val="00616845"/>
    <w:rsid w:val="00620E8E"/>
    <w:rsid w:val="00621E9C"/>
    <w:rsid w:val="00633CFE"/>
    <w:rsid w:val="00634FCA"/>
    <w:rsid w:val="00642D16"/>
    <w:rsid w:val="00643D1B"/>
    <w:rsid w:val="006452B8"/>
    <w:rsid w:val="00652E62"/>
    <w:rsid w:val="00686A49"/>
    <w:rsid w:val="00687B62"/>
    <w:rsid w:val="00690C44"/>
    <w:rsid w:val="006969D9"/>
    <w:rsid w:val="006A04D0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6F75B1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1F3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A17"/>
    <w:rsid w:val="007A300D"/>
    <w:rsid w:val="007A3181"/>
    <w:rsid w:val="007C2A0E"/>
    <w:rsid w:val="007D1FBB"/>
    <w:rsid w:val="007D5A78"/>
    <w:rsid w:val="007D7252"/>
    <w:rsid w:val="007E3BD1"/>
    <w:rsid w:val="007F1563"/>
    <w:rsid w:val="007F1EB2"/>
    <w:rsid w:val="007F44DB"/>
    <w:rsid w:val="007F5A8B"/>
    <w:rsid w:val="008003AB"/>
    <w:rsid w:val="00817D51"/>
    <w:rsid w:val="00823530"/>
    <w:rsid w:val="00823FF4"/>
    <w:rsid w:val="00824613"/>
    <w:rsid w:val="00830267"/>
    <w:rsid w:val="008306E7"/>
    <w:rsid w:val="00830EE4"/>
    <w:rsid w:val="00834BC8"/>
    <w:rsid w:val="00837FD6"/>
    <w:rsid w:val="00843BD3"/>
    <w:rsid w:val="00847B60"/>
    <w:rsid w:val="00850243"/>
    <w:rsid w:val="0085157E"/>
    <w:rsid w:val="00851BE5"/>
    <w:rsid w:val="008545EB"/>
    <w:rsid w:val="00865011"/>
    <w:rsid w:val="00886790"/>
    <w:rsid w:val="008908DE"/>
    <w:rsid w:val="00893EF1"/>
    <w:rsid w:val="008A12ED"/>
    <w:rsid w:val="008A39D3"/>
    <w:rsid w:val="008B2C77"/>
    <w:rsid w:val="008B4AD2"/>
    <w:rsid w:val="008B7138"/>
    <w:rsid w:val="008C2B47"/>
    <w:rsid w:val="008E260C"/>
    <w:rsid w:val="008E39BE"/>
    <w:rsid w:val="008E62EC"/>
    <w:rsid w:val="008F32F6"/>
    <w:rsid w:val="008F4D4A"/>
    <w:rsid w:val="0090778E"/>
    <w:rsid w:val="00916CD7"/>
    <w:rsid w:val="00920927"/>
    <w:rsid w:val="00921B38"/>
    <w:rsid w:val="00923720"/>
    <w:rsid w:val="009278C9"/>
    <w:rsid w:val="00932CD7"/>
    <w:rsid w:val="009360E7"/>
    <w:rsid w:val="00944C09"/>
    <w:rsid w:val="009527CB"/>
    <w:rsid w:val="00953835"/>
    <w:rsid w:val="00960F6C"/>
    <w:rsid w:val="00970747"/>
    <w:rsid w:val="00971276"/>
    <w:rsid w:val="00983956"/>
    <w:rsid w:val="009A5900"/>
    <w:rsid w:val="009A6E6C"/>
    <w:rsid w:val="009A6F3F"/>
    <w:rsid w:val="009B331A"/>
    <w:rsid w:val="009B6F9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08FD"/>
    <w:rsid w:val="00AD3896"/>
    <w:rsid w:val="00AD5B47"/>
    <w:rsid w:val="00AE1ED9"/>
    <w:rsid w:val="00AE32CB"/>
    <w:rsid w:val="00AF3957"/>
    <w:rsid w:val="00B12013"/>
    <w:rsid w:val="00B21D86"/>
    <w:rsid w:val="00B22C67"/>
    <w:rsid w:val="00B3508F"/>
    <w:rsid w:val="00B40ACC"/>
    <w:rsid w:val="00B443EE"/>
    <w:rsid w:val="00B560C8"/>
    <w:rsid w:val="00B61150"/>
    <w:rsid w:val="00B65BC7"/>
    <w:rsid w:val="00B746B9"/>
    <w:rsid w:val="00B80174"/>
    <w:rsid w:val="00B848D4"/>
    <w:rsid w:val="00B865B7"/>
    <w:rsid w:val="00B923A5"/>
    <w:rsid w:val="00B94C6D"/>
    <w:rsid w:val="00BA1CB1"/>
    <w:rsid w:val="00BA2DB4"/>
    <w:rsid w:val="00BA4178"/>
    <w:rsid w:val="00BA482D"/>
    <w:rsid w:val="00BB23F4"/>
    <w:rsid w:val="00BB537C"/>
    <w:rsid w:val="00BC5075"/>
    <w:rsid w:val="00BC5419"/>
    <w:rsid w:val="00BD3B0F"/>
    <w:rsid w:val="00BF1D4C"/>
    <w:rsid w:val="00BF3F0A"/>
    <w:rsid w:val="00BF6AEA"/>
    <w:rsid w:val="00C015E7"/>
    <w:rsid w:val="00C143C3"/>
    <w:rsid w:val="00C1739B"/>
    <w:rsid w:val="00C2010E"/>
    <w:rsid w:val="00C21ADE"/>
    <w:rsid w:val="00C24CBF"/>
    <w:rsid w:val="00C26067"/>
    <w:rsid w:val="00C30A29"/>
    <w:rsid w:val="00C317DC"/>
    <w:rsid w:val="00C578E9"/>
    <w:rsid w:val="00C63235"/>
    <w:rsid w:val="00C670CB"/>
    <w:rsid w:val="00C70626"/>
    <w:rsid w:val="00C718AA"/>
    <w:rsid w:val="00C72860"/>
    <w:rsid w:val="00C73582"/>
    <w:rsid w:val="00C73B90"/>
    <w:rsid w:val="00C742EC"/>
    <w:rsid w:val="00C76915"/>
    <w:rsid w:val="00C8505F"/>
    <w:rsid w:val="00C93E7E"/>
    <w:rsid w:val="00C96AF3"/>
    <w:rsid w:val="00C97CCC"/>
    <w:rsid w:val="00CA0274"/>
    <w:rsid w:val="00CB4C9B"/>
    <w:rsid w:val="00CB746F"/>
    <w:rsid w:val="00CC451E"/>
    <w:rsid w:val="00CC51BA"/>
    <w:rsid w:val="00CD345E"/>
    <w:rsid w:val="00CD4E9D"/>
    <w:rsid w:val="00CD4F4D"/>
    <w:rsid w:val="00CE17C4"/>
    <w:rsid w:val="00CE7D19"/>
    <w:rsid w:val="00CF0CF5"/>
    <w:rsid w:val="00CF2B3E"/>
    <w:rsid w:val="00D0201F"/>
    <w:rsid w:val="00D03685"/>
    <w:rsid w:val="00D058BA"/>
    <w:rsid w:val="00D07D4E"/>
    <w:rsid w:val="00D115AA"/>
    <w:rsid w:val="00D145BE"/>
    <w:rsid w:val="00D20C57"/>
    <w:rsid w:val="00D25D16"/>
    <w:rsid w:val="00D32124"/>
    <w:rsid w:val="00D37583"/>
    <w:rsid w:val="00D37F3E"/>
    <w:rsid w:val="00D54C76"/>
    <w:rsid w:val="00D63D9A"/>
    <w:rsid w:val="00D71E43"/>
    <w:rsid w:val="00D727F3"/>
    <w:rsid w:val="00D73695"/>
    <w:rsid w:val="00D810DE"/>
    <w:rsid w:val="00D87D32"/>
    <w:rsid w:val="00D91188"/>
    <w:rsid w:val="00D92C83"/>
    <w:rsid w:val="00DA0A81"/>
    <w:rsid w:val="00DA2D14"/>
    <w:rsid w:val="00DA3C10"/>
    <w:rsid w:val="00DA53B5"/>
    <w:rsid w:val="00DA7C8F"/>
    <w:rsid w:val="00DC1D69"/>
    <w:rsid w:val="00DC33DA"/>
    <w:rsid w:val="00DC5A3A"/>
    <w:rsid w:val="00DD0726"/>
    <w:rsid w:val="00E04819"/>
    <w:rsid w:val="00E238E6"/>
    <w:rsid w:val="00E35064"/>
    <w:rsid w:val="00E3681D"/>
    <w:rsid w:val="00E40225"/>
    <w:rsid w:val="00E501F0"/>
    <w:rsid w:val="00E51BFE"/>
    <w:rsid w:val="00E6166D"/>
    <w:rsid w:val="00E6775A"/>
    <w:rsid w:val="00E91BFF"/>
    <w:rsid w:val="00E92933"/>
    <w:rsid w:val="00E92FF3"/>
    <w:rsid w:val="00E94FAD"/>
    <w:rsid w:val="00EA2F02"/>
    <w:rsid w:val="00EA5ECA"/>
    <w:rsid w:val="00EB0AA4"/>
    <w:rsid w:val="00EB5C88"/>
    <w:rsid w:val="00EC0469"/>
    <w:rsid w:val="00EE0D76"/>
    <w:rsid w:val="00EF01F8"/>
    <w:rsid w:val="00EF40EF"/>
    <w:rsid w:val="00EF47FE"/>
    <w:rsid w:val="00EF7437"/>
    <w:rsid w:val="00F069BD"/>
    <w:rsid w:val="00F1480E"/>
    <w:rsid w:val="00F1497D"/>
    <w:rsid w:val="00F15437"/>
    <w:rsid w:val="00F16AAC"/>
    <w:rsid w:val="00F24860"/>
    <w:rsid w:val="00F33FF2"/>
    <w:rsid w:val="00F438FC"/>
    <w:rsid w:val="00F4774A"/>
    <w:rsid w:val="00F5616F"/>
    <w:rsid w:val="00F56451"/>
    <w:rsid w:val="00F56827"/>
    <w:rsid w:val="00F62866"/>
    <w:rsid w:val="00F65EF0"/>
    <w:rsid w:val="00F67C16"/>
    <w:rsid w:val="00F70F2E"/>
    <w:rsid w:val="00F71651"/>
    <w:rsid w:val="00F76191"/>
    <w:rsid w:val="00F76CC6"/>
    <w:rsid w:val="00F83D7C"/>
    <w:rsid w:val="00F857EB"/>
    <w:rsid w:val="00FB221F"/>
    <w:rsid w:val="00FB232E"/>
    <w:rsid w:val="00FC63EA"/>
    <w:rsid w:val="00FD557D"/>
    <w:rsid w:val="00FD5C03"/>
    <w:rsid w:val="00FD7AA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896421"/>
  <w15:docId w15:val="{72758143-72F2-479E-9EBA-9F3B39790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locked/>
    <w:rsid w:val="00131B40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31B40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7ACAE464F2914091ECA40D2D83EE19" ma:contentTypeVersion="" ma:contentTypeDescription="Create a new document." ma:contentTypeScope="" ma:versionID="6a1dabc7f087402b9c2b719623e2b4f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52498-12C4-4E3E-8628-4C3EC57EF7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EC4EFB0-E119-4EEF-B2FD-99C28499B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4</Pages>
  <Words>1338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FBPCHE5005 Produce lactic acid coagulated artisan cheese</vt:lpstr>
    </vt:vector>
  </TitlesOfParts>
  <Manager/>
  <Company>AgriFood Skills Australia</Company>
  <LinksUpToDate>false</LinksUpToDate>
  <CharactersWithSpaces>8953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FBPCHE5005 Produce lactic acid coagulated artisan cheese</dc:title>
  <dc:subject/>
  <dc:creator>jenandtrevor</dc:creator>
  <cp:keywords/>
  <dc:description/>
  <cp:lastModifiedBy>Danni McDonald</cp:lastModifiedBy>
  <cp:revision>55</cp:revision>
  <cp:lastPrinted>2016-05-27T05:21:00Z</cp:lastPrinted>
  <dcterms:created xsi:type="dcterms:W3CDTF">2017-09-07T02:53:00Z</dcterms:created>
  <dcterms:modified xsi:type="dcterms:W3CDTF">2019-09-04T04:28:00Z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0x010100E07ACAE464F2914091ECA40D2D83EE19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