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B64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52FFE2CD" w:rsidR="00A301E0" w:rsidRPr="00923720" w:rsidRDefault="006D52FD" w:rsidP="006D52FD">
            <w:pPr>
              <w:pStyle w:val="SISSCODE"/>
            </w:pPr>
            <w:r w:rsidRPr="006D52FD">
              <w:t>AHCSS00030</w:t>
            </w:r>
          </w:p>
        </w:tc>
        <w:tc>
          <w:tcPr>
            <w:tcW w:w="3604" w:type="pct"/>
            <w:shd w:val="clear" w:color="auto" w:fill="auto"/>
          </w:tcPr>
          <w:p w14:paraId="3AA21F4A" w14:textId="27301A1C" w:rsidR="00A301E0" w:rsidRPr="00923720" w:rsidRDefault="00B27F10" w:rsidP="007F7554">
            <w:pPr>
              <w:pStyle w:val="SISStitle"/>
            </w:pPr>
            <w:r>
              <w:t>Farm Business Management</w:t>
            </w:r>
            <w:r w:rsidR="00137D38">
              <w:t xml:space="preserve">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D52FD" w14:paraId="33F8937E" w14:textId="77777777" w:rsidTr="00F70322">
        <w:tc>
          <w:tcPr>
            <w:tcW w:w="2689" w:type="dxa"/>
          </w:tcPr>
          <w:p w14:paraId="5F3A7C81" w14:textId="6E9E7880" w:rsidR="006D52FD" w:rsidRPr="006D52FD" w:rsidRDefault="006D52FD" w:rsidP="006D52FD">
            <w:pPr>
              <w:pStyle w:val="SIText"/>
            </w:pPr>
            <w:r w:rsidRPr="006D52FD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1E208932" w14:textId="77777777" w:rsidR="006D52FD" w:rsidRDefault="006D52FD" w:rsidP="006D52FD">
            <w:pPr>
              <w:pStyle w:val="SIText"/>
            </w:pPr>
            <w:r w:rsidRPr="006D52FD">
              <w:t>This version released with AHC Agriculture, Horticulture, Conservation and Land Management Training Package Version 4.0.</w:t>
            </w:r>
          </w:p>
          <w:p w14:paraId="61C7403F" w14:textId="75F75E11" w:rsidR="00056A63" w:rsidRPr="006D52FD" w:rsidRDefault="006A401E" w:rsidP="006D52FD">
            <w:pPr>
              <w:pStyle w:val="SIText"/>
            </w:pPr>
            <w:r w:rsidRPr="006A401E">
              <w:t>Qualification</w:t>
            </w:r>
            <w:r w:rsidR="00373EB9">
              <w:t>s</w:t>
            </w:r>
            <w:r w:rsidRPr="006A401E">
              <w:t xml:space="preserve"> and unit codes and titles updated.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6FCAF51E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6D52FD">
              <w:t>2</w:t>
            </w:r>
          </w:p>
        </w:tc>
        <w:tc>
          <w:tcPr>
            <w:tcW w:w="6939" w:type="dxa"/>
          </w:tcPr>
          <w:p w14:paraId="10E71B58" w14:textId="454CFCAB" w:rsidR="002F4FFE" w:rsidRPr="00CC451E" w:rsidRDefault="005B525F" w:rsidP="00CC451E">
            <w:pPr>
              <w:pStyle w:val="SIText"/>
            </w:pPr>
            <w:r w:rsidRPr="005B525F">
              <w:t xml:space="preserve">This version released with AHC Agriculture, Horticulture, Conservation and Land Management Training Package Version </w:t>
            </w:r>
            <w:r w:rsidR="006D52FD">
              <w:t>3</w:t>
            </w:r>
            <w:r w:rsidRPr="005B525F">
              <w:t>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069F0E62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B27F10">
              <w:t xml:space="preserve">the skills and knowledge </w:t>
            </w:r>
            <w:r w:rsidR="00744027">
              <w:t xml:space="preserve">to </w:t>
            </w:r>
            <w:r w:rsidR="00B27F10">
              <w:t xml:space="preserve">plan and manage a farm business and the associated risks. 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7F60BE4E" w14:textId="77777777" w:rsidR="00B27F10" w:rsidRPr="00B27F10" w:rsidRDefault="00B27F10" w:rsidP="00B27F10">
            <w:pPr>
              <w:pStyle w:val="SIBulletList1"/>
            </w:pPr>
            <w:r w:rsidRPr="009D2E6A">
              <w:t>AHC40116 Certificate IV in Agriculture</w:t>
            </w:r>
          </w:p>
          <w:p w14:paraId="3D71C3A7" w14:textId="59EAAC80" w:rsidR="00B27F10" w:rsidRPr="00B27F10" w:rsidRDefault="00B27F10" w:rsidP="00B27F10">
            <w:pPr>
              <w:pStyle w:val="SIBulletList1"/>
            </w:pPr>
            <w:r w:rsidRPr="009D2E6A">
              <w:t>AHC4101</w:t>
            </w:r>
            <w:r>
              <w:t>9</w:t>
            </w:r>
            <w:r w:rsidRPr="009D2E6A">
              <w:t xml:space="preserve"> </w:t>
            </w:r>
            <w:r w:rsidRPr="00B27F10">
              <w:t>Certificate IV in Agribusiness</w:t>
            </w:r>
          </w:p>
          <w:p w14:paraId="5E40304D" w14:textId="7BE549BA" w:rsidR="00890663" w:rsidRPr="00890663" w:rsidRDefault="00B27F10" w:rsidP="00B27F10">
            <w:pPr>
              <w:pStyle w:val="SIBulletList1"/>
            </w:pPr>
            <w:r w:rsidRPr="00B27F10">
              <w:t xml:space="preserve">AHC51419 Diploma of Agribusiness Management </w:t>
            </w:r>
          </w:p>
          <w:p w14:paraId="5F89F4B4" w14:textId="77777777" w:rsidR="00A301E0" w:rsidRPr="00890663" w:rsidRDefault="00A301E0" w:rsidP="0006735C">
            <w:pPr>
              <w:pStyle w:val="SI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0F432F4D" w:rsidR="00890663" w:rsidRDefault="00890663" w:rsidP="00890663">
            <w:pPr>
              <w:pStyle w:val="SIText"/>
            </w:pPr>
            <w:r>
              <w:t xml:space="preserve">No </w:t>
            </w:r>
            <w:bookmarkStart w:id="0" w:name="_GoBack"/>
            <w:bookmarkEnd w:id="0"/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06735C">
            <w:pPr>
              <w:pStyle w:val="SI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5ECBF59" w14:textId="63AAD4D8" w:rsidR="001F28F9" w:rsidRDefault="00B27F10" w:rsidP="005B525F">
            <w:pPr>
              <w:pStyle w:val="SIBulletList1"/>
            </w:pPr>
            <w:r w:rsidRPr="00B27F10">
              <w:t>AHCBUS5</w:t>
            </w:r>
            <w:r w:rsidR="00931B2C">
              <w:t>1</w:t>
            </w:r>
            <w:r w:rsidRPr="00B27F10">
              <w:t>6</w:t>
            </w:r>
            <w:r>
              <w:t xml:space="preserve"> </w:t>
            </w:r>
            <w:r w:rsidRPr="00B27F10">
              <w:t>Develop and review a business plan</w:t>
            </w:r>
          </w:p>
          <w:p w14:paraId="5DA9170D" w14:textId="40CD2295" w:rsidR="00B27F10" w:rsidRDefault="00B27F10" w:rsidP="005B525F">
            <w:pPr>
              <w:pStyle w:val="SIBulletList1"/>
            </w:pPr>
            <w:r w:rsidRPr="00B27F10">
              <w:t>AHCBUS5</w:t>
            </w:r>
            <w:r w:rsidR="00931B2C">
              <w:t>1</w:t>
            </w:r>
            <w:r w:rsidRPr="00B27F10">
              <w:t>7</w:t>
            </w:r>
            <w:r>
              <w:t xml:space="preserve"> </w:t>
            </w:r>
            <w:r w:rsidRPr="00B27F10">
              <w:t>Monitor and review business performance</w:t>
            </w:r>
          </w:p>
          <w:p w14:paraId="1D8C47C9" w14:textId="617C823B" w:rsidR="00E35C7A" w:rsidRDefault="00B27F10" w:rsidP="005B525F">
            <w:pPr>
              <w:pStyle w:val="SIBulletList1"/>
            </w:pPr>
            <w:r w:rsidRPr="00B27F10">
              <w:t>AHCBUS5</w:t>
            </w:r>
            <w:r w:rsidR="006A401E">
              <w:t>12</w:t>
            </w:r>
            <w:r>
              <w:t xml:space="preserve"> </w:t>
            </w:r>
            <w:r w:rsidR="00E35C7A">
              <w:t>Develop and implement family business structures and relationships</w:t>
            </w:r>
            <w:r w:rsidR="00E35C7A" w:rsidRPr="00E35C7A">
              <w:t xml:space="preserve"> </w:t>
            </w:r>
          </w:p>
          <w:p w14:paraId="1CC62BAD" w14:textId="2AC3331A" w:rsidR="00B27F10" w:rsidRDefault="00B27F10" w:rsidP="005B525F">
            <w:pPr>
              <w:pStyle w:val="SIBulletList1"/>
            </w:pPr>
            <w:r w:rsidRPr="00B27F10">
              <w:t>BSBRSK501</w:t>
            </w:r>
            <w:r>
              <w:t xml:space="preserve"> </w:t>
            </w:r>
            <w:r w:rsidRPr="00B27F10">
              <w:t>Manage risk</w:t>
            </w:r>
          </w:p>
          <w:p w14:paraId="690E8B7B" w14:textId="43152200" w:rsidR="00B27F10" w:rsidRPr="00EB7EB1" w:rsidRDefault="00B27F10" w:rsidP="00B27F1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2C6CACE9" w14:textId="77777777" w:rsidTr="0006735C">
        <w:trPr>
          <w:trHeight w:val="819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571D0B42" w:rsidR="0016138C" w:rsidRPr="00EB7EB1" w:rsidRDefault="006A1D6C" w:rsidP="0025456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744027" w:rsidRPr="00744027">
              <w:t xml:space="preserve">plan and manage a farm business and the associated risks. 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1297D5AC" w:rsidR="00DB557A" w:rsidRPr="00EB7EB1" w:rsidRDefault="00624396" w:rsidP="006B096A">
            <w:pPr>
              <w:pStyle w:val="SIText"/>
              <w:rPr>
                <w:b/>
              </w:rPr>
            </w:pPr>
            <w:r w:rsidRPr="00624396">
              <w:t xml:space="preserve">These competencies from the </w:t>
            </w:r>
            <w:r w:rsidRPr="006B096A">
              <w:rPr>
                <w:rStyle w:val="SIText-Italic"/>
              </w:rPr>
              <w:t>AHC Agriculture, Horticulture, Conservation and Land Management Training Package</w:t>
            </w:r>
            <w:r w:rsidRPr="00624396">
              <w:t xml:space="preserve"> </w:t>
            </w:r>
            <w:r w:rsidR="00FE3A4A">
              <w:t xml:space="preserve">and the </w:t>
            </w:r>
            <w:r w:rsidR="00FE3A4A" w:rsidRPr="0006735C">
              <w:rPr>
                <w:rStyle w:val="SIText-Italic"/>
              </w:rPr>
              <w:t xml:space="preserve">BSB </w:t>
            </w:r>
            <w:r w:rsidR="0006735C" w:rsidRPr="0006735C">
              <w:rPr>
                <w:rStyle w:val="SIText-Italic"/>
              </w:rPr>
              <w:t>Business Services Training Package</w:t>
            </w:r>
            <w:r w:rsidR="0006735C" w:rsidRPr="0006735C">
              <w:t xml:space="preserve"> </w:t>
            </w:r>
            <w:r w:rsidRPr="00624396">
              <w:t>meet the requirements for</w:t>
            </w:r>
            <w:r w:rsidR="00B27F10" w:rsidRPr="009D2E6A">
              <w:t xml:space="preserve"> </w:t>
            </w:r>
            <w:r w:rsidR="00B27F10" w:rsidRPr="00B27F10">
              <w:t>those responsible for farm business planning and management, including risk management</w:t>
            </w:r>
            <w:r w:rsidR="00744027"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861EC" w14:textId="77777777" w:rsidR="00575687" w:rsidRDefault="00575687" w:rsidP="00BF3F0A">
      <w:r>
        <w:separator/>
      </w:r>
    </w:p>
    <w:p w14:paraId="32919505" w14:textId="77777777" w:rsidR="00575687" w:rsidRDefault="00575687"/>
  </w:endnote>
  <w:endnote w:type="continuationSeparator" w:id="0">
    <w:p w14:paraId="4ADFB5F3" w14:textId="77777777" w:rsidR="00575687" w:rsidRDefault="00575687" w:rsidP="00BF3F0A">
      <w:r>
        <w:continuationSeparator/>
      </w:r>
    </w:p>
    <w:p w14:paraId="03540246" w14:textId="77777777" w:rsidR="00575687" w:rsidRDefault="005756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77828BD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B096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0F2AE" w14:textId="77777777" w:rsidR="00575687" w:rsidRDefault="00575687" w:rsidP="00BF3F0A">
      <w:r>
        <w:separator/>
      </w:r>
    </w:p>
    <w:p w14:paraId="0CAAB64F" w14:textId="77777777" w:rsidR="00575687" w:rsidRDefault="00575687"/>
  </w:footnote>
  <w:footnote w:type="continuationSeparator" w:id="0">
    <w:p w14:paraId="5E3C3CDC" w14:textId="77777777" w:rsidR="00575687" w:rsidRDefault="00575687" w:rsidP="00BF3F0A">
      <w:r>
        <w:continuationSeparator/>
      </w:r>
    </w:p>
    <w:p w14:paraId="47F7AE3F" w14:textId="77777777" w:rsidR="00575687" w:rsidRDefault="005756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3B34" w14:textId="5D70F728" w:rsidR="009C2650" w:rsidRPr="00624396" w:rsidRDefault="006D52FD" w:rsidP="00624396">
    <w:pPr>
      <w:pStyle w:val="Header"/>
    </w:pPr>
    <w:r w:rsidRPr="006D52FD">
      <w:t>AHCSS00030</w:t>
    </w:r>
    <w:r>
      <w:t xml:space="preserve"> </w:t>
    </w:r>
    <w:r w:rsidR="00B27F10">
      <w:t>Farm Business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56A63"/>
    <w:rsid w:val="00064BFE"/>
    <w:rsid w:val="0006735C"/>
    <w:rsid w:val="00070B3E"/>
    <w:rsid w:val="00071F95"/>
    <w:rsid w:val="000737BB"/>
    <w:rsid w:val="00074E47"/>
    <w:rsid w:val="000A5441"/>
    <w:rsid w:val="000B19F7"/>
    <w:rsid w:val="000C13F1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2AB5"/>
    <w:rsid w:val="001A6A3E"/>
    <w:rsid w:val="001A7B6D"/>
    <w:rsid w:val="001B34D5"/>
    <w:rsid w:val="001B4975"/>
    <w:rsid w:val="001B513A"/>
    <w:rsid w:val="001B715E"/>
    <w:rsid w:val="001C0A75"/>
    <w:rsid w:val="001D2756"/>
    <w:rsid w:val="001E16BC"/>
    <w:rsid w:val="001F28F9"/>
    <w:rsid w:val="001F2BA5"/>
    <w:rsid w:val="001F308D"/>
    <w:rsid w:val="002012A3"/>
    <w:rsid w:val="00201A7C"/>
    <w:rsid w:val="0021414D"/>
    <w:rsid w:val="00223124"/>
    <w:rsid w:val="00234444"/>
    <w:rsid w:val="002349E5"/>
    <w:rsid w:val="00242293"/>
    <w:rsid w:val="00244EA7"/>
    <w:rsid w:val="0025456A"/>
    <w:rsid w:val="00262FC3"/>
    <w:rsid w:val="00276DB8"/>
    <w:rsid w:val="00282664"/>
    <w:rsid w:val="00285FB8"/>
    <w:rsid w:val="002931C2"/>
    <w:rsid w:val="002A4CD3"/>
    <w:rsid w:val="002C55E9"/>
    <w:rsid w:val="002C7527"/>
    <w:rsid w:val="002D0C8B"/>
    <w:rsid w:val="002E193E"/>
    <w:rsid w:val="002F4FFE"/>
    <w:rsid w:val="00301E01"/>
    <w:rsid w:val="00337E82"/>
    <w:rsid w:val="00350BB1"/>
    <w:rsid w:val="00352C83"/>
    <w:rsid w:val="0037067D"/>
    <w:rsid w:val="00373EB9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687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21345"/>
    <w:rsid w:val="0062439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401E"/>
    <w:rsid w:val="006B096A"/>
    <w:rsid w:val="006C2F32"/>
    <w:rsid w:val="006D4448"/>
    <w:rsid w:val="006D52FD"/>
    <w:rsid w:val="006E2C4D"/>
    <w:rsid w:val="00705EEC"/>
    <w:rsid w:val="00707741"/>
    <w:rsid w:val="0071552C"/>
    <w:rsid w:val="00722769"/>
    <w:rsid w:val="00727901"/>
    <w:rsid w:val="0073075B"/>
    <w:rsid w:val="007341FF"/>
    <w:rsid w:val="007404E9"/>
    <w:rsid w:val="00744027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1B2C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F10"/>
    <w:rsid w:val="00B3508F"/>
    <w:rsid w:val="00B443EE"/>
    <w:rsid w:val="00B550CD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5FB8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004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35C7A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C3B2E"/>
    <w:rsid w:val="00FE0282"/>
    <w:rsid w:val="00FE124D"/>
    <w:rsid w:val="00FE3A4A"/>
    <w:rsid w:val="00FE792C"/>
    <w:rsid w:val="00FF24B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Bullet">
    <w:name w:val="List Bullet"/>
    <w:basedOn w:val="List"/>
    <w:rsid w:val="00B27F10"/>
    <w:pPr>
      <w:keepNext/>
      <w:keepLines/>
      <w:numPr>
        <w:numId w:val="14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B27F1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C09DCEF9-B7DE-4976-9700-742922BBF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70BE1D-DC4C-45E8-BF80-FB59EC3D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142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19</cp:revision>
  <cp:lastPrinted>2016-05-27T05:21:00Z</cp:lastPrinted>
  <dcterms:created xsi:type="dcterms:W3CDTF">2018-11-15T21:57:00Z</dcterms:created>
  <dcterms:modified xsi:type="dcterms:W3CDTF">2019-05-20T02:20:00Z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632">
    <vt:lpwstr>1297</vt:lpwstr>
  </property>
</Properties>
</file>