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4E3E86C8" w:rsidR="00F1480E" w:rsidRPr="000754EC" w:rsidRDefault="0035000E" w:rsidP="00F23AF9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</w:t>
            </w:r>
            <w:r w:rsidR="009F732C">
              <w:t>V</w:t>
            </w:r>
            <w:r w:rsidRPr="0035000E">
              <w:t xml:space="preserve">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342D03C6" w:rsidR="00F1480E" w:rsidRPr="000754EC" w:rsidRDefault="00B9606C" w:rsidP="00F23AF9">
            <w:pPr>
              <w:pStyle w:val="SIUNITCODE"/>
            </w:pPr>
            <w:r w:rsidRPr="005C1952">
              <w:t>FBP</w:t>
            </w:r>
            <w:r w:rsidR="00F23AF9">
              <w:t>TEC</w:t>
            </w:r>
            <w:r>
              <w:t>4</w:t>
            </w:r>
            <w:r w:rsidR="006C4BD8">
              <w:t>013</w:t>
            </w:r>
          </w:p>
        </w:tc>
        <w:tc>
          <w:tcPr>
            <w:tcW w:w="3604" w:type="pct"/>
            <w:shd w:val="clear" w:color="auto" w:fill="auto"/>
          </w:tcPr>
          <w:p w14:paraId="11E37076" w14:textId="6F738E34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227304">
              <w:t>wort production</w:t>
            </w:r>
            <w:r w:rsidR="0007158E">
              <w:t xml:space="preserve"> </w:t>
            </w:r>
            <w:r w:rsidR="0055292C">
              <w:t>for brewing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2A86B3DD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683FC5">
              <w:t xml:space="preserve">manage the production of wort </w:t>
            </w:r>
            <w:r w:rsidR="00CE660B">
              <w:t>that will be fermented and used in the production of beer.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4FC57A5A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workers who have responsibility for overseeing the production </w:t>
            </w:r>
            <w:r w:rsidR="009F732C">
              <w:t xml:space="preserve">of </w:t>
            </w:r>
            <w:r w:rsidR="00474C31">
              <w:t xml:space="preserve">wort for fermented </w:t>
            </w:r>
            <w:r w:rsidRPr="00B9606C">
              <w:t>beverages and the quality assurance requirements associated with those products.</w:t>
            </w:r>
            <w:r w:rsidR="00E34BCB">
              <w:t xml:space="preserve"> </w:t>
            </w:r>
            <w:r w:rsidR="00E34BCB" w:rsidRPr="00E34BCB">
              <w:t>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4EF7488E" w:rsidR="00F1480E" w:rsidRPr="005C1952" w:rsidRDefault="0038009E" w:rsidP="005C1952">
            <w:pPr>
              <w:pStyle w:val="SIText"/>
            </w:pPr>
            <w:r w:rsidRPr="0038009E">
              <w:t>Legislative requirements relating to producing alcohol apply to this unit. Users are advised to check current requirements with the Australian Tax</w:t>
            </w:r>
            <w:r w:rsidR="009F732C">
              <w:t>ation</w:t>
            </w:r>
            <w:r w:rsidRPr="0038009E">
              <w:t xml:space="preserve"> Office and state/territory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7447E444" w:rsidR="00BD16FC" w:rsidRPr="00BD16FC" w:rsidRDefault="00F23AF9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2F3B919D" w:rsidR="0010646C" w:rsidRPr="0010646C" w:rsidRDefault="00683FC5" w:rsidP="0010646C">
            <w:r>
              <w:t xml:space="preserve">1. </w:t>
            </w:r>
            <w:r w:rsidR="0010646C" w:rsidRPr="0010646C">
              <w:t>Prepare to produce wort</w:t>
            </w:r>
          </w:p>
        </w:tc>
        <w:tc>
          <w:tcPr>
            <w:tcW w:w="3604" w:type="pct"/>
            <w:shd w:val="clear" w:color="auto" w:fill="auto"/>
          </w:tcPr>
          <w:p w14:paraId="489E3227" w14:textId="0D465732" w:rsidR="00C42CF0" w:rsidRDefault="00752AD0" w:rsidP="00752AD0">
            <w:r w:rsidRPr="00752AD0">
              <w:t xml:space="preserve">1.1 Identify and apply standards, regulations and guidance materials that cover the risks associated with working </w:t>
            </w:r>
            <w:r w:rsidR="009F732C">
              <w:t xml:space="preserve">in </w:t>
            </w:r>
            <w:r w:rsidRPr="00752AD0">
              <w:t xml:space="preserve">hazardous environments, including </w:t>
            </w:r>
            <w:r>
              <w:t xml:space="preserve">potentially </w:t>
            </w:r>
            <w:r w:rsidRPr="00752AD0">
              <w:t xml:space="preserve">explosive environments, </w:t>
            </w:r>
            <w:r w:rsidR="00673DEC">
              <w:t>dust, heat and steam</w:t>
            </w:r>
          </w:p>
          <w:p w14:paraId="4433DC05" w14:textId="63977F31" w:rsidR="0068137B" w:rsidRDefault="00673DEC" w:rsidP="0068137B">
            <w:r>
              <w:t>1.</w:t>
            </w:r>
            <w:r w:rsidR="00752AD0">
              <w:t xml:space="preserve">2 </w:t>
            </w:r>
            <w:r>
              <w:t>Wear appropriate personal protective equipment (PPE) to ensure personal safety</w:t>
            </w:r>
          </w:p>
          <w:p w14:paraId="664AA3BC" w14:textId="048CB8E6" w:rsidR="00752AD0" w:rsidRDefault="00752AD0" w:rsidP="0068137B">
            <w:r>
              <w:t>1.3 Apply effective clean</w:t>
            </w:r>
            <w:r w:rsidR="002118DA">
              <w:t>-</w:t>
            </w:r>
            <w:r>
              <w:t>in</w:t>
            </w:r>
            <w:r w:rsidR="002118DA">
              <w:t>-</w:t>
            </w:r>
            <w:r>
              <w:t>place (CIP) and sanitation procedures</w:t>
            </w:r>
          </w:p>
          <w:p w14:paraId="00082D02" w14:textId="45F76041" w:rsidR="0068137B" w:rsidRDefault="0068137B" w:rsidP="0068137B">
            <w:r>
              <w:t>1.</w:t>
            </w:r>
            <w:r w:rsidR="00752AD0">
              <w:t xml:space="preserve">4 </w:t>
            </w:r>
            <w:r w:rsidRPr="0010646C">
              <w:t xml:space="preserve">Identify specification for product </w:t>
            </w:r>
          </w:p>
          <w:p w14:paraId="3AFC18AF" w14:textId="12CA4E19" w:rsidR="00752AD0" w:rsidRDefault="00752AD0">
            <w:r>
              <w:t>1.5 Ensure adequate quantities of raw materials for specification</w:t>
            </w:r>
          </w:p>
          <w:p w14:paraId="337DA475" w14:textId="0BB21706" w:rsidR="00752AD0" w:rsidRPr="0010646C" w:rsidRDefault="00752AD0">
            <w:r w:rsidRPr="00752AD0">
              <w:t>1.</w:t>
            </w:r>
            <w:r>
              <w:t>6</w:t>
            </w:r>
            <w:r w:rsidRPr="00752AD0">
              <w:t xml:space="preserve"> Check quality of raw materials meets quality specifications and record details</w:t>
            </w:r>
          </w:p>
        </w:tc>
      </w:tr>
      <w:tr w:rsidR="0010646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67DE9E9D" w:rsidR="0010646C" w:rsidRPr="0010646C" w:rsidRDefault="00683FC5" w:rsidP="0010646C">
            <w:r>
              <w:t xml:space="preserve">2. </w:t>
            </w:r>
            <w:r w:rsidR="0010646C" w:rsidRPr="0010646C">
              <w:t>Mill grain</w:t>
            </w:r>
          </w:p>
        </w:tc>
        <w:tc>
          <w:tcPr>
            <w:tcW w:w="3604" w:type="pct"/>
            <w:shd w:val="clear" w:color="auto" w:fill="auto"/>
          </w:tcPr>
          <w:p w14:paraId="758304B1" w14:textId="721CAC00" w:rsidR="0010646C" w:rsidRPr="0010646C" w:rsidRDefault="00683FC5" w:rsidP="0010646C">
            <w:r>
              <w:t xml:space="preserve">2.1 </w:t>
            </w:r>
            <w:r w:rsidR="0010646C" w:rsidRPr="0010646C">
              <w:t xml:space="preserve">Set mill to crush </w:t>
            </w:r>
            <w:r w:rsidR="00EB3CA9">
              <w:t xml:space="preserve">malted </w:t>
            </w:r>
            <w:r w:rsidR="0010646C" w:rsidRPr="0010646C">
              <w:t>grain to specification</w:t>
            </w:r>
          </w:p>
          <w:p w14:paraId="3E57F063" w14:textId="3F4801DD" w:rsidR="0010646C" w:rsidRPr="0010646C" w:rsidRDefault="00683FC5" w:rsidP="0010646C">
            <w:r>
              <w:t xml:space="preserve">2.2 </w:t>
            </w:r>
            <w:r w:rsidR="0010646C" w:rsidRPr="0010646C">
              <w:t xml:space="preserve">Carry out test run to ensure </w:t>
            </w:r>
            <w:r w:rsidR="00EB3CA9">
              <w:t>malt</w:t>
            </w:r>
            <w:r w:rsidR="0010646C" w:rsidRPr="0010646C">
              <w:t xml:space="preserve"> is crushed to specification</w:t>
            </w:r>
          </w:p>
          <w:p w14:paraId="7772042B" w14:textId="5C870543" w:rsidR="0010646C" w:rsidRPr="0010646C" w:rsidRDefault="00683FC5" w:rsidP="0010646C">
            <w:r>
              <w:t>2.</w:t>
            </w:r>
            <w:r w:rsidR="00501D54">
              <w:t xml:space="preserve">3 </w:t>
            </w:r>
            <w:r w:rsidR="0010646C" w:rsidRPr="0010646C">
              <w:t xml:space="preserve">Operate mill to crush </w:t>
            </w:r>
            <w:r w:rsidR="00EB3CA9">
              <w:t>malt</w:t>
            </w:r>
            <w:r w:rsidR="0010646C" w:rsidRPr="0010646C">
              <w:t xml:space="preserve"> and produce grist</w:t>
            </w:r>
          </w:p>
        </w:tc>
      </w:tr>
      <w:tr w:rsidR="0010646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1B9A4E15" w:rsidR="0010646C" w:rsidRPr="0010646C" w:rsidRDefault="00683FC5" w:rsidP="0010646C">
            <w:r>
              <w:t xml:space="preserve">3. </w:t>
            </w:r>
            <w:r w:rsidR="0010646C" w:rsidRPr="0010646C">
              <w:t>Convert mash</w:t>
            </w:r>
          </w:p>
        </w:tc>
        <w:tc>
          <w:tcPr>
            <w:tcW w:w="3604" w:type="pct"/>
            <w:shd w:val="clear" w:color="auto" w:fill="auto"/>
          </w:tcPr>
          <w:p w14:paraId="48C03624" w14:textId="171938F2" w:rsidR="0010646C" w:rsidRPr="0010646C" w:rsidRDefault="00683FC5" w:rsidP="0010646C">
            <w:r>
              <w:t xml:space="preserve">3.1 </w:t>
            </w:r>
            <w:r w:rsidR="0010646C" w:rsidRPr="0010646C">
              <w:t>Transfer grist to mash tun</w:t>
            </w:r>
          </w:p>
          <w:p w14:paraId="10E9D697" w14:textId="1CC4F65D" w:rsidR="0010646C" w:rsidRPr="0010646C" w:rsidRDefault="00683FC5" w:rsidP="0010646C">
            <w:r>
              <w:t xml:space="preserve">3.2 </w:t>
            </w:r>
            <w:r w:rsidR="0010646C" w:rsidRPr="0010646C">
              <w:t>Set water level, temperature and time in line with product specification, to convert starches to sugars</w:t>
            </w:r>
          </w:p>
          <w:p w14:paraId="484AAB03" w14:textId="4AB52895" w:rsidR="0010646C" w:rsidRDefault="00683FC5" w:rsidP="0010646C">
            <w:r>
              <w:t xml:space="preserve">3.3 </w:t>
            </w:r>
            <w:r w:rsidR="0010646C" w:rsidRPr="0010646C">
              <w:t>Operate mash tun to produce and convert mash</w:t>
            </w:r>
          </w:p>
          <w:p w14:paraId="1CC14B05" w14:textId="77777777" w:rsidR="0096012A" w:rsidRDefault="00683FC5" w:rsidP="0010646C">
            <w:r>
              <w:t xml:space="preserve">3.4 </w:t>
            </w:r>
            <w:r w:rsidR="001C3CB0">
              <w:t>Monitor quality of mash using simple tests</w:t>
            </w:r>
          </w:p>
          <w:p w14:paraId="046C4A3A" w14:textId="496D2304" w:rsidR="00E34BCB" w:rsidRPr="0010646C" w:rsidRDefault="00E34BCB" w:rsidP="0010646C">
            <w:r>
              <w:t xml:space="preserve">3.5 </w:t>
            </w:r>
            <w:r w:rsidRPr="00E34BCB">
              <w:t xml:space="preserve">Analyse </w:t>
            </w:r>
            <w:r>
              <w:t xml:space="preserve">test </w:t>
            </w:r>
            <w:r w:rsidRPr="00E34BCB">
              <w:t>results and adjust process as required</w:t>
            </w:r>
          </w:p>
        </w:tc>
      </w:tr>
      <w:tr w:rsidR="0010646C" w:rsidRPr="00963A46" w14:paraId="3FCE69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AEA42" w14:textId="42E1C31E" w:rsidR="0010646C" w:rsidRPr="0010646C" w:rsidRDefault="00683FC5" w:rsidP="0010646C">
            <w:r>
              <w:t xml:space="preserve">4. </w:t>
            </w:r>
            <w:r w:rsidR="00673DEC">
              <w:t>Separate</w:t>
            </w:r>
            <w:r w:rsidR="00673DEC" w:rsidRPr="0010646C">
              <w:t xml:space="preserve"> </w:t>
            </w:r>
            <w:r w:rsidR="0010646C" w:rsidRPr="0010646C">
              <w:t>mash</w:t>
            </w:r>
          </w:p>
        </w:tc>
        <w:tc>
          <w:tcPr>
            <w:tcW w:w="3604" w:type="pct"/>
            <w:shd w:val="clear" w:color="auto" w:fill="auto"/>
          </w:tcPr>
          <w:p w14:paraId="5979E013" w14:textId="6A071F53" w:rsidR="0010646C" w:rsidRPr="0010646C" w:rsidRDefault="00683FC5" w:rsidP="0010646C">
            <w:r>
              <w:t xml:space="preserve">4.1 </w:t>
            </w:r>
            <w:r w:rsidR="00EB3CA9">
              <w:t>Transfer</w:t>
            </w:r>
            <w:r w:rsidR="0010646C" w:rsidRPr="0010646C">
              <w:t xml:space="preserve"> mash into </w:t>
            </w:r>
            <w:r w:rsidR="00673DEC">
              <w:t>separation vessel</w:t>
            </w:r>
          </w:p>
          <w:p w14:paraId="0779B613" w14:textId="795ECD28" w:rsidR="001C3CB0" w:rsidRPr="0010646C" w:rsidRDefault="00683FC5" w:rsidP="0010646C">
            <w:r>
              <w:t>4.</w:t>
            </w:r>
            <w:r w:rsidR="00673DEC">
              <w:t xml:space="preserve">2 </w:t>
            </w:r>
            <w:r w:rsidR="001C3CB0" w:rsidRPr="001C3CB0">
              <w:t xml:space="preserve">Monitor </w:t>
            </w:r>
            <w:r w:rsidR="00CE660B">
              <w:t>separation process by</w:t>
            </w:r>
            <w:r w:rsidR="00CE660B" w:rsidRPr="00CE660B">
              <w:t xml:space="preserve"> using simple tests</w:t>
            </w:r>
          </w:p>
          <w:p w14:paraId="5C03BE14" w14:textId="7622BE24" w:rsidR="0010646C" w:rsidRDefault="00683FC5" w:rsidP="0010646C">
            <w:r>
              <w:t>4.</w:t>
            </w:r>
            <w:r w:rsidR="00673DEC">
              <w:t>3</w:t>
            </w:r>
            <w:r>
              <w:t xml:space="preserve"> </w:t>
            </w:r>
            <w:r w:rsidR="0010646C" w:rsidRPr="0010646C">
              <w:t xml:space="preserve">Dispose of </w:t>
            </w:r>
            <w:r w:rsidR="00752AD0">
              <w:t>spent grist</w:t>
            </w:r>
            <w:r w:rsidR="0010646C" w:rsidRPr="0010646C">
              <w:t xml:space="preserve"> in line with </w:t>
            </w:r>
            <w:r w:rsidR="00EB3CA9">
              <w:t>environmental</w:t>
            </w:r>
            <w:r w:rsidR="0010646C" w:rsidRPr="0010646C">
              <w:t xml:space="preserve"> requirements</w:t>
            </w:r>
          </w:p>
          <w:p w14:paraId="7B09BE17" w14:textId="7172DEE1" w:rsidR="0096012A" w:rsidRPr="0010646C" w:rsidRDefault="0096012A" w:rsidP="0010646C">
            <w:r>
              <w:t>4.</w:t>
            </w:r>
            <w:r w:rsidR="00673DEC">
              <w:t xml:space="preserve">4 </w:t>
            </w:r>
            <w:r w:rsidRPr="0096012A">
              <w:t xml:space="preserve">Complete processing and batch records </w:t>
            </w:r>
            <w:r w:rsidR="00E23A38">
              <w:t>in line with workplace procedures</w:t>
            </w:r>
          </w:p>
        </w:tc>
      </w:tr>
      <w:tr w:rsidR="0010646C" w:rsidRPr="00963A46" w14:paraId="1CA0AE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30F671" w14:textId="08FB3215" w:rsidR="0010646C" w:rsidRPr="0010646C" w:rsidRDefault="00683FC5" w:rsidP="0010646C">
            <w:r>
              <w:t xml:space="preserve">5. </w:t>
            </w:r>
            <w:r w:rsidR="0010646C" w:rsidRPr="0010646C">
              <w:t>Boil wort</w:t>
            </w:r>
          </w:p>
        </w:tc>
        <w:tc>
          <w:tcPr>
            <w:tcW w:w="3604" w:type="pct"/>
            <w:shd w:val="clear" w:color="auto" w:fill="auto"/>
          </w:tcPr>
          <w:p w14:paraId="497C3BAB" w14:textId="27BD0E0C" w:rsidR="0010646C" w:rsidRPr="0010646C" w:rsidRDefault="00683FC5" w:rsidP="0010646C">
            <w:r>
              <w:t xml:space="preserve">5.1 </w:t>
            </w:r>
            <w:r w:rsidR="00752AD0">
              <w:t>Transfer</w:t>
            </w:r>
            <w:r w:rsidR="00752AD0" w:rsidRPr="0010646C">
              <w:t xml:space="preserve"> </w:t>
            </w:r>
            <w:r w:rsidR="0010646C" w:rsidRPr="0010646C">
              <w:t>wort into kettle</w:t>
            </w:r>
          </w:p>
          <w:p w14:paraId="3E09F04E" w14:textId="5FB9D626" w:rsidR="0010646C" w:rsidRPr="0010646C" w:rsidRDefault="00683FC5" w:rsidP="0010646C">
            <w:r>
              <w:t xml:space="preserve">5.2 </w:t>
            </w:r>
            <w:r w:rsidR="0010646C" w:rsidRPr="0010646C">
              <w:t>Set temperature of kettle for controlled boil</w:t>
            </w:r>
          </w:p>
          <w:p w14:paraId="02A10776" w14:textId="4A1AB36A" w:rsidR="0010646C" w:rsidRDefault="00683FC5" w:rsidP="0010646C">
            <w:r>
              <w:t xml:space="preserve">5.3 </w:t>
            </w:r>
            <w:r w:rsidR="0010646C" w:rsidRPr="0010646C">
              <w:t xml:space="preserve">Add </w:t>
            </w:r>
            <w:r w:rsidR="00EB3CA9">
              <w:t>hops and adjuncts</w:t>
            </w:r>
            <w:r w:rsidR="0010646C" w:rsidRPr="0010646C">
              <w:t xml:space="preserve"> to influence flavour, in line with specifications</w:t>
            </w:r>
          </w:p>
          <w:p w14:paraId="39486F57" w14:textId="1B9913FD" w:rsidR="001C3CB0" w:rsidRDefault="00683FC5" w:rsidP="0010646C">
            <w:r>
              <w:t xml:space="preserve">5.4 </w:t>
            </w:r>
            <w:r w:rsidR="001C3CB0" w:rsidRPr="001C3CB0">
              <w:t>Monitor quality of wort using simple tests</w:t>
            </w:r>
          </w:p>
          <w:p w14:paraId="5AA0A4AE" w14:textId="6483718C" w:rsidR="00E34BCB" w:rsidRDefault="00E34BCB" w:rsidP="0010646C">
            <w:r>
              <w:t xml:space="preserve">5.5 </w:t>
            </w:r>
            <w:r w:rsidRPr="00E34BCB">
              <w:t>Analyse test results and adjust process as required</w:t>
            </w:r>
          </w:p>
          <w:p w14:paraId="6E6B120F" w14:textId="455E6A17" w:rsidR="0096012A" w:rsidRPr="0010646C" w:rsidRDefault="0096012A" w:rsidP="0010646C">
            <w:r>
              <w:t>5.</w:t>
            </w:r>
            <w:r w:rsidR="00E34BCB">
              <w:t>6</w:t>
            </w:r>
            <w:r>
              <w:t xml:space="preserve"> </w:t>
            </w:r>
            <w:r w:rsidRPr="0096012A">
              <w:t>Complete processing and batch records to ensure traceability</w:t>
            </w:r>
          </w:p>
        </w:tc>
      </w:tr>
      <w:tr w:rsidR="0010646C" w:rsidRPr="00963A46" w14:paraId="5BE8AA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F4868A" w14:textId="1AD0A19A" w:rsidR="0010646C" w:rsidRPr="0010646C" w:rsidRDefault="00683FC5" w:rsidP="0010646C">
            <w:r>
              <w:lastRenderedPageBreak/>
              <w:t xml:space="preserve">6. </w:t>
            </w:r>
            <w:r w:rsidR="00752AD0">
              <w:t>Cast</w:t>
            </w:r>
            <w:r w:rsidR="0010646C" w:rsidRPr="0010646C">
              <w:t xml:space="preserve"> wort</w:t>
            </w:r>
          </w:p>
        </w:tc>
        <w:tc>
          <w:tcPr>
            <w:tcW w:w="3604" w:type="pct"/>
            <w:shd w:val="clear" w:color="auto" w:fill="auto"/>
          </w:tcPr>
          <w:p w14:paraId="7678EBB1" w14:textId="50D4501C" w:rsidR="0010646C" w:rsidRDefault="00EB3CA9" w:rsidP="0010646C">
            <w:r>
              <w:t xml:space="preserve">6.1 </w:t>
            </w:r>
            <w:r w:rsidR="0010646C" w:rsidRPr="0010646C">
              <w:t xml:space="preserve">Set operating parameters of </w:t>
            </w:r>
            <w:r>
              <w:t>equipment</w:t>
            </w:r>
            <w:r w:rsidR="0010646C" w:rsidRPr="0010646C">
              <w:t xml:space="preserve"> </w:t>
            </w:r>
            <w:r w:rsidR="00752AD0">
              <w:t>for wort transfer to cellar/fermentation vessel</w:t>
            </w:r>
          </w:p>
          <w:p w14:paraId="7697BCF1" w14:textId="5D02DC7B" w:rsidR="00683FC5" w:rsidRDefault="00683FC5" w:rsidP="0010646C">
            <w:r>
              <w:t>6.</w:t>
            </w:r>
            <w:r w:rsidR="00EB3CA9">
              <w:t>2</w:t>
            </w:r>
            <w:r>
              <w:t xml:space="preserve"> </w:t>
            </w:r>
            <w:r w:rsidRPr="00683FC5">
              <w:t>Monitor quality of wort using simple tests</w:t>
            </w:r>
          </w:p>
          <w:p w14:paraId="51D130ED" w14:textId="45F5BD7D" w:rsidR="00E34BCB" w:rsidRPr="0010646C" w:rsidRDefault="00E34BCB" w:rsidP="0010646C">
            <w:r>
              <w:t xml:space="preserve">6.3 </w:t>
            </w:r>
            <w:r w:rsidRPr="00E34BCB">
              <w:t>Analyse test results and adjust process as required</w:t>
            </w:r>
          </w:p>
          <w:p w14:paraId="748934A9" w14:textId="7C1220BA" w:rsidR="008E0B28" w:rsidRDefault="00683FC5" w:rsidP="0010646C">
            <w:r>
              <w:t>6.</w:t>
            </w:r>
            <w:r w:rsidR="00E34BCB">
              <w:t>4</w:t>
            </w:r>
            <w:r>
              <w:t xml:space="preserve"> </w:t>
            </w:r>
            <w:r w:rsidR="0010646C" w:rsidRPr="0010646C">
              <w:t xml:space="preserve">Cool </w:t>
            </w:r>
            <w:r w:rsidR="008E0B28">
              <w:t xml:space="preserve">and oxygenate </w:t>
            </w:r>
            <w:r w:rsidR="0010646C" w:rsidRPr="0010646C">
              <w:t xml:space="preserve">wort </w:t>
            </w:r>
            <w:r w:rsidR="00752AD0">
              <w:t xml:space="preserve">to </w:t>
            </w:r>
            <w:r w:rsidR="0010646C" w:rsidRPr="0010646C">
              <w:t>fermentation</w:t>
            </w:r>
            <w:r w:rsidR="00752AD0">
              <w:t xml:space="preserve"> specification</w:t>
            </w:r>
          </w:p>
          <w:p w14:paraId="45DA1F1E" w14:textId="5A42053F" w:rsidR="0096012A" w:rsidRPr="0010646C" w:rsidRDefault="0096012A" w:rsidP="0010646C">
            <w:r>
              <w:t>6.</w:t>
            </w:r>
            <w:r w:rsidR="00E34BCB">
              <w:t>5</w:t>
            </w:r>
            <w:r>
              <w:t xml:space="preserve"> </w:t>
            </w:r>
            <w:r w:rsidRPr="0096012A">
              <w:t>Complete processing and batch records to ensure traceability</w:t>
            </w:r>
          </w:p>
        </w:tc>
      </w:tr>
      <w:tr w:rsidR="00AF6C7D" w:rsidRPr="00963A46" w14:paraId="6822FA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174974" w14:textId="7C01F755" w:rsidR="00AF6C7D" w:rsidRDefault="00AF6C7D" w:rsidP="0010646C">
            <w:bookmarkStart w:id="1" w:name="_Hlk536011532"/>
            <w:r>
              <w:t>7.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3BFE2C98" w14:textId="4C93A185" w:rsidR="00AF6C7D" w:rsidRDefault="00AF6C7D" w:rsidP="0010646C">
            <w:r>
              <w:t xml:space="preserve">7.1 </w:t>
            </w:r>
            <w:r w:rsidRPr="00AF6C7D">
              <w:t>Clea</w:t>
            </w:r>
            <w:r>
              <w:t xml:space="preserve">n equipment and </w:t>
            </w:r>
            <w:r w:rsidRPr="00AF6C7D">
              <w:t>work area in line with workplace procedures</w:t>
            </w:r>
          </w:p>
          <w:p w14:paraId="35B21BFD" w14:textId="77777777" w:rsidR="00AF6C7D" w:rsidRDefault="00AF6C7D" w:rsidP="0010646C">
            <w:r>
              <w:t>7.2 Conduct routine maintenance activities</w:t>
            </w:r>
          </w:p>
          <w:p w14:paraId="0469C122" w14:textId="013A06FE" w:rsidR="00AF6C7D" w:rsidRDefault="00AF6C7D" w:rsidP="0010646C">
            <w:r>
              <w:t>7.3 Dispose of waste in line with regulatory requirements</w:t>
            </w:r>
          </w:p>
        </w:tc>
      </w:tr>
      <w:bookmarkEnd w:id="1"/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40BBC58" w14:textId="5A2254A3" w:rsidR="00E147F5" w:rsidRDefault="00E147F5" w:rsidP="00673DEC">
            <w:pPr>
              <w:pStyle w:val="SIBulletList1"/>
            </w:pPr>
            <w:r>
              <w:t>Measure and record weight of raw materials and volume of wort (using kg</w:t>
            </w:r>
            <w:r w:rsidR="00535892">
              <w:t xml:space="preserve">, </w:t>
            </w:r>
            <w:r>
              <w:t>L</w:t>
            </w:r>
            <w:r w:rsidR="00535892">
              <w:t xml:space="preserve"> and </w:t>
            </w:r>
            <w:proofErr w:type="spellStart"/>
            <w:r w:rsidR="00535892">
              <w:t>hL</w:t>
            </w:r>
            <w:proofErr w:type="spellEnd"/>
            <w:r>
              <w:t>)</w:t>
            </w:r>
          </w:p>
          <w:p w14:paraId="27068E1D" w14:textId="47AFA4C3" w:rsidR="00642C71" w:rsidRPr="0096012A" w:rsidRDefault="00E34BCB">
            <w:pPr>
              <w:pStyle w:val="SIBulletList1"/>
            </w:pPr>
            <w:r>
              <w:t>Accurately r</w:t>
            </w:r>
            <w:r w:rsidR="0096012A" w:rsidRPr="0096012A">
              <w:t>ead and interpret gauges and test results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77777777" w:rsidR="0096012A" w:rsidRPr="0096012A" w:rsidDel="009E5B82" w:rsidRDefault="0096012A" w:rsidP="0096012A">
            <w:pPr>
              <w:pStyle w:val="SIBulletList1"/>
            </w:pPr>
            <w:r w:rsidRPr="0096012A">
              <w:t>Identify changes in quality of product and trace source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72ADBC4D" w:rsidR="0010646C" w:rsidRPr="0010646C" w:rsidRDefault="006C4BD8" w:rsidP="0010646C">
            <w:pPr>
              <w:pStyle w:val="SIText"/>
            </w:pPr>
            <w:r w:rsidRPr="005C1952">
              <w:t>FBP</w:t>
            </w:r>
            <w:r w:rsidRPr="006C4BD8">
              <w:t>TEC4013</w:t>
            </w:r>
            <w:r>
              <w:t xml:space="preserve"> </w:t>
            </w:r>
            <w:r w:rsidR="0010646C" w:rsidRPr="0010646C">
              <w:t>Manage wort production</w:t>
            </w:r>
            <w:r w:rsidR="0055292C">
              <w:t xml:space="preserve"> for brewing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44463E41" w:rsidR="00BD16FC" w:rsidRPr="00BD16FC" w:rsidRDefault="008061BD" w:rsidP="00BD16FC">
            <w:pPr>
              <w:pStyle w:val="SIText"/>
            </w:pPr>
            <w:r w:rsidRPr="008061BD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4F205320" w:rsidR="00F1480E" w:rsidRPr="000754EC" w:rsidRDefault="001874EB" w:rsidP="00E40225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hyperlink r:id="rId11" w:history="1">
              <w:r w:rsidRPr="001874EB">
                <w:t>https://vetnet.education.gov.au/Pages/TrainingDocs.aspx?q=78b15323-cd38-483e-aad7-1159b570a5c4</w:t>
              </w:r>
            </w:hyperlink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42A83582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6C4BD8" w:rsidRPr="005C1952">
              <w:t>FBP</w:t>
            </w:r>
            <w:r w:rsidR="006C4BD8" w:rsidRPr="006C4BD8">
              <w:t>TEC4013</w:t>
            </w:r>
            <w:r w:rsidR="006C4BD8">
              <w:t xml:space="preserve"> </w:t>
            </w:r>
            <w:r w:rsidR="0010646C" w:rsidRPr="0010646C">
              <w:t>Manage wort production</w:t>
            </w:r>
            <w:r w:rsidR="0055292C">
              <w:t xml:space="preserve"> for brewing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2DD45826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6468870" w14:textId="77777777" w:rsidR="001874EB" w:rsidRDefault="001874EB" w:rsidP="000754EC">
            <w:pPr>
              <w:pStyle w:val="SIText"/>
            </w:pPr>
          </w:p>
          <w:p w14:paraId="3C9C15F3" w14:textId="2621C054" w:rsidR="00556C4C" w:rsidRDefault="00BD16FC" w:rsidP="001C3CB0"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1C3CB0">
              <w:t xml:space="preserve">the production of </w:t>
            </w:r>
            <w:r w:rsidR="00501D54">
              <w:t xml:space="preserve">one batch of </w:t>
            </w:r>
            <w:r w:rsidR="001C3CB0">
              <w:t>wort</w:t>
            </w:r>
            <w:r w:rsidR="00CE660B">
              <w:t xml:space="preserve"> that </w:t>
            </w:r>
            <w:r w:rsidR="001C3CB0">
              <w:t>meet</w:t>
            </w:r>
            <w:r w:rsidR="00CE660B">
              <w:t>s</w:t>
            </w:r>
            <w:r w:rsidR="001C3CB0">
              <w:t xml:space="preserve"> </w:t>
            </w:r>
            <w:r w:rsidR="00501D54">
              <w:t xml:space="preserve">product </w:t>
            </w:r>
            <w:r w:rsidR="001C3CB0">
              <w:t>specification</w:t>
            </w:r>
            <w:r w:rsidR="00501D54">
              <w:t>, including:</w:t>
            </w:r>
          </w:p>
          <w:p w14:paraId="5360B9A3" w14:textId="2C1C0719" w:rsidR="0091436D" w:rsidRDefault="0091436D" w:rsidP="00501D54">
            <w:pPr>
              <w:pStyle w:val="SIBulletList1"/>
            </w:pPr>
            <w:r>
              <w:t>addressing risks and managing hazards</w:t>
            </w:r>
          </w:p>
          <w:p w14:paraId="72D15493" w14:textId="1DFECF3B" w:rsidR="00501D54" w:rsidRDefault="00501D54" w:rsidP="00501D54">
            <w:pPr>
              <w:pStyle w:val="SIBulletList1"/>
            </w:pPr>
            <w:r>
              <w:t>taking samples to monitor quality</w:t>
            </w:r>
          </w:p>
          <w:p w14:paraId="339BC1ED" w14:textId="0010BA48" w:rsidR="00501D54" w:rsidRDefault="00501D54" w:rsidP="00C470DC">
            <w:pPr>
              <w:pStyle w:val="SIBulletList1"/>
            </w:pPr>
            <w:r>
              <w:t xml:space="preserve">completing batch records in line with </w:t>
            </w:r>
            <w:r w:rsidR="00B76A0C">
              <w:t xml:space="preserve">workplace </w:t>
            </w:r>
            <w:r>
              <w:t>requirements.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DD3E32" w14:textId="77777777" w:rsidR="0010646C" w:rsidRPr="0010646C" w:rsidRDefault="0010646C" w:rsidP="0010646C">
            <w:pPr>
              <w:pStyle w:val="SIBulletList1"/>
            </w:pPr>
            <w:r w:rsidRPr="0010646C">
              <w:t xml:space="preserve">purpose of milling grain to expose starchy material in the husk </w:t>
            </w:r>
          </w:p>
          <w:p w14:paraId="67A32B06" w14:textId="77777777" w:rsidR="0010646C" w:rsidRPr="0010646C" w:rsidRDefault="0010646C" w:rsidP="0010646C">
            <w:pPr>
              <w:pStyle w:val="SIBulletList1"/>
            </w:pPr>
            <w:r w:rsidRPr="0010646C">
              <w:t>problems created from grain that is too heavily crushed or milled</w:t>
            </w:r>
          </w:p>
          <w:p w14:paraId="79B666A8" w14:textId="77777777" w:rsidR="0010646C" w:rsidRPr="0010646C" w:rsidRDefault="0010646C" w:rsidP="0010646C">
            <w:pPr>
              <w:pStyle w:val="SIBulletList1"/>
            </w:pPr>
            <w:r w:rsidRPr="0010646C">
              <w:t>stage and changes that occur during wort production</w:t>
            </w:r>
          </w:p>
          <w:p w14:paraId="658D474C" w14:textId="77777777" w:rsidR="0010646C" w:rsidRPr="0010646C" w:rsidRDefault="0010646C" w:rsidP="0010646C">
            <w:pPr>
              <w:pStyle w:val="SIBulletList1"/>
            </w:pPr>
            <w:r w:rsidRPr="0010646C">
              <w:t>purpose of malt, hops, water, adjuncts and the preparation procedure</w:t>
            </w:r>
          </w:p>
          <w:p w14:paraId="70565E1B" w14:textId="3422BDF8" w:rsid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3DEA2E5" w14:textId="09AF8E73" w:rsidR="001C3CB0" w:rsidRDefault="001C3CB0" w:rsidP="001D7CFD">
            <w:pPr>
              <w:pStyle w:val="SIBulletList1"/>
            </w:pPr>
            <w:r>
              <w:t>typical tests carried out on wort to check pH, bitterness, colour</w:t>
            </w:r>
          </w:p>
          <w:p w14:paraId="3F726A1D" w14:textId="306D41F0" w:rsidR="00EE59C3" w:rsidRPr="001D7CFD" w:rsidRDefault="00EE59C3" w:rsidP="001D7CFD">
            <w:pPr>
              <w:pStyle w:val="SIBulletList1"/>
            </w:pPr>
            <w:r>
              <w:t>instruments used for testing and how each is calibrated</w:t>
            </w:r>
            <w:r w:rsidR="00CE660B">
              <w:t xml:space="preserve"> and certified</w:t>
            </w:r>
          </w:p>
          <w:p w14:paraId="004CA6C9" w14:textId="3856B3D4" w:rsidR="001C3CB0" w:rsidRDefault="001C3CB0" w:rsidP="001C3CB0">
            <w:pPr>
              <w:pStyle w:val="SIBulletList1"/>
            </w:pPr>
            <w:r>
              <w:t xml:space="preserve">procedures and equipment used for transfer operations, including </w:t>
            </w:r>
            <w:r w:rsidRPr="001C3CB0">
              <w:t>pumps</w:t>
            </w:r>
            <w:r>
              <w:t xml:space="preserve">, </w:t>
            </w:r>
            <w:r w:rsidR="00EE59C3">
              <w:t xml:space="preserve">membranes, </w:t>
            </w:r>
            <w:r>
              <w:t>hoses</w:t>
            </w:r>
            <w:r w:rsidR="00EE59C3">
              <w:t>,</w:t>
            </w:r>
            <w:r>
              <w:t xml:space="preserve"> valves, control instruments</w:t>
            </w:r>
          </w:p>
          <w:p w14:paraId="713DA10E" w14:textId="604D529A" w:rsidR="00752AD0" w:rsidRDefault="00752AD0" w:rsidP="001C3CB0">
            <w:pPr>
              <w:pStyle w:val="SIBulletList1"/>
            </w:pPr>
            <w:r>
              <w:t>formulae and calculations used in recipe design in order to adjust process as required</w:t>
            </w:r>
          </w:p>
          <w:p w14:paraId="1166C892" w14:textId="7C3856B8" w:rsidR="00752AD0" w:rsidRDefault="00752AD0" w:rsidP="001C3CB0">
            <w:pPr>
              <w:pStyle w:val="SIBulletList1"/>
            </w:pPr>
            <w:r>
              <w:t>isomerisation of hops</w:t>
            </w:r>
          </w:p>
          <w:p w14:paraId="1863D758" w14:textId="5F737F04" w:rsidR="00752AD0" w:rsidRPr="001C3CB0" w:rsidRDefault="00752AD0" w:rsidP="001C3CB0">
            <w:pPr>
              <w:pStyle w:val="SIBulletList1"/>
            </w:pPr>
            <w:r>
              <w:t>roles of enzymes in mash process, particularly alpha and beta amylase</w:t>
            </w:r>
          </w:p>
          <w:p w14:paraId="6F41F922" w14:textId="1A03D7B1" w:rsidR="001D7CFD" w:rsidRDefault="001D7CFD">
            <w:pPr>
              <w:pStyle w:val="SIBulletList1"/>
            </w:pPr>
            <w:r w:rsidRPr="003627F3">
              <w:t>equipment</w:t>
            </w:r>
            <w:r w:rsidRPr="001D7CFD">
              <w:t xml:space="preserve"> and instrumentation components, purpose and operation</w:t>
            </w:r>
          </w:p>
          <w:p w14:paraId="796807E4" w14:textId="5DBCAAE4" w:rsidR="0096012A" w:rsidRPr="0096012A" w:rsidRDefault="00752AD0" w:rsidP="0096012A">
            <w:pPr>
              <w:pStyle w:val="SIBulletList1"/>
            </w:pPr>
            <w:r>
              <w:t xml:space="preserve">cleaning, </w:t>
            </w:r>
            <w:r w:rsidR="0096012A" w:rsidRPr="0096012A">
              <w:t xml:space="preserve">sanitisation </w:t>
            </w:r>
            <w:r>
              <w:t xml:space="preserve">and sterilisation </w:t>
            </w:r>
            <w:r w:rsidR="0096012A" w:rsidRPr="0096012A">
              <w:t>procedures and purpose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539A8E7A" w:rsidR="00A5345D" w:rsidRDefault="00A5345D" w:rsidP="00A5345D">
            <w:pPr>
              <w:pStyle w:val="SIBulletList1"/>
            </w:pPr>
            <w:r w:rsidRPr="00A5345D">
              <w:t>hazards and controls, including manual handling</w:t>
            </w:r>
            <w:r w:rsidR="0091436D">
              <w:t>,</w:t>
            </w:r>
            <w:r w:rsidRPr="00A5345D">
              <w:t xml:space="preserve"> working with </w:t>
            </w:r>
            <w:r w:rsidR="00673DEC">
              <w:t xml:space="preserve">dust, </w:t>
            </w:r>
            <w:r w:rsidR="0091436D">
              <w:t xml:space="preserve">potential for explosion when working with grain and milling, risks of burns when working with </w:t>
            </w:r>
            <w:r w:rsidR="00673DEC">
              <w:t>heat and stea</w:t>
            </w:r>
            <w:r w:rsidR="00E147F5">
              <w:t>m</w:t>
            </w:r>
          </w:p>
          <w:p w14:paraId="119A8401" w14:textId="77777777" w:rsidR="00AF6C7D" w:rsidRPr="00AF6C7D" w:rsidRDefault="00AF6C7D" w:rsidP="00AF6C7D">
            <w:pPr>
              <w:pStyle w:val="SIBulletList1"/>
            </w:pPr>
            <w:r w:rsidRPr="00AF6C7D">
              <w:t>routine maintenance requirements</w:t>
            </w:r>
          </w:p>
          <w:p w14:paraId="5200A3D1" w14:textId="39BB7BD9" w:rsidR="001D7CFD" w:rsidRDefault="001D7CFD" w:rsidP="001D7CFD">
            <w:pPr>
              <w:pStyle w:val="SIBulletList1"/>
            </w:pPr>
            <w:r w:rsidRPr="001D7CFD">
              <w:t xml:space="preserve">waste handling </w:t>
            </w:r>
            <w:r w:rsidR="0038009E">
              <w:t xml:space="preserve">and disposal </w:t>
            </w:r>
            <w:r w:rsidRPr="001D7CFD">
              <w:t xml:space="preserve">requirements </w:t>
            </w:r>
          </w:p>
          <w:p w14:paraId="4AAB9512" w14:textId="77777777" w:rsidR="0068137B" w:rsidRPr="0068137B" w:rsidRDefault="0068137B" w:rsidP="0068137B">
            <w:pPr>
              <w:pStyle w:val="SIBulletList1"/>
            </w:pPr>
            <w:r w:rsidRPr="00A5345D">
              <w:t xml:space="preserve">hazards and </w:t>
            </w:r>
            <w:r w:rsidRPr="0068137B">
              <w:t>controls, including manual handling, working with ethanol and flammable substances</w:t>
            </w:r>
          </w:p>
          <w:p w14:paraId="3382A3A3" w14:textId="48F654E8" w:rsidR="0068137B" w:rsidRDefault="0068137B" w:rsidP="0068137B">
            <w:pPr>
              <w:pStyle w:val="SIBulletList1"/>
            </w:pPr>
            <w:r>
              <w:t xml:space="preserve">Australian Standards, </w:t>
            </w:r>
            <w:r w:rsidRPr="0038009E">
              <w:t>legislation, regulation</w:t>
            </w:r>
            <w:r>
              <w:t>s</w:t>
            </w:r>
            <w:r w:rsidRPr="0038009E">
              <w:t xml:space="preserve"> and workplace licence requirements related to </w:t>
            </w:r>
            <w:r w:rsidR="00501E8B">
              <w:t>working in hazardous and potentially explosive environments</w:t>
            </w:r>
          </w:p>
          <w:p w14:paraId="2D242AD0" w14:textId="5F66E10B" w:rsidR="00B061FD" w:rsidRDefault="00B061FD" w:rsidP="0068137B">
            <w:pPr>
              <w:pStyle w:val="SIBulletList1"/>
            </w:pPr>
            <w:r>
              <w:t>Food Standards Code in relation to brewing</w:t>
            </w:r>
          </w:p>
          <w:p w14:paraId="5511AE53" w14:textId="77777777" w:rsidR="0068137B" w:rsidRPr="0068137B" w:rsidRDefault="0068137B" w:rsidP="0068137B">
            <w:pPr>
              <w:pStyle w:val="SIBulletList1"/>
            </w:pPr>
            <w:r w:rsidRPr="0038009E">
              <w:t>Australian Taxation Office (</w:t>
            </w:r>
            <w:proofErr w:type="spellStart"/>
            <w:r w:rsidRPr="0038009E">
              <w:t>ATO</w:t>
            </w:r>
            <w:proofErr w:type="spellEnd"/>
            <w:r w:rsidRPr="0038009E">
              <w:t xml:space="preserve">) </w:t>
            </w:r>
            <w:r w:rsidRPr="0068137B">
              <w:t xml:space="preserve">requirements for excise </w:t>
            </w:r>
          </w:p>
          <w:p w14:paraId="4E797198" w14:textId="0AE16E9A" w:rsidR="00F1480E" w:rsidRPr="000754EC" w:rsidRDefault="0068137B">
            <w:pPr>
              <w:pStyle w:val="SIBulletList1"/>
            </w:pPr>
            <w:r w:rsidRPr="00A756A0">
              <w:t xml:space="preserve">recording requirements for traceability of product and </w:t>
            </w:r>
            <w:proofErr w:type="spellStart"/>
            <w:r w:rsidRPr="0068137B">
              <w:t>ATO</w:t>
            </w:r>
            <w:proofErr w:type="spellEnd"/>
            <w:r w:rsidRPr="0068137B">
              <w:t xml:space="preserve"> 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109A83ED" w14:textId="77777777" w:rsidR="00683FC5" w:rsidRPr="00683FC5" w:rsidRDefault="00683FC5" w:rsidP="00683FC5">
            <w:pPr>
              <w:pStyle w:val="SIBulletList2"/>
            </w:pPr>
            <w:r w:rsidRPr="00683FC5">
              <w:t>raw materials for wort production</w:t>
            </w:r>
          </w:p>
          <w:p w14:paraId="3A09FB8C" w14:textId="4F7FB958" w:rsidR="003C1363" w:rsidRDefault="00683FC5" w:rsidP="00BD16FC">
            <w:pPr>
              <w:pStyle w:val="SIBulletList2"/>
            </w:pPr>
            <w:r>
              <w:t xml:space="preserve">access to equipment for production of wort </w:t>
            </w:r>
          </w:p>
          <w:p w14:paraId="3211C9FE" w14:textId="14A8B592" w:rsidR="00EE59C3" w:rsidRDefault="00EE59C3" w:rsidP="00BD16FC">
            <w:pPr>
              <w:pStyle w:val="SIBulletList2"/>
            </w:pPr>
            <w:r>
              <w:t>testing equipment</w:t>
            </w:r>
          </w:p>
          <w:p w14:paraId="274A4CFA" w14:textId="1BEE3F4B" w:rsidR="0091436D" w:rsidRDefault="0091436D" w:rsidP="00BD16FC">
            <w:pPr>
              <w:pStyle w:val="SIBulletList2"/>
            </w:pPr>
            <w:r>
              <w:t>safety equipment and personal protective equipment (PPE)</w:t>
            </w:r>
          </w:p>
          <w:p w14:paraId="7E28FFF1" w14:textId="1AED1A57" w:rsidR="00683FC5" w:rsidRDefault="00683FC5" w:rsidP="00683FC5">
            <w:pPr>
              <w:pStyle w:val="SIBulletList1"/>
            </w:pPr>
            <w:r>
              <w:t>specifications</w:t>
            </w:r>
            <w:r w:rsidR="001874EB">
              <w:t>:</w:t>
            </w:r>
          </w:p>
          <w:p w14:paraId="66B0886D" w14:textId="4DEE8EB8" w:rsidR="00683FC5" w:rsidRDefault="00683FC5" w:rsidP="00BD16FC">
            <w:pPr>
              <w:pStyle w:val="SIBulletList2"/>
            </w:pPr>
            <w:r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518BEF05" w:rsidR="00F1480E" w:rsidRPr="000754EC" w:rsidRDefault="001874EB" w:rsidP="000754E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hyperlink r:id="rId12" w:history="1">
              <w:r w:rsidRPr="001874EB">
                <w:t>https://vetnet.education.gov.au/Pages/TrainingDocs.aspx?q=78b15323-cd38-483e-aad7-1159b570a5c4</w:t>
              </w:r>
            </w:hyperlink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0B78F" w14:textId="77777777" w:rsidR="00D92057" w:rsidRDefault="00D92057" w:rsidP="00BF3F0A">
      <w:r>
        <w:separator/>
      </w:r>
    </w:p>
    <w:p w14:paraId="517EF0F1" w14:textId="77777777" w:rsidR="00D92057" w:rsidRDefault="00D92057"/>
  </w:endnote>
  <w:endnote w:type="continuationSeparator" w:id="0">
    <w:p w14:paraId="08524C00" w14:textId="77777777" w:rsidR="00D92057" w:rsidRDefault="00D92057" w:rsidP="00BF3F0A">
      <w:r>
        <w:continuationSeparator/>
      </w:r>
    </w:p>
    <w:p w14:paraId="583A4057" w14:textId="77777777" w:rsidR="00D92057" w:rsidRDefault="00D92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4F9F081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14F6">
          <w:rPr>
            <w:noProof/>
          </w:rPr>
          <w:t>3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BE6C6" w14:textId="77777777" w:rsidR="00D92057" w:rsidRDefault="00D92057" w:rsidP="00BF3F0A">
      <w:r>
        <w:separator/>
      </w:r>
    </w:p>
    <w:p w14:paraId="4AC12441" w14:textId="77777777" w:rsidR="00D92057" w:rsidRDefault="00D92057"/>
  </w:footnote>
  <w:footnote w:type="continuationSeparator" w:id="0">
    <w:p w14:paraId="7083837E" w14:textId="77777777" w:rsidR="00D92057" w:rsidRDefault="00D92057" w:rsidP="00BF3F0A">
      <w:r>
        <w:continuationSeparator/>
      </w:r>
    </w:p>
    <w:p w14:paraId="00587323" w14:textId="77777777" w:rsidR="00D92057" w:rsidRDefault="00D92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7FA907E7" w:rsidR="009C2650" w:rsidRPr="000754EC" w:rsidRDefault="00B9606C" w:rsidP="00146EEC">
    <w:pPr>
      <w:pStyle w:val="SIText"/>
    </w:pPr>
    <w:r w:rsidRPr="005C1952">
      <w:t>FBP</w:t>
    </w:r>
    <w:r w:rsidR="00227304">
      <w:t>TEC</w:t>
    </w:r>
    <w:r w:rsidR="0010646C">
      <w:t>4</w:t>
    </w:r>
    <w:r w:rsidR="006C4BD8">
      <w:t>013</w:t>
    </w:r>
    <w:r w:rsidRPr="00BD16FC">
      <w:t xml:space="preserve"> </w:t>
    </w:r>
    <w:r w:rsidR="00227304">
      <w:t>Manage</w:t>
    </w:r>
    <w:r w:rsidR="00227304" w:rsidRPr="00BD16FC">
      <w:t xml:space="preserve"> </w:t>
    </w:r>
    <w:r w:rsidR="00227304">
      <w:t>wort production</w:t>
    </w:r>
    <w:r w:rsidR="0055292C">
      <w:t xml:space="preserve"> for brewing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0ED7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58E"/>
    <w:rsid w:val="00071F95"/>
    <w:rsid w:val="000737BB"/>
    <w:rsid w:val="00074E47"/>
    <w:rsid w:val="000754EC"/>
    <w:rsid w:val="0009093B"/>
    <w:rsid w:val="000A5441"/>
    <w:rsid w:val="000B416A"/>
    <w:rsid w:val="000C149A"/>
    <w:rsid w:val="000C224E"/>
    <w:rsid w:val="000D61B2"/>
    <w:rsid w:val="000D6502"/>
    <w:rsid w:val="000E25E6"/>
    <w:rsid w:val="000E2C86"/>
    <w:rsid w:val="000F29F2"/>
    <w:rsid w:val="00101659"/>
    <w:rsid w:val="0010646C"/>
    <w:rsid w:val="001078BF"/>
    <w:rsid w:val="00133957"/>
    <w:rsid w:val="001372F6"/>
    <w:rsid w:val="00144385"/>
    <w:rsid w:val="00146EEC"/>
    <w:rsid w:val="00151D55"/>
    <w:rsid w:val="00151D93"/>
    <w:rsid w:val="00156EF3"/>
    <w:rsid w:val="00166ED4"/>
    <w:rsid w:val="00176E4F"/>
    <w:rsid w:val="0018546B"/>
    <w:rsid w:val="001874EB"/>
    <w:rsid w:val="001A6A3E"/>
    <w:rsid w:val="001A7B6D"/>
    <w:rsid w:val="001B0D7E"/>
    <w:rsid w:val="001B34D5"/>
    <w:rsid w:val="001B513A"/>
    <w:rsid w:val="001C0A75"/>
    <w:rsid w:val="001C1306"/>
    <w:rsid w:val="001C3CB0"/>
    <w:rsid w:val="001D5C1B"/>
    <w:rsid w:val="001D7CFD"/>
    <w:rsid w:val="001D7F5B"/>
    <w:rsid w:val="001E16BC"/>
    <w:rsid w:val="001E16DF"/>
    <w:rsid w:val="001F2BA5"/>
    <w:rsid w:val="001F308D"/>
    <w:rsid w:val="00201A7C"/>
    <w:rsid w:val="002118DA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2FC3"/>
    <w:rsid w:val="0026394F"/>
    <w:rsid w:val="00273AEB"/>
    <w:rsid w:val="00276DB8"/>
    <w:rsid w:val="00282664"/>
    <w:rsid w:val="002828B6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5548E"/>
    <w:rsid w:val="00361188"/>
    <w:rsid w:val="003627F3"/>
    <w:rsid w:val="003658B5"/>
    <w:rsid w:val="00366805"/>
    <w:rsid w:val="00366D9A"/>
    <w:rsid w:val="003673D7"/>
    <w:rsid w:val="0037067D"/>
    <w:rsid w:val="0038009E"/>
    <w:rsid w:val="003807E1"/>
    <w:rsid w:val="0038735B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2E73"/>
    <w:rsid w:val="003E2CEF"/>
    <w:rsid w:val="003E72B6"/>
    <w:rsid w:val="003E7BBE"/>
    <w:rsid w:val="004127E3"/>
    <w:rsid w:val="0043212E"/>
    <w:rsid w:val="00434366"/>
    <w:rsid w:val="00434ECE"/>
    <w:rsid w:val="00444423"/>
    <w:rsid w:val="00452F3E"/>
    <w:rsid w:val="00455166"/>
    <w:rsid w:val="004640AE"/>
    <w:rsid w:val="004679E3"/>
    <w:rsid w:val="00474C31"/>
    <w:rsid w:val="00474FF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D54"/>
    <w:rsid w:val="00501E8B"/>
    <w:rsid w:val="0050309A"/>
    <w:rsid w:val="00520E9A"/>
    <w:rsid w:val="005248C1"/>
    <w:rsid w:val="00526134"/>
    <w:rsid w:val="00535892"/>
    <w:rsid w:val="005405B2"/>
    <w:rsid w:val="00540D0B"/>
    <w:rsid w:val="005427C8"/>
    <w:rsid w:val="005446D1"/>
    <w:rsid w:val="0055292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C71"/>
    <w:rsid w:val="00643D1B"/>
    <w:rsid w:val="00645254"/>
    <w:rsid w:val="006452B8"/>
    <w:rsid w:val="00652E62"/>
    <w:rsid w:val="00673DEC"/>
    <w:rsid w:val="0068137B"/>
    <w:rsid w:val="00683FC5"/>
    <w:rsid w:val="00686A49"/>
    <w:rsid w:val="00687B62"/>
    <w:rsid w:val="00690C44"/>
    <w:rsid w:val="006969D9"/>
    <w:rsid w:val="006A2B68"/>
    <w:rsid w:val="006B4FAF"/>
    <w:rsid w:val="006C2F32"/>
    <w:rsid w:val="006C4BD8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574"/>
    <w:rsid w:val="0073075B"/>
    <w:rsid w:val="0073404B"/>
    <w:rsid w:val="007341FF"/>
    <w:rsid w:val="007404E9"/>
    <w:rsid w:val="007444CF"/>
    <w:rsid w:val="00752AD0"/>
    <w:rsid w:val="00752C75"/>
    <w:rsid w:val="00757005"/>
    <w:rsid w:val="00761DBE"/>
    <w:rsid w:val="0076523B"/>
    <w:rsid w:val="00771B60"/>
    <w:rsid w:val="00781D77"/>
    <w:rsid w:val="00783549"/>
    <w:rsid w:val="00784760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061BD"/>
    <w:rsid w:val="00817D51"/>
    <w:rsid w:val="00823530"/>
    <w:rsid w:val="00823FF4"/>
    <w:rsid w:val="00827B8A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0B28"/>
    <w:rsid w:val="008E260C"/>
    <w:rsid w:val="008E39BE"/>
    <w:rsid w:val="008E5ACF"/>
    <w:rsid w:val="008E62EC"/>
    <w:rsid w:val="008E7D0A"/>
    <w:rsid w:val="008F2968"/>
    <w:rsid w:val="008F32F6"/>
    <w:rsid w:val="00905AB3"/>
    <w:rsid w:val="00906E90"/>
    <w:rsid w:val="0091436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5839"/>
    <w:rsid w:val="00970747"/>
    <w:rsid w:val="009A5900"/>
    <w:rsid w:val="009A5CFE"/>
    <w:rsid w:val="009A6E6C"/>
    <w:rsid w:val="009A6F3F"/>
    <w:rsid w:val="009B331A"/>
    <w:rsid w:val="009C2650"/>
    <w:rsid w:val="009D15E2"/>
    <w:rsid w:val="009D15FE"/>
    <w:rsid w:val="009D1BDD"/>
    <w:rsid w:val="009D5D2C"/>
    <w:rsid w:val="009F0DCC"/>
    <w:rsid w:val="009F11CA"/>
    <w:rsid w:val="009F732C"/>
    <w:rsid w:val="00A0695B"/>
    <w:rsid w:val="00A13052"/>
    <w:rsid w:val="00A13156"/>
    <w:rsid w:val="00A216A8"/>
    <w:rsid w:val="00A223A6"/>
    <w:rsid w:val="00A32C96"/>
    <w:rsid w:val="00A5092E"/>
    <w:rsid w:val="00A5345D"/>
    <w:rsid w:val="00A554D6"/>
    <w:rsid w:val="00A56E14"/>
    <w:rsid w:val="00A6476B"/>
    <w:rsid w:val="00A72712"/>
    <w:rsid w:val="00A756A0"/>
    <w:rsid w:val="00A76C6C"/>
    <w:rsid w:val="00A87356"/>
    <w:rsid w:val="00A92DD1"/>
    <w:rsid w:val="00AA5338"/>
    <w:rsid w:val="00AB1B8E"/>
    <w:rsid w:val="00AC0696"/>
    <w:rsid w:val="00AC14F6"/>
    <w:rsid w:val="00AC4C98"/>
    <w:rsid w:val="00AC5F6B"/>
    <w:rsid w:val="00AD3896"/>
    <w:rsid w:val="00AD5B47"/>
    <w:rsid w:val="00AE1ED9"/>
    <w:rsid w:val="00AE2C77"/>
    <w:rsid w:val="00AE32CB"/>
    <w:rsid w:val="00AF0F01"/>
    <w:rsid w:val="00AF3957"/>
    <w:rsid w:val="00AF6C7D"/>
    <w:rsid w:val="00B061FD"/>
    <w:rsid w:val="00B12013"/>
    <w:rsid w:val="00B22C67"/>
    <w:rsid w:val="00B3508F"/>
    <w:rsid w:val="00B443EE"/>
    <w:rsid w:val="00B560C8"/>
    <w:rsid w:val="00B61150"/>
    <w:rsid w:val="00B65BC7"/>
    <w:rsid w:val="00B746B9"/>
    <w:rsid w:val="00B76A0C"/>
    <w:rsid w:val="00B848D4"/>
    <w:rsid w:val="00B865B4"/>
    <w:rsid w:val="00B865B7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42CF0"/>
    <w:rsid w:val="00C470DC"/>
    <w:rsid w:val="00C56549"/>
    <w:rsid w:val="00C578E9"/>
    <w:rsid w:val="00C661E5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746F"/>
    <w:rsid w:val="00CC451E"/>
    <w:rsid w:val="00CD4E9D"/>
    <w:rsid w:val="00CD4F4D"/>
    <w:rsid w:val="00CE660B"/>
    <w:rsid w:val="00CE7D19"/>
    <w:rsid w:val="00CF0CF5"/>
    <w:rsid w:val="00CF2B3E"/>
    <w:rsid w:val="00CF4347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057"/>
    <w:rsid w:val="00D92C83"/>
    <w:rsid w:val="00DA0A81"/>
    <w:rsid w:val="00DA3C10"/>
    <w:rsid w:val="00DA53B5"/>
    <w:rsid w:val="00DC1D69"/>
    <w:rsid w:val="00DC5A3A"/>
    <w:rsid w:val="00DC7463"/>
    <w:rsid w:val="00DD0726"/>
    <w:rsid w:val="00DE1059"/>
    <w:rsid w:val="00DE2D40"/>
    <w:rsid w:val="00DF6CB7"/>
    <w:rsid w:val="00E147F5"/>
    <w:rsid w:val="00E17ECD"/>
    <w:rsid w:val="00E238E6"/>
    <w:rsid w:val="00E23A38"/>
    <w:rsid w:val="00E3149C"/>
    <w:rsid w:val="00E34BCB"/>
    <w:rsid w:val="00E35064"/>
    <w:rsid w:val="00E3681D"/>
    <w:rsid w:val="00E40225"/>
    <w:rsid w:val="00E415A1"/>
    <w:rsid w:val="00E44930"/>
    <w:rsid w:val="00E501F0"/>
    <w:rsid w:val="00E6166D"/>
    <w:rsid w:val="00E63124"/>
    <w:rsid w:val="00E668AF"/>
    <w:rsid w:val="00E83A0A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23AF9"/>
    <w:rsid w:val="00F33FF2"/>
    <w:rsid w:val="00F42804"/>
    <w:rsid w:val="00F438FC"/>
    <w:rsid w:val="00F52B3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188"/>
    <w:rsid w:val="00F83D7C"/>
    <w:rsid w:val="00FB232E"/>
    <w:rsid w:val="00FB7228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7E15763-6439-44CD-A07F-6C840CB5D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CAE986-2B5A-41F9-B8DD-677A7131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FBPTEC4013 Manage wort production for brewing</vt:lpstr>
    </vt:vector>
  </TitlesOfParts>
  <Manager/>
  <Company>AgriFood Skills Australia</Company>
  <LinksUpToDate>false</LinksUpToDate>
  <CharactersWithSpaces>7466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FBPTEC4013 Manage wort production for brewing</dc:title>
  <dc:subject/>
  <dc:creator>Trevor</dc:creator>
  <cp:keywords/>
  <dc:description/>
  <cp:lastModifiedBy>Danni McDonald</cp:lastModifiedBy>
  <cp:revision>5</cp:revision>
  <cp:lastPrinted>2016-05-27T05:21:00Z</cp:lastPrinted>
  <dcterms:created xsi:type="dcterms:W3CDTF">2019-07-01T08:13:00Z</dcterms:created>
  <dcterms:modified xsi:type="dcterms:W3CDTF">2019-09-04T04:30:00Z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498</vt:lpwstr>
  </property>
</Properties>
</file>