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5F14F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AD0D7A4" w14:textId="77777777" w:rsidTr="00F279E6">
        <w:tc>
          <w:tcPr>
            <w:tcW w:w="1396" w:type="pct"/>
            <w:shd w:val="clear" w:color="auto" w:fill="auto"/>
          </w:tcPr>
          <w:p w14:paraId="16F71215" w14:textId="2EC6E48E" w:rsidR="00A301E0" w:rsidRPr="00923720" w:rsidRDefault="005B525F" w:rsidP="00075880">
            <w:pPr>
              <w:pStyle w:val="SISSCODE"/>
            </w:pPr>
            <w:r>
              <w:t>AHC</w:t>
            </w:r>
            <w:r w:rsidR="00A301E0">
              <w:t>ss</w:t>
            </w:r>
            <w:r w:rsidR="00075880">
              <w:t>00079</w:t>
            </w:r>
          </w:p>
        </w:tc>
        <w:tc>
          <w:tcPr>
            <w:tcW w:w="3604" w:type="pct"/>
            <w:shd w:val="clear" w:color="auto" w:fill="auto"/>
          </w:tcPr>
          <w:p w14:paraId="1F7D73D1" w14:textId="5B793819" w:rsidR="00A301E0" w:rsidRPr="00923720" w:rsidRDefault="00137D38" w:rsidP="007F7554">
            <w:pPr>
              <w:pStyle w:val="SISStitle"/>
            </w:pPr>
            <w:r>
              <w:t xml:space="preserve">Carbon Farming </w:t>
            </w:r>
            <w:r w:rsidR="00893DD2">
              <w:t xml:space="preserve">Services </w:t>
            </w:r>
            <w:r w:rsidR="00FA2902">
              <w:t>Advisor</w:t>
            </w:r>
            <w:r w:rsidR="00046855">
              <w:t xml:space="preserve"> (CFSA) </w:t>
            </w:r>
            <w:r w:rsidR="00FA2902">
              <w:t xml:space="preserve">Skill </w:t>
            </w:r>
            <w:r>
              <w:t>Set</w:t>
            </w:r>
          </w:p>
        </w:tc>
      </w:tr>
    </w:tbl>
    <w:p w14:paraId="28ED89B1" w14:textId="77777777" w:rsidR="00A301E0" w:rsidRPr="00A301E0" w:rsidRDefault="00A301E0" w:rsidP="00A301E0">
      <w:pPr>
        <w:rPr>
          <w:lang w:eastAsia="en-US"/>
        </w:rPr>
      </w:pPr>
    </w:p>
    <w:p w14:paraId="3BC8205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B20853" w14:textId="77777777" w:rsidTr="00CA2922">
        <w:trPr>
          <w:tblHeader/>
        </w:trPr>
        <w:tc>
          <w:tcPr>
            <w:tcW w:w="2689" w:type="dxa"/>
          </w:tcPr>
          <w:p w14:paraId="078DB00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A6D12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48DECE1" w14:textId="77777777" w:rsidTr="00CA2922">
        <w:tc>
          <w:tcPr>
            <w:tcW w:w="2689" w:type="dxa"/>
          </w:tcPr>
          <w:p w14:paraId="63F64579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5B525F">
              <w:t>1</w:t>
            </w:r>
          </w:p>
        </w:tc>
        <w:tc>
          <w:tcPr>
            <w:tcW w:w="6939" w:type="dxa"/>
          </w:tcPr>
          <w:p w14:paraId="16E61A5C" w14:textId="77777777" w:rsidR="002F4FFE" w:rsidRPr="00CC451E" w:rsidRDefault="005B525F" w:rsidP="00CC451E">
            <w:pPr>
              <w:pStyle w:val="SIText"/>
            </w:pPr>
            <w:r w:rsidRPr="005B525F">
              <w:t>This version released with AHC Agriculture, Horticulture, Conservation and Land Management Training Package Version 4.0.</w:t>
            </w:r>
          </w:p>
        </w:tc>
      </w:tr>
    </w:tbl>
    <w:p w14:paraId="23C522B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3BDF976" w14:textId="77777777" w:rsidTr="000D7BE6">
        <w:tc>
          <w:tcPr>
            <w:tcW w:w="5000" w:type="pct"/>
            <w:shd w:val="clear" w:color="auto" w:fill="auto"/>
          </w:tcPr>
          <w:p w14:paraId="5CD1C269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61C209D" w14:textId="3BA2532D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B525F">
              <w:t xml:space="preserve">covers </w:t>
            </w:r>
            <w:r w:rsidR="00893DD2">
              <w:t>the skills and knowledge required of consultants and advisors who</w:t>
            </w:r>
            <w:r w:rsidR="00893DD2" w:rsidRPr="00893DD2">
              <w:t xml:space="preserve"> provide guidance and advice on the establishment of a carbon farming project to generate carbon credits.</w:t>
            </w:r>
            <w:r w:rsidR="00046855">
              <w:t xml:space="preserve"> It also applies to carbon farming project managers.</w:t>
            </w:r>
          </w:p>
          <w:p w14:paraId="72735751" w14:textId="77777777" w:rsidR="00A772D9" w:rsidRDefault="00A772D9" w:rsidP="005B525F">
            <w:pPr>
              <w:pStyle w:val="SITemporarytext"/>
              <w:rPr>
                <w:color w:val="000000" w:themeColor="text1"/>
              </w:rPr>
            </w:pPr>
          </w:p>
          <w:p w14:paraId="4DE9AB85" w14:textId="331EA9E3" w:rsidR="00893DD2" w:rsidRPr="00893DD2" w:rsidRDefault="00893DD2" w:rsidP="00893DD2">
            <w:pPr>
              <w:pStyle w:val="SIText"/>
            </w:pPr>
            <w:r>
              <w:t xml:space="preserve">Note the term </w:t>
            </w:r>
            <w:r w:rsidRPr="00893DD2">
              <w:t xml:space="preserve">'advice' referred to in this </w:t>
            </w:r>
            <w:r w:rsidR="00075880">
              <w:t>skill set</w:t>
            </w:r>
            <w:r w:rsidRPr="00893DD2">
              <w:t xml:space="preserve"> does not relate to financial advice which requires an Australian Financial Services License (AFSL). This </w:t>
            </w:r>
            <w:r w:rsidR="00075880">
              <w:t>skill set</w:t>
            </w:r>
            <w:r w:rsidRPr="00893DD2">
              <w:t xml:space="preserve"> does not address the skills or the generic knowledge requirements in 'ASIC Regulatory </w:t>
            </w:r>
            <w:r w:rsidR="00DB060F">
              <w:t>Guide</w:t>
            </w:r>
            <w:r w:rsidRPr="00893DD2">
              <w:t xml:space="preserve"> 146: Train</w:t>
            </w:r>
            <w:r w:rsidR="00DB060F">
              <w:t>ing of financial product a</w:t>
            </w:r>
            <w:r w:rsidRPr="00893DD2">
              <w:t>dvisors'.</w:t>
            </w:r>
          </w:p>
          <w:p w14:paraId="301C2B82" w14:textId="3B98DD6C" w:rsidR="00893DD2" w:rsidRPr="00856837" w:rsidRDefault="00893DD2" w:rsidP="005B525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24C4361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A17F889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436B88" w14:textId="77777777" w:rsidR="00EF5485" w:rsidRPr="00EF5485" w:rsidRDefault="00EF5485" w:rsidP="00EF5485">
            <w:pPr>
              <w:pStyle w:val="SIText"/>
            </w:pPr>
            <w:r w:rsidRPr="00EF5485">
              <w:t xml:space="preserve">These units of competency provide credit towards </w:t>
            </w:r>
            <w:proofErr w:type="gramStart"/>
            <w:r w:rsidRPr="00EF5485">
              <w:t>a number of</w:t>
            </w:r>
            <w:proofErr w:type="gramEnd"/>
            <w:r w:rsidRPr="00EF5485">
              <w:t xml:space="preserve"> qualifications in the AHC Agriculture, Horticulture, Conservation and Land Management Training Package, including:</w:t>
            </w:r>
          </w:p>
          <w:p w14:paraId="24811E85" w14:textId="77777777" w:rsidR="00EF5485" w:rsidRPr="00EF5485" w:rsidRDefault="00EF5485" w:rsidP="00EF5485">
            <w:pPr>
              <w:pStyle w:val="SIText"/>
            </w:pPr>
          </w:p>
          <w:p w14:paraId="02D22C3D" w14:textId="71CDD0AA" w:rsidR="00EF5485" w:rsidRPr="00EF5485" w:rsidRDefault="00EF5485" w:rsidP="00EF5485">
            <w:pPr>
              <w:pStyle w:val="SIBulletList1"/>
            </w:pPr>
            <w:r w:rsidRPr="00EF5485">
              <w:t>AHC5011</w:t>
            </w:r>
            <w:r>
              <w:t>6</w:t>
            </w:r>
            <w:r w:rsidRPr="00EF5485">
              <w:t xml:space="preserve"> Diploma of Agriculture</w:t>
            </w:r>
          </w:p>
          <w:p w14:paraId="53F7C1CD" w14:textId="5F7BB2DF" w:rsidR="00EF5485" w:rsidRPr="00EF5485" w:rsidRDefault="00EF5485" w:rsidP="00EF5485">
            <w:pPr>
              <w:pStyle w:val="SIBulletList1"/>
            </w:pPr>
            <w:r w:rsidRPr="00EF5485">
              <w:t>AHC5121</w:t>
            </w:r>
            <w:r>
              <w:t>6</w:t>
            </w:r>
            <w:r w:rsidRPr="00EF5485">
              <w:t xml:space="preserve"> Diploma of Community Coordination and Facilitation</w:t>
            </w:r>
          </w:p>
          <w:p w14:paraId="62D2C4AB" w14:textId="3F171942" w:rsidR="00EF5485" w:rsidRDefault="00EF5485" w:rsidP="00EF5485">
            <w:pPr>
              <w:pStyle w:val="SIBulletList1"/>
            </w:pPr>
            <w:r w:rsidRPr="00EF5485">
              <w:t>AHC5141</w:t>
            </w:r>
            <w:r>
              <w:t>9</w:t>
            </w:r>
            <w:r w:rsidRPr="00EF5485">
              <w:t xml:space="preserve"> Diploma of Agribusiness</w:t>
            </w:r>
            <w:r w:rsidR="00851076">
              <w:t xml:space="preserve"> Management</w:t>
            </w:r>
          </w:p>
          <w:p w14:paraId="4E9C7D41" w14:textId="75978439" w:rsidR="00610583" w:rsidRPr="00EF5485" w:rsidRDefault="00610583" w:rsidP="00EF5485">
            <w:pPr>
              <w:pStyle w:val="SIBulletList1"/>
            </w:pPr>
            <w:r>
              <w:t xml:space="preserve">AHC60319 </w:t>
            </w:r>
            <w:r w:rsidRPr="00610583">
              <w:t>Advanced Diploma of Agribusiness Management</w:t>
            </w:r>
          </w:p>
          <w:p w14:paraId="5B77FA25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9B5F29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65B98E6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3057E27" w14:textId="70CBA632" w:rsidR="00890663" w:rsidRDefault="00890663" w:rsidP="00890663">
            <w:pPr>
              <w:pStyle w:val="SIText"/>
            </w:pPr>
            <w:r>
              <w:t xml:space="preserve">No </w:t>
            </w:r>
            <w:bookmarkStart w:id="0" w:name="_GoBack"/>
            <w:bookmarkEnd w:id="0"/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14C58CC4" w14:textId="77777777" w:rsidR="00A301E0" w:rsidRPr="00A301E0" w:rsidRDefault="00A301E0" w:rsidP="005B525F">
            <w:pPr>
              <w:pStyle w:val="SITemporarytext"/>
            </w:pPr>
          </w:p>
        </w:tc>
      </w:tr>
      <w:tr w:rsidR="00A772D9" w:rsidRPr="00963A46" w14:paraId="62DCBFB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427D428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0D109A1" w14:textId="77777777" w:rsidR="00075880" w:rsidRPr="00075880" w:rsidRDefault="00075880" w:rsidP="00075880">
            <w:pPr>
              <w:pStyle w:val="SIBulletList1"/>
            </w:pPr>
            <w:r w:rsidRPr="00075880">
              <w:t>AHCCFP402 Prepare to comply with measuring and modelling requirements of carbon farming methods</w:t>
            </w:r>
          </w:p>
          <w:p w14:paraId="38735EAA" w14:textId="63A89905" w:rsidR="00893DD2" w:rsidRDefault="00893DD2" w:rsidP="00075880">
            <w:pPr>
              <w:pStyle w:val="SIBulletList1"/>
            </w:pPr>
            <w:r>
              <w:t>AHCCFP</w:t>
            </w:r>
            <w:r w:rsidR="00075880">
              <w:t>403</w:t>
            </w:r>
            <w:r>
              <w:t xml:space="preserve"> Identify opportunities and risks in carbon farming projects</w:t>
            </w:r>
          </w:p>
          <w:p w14:paraId="4A6AE819" w14:textId="3EDAB7C9" w:rsidR="00893DD2" w:rsidRDefault="00893DD2" w:rsidP="005B525F">
            <w:pPr>
              <w:pStyle w:val="SIBulletList1"/>
            </w:pPr>
            <w:r>
              <w:t>AHCCFP</w:t>
            </w:r>
            <w:r w:rsidR="00075880">
              <w:t>404</w:t>
            </w:r>
            <w:r>
              <w:t xml:space="preserve"> Plan a land-based carbon farming project</w:t>
            </w:r>
          </w:p>
          <w:p w14:paraId="0256DCBB" w14:textId="4B9F49B0" w:rsidR="00893DD2" w:rsidRDefault="00893DD2" w:rsidP="005B525F">
            <w:pPr>
              <w:pStyle w:val="SIBulletList1"/>
            </w:pPr>
            <w:r w:rsidRPr="00FA2902">
              <w:t>AHCCFP5</w:t>
            </w:r>
            <w:r w:rsidR="00075880">
              <w:t>01</w:t>
            </w:r>
            <w:r>
              <w:t xml:space="preserve"> </w:t>
            </w:r>
            <w:r w:rsidRPr="00FA2902">
              <w:t xml:space="preserve">Advise on carbon farming project planning and implementation </w:t>
            </w:r>
          </w:p>
          <w:p w14:paraId="595E96A6" w14:textId="5DC1154E" w:rsidR="00893DD2" w:rsidRDefault="00893DD2" w:rsidP="005B525F">
            <w:pPr>
              <w:pStyle w:val="SIBulletList1"/>
            </w:pPr>
            <w:r w:rsidRPr="00FA2902">
              <w:t>FNSFMK512 Apply knowledge of emissions markets</w:t>
            </w:r>
          </w:p>
          <w:p w14:paraId="535B3CA2" w14:textId="66A5A11F" w:rsidR="00E113F1" w:rsidRDefault="00E113F1" w:rsidP="002967AC">
            <w:pPr>
              <w:pStyle w:val="SIBulletList1"/>
            </w:pPr>
            <w:r w:rsidRPr="00E113F1">
              <w:t>LGALAND503A Develop agreements with native title holders/traditional owners</w:t>
            </w:r>
          </w:p>
          <w:p w14:paraId="6622DF48" w14:textId="0F62A401" w:rsidR="00893DD2" w:rsidRPr="00EB7EB1" w:rsidRDefault="00893DD2" w:rsidP="00893DD2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705EDDA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9B3EBA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6636E03" w14:textId="2DE435D6" w:rsidR="001D2756" w:rsidRDefault="006A1D6C" w:rsidP="00DB557A">
            <w:pPr>
              <w:pStyle w:val="SIText"/>
            </w:pPr>
            <w:r>
              <w:t>This skill set is for</w:t>
            </w:r>
            <w:r w:rsidR="00EF5485">
              <w:t xml:space="preserve"> agribusiness consultants and advisors who</w:t>
            </w:r>
            <w:r w:rsidR="00EF5485" w:rsidRPr="00EF5485">
              <w:t xml:space="preserve"> provide </w:t>
            </w:r>
            <w:r w:rsidR="00610583">
              <w:t>guidance</w:t>
            </w:r>
            <w:r w:rsidR="00EF5485" w:rsidRPr="00EF5485">
              <w:t xml:space="preserve"> </w:t>
            </w:r>
            <w:r w:rsidR="00893DD2">
              <w:t xml:space="preserve">and advice </w:t>
            </w:r>
            <w:r w:rsidR="00EF5485" w:rsidRPr="00EF5485">
              <w:t>on the establishment of a carbon farming projects</w:t>
            </w:r>
            <w:r w:rsidR="00893DD2">
              <w:t xml:space="preserve"> to generate carbon credits.</w:t>
            </w:r>
          </w:p>
          <w:p w14:paraId="7F80197D" w14:textId="77777777" w:rsidR="0016138C" w:rsidRPr="00EB7EB1" w:rsidRDefault="0016138C" w:rsidP="005B525F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10B0FD2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26A124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1490C3B7" w14:textId="6A7507E5" w:rsidR="00DB557A" w:rsidRPr="00EB7EB1" w:rsidRDefault="00EF5485" w:rsidP="00851076">
            <w:pPr>
              <w:pStyle w:val="SIText"/>
              <w:rPr>
                <w:b/>
              </w:rPr>
            </w:pPr>
            <w:r w:rsidRPr="00EF5485">
              <w:t xml:space="preserve">These competencies from the </w:t>
            </w:r>
            <w:r w:rsidRPr="00075880">
              <w:rPr>
                <w:rStyle w:val="SIText-Italic"/>
              </w:rPr>
              <w:t>AHC Agriculture, Horticulture, Conservation and Land Man</w:t>
            </w:r>
            <w:r w:rsidR="00075880" w:rsidRPr="00075880">
              <w:rPr>
                <w:rStyle w:val="SIText-Italic"/>
              </w:rPr>
              <w:t>agement Training Package</w:t>
            </w:r>
            <w:r w:rsidR="00851076">
              <w:rPr>
                <w:rStyle w:val="SIText-Italic"/>
              </w:rPr>
              <w:t>,</w:t>
            </w:r>
            <w:r w:rsidR="00851076">
              <w:t xml:space="preserve"> </w:t>
            </w:r>
            <w:r w:rsidR="00851076" w:rsidRPr="00851076">
              <w:rPr>
                <w:rStyle w:val="SIText-Italic"/>
              </w:rPr>
              <w:t>Financial Services Training Package</w:t>
            </w:r>
            <w:r w:rsidR="00851076">
              <w:rPr>
                <w:rStyle w:val="SIText-Italic"/>
              </w:rPr>
              <w:t xml:space="preserve"> </w:t>
            </w:r>
            <w:r w:rsidR="00851076" w:rsidRPr="00851076">
              <w:rPr>
                <w:rStyle w:val="SIText-Italic"/>
                <w:i w:val="0"/>
                <w:szCs w:val="22"/>
              </w:rPr>
              <w:t>and</w:t>
            </w:r>
            <w:r w:rsidR="00851076">
              <w:rPr>
                <w:rStyle w:val="SIText-Italic"/>
              </w:rPr>
              <w:t xml:space="preserve"> </w:t>
            </w:r>
            <w:r w:rsidR="00851076" w:rsidRPr="00851076">
              <w:rPr>
                <w:rStyle w:val="SIText-Italic"/>
                <w:i w:val="0"/>
                <w:szCs w:val="22"/>
              </w:rPr>
              <w:t>the</w:t>
            </w:r>
            <w:r w:rsidR="00851076">
              <w:rPr>
                <w:rStyle w:val="SIText-Italic"/>
              </w:rPr>
              <w:t xml:space="preserve"> </w:t>
            </w:r>
            <w:r w:rsidR="00851076" w:rsidRPr="00851076">
              <w:rPr>
                <w:rStyle w:val="SIText-Italic"/>
              </w:rPr>
              <w:t xml:space="preserve">Local Government Training </w:t>
            </w:r>
            <w:proofErr w:type="gramStart"/>
            <w:r w:rsidR="00851076" w:rsidRPr="00851076">
              <w:rPr>
                <w:rStyle w:val="SIText-Italic"/>
              </w:rPr>
              <w:t>Package</w:t>
            </w:r>
            <w:r w:rsidR="00851076">
              <w:rPr>
                <w:rStyle w:val="SIText-Italic"/>
              </w:rPr>
              <w:t xml:space="preserve"> </w:t>
            </w:r>
            <w:r w:rsidR="00075880">
              <w:t xml:space="preserve"> </w:t>
            </w:r>
            <w:r w:rsidRPr="00EF5485">
              <w:t>meet</w:t>
            </w:r>
            <w:proofErr w:type="gramEnd"/>
            <w:r w:rsidRPr="00EF5485">
              <w:t xml:space="preserve"> the requirements for individuals </w:t>
            </w:r>
            <w:r>
              <w:t>who provide advice on</w:t>
            </w:r>
            <w:r w:rsidRPr="00EF5485">
              <w:t xml:space="preserve"> carbon farming project</w:t>
            </w:r>
            <w:r w:rsidR="003924B8">
              <w:t>s</w:t>
            </w:r>
            <w:r w:rsidRPr="00EF5485">
              <w:t xml:space="preserve"> to generate </w:t>
            </w:r>
            <w:r>
              <w:t xml:space="preserve">carbon </w:t>
            </w:r>
            <w:r w:rsidRPr="00EF5485">
              <w:t>credits</w:t>
            </w:r>
            <w:r>
              <w:t>.</w:t>
            </w:r>
          </w:p>
        </w:tc>
      </w:tr>
    </w:tbl>
    <w:p w14:paraId="70ED7BF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FCC7E" w14:textId="77777777" w:rsidR="00E90336" w:rsidRDefault="00E90336" w:rsidP="00BF3F0A">
      <w:r>
        <w:separator/>
      </w:r>
    </w:p>
    <w:p w14:paraId="0714A052" w14:textId="77777777" w:rsidR="00E90336" w:rsidRDefault="00E90336"/>
  </w:endnote>
  <w:endnote w:type="continuationSeparator" w:id="0">
    <w:p w14:paraId="50867CD5" w14:textId="77777777" w:rsidR="00E90336" w:rsidRDefault="00E90336" w:rsidP="00BF3F0A">
      <w:r>
        <w:continuationSeparator/>
      </w:r>
    </w:p>
    <w:p w14:paraId="526FE406" w14:textId="77777777" w:rsidR="00E90336" w:rsidRDefault="00E903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19D45E" w14:textId="56AB34C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7588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5F51A3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6FB00B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B0CAC" w14:textId="77777777" w:rsidR="00E90336" w:rsidRDefault="00E90336" w:rsidP="00BF3F0A">
      <w:r>
        <w:separator/>
      </w:r>
    </w:p>
    <w:p w14:paraId="6D920444" w14:textId="77777777" w:rsidR="00E90336" w:rsidRDefault="00E90336"/>
  </w:footnote>
  <w:footnote w:type="continuationSeparator" w:id="0">
    <w:p w14:paraId="324441D3" w14:textId="77777777" w:rsidR="00E90336" w:rsidRDefault="00E90336" w:rsidP="00BF3F0A">
      <w:r>
        <w:continuationSeparator/>
      </w:r>
    </w:p>
    <w:p w14:paraId="7F9E1304" w14:textId="77777777" w:rsidR="00E90336" w:rsidRDefault="00E903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AB170" w14:textId="49A5A9E3" w:rsidR="009C2650" w:rsidRPr="00EF5485" w:rsidRDefault="00EF5485" w:rsidP="00EF5485">
    <w:pPr>
      <w:pStyle w:val="Header"/>
    </w:pPr>
    <w:r w:rsidRPr="00EF5485">
      <w:t>AHC</w:t>
    </w:r>
    <w:r>
      <w:t>SS</w:t>
    </w:r>
    <w:r w:rsidR="00075880">
      <w:t>00079</w:t>
    </w:r>
    <w:r>
      <w:t xml:space="preserve"> </w:t>
    </w:r>
    <w:r w:rsidRPr="00EF5485">
      <w:t xml:space="preserve">Carbon Farming </w:t>
    </w:r>
    <w:r w:rsidR="00893DD2">
      <w:t xml:space="preserve">Services </w:t>
    </w:r>
    <w:r w:rsidRPr="00EF5485">
      <w:t xml:space="preserve">Advisor </w:t>
    </w:r>
    <w:r w:rsidR="00046855">
      <w:t xml:space="preserve">(CFSA) </w:t>
    </w:r>
    <w:r w:rsidRPr="00EF548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5F"/>
    <w:rsid w:val="000014B9"/>
    <w:rsid w:val="00005A15"/>
    <w:rsid w:val="00007A5C"/>
    <w:rsid w:val="0001108F"/>
    <w:rsid w:val="000115E2"/>
    <w:rsid w:val="0001296A"/>
    <w:rsid w:val="00016803"/>
    <w:rsid w:val="00023992"/>
    <w:rsid w:val="00040188"/>
    <w:rsid w:val="00041E59"/>
    <w:rsid w:val="00046855"/>
    <w:rsid w:val="0004786A"/>
    <w:rsid w:val="00053D7E"/>
    <w:rsid w:val="00064BFE"/>
    <w:rsid w:val="00070B3E"/>
    <w:rsid w:val="00071F95"/>
    <w:rsid w:val="000737BB"/>
    <w:rsid w:val="00074E47"/>
    <w:rsid w:val="00075880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37D38"/>
    <w:rsid w:val="00144385"/>
    <w:rsid w:val="00151D93"/>
    <w:rsid w:val="00156EF3"/>
    <w:rsid w:val="0016138C"/>
    <w:rsid w:val="00164A4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5348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67AC"/>
    <w:rsid w:val="002A4CD3"/>
    <w:rsid w:val="002C55E9"/>
    <w:rsid w:val="002D0C8B"/>
    <w:rsid w:val="002E193E"/>
    <w:rsid w:val="002F4FFE"/>
    <w:rsid w:val="00337E82"/>
    <w:rsid w:val="00347CA6"/>
    <w:rsid w:val="00350BB1"/>
    <w:rsid w:val="00352C83"/>
    <w:rsid w:val="0037067D"/>
    <w:rsid w:val="0038735B"/>
    <w:rsid w:val="003916D1"/>
    <w:rsid w:val="003924B8"/>
    <w:rsid w:val="003A21F0"/>
    <w:rsid w:val="003A58BA"/>
    <w:rsid w:val="003A5AE7"/>
    <w:rsid w:val="003A7221"/>
    <w:rsid w:val="003C13AE"/>
    <w:rsid w:val="003C16B1"/>
    <w:rsid w:val="003C6D70"/>
    <w:rsid w:val="003D2E73"/>
    <w:rsid w:val="003E7BBE"/>
    <w:rsid w:val="004127E3"/>
    <w:rsid w:val="0042490D"/>
    <w:rsid w:val="0043212E"/>
    <w:rsid w:val="00434366"/>
    <w:rsid w:val="00444423"/>
    <w:rsid w:val="00452F3E"/>
    <w:rsid w:val="004640AE"/>
    <w:rsid w:val="00464D6B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6D4E"/>
    <w:rsid w:val="004E0460"/>
    <w:rsid w:val="004E1579"/>
    <w:rsid w:val="004E5FAE"/>
    <w:rsid w:val="004E7094"/>
    <w:rsid w:val="004F387E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525F"/>
    <w:rsid w:val="005C231B"/>
    <w:rsid w:val="005C7EA8"/>
    <w:rsid w:val="005F33CC"/>
    <w:rsid w:val="00610583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08E6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3B5A"/>
    <w:rsid w:val="007341FF"/>
    <w:rsid w:val="007404E9"/>
    <w:rsid w:val="007444CF"/>
    <w:rsid w:val="00764BD4"/>
    <w:rsid w:val="0076523B"/>
    <w:rsid w:val="00771B60"/>
    <w:rsid w:val="007748BE"/>
    <w:rsid w:val="00781D77"/>
    <w:rsid w:val="007860B7"/>
    <w:rsid w:val="00786DC8"/>
    <w:rsid w:val="007D5A78"/>
    <w:rsid w:val="007E3BD1"/>
    <w:rsid w:val="007E3C4C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1076"/>
    <w:rsid w:val="008545EB"/>
    <w:rsid w:val="00856837"/>
    <w:rsid w:val="00865011"/>
    <w:rsid w:val="00883C6C"/>
    <w:rsid w:val="00886790"/>
    <w:rsid w:val="00890663"/>
    <w:rsid w:val="008908DE"/>
    <w:rsid w:val="00893DD2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0CB4"/>
    <w:rsid w:val="009D15E2"/>
    <w:rsid w:val="009D15FE"/>
    <w:rsid w:val="009D40E6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1ABF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54D"/>
    <w:rsid w:val="00B746B9"/>
    <w:rsid w:val="00B848D4"/>
    <w:rsid w:val="00B865B7"/>
    <w:rsid w:val="00BA1CB1"/>
    <w:rsid w:val="00BA482D"/>
    <w:rsid w:val="00BA6F38"/>
    <w:rsid w:val="00BA7B66"/>
    <w:rsid w:val="00BB1AE0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3078"/>
    <w:rsid w:val="00D65221"/>
    <w:rsid w:val="00D727F3"/>
    <w:rsid w:val="00D73695"/>
    <w:rsid w:val="00D73A21"/>
    <w:rsid w:val="00D810DE"/>
    <w:rsid w:val="00D87D32"/>
    <w:rsid w:val="00D92C83"/>
    <w:rsid w:val="00DA0A81"/>
    <w:rsid w:val="00DA3C10"/>
    <w:rsid w:val="00DA53B5"/>
    <w:rsid w:val="00DB060F"/>
    <w:rsid w:val="00DB557A"/>
    <w:rsid w:val="00DC1D69"/>
    <w:rsid w:val="00DC5A3A"/>
    <w:rsid w:val="00E113F1"/>
    <w:rsid w:val="00E238E6"/>
    <w:rsid w:val="00E35064"/>
    <w:rsid w:val="00E438C3"/>
    <w:rsid w:val="00E47A15"/>
    <w:rsid w:val="00E501F0"/>
    <w:rsid w:val="00E64FBA"/>
    <w:rsid w:val="00E90336"/>
    <w:rsid w:val="00E91BFF"/>
    <w:rsid w:val="00E92933"/>
    <w:rsid w:val="00EA3B97"/>
    <w:rsid w:val="00EA3FE3"/>
    <w:rsid w:val="00EB0AA4"/>
    <w:rsid w:val="00EB5C88"/>
    <w:rsid w:val="00EB7EB1"/>
    <w:rsid w:val="00EC0469"/>
    <w:rsid w:val="00EF01F8"/>
    <w:rsid w:val="00EF40EF"/>
    <w:rsid w:val="00EF5485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A2902"/>
    <w:rsid w:val="00FD1CC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13FBE"/>
  <w15:docId w15:val="{D975F718-B54A-4C77-AB7F-2608110F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EF548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94F20D0C0DAF4DA33F11C90D8AF837" ma:contentTypeVersion="" ma:contentTypeDescription="Create a new document." ma:contentTypeScope="" ma:versionID="2f29bb5f078864637f439129ef651a0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78a43bb-6dd1-4144-99bc-ed227ba90538" targetNamespace="http://schemas.microsoft.com/office/2006/metadata/properties" ma:root="true" ma:fieldsID="0de04bfd54a52a5aaaa689ec8bcaa5cf" ns1:_="" ns2:_="" ns3:_="">
    <xsd:import namespace="http://schemas.microsoft.com/sharepoint/v3"/>
    <xsd:import namespace="d50bbff7-d6dd-47d2-864a-cfdc2c3db0f4"/>
    <xsd:import namespace="e78a43bb-6dd1-4144-99bc-ed227ba9053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43bb-6dd1-4144-99bc-ed227ba90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AC40D-BD37-4A61-ABB8-ABB71669B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78a43bb-6dd1-4144-99bc-ed227ba9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e78a43bb-6dd1-4144-99bc-ed227ba9053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06186-3B75-4CB8-B83A-A3096A3C7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Catherine Beven</cp:lastModifiedBy>
  <cp:revision>28</cp:revision>
  <cp:lastPrinted>2016-05-27T05:21:00Z</cp:lastPrinted>
  <dcterms:created xsi:type="dcterms:W3CDTF">2018-11-08T04:23:00Z</dcterms:created>
  <dcterms:modified xsi:type="dcterms:W3CDTF">2019-05-20T02:21:00Z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0x0101006F94F20D0C0DAF4DA33F11C90D8AF837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3584">
    <vt:lpwstr>1297</vt:lpwstr>
  </property>
  <property fmtid="{D5CDD505-2E9C-101B-9397-08002B2CF9AE}" pid="20" name="AuthorIds_UIVersion_4608">
    <vt:lpwstr>1297</vt:lpwstr>
  </property>
</Properties>
</file>