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0FD69" w14:textId="77777777" w:rsidR="00F1480E" w:rsidRPr="00CA2922" w:rsidRDefault="00F1480E" w:rsidP="00FD557D">
      <w:pPr>
        <w:pStyle w:val="SIHeading2"/>
      </w:pPr>
      <w:bookmarkStart w:id="0" w:name="_Hlk527967128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EB964B" w14:textId="77777777" w:rsidTr="00146EEC">
        <w:tc>
          <w:tcPr>
            <w:tcW w:w="2689" w:type="dxa"/>
          </w:tcPr>
          <w:p w14:paraId="71B6488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08993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41AF3" w14:paraId="327E5AA6" w14:textId="77777777" w:rsidTr="00146EEC">
        <w:tc>
          <w:tcPr>
            <w:tcW w:w="2689" w:type="dxa"/>
          </w:tcPr>
          <w:p w14:paraId="67589097" w14:textId="41C104C5" w:rsidR="00941AF3" w:rsidRPr="00CC451E" w:rsidRDefault="00941AF3" w:rsidP="00941AF3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="004E7B2C">
              <w:t>1</w:t>
            </w:r>
          </w:p>
        </w:tc>
        <w:tc>
          <w:tcPr>
            <w:tcW w:w="6939" w:type="dxa"/>
          </w:tcPr>
          <w:p w14:paraId="4BAFCDFE" w14:textId="50011C37" w:rsidR="00941AF3" w:rsidRPr="007C778A" w:rsidRDefault="00941AF3" w:rsidP="00941AF3">
            <w:pPr>
              <w:pStyle w:val="SIText"/>
            </w:pPr>
            <w:r w:rsidRPr="007C778A">
              <w:t xml:space="preserve">This version released with AHC Agriculture, Horticulture, Conservation and Land Management Training Package Version </w:t>
            </w:r>
            <w:r>
              <w:t>4</w:t>
            </w:r>
            <w:r w:rsidRPr="007C778A">
              <w:t>.0.</w:t>
            </w:r>
          </w:p>
        </w:tc>
      </w:tr>
      <w:bookmarkEnd w:id="0"/>
    </w:tbl>
    <w:p w14:paraId="58BD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B3057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9E4320" w14:textId="1196F535" w:rsidR="00F1480E" w:rsidRPr="000754EC" w:rsidRDefault="00673651" w:rsidP="00B76A31">
            <w:pPr>
              <w:pStyle w:val="SIUNITCODE"/>
            </w:pPr>
            <w:r w:rsidRPr="00673651">
              <w:t>AHCAGB30</w:t>
            </w:r>
            <w:r w:rsidR="004E7B2C">
              <w:t>2</w:t>
            </w:r>
          </w:p>
        </w:tc>
        <w:tc>
          <w:tcPr>
            <w:tcW w:w="3604" w:type="pct"/>
            <w:shd w:val="clear" w:color="auto" w:fill="auto"/>
          </w:tcPr>
          <w:p w14:paraId="188216D7" w14:textId="77777777" w:rsidR="00F1480E" w:rsidRPr="000754EC" w:rsidRDefault="00673651" w:rsidP="000754EC">
            <w:pPr>
              <w:pStyle w:val="SIUnittitle"/>
            </w:pPr>
            <w:r w:rsidRPr="00673651">
              <w:t>Keep production records for a primary production business</w:t>
            </w:r>
          </w:p>
        </w:tc>
      </w:tr>
      <w:tr w:rsidR="00F1480E" w:rsidRPr="00963A46" w14:paraId="29E14C6F" w14:textId="77777777" w:rsidTr="00CA2922">
        <w:tc>
          <w:tcPr>
            <w:tcW w:w="1396" w:type="pct"/>
            <w:shd w:val="clear" w:color="auto" w:fill="auto"/>
          </w:tcPr>
          <w:p w14:paraId="5BE51A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3DD3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8B9EE4" w14:textId="5E3FF77B" w:rsidR="00D415D4" w:rsidRDefault="00673651" w:rsidP="00673651">
            <w:pPr>
              <w:pStyle w:val="SIText"/>
            </w:pPr>
            <w:r w:rsidRPr="00673651">
              <w:t>This unit of competency describes the skills and knowledge required to keep production business records</w:t>
            </w:r>
            <w:r w:rsidR="00D415D4">
              <w:t>,</w:t>
            </w:r>
            <w:r w:rsidRPr="00673651">
              <w:t xml:space="preserve"> such as paddock and livestock activity</w:t>
            </w:r>
            <w:r w:rsidR="00D415D4">
              <w:t>,</w:t>
            </w:r>
            <w:r w:rsidRPr="00673651">
              <w:t xml:space="preserve"> in accordance with workplace requirements </w:t>
            </w:r>
            <w:r w:rsidR="00256693">
              <w:t>for decision-making and auditing.</w:t>
            </w:r>
          </w:p>
          <w:p w14:paraId="535C883E" w14:textId="77777777" w:rsidR="00D415D4" w:rsidRPr="00673651" w:rsidRDefault="00D415D4" w:rsidP="00673651">
            <w:pPr>
              <w:pStyle w:val="SIText"/>
            </w:pPr>
          </w:p>
          <w:p w14:paraId="3066D925" w14:textId="7795C203" w:rsidR="00673651" w:rsidRDefault="00673651" w:rsidP="00673651">
            <w:pPr>
              <w:pStyle w:val="SIText"/>
            </w:pPr>
            <w:r w:rsidRPr="00673651">
              <w:t xml:space="preserve">This unit applies to individuals who work under broad direction and take responsibility for their own work. They use discretion and judgement in the selection and use of available resources. </w:t>
            </w:r>
          </w:p>
          <w:p w14:paraId="4740F29D" w14:textId="77777777" w:rsidR="00D415D4" w:rsidRDefault="00D415D4" w:rsidP="00673651">
            <w:pPr>
              <w:pStyle w:val="SIText"/>
            </w:pPr>
          </w:p>
          <w:p w14:paraId="7ADA3064" w14:textId="77777777" w:rsidR="00D415D4" w:rsidRDefault="00D415D4" w:rsidP="00D415D4">
            <w:pPr>
              <w:pStyle w:val="SIText"/>
            </w:pPr>
            <w:r w:rsidRPr="00673651">
              <w:t>All work must be carried out to comply with workplace procedures, work health and safety legislation and codes.</w:t>
            </w:r>
          </w:p>
          <w:p w14:paraId="05379260" w14:textId="77777777" w:rsidR="00D415D4" w:rsidRPr="00673651" w:rsidRDefault="00D415D4" w:rsidP="00673651">
            <w:pPr>
              <w:pStyle w:val="SIText"/>
            </w:pPr>
          </w:p>
          <w:p w14:paraId="016C1153" w14:textId="77981DB2" w:rsidR="00373436" w:rsidRPr="00673651" w:rsidRDefault="00AD5BCC" w:rsidP="00673651">
            <w:pPr>
              <w:rPr>
                <w:lang w:eastAsia="en-US"/>
              </w:rPr>
            </w:pPr>
            <w:r w:rsidRPr="00AD5BCC">
              <w:rPr>
                <w:lang w:eastAsia="en-US"/>
              </w:rPr>
              <w:t>No licensing, legislative or certification requirements apply to this unit at the time of publication</w:t>
            </w:r>
            <w:r w:rsidR="006E6C2B">
              <w:t>.</w:t>
            </w:r>
            <w:r w:rsidRPr="00AD5BCC">
              <w:rPr>
                <w:lang w:eastAsia="en-US"/>
              </w:rPr>
              <w:t xml:space="preserve"> </w:t>
            </w:r>
          </w:p>
        </w:tc>
      </w:tr>
      <w:tr w:rsidR="00F1480E" w:rsidRPr="00963A46" w14:paraId="784C4793" w14:textId="77777777" w:rsidTr="00CA2922">
        <w:tc>
          <w:tcPr>
            <w:tcW w:w="1396" w:type="pct"/>
            <w:shd w:val="clear" w:color="auto" w:fill="auto"/>
          </w:tcPr>
          <w:p w14:paraId="433E096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FB99E9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28BDA6E" w14:textId="77777777" w:rsidTr="00CA2922">
        <w:tc>
          <w:tcPr>
            <w:tcW w:w="1396" w:type="pct"/>
            <w:shd w:val="clear" w:color="auto" w:fill="auto"/>
          </w:tcPr>
          <w:p w14:paraId="2162BAA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9E7F70" w14:textId="77777777" w:rsidR="00F1480E" w:rsidRPr="000754EC" w:rsidRDefault="00673651" w:rsidP="002F4BEC">
            <w:pPr>
              <w:pStyle w:val="SIText"/>
            </w:pPr>
            <w:r w:rsidRPr="00673651">
              <w:t>Agribusiness (AGB)</w:t>
            </w:r>
          </w:p>
        </w:tc>
      </w:tr>
    </w:tbl>
    <w:p w14:paraId="5A4799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949A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DDB6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A9F7C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F1800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05E1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B76D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3651" w:rsidRPr="00963A46" w14:paraId="67C4F3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C957EB" w14:textId="05AB935E" w:rsidR="00673651" w:rsidRPr="00673651" w:rsidRDefault="00673651" w:rsidP="00673651">
            <w:pPr>
              <w:pStyle w:val="SIText"/>
            </w:pPr>
            <w:r w:rsidRPr="00673651">
              <w:t xml:space="preserve">1. </w:t>
            </w:r>
            <w:r w:rsidR="00836991">
              <w:t>Confirm systems for collection and storage of</w:t>
            </w:r>
            <w:r w:rsidRPr="00673651">
              <w:t xml:space="preserve"> production records</w:t>
            </w:r>
          </w:p>
        </w:tc>
        <w:tc>
          <w:tcPr>
            <w:tcW w:w="3604" w:type="pct"/>
            <w:shd w:val="clear" w:color="auto" w:fill="auto"/>
          </w:tcPr>
          <w:p w14:paraId="3F3EC862" w14:textId="79A8813A" w:rsidR="00673651" w:rsidRPr="00673651" w:rsidRDefault="00673651" w:rsidP="00673651">
            <w:pPr>
              <w:pStyle w:val="SIText"/>
            </w:pPr>
            <w:r w:rsidRPr="00673651">
              <w:t xml:space="preserve">1.1 Determine physical records and inventories required for the organisation in consultation with management </w:t>
            </w:r>
          </w:p>
          <w:p w14:paraId="669A34A9" w14:textId="77777777" w:rsidR="00673651" w:rsidRPr="00673651" w:rsidRDefault="00673651" w:rsidP="00673651">
            <w:pPr>
              <w:pStyle w:val="SIText"/>
            </w:pPr>
            <w:r w:rsidRPr="00673651">
              <w:t>1.2 Identify short-term methods for collecting information that are reliable, timely and efficient</w:t>
            </w:r>
          </w:p>
          <w:p w14:paraId="44E32829" w14:textId="32BAA9AC" w:rsidR="00673651" w:rsidRPr="00673651" w:rsidRDefault="00673651" w:rsidP="00673651">
            <w:pPr>
              <w:pStyle w:val="SIText"/>
            </w:pPr>
            <w:r w:rsidRPr="00673651">
              <w:t xml:space="preserve">1.3 Identify longer-term methods for sorting and storing information that allow effective </w:t>
            </w:r>
            <w:r w:rsidR="00D415D4">
              <w:t xml:space="preserve">access and </w:t>
            </w:r>
            <w:r w:rsidRPr="00673651">
              <w:t>analysis</w:t>
            </w:r>
          </w:p>
          <w:p w14:paraId="6EBBDD66" w14:textId="77777777" w:rsidR="00673651" w:rsidRDefault="00673651" w:rsidP="00673651">
            <w:pPr>
              <w:pStyle w:val="SIText"/>
            </w:pPr>
            <w:r w:rsidRPr="00673651">
              <w:t>1.4 Identify the most appropriate information collection and storage methods according to business requirements</w:t>
            </w:r>
          </w:p>
          <w:p w14:paraId="598894E5" w14:textId="4C1B515E" w:rsidR="00AF59E3" w:rsidRPr="00673651" w:rsidRDefault="00AF59E3" w:rsidP="00673651">
            <w:pPr>
              <w:pStyle w:val="SIText"/>
            </w:pPr>
            <w:r>
              <w:t>1.5 Identify the most appropriate business equipment and technology for record keeping</w:t>
            </w:r>
          </w:p>
        </w:tc>
      </w:tr>
      <w:tr w:rsidR="00673651" w:rsidRPr="00963A46" w14:paraId="3016C9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BF4FD2" w14:textId="77777777" w:rsidR="00673651" w:rsidRPr="00673651" w:rsidRDefault="00673651" w:rsidP="00673651">
            <w:pPr>
              <w:pStyle w:val="SIText"/>
            </w:pPr>
            <w:r w:rsidRPr="00673651">
              <w:t>2. Collect and maintain production records</w:t>
            </w:r>
          </w:p>
        </w:tc>
        <w:tc>
          <w:tcPr>
            <w:tcW w:w="3604" w:type="pct"/>
            <w:shd w:val="clear" w:color="auto" w:fill="auto"/>
          </w:tcPr>
          <w:p w14:paraId="746B5638" w14:textId="292AC5FF" w:rsidR="00256693" w:rsidRPr="00256693" w:rsidRDefault="00256693" w:rsidP="00256693">
            <w:pPr>
              <w:pStyle w:val="SIText"/>
            </w:pPr>
            <w:r w:rsidRPr="00256693">
              <w:t>2.1 Collect records accord</w:t>
            </w:r>
            <w:r>
              <w:t>ing</w:t>
            </w:r>
            <w:r w:rsidRPr="00256693">
              <w:t xml:space="preserve"> to </w:t>
            </w:r>
            <w:r w:rsidR="00AF59E3">
              <w:t>business</w:t>
            </w:r>
            <w:r w:rsidRPr="00256693">
              <w:t xml:space="preserve"> procedures</w:t>
            </w:r>
          </w:p>
          <w:p w14:paraId="54D78F97" w14:textId="642B23D3" w:rsidR="00256693" w:rsidRPr="00256693" w:rsidRDefault="00256693" w:rsidP="00256693">
            <w:pPr>
              <w:pStyle w:val="SIText"/>
            </w:pPr>
            <w:r w:rsidRPr="00256693">
              <w:t xml:space="preserve">2.2 Collate </w:t>
            </w:r>
            <w:r w:rsidR="00BA0178">
              <w:t xml:space="preserve">and sort </w:t>
            </w:r>
            <w:r w:rsidRPr="00256693">
              <w:t>records for analysis</w:t>
            </w:r>
            <w:r w:rsidR="00BA0178">
              <w:t xml:space="preserve">, </w:t>
            </w:r>
            <w:r w:rsidRPr="00256693">
              <w:t>retrieval</w:t>
            </w:r>
            <w:r w:rsidR="00BA0178">
              <w:t xml:space="preserve"> and reporting purposes</w:t>
            </w:r>
          </w:p>
          <w:p w14:paraId="020FB81C" w14:textId="349B0F18" w:rsidR="00673651" w:rsidRPr="00673651" w:rsidRDefault="00256693" w:rsidP="00673651">
            <w:pPr>
              <w:pStyle w:val="SIText"/>
            </w:pPr>
            <w:r w:rsidRPr="00256693">
              <w:t>2.</w:t>
            </w:r>
            <w:r w:rsidR="00BA0178">
              <w:t>3</w:t>
            </w:r>
            <w:r w:rsidR="00BA0178" w:rsidRPr="00256693">
              <w:t xml:space="preserve"> </w:t>
            </w:r>
            <w:r w:rsidRPr="00256693">
              <w:t>Save records in a range of formats</w:t>
            </w:r>
            <w:r w:rsidR="00BA0178">
              <w:t xml:space="preserve"> according to business procedures</w:t>
            </w:r>
          </w:p>
        </w:tc>
      </w:tr>
    </w:tbl>
    <w:p w14:paraId="17A9ECA0" w14:textId="77777777" w:rsidR="005F771F" w:rsidRDefault="005F771F" w:rsidP="005F771F">
      <w:pPr>
        <w:pStyle w:val="SIText"/>
      </w:pPr>
    </w:p>
    <w:p w14:paraId="6CE77AC2" w14:textId="77777777" w:rsidR="005F771F" w:rsidRPr="000754EC" w:rsidRDefault="005F771F" w:rsidP="000754EC">
      <w:r>
        <w:br w:type="page"/>
      </w:r>
    </w:p>
    <w:p w14:paraId="075D4D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258CD0" w14:textId="77777777" w:rsidTr="00CA2922">
        <w:trPr>
          <w:tblHeader/>
        </w:trPr>
        <w:tc>
          <w:tcPr>
            <w:tcW w:w="5000" w:type="pct"/>
            <w:gridSpan w:val="2"/>
          </w:tcPr>
          <w:p w14:paraId="215FE1D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6739E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37991A" w14:textId="77777777" w:rsidTr="00CA2922">
        <w:trPr>
          <w:tblHeader/>
        </w:trPr>
        <w:tc>
          <w:tcPr>
            <w:tcW w:w="1396" w:type="pct"/>
          </w:tcPr>
          <w:p w14:paraId="4897FA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6F12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8D677A" w14:textId="77777777" w:rsidTr="00CA2922">
        <w:tc>
          <w:tcPr>
            <w:tcW w:w="1396" w:type="pct"/>
          </w:tcPr>
          <w:p w14:paraId="40F9283A" w14:textId="1FDC8781" w:rsidR="00F1480E" w:rsidRPr="000754EC" w:rsidRDefault="00D415D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89123C" w14:textId="3F11C334" w:rsidR="00F1480E" w:rsidRPr="000754EC" w:rsidRDefault="00D415D4" w:rsidP="00DD0726">
            <w:pPr>
              <w:pStyle w:val="SIBulletList1"/>
            </w:pPr>
            <w:r>
              <w:t>Communicate effectively with others to collect information</w:t>
            </w:r>
          </w:p>
        </w:tc>
      </w:tr>
      <w:tr w:rsidR="00F1480E" w:rsidRPr="00336FCA" w:rsidDel="00423CB2" w14:paraId="25D0EB9A" w14:textId="77777777" w:rsidTr="00CA2922">
        <w:tc>
          <w:tcPr>
            <w:tcW w:w="1396" w:type="pct"/>
          </w:tcPr>
          <w:p w14:paraId="35C7B1CD" w14:textId="2CCAD331" w:rsidR="00F1480E" w:rsidRPr="000754EC" w:rsidRDefault="00653746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8FCD053" w14:textId="26ABF4B9" w:rsidR="00F1480E" w:rsidRPr="000754EC" w:rsidRDefault="0065374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Utilise computer-based technology to set up and maintain spreadsheets and </w:t>
            </w:r>
            <w:r w:rsidR="006E7747">
              <w:rPr>
                <w:rFonts w:eastAsia="Calibri"/>
              </w:rPr>
              <w:t>maintain databases</w:t>
            </w:r>
          </w:p>
        </w:tc>
      </w:tr>
    </w:tbl>
    <w:p w14:paraId="2BF12CC8" w14:textId="77777777" w:rsidR="00916CD7" w:rsidRDefault="00916CD7" w:rsidP="005F771F">
      <w:pPr>
        <w:pStyle w:val="SIText"/>
      </w:pPr>
    </w:p>
    <w:p w14:paraId="5E4FB82A" w14:textId="77777777" w:rsidR="00916CD7" w:rsidRDefault="00916CD7" w:rsidP="00DD0726">
      <w:pPr>
        <w:pStyle w:val="SIText"/>
      </w:pPr>
    </w:p>
    <w:p w14:paraId="1A22CD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15316C" w14:textId="77777777" w:rsidTr="00F33FF2">
        <w:tc>
          <w:tcPr>
            <w:tcW w:w="5000" w:type="pct"/>
            <w:gridSpan w:val="4"/>
          </w:tcPr>
          <w:p w14:paraId="4440EEC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96D765" w14:textId="77777777" w:rsidTr="00F33FF2">
        <w:tc>
          <w:tcPr>
            <w:tcW w:w="1028" w:type="pct"/>
          </w:tcPr>
          <w:p w14:paraId="6A15A9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19D54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175FA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BC79B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3651" w14:paraId="5DCF7E2F" w14:textId="77777777" w:rsidTr="00F33FF2">
        <w:tc>
          <w:tcPr>
            <w:tcW w:w="1028" w:type="pct"/>
          </w:tcPr>
          <w:p w14:paraId="1F2062AA" w14:textId="75A4D7B5" w:rsidR="00673651" w:rsidRDefault="002D1BFF" w:rsidP="00673651">
            <w:pPr>
              <w:pStyle w:val="SIText"/>
            </w:pPr>
            <w:r>
              <w:t>AHCAGB</w:t>
            </w:r>
            <w:r w:rsidR="00673651">
              <w:t>30</w:t>
            </w:r>
            <w:r w:rsidR="004E7B2C">
              <w:t>2</w:t>
            </w:r>
            <w:r w:rsidR="00B76A31">
              <w:t xml:space="preserve"> </w:t>
            </w:r>
            <w:r w:rsidR="00673651">
              <w:t xml:space="preserve">Keep production records for a primary production business </w:t>
            </w:r>
          </w:p>
          <w:p w14:paraId="3BD21D13" w14:textId="24E0BFDA" w:rsidR="00941AF3" w:rsidRPr="00673651" w:rsidRDefault="00941AF3" w:rsidP="00673651">
            <w:pPr>
              <w:pStyle w:val="SIText"/>
            </w:pPr>
          </w:p>
        </w:tc>
        <w:tc>
          <w:tcPr>
            <w:tcW w:w="1105" w:type="pct"/>
          </w:tcPr>
          <w:p w14:paraId="26ECBCC0" w14:textId="77777777" w:rsidR="00673651" w:rsidRDefault="00673651" w:rsidP="00673651">
            <w:pPr>
              <w:pStyle w:val="SIText"/>
            </w:pPr>
            <w:r w:rsidRPr="00B35617">
              <w:t xml:space="preserve">AHCAGB301 Keep </w:t>
            </w:r>
            <w:r w:rsidR="00B76A31">
              <w:t xml:space="preserve">production </w:t>
            </w:r>
            <w:r w:rsidRPr="00B35617">
              <w:t>records for a primary production business</w:t>
            </w:r>
          </w:p>
          <w:p w14:paraId="06B24483" w14:textId="5D2CD035" w:rsidR="00941AF3" w:rsidRPr="00673651" w:rsidRDefault="00941AF3" w:rsidP="00673651">
            <w:pPr>
              <w:pStyle w:val="SIText"/>
            </w:pPr>
          </w:p>
        </w:tc>
        <w:tc>
          <w:tcPr>
            <w:tcW w:w="1251" w:type="pct"/>
          </w:tcPr>
          <w:p w14:paraId="7FFB0A90" w14:textId="3F12B976" w:rsidR="00673651" w:rsidRPr="00673651" w:rsidRDefault="001A72FD" w:rsidP="00673651">
            <w:pPr>
              <w:pStyle w:val="SIText"/>
            </w:pPr>
            <w:r w:rsidRPr="001A72FD">
              <w:t>Performance criteria clarified. Foundation skills added. Assessment requirements updated.</w:t>
            </w:r>
          </w:p>
        </w:tc>
        <w:tc>
          <w:tcPr>
            <w:tcW w:w="1616" w:type="pct"/>
          </w:tcPr>
          <w:p w14:paraId="5CD12042" w14:textId="1A5CD408" w:rsidR="00673651" w:rsidRPr="00673651" w:rsidRDefault="00D415D4" w:rsidP="00673651">
            <w:pPr>
              <w:pStyle w:val="SIText"/>
            </w:pPr>
            <w:r>
              <w:t>Equivalent</w:t>
            </w:r>
            <w:r w:rsidR="00BA0178">
              <w:t xml:space="preserve"> unit</w:t>
            </w:r>
          </w:p>
        </w:tc>
      </w:tr>
    </w:tbl>
    <w:p w14:paraId="7C28B4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6D4C9B" w14:textId="77777777" w:rsidTr="00CA2922">
        <w:tc>
          <w:tcPr>
            <w:tcW w:w="1396" w:type="pct"/>
            <w:shd w:val="clear" w:color="auto" w:fill="auto"/>
          </w:tcPr>
          <w:p w14:paraId="40AA33B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8FB05A" w14:textId="77777777" w:rsidR="00F1480E" w:rsidRPr="000754EC" w:rsidRDefault="00520E9A" w:rsidP="000A143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0A1436" w:rsidRPr="000A1436">
              <w:t>https://vetnet.education.gov.au/Pages/TrainingDocs.aspx?q=c6399549-9c62-4a5e-bf1a-524b2322cf72</w:t>
            </w:r>
          </w:p>
        </w:tc>
      </w:tr>
    </w:tbl>
    <w:p w14:paraId="6F209CF7" w14:textId="77777777" w:rsidR="00F1480E" w:rsidRDefault="00F1480E" w:rsidP="005F771F">
      <w:pPr>
        <w:pStyle w:val="SIText"/>
      </w:pPr>
    </w:p>
    <w:p w14:paraId="5132949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58DD0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C7B04D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75E82D" w14:textId="0DC9DB3B" w:rsidR="00556C4C" w:rsidRPr="000754EC" w:rsidRDefault="00556C4C" w:rsidP="002D1BFF">
            <w:pPr>
              <w:pStyle w:val="SIUnittitle"/>
            </w:pPr>
            <w:r w:rsidRPr="00F56827">
              <w:t xml:space="preserve">Assessment requirements for </w:t>
            </w:r>
            <w:r w:rsidR="000A1436" w:rsidRPr="000A1436">
              <w:t>AHCABG30</w:t>
            </w:r>
            <w:r w:rsidR="004E7B2C">
              <w:t>2</w:t>
            </w:r>
            <w:r w:rsidR="000A1436" w:rsidRPr="000A1436">
              <w:t xml:space="preserve"> Keep production records for a primary production business</w:t>
            </w:r>
          </w:p>
        </w:tc>
      </w:tr>
      <w:tr w:rsidR="00556C4C" w:rsidRPr="00A55106" w14:paraId="5962A32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24A88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3704BE" w14:textId="77777777" w:rsidTr="00113678">
        <w:tc>
          <w:tcPr>
            <w:tcW w:w="5000" w:type="pct"/>
            <w:gridSpan w:val="2"/>
            <w:shd w:val="clear" w:color="auto" w:fill="auto"/>
          </w:tcPr>
          <w:p w14:paraId="56721439" w14:textId="48C44FE2" w:rsidR="00D415D4" w:rsidRPr="00D415D4" w:rsidRDefault="00D415D4" w:rsidP="00D415D4">
            <w:pPr>
              <w:pStyle w:val="SIText"/>
            </w:pPr>
            <w:r w:rsidRPr="000754EC">
              <w:t>An individual demonstrating competency</w:t>
            </w:r>
            <w:r w:rsidRPr="00D415D4">
              <w:t xml:space="preserve"> must satisfy all of the elements and performance criteria in this unit. </w:t>
            </w:r>
            <w:r w:rsidRPr="000754EC">
              <w:t>There must be evidence that the individual has</w:t>
            </w:r>
            <w:r>
              <w:t xml:space="preserve"> collected and maintained accurate, accessible </w:t>
            </w:r>
            <w:r w:rsidR="00653746">
              <w:t xml:space="preserve">and systematic </w:t>
            </w:r>
            <w:r>
              <w:t>records for a primary production business for at least three of the following purposes</w:t>
            </w:r>
            <w:r w:rsidR="00653746">
              <w:t xml:space="preserve">, </w:t>
            </w:r>
            <w:r w:rsidR="006E7747">
              <w:t xml:space="preserve">utilising data that covers </w:t>
            </w:r>
            <w:r w:rsidR="0065040B">
              <w:t>a full production cycle</w:t>
            </w:r>
            <w:r w:rsidR="006E7747">
              <w:t xml:space="preserve">: </w:t>
            </w:r>
          </w:p>
          <w:p w14:paraId="1722B425" w14:textId="268F7C5C" w:rsidR="00D415D4" w:rsidRPr="00D415D4" w:rsidRDefault="00D415D4" w:rsidP="00F80660">
            <w:pPr>
              <w:pStyle w:val="SIBulletList1"/>
            </w:pPr>
            <w:r w:rsidRPr="00673651">
              <w:t xml:space="preserve">livestock </w:t>
            </w:r>
            <w:r w:rsidR="00653746">
              <w:t xml:space="preserve">breeding </w:t>
            </w:r>
            <w:r w:rsidRPr="00673651">
              <w:t xml:space="preserve">records </w:t>
            </w:r>
          </w:p>
          <w:p w14:paraId="2965BF18" w14:textId="685CD94A" w:rsidR="00D415D4" w:rsidRPr="00D415D4" w:rsidRDefault="00D415D4" w:rsidP="00F80660">
            <w:pPr>
              <w:pStyle w:val="SIBulletList1"/>
            </w:pPr>
            <w:r w:rsidRPr="00673651">
              <w:t xml:space="preserve">crop and pasture </w:t>
            </w:r>
            <w:r w:rsidR="00653746">
              <w:t>usage</w:t>
            </w:r>
          </w:p>
          <w:p w14:paraId="3F60B26B" w14:textId="6A55D9A9" w:rsidR="00D415D4" w:rsidRPr="00D415D4" w:rsidRDefault="00D415D4" w:rsidP="00F80660">
            <w:pPr>
              <w:pStyle w:val="SIBulletList1"/>
            </w:pPr>
            <w:r w:rsidRPr="00673651">
              <w:t>farm vehicle and machinery use and maintenance</w:t>
            </w:r>
          </w:p>
          <w:p w14:paraId="7BA97D46" w14:textId="7A8C2825" w:rsidR="00D415D4" w:rsidRPr="00D415D4" w:rsidRDefault="00D415D4" w:rsidP="00F80660">
            <w:pPr>
              <w:pStyle w:val="SIBulletList1"/>
            </w:pPr>
            <w:r w:rsidRPr="00673651">
              <w:t xml:space="preserve">property maintenance </w:t>
            </w:r>
          </w:p>
          <w:p w14:paraId="3037CE6E" w14:textId="6DED0807" w:rsidR="00D415D4" w:rsidRPr="00D415D4" w:rsidRDefault="00D415D4" w:rsidP="00F80660">
            <w:pPr>
              <w:pStyle w:val="SIBulletList1"/>
            </w:pPr>
            <w:r w:rsidRPr="00673651">
              <w:t>stored produce</w:t>
            </w:r>
          </w:p>
          <w:p w14:paraId="67F7304B" w14:textId="28D8D4F1" w:rsidR="00D415D4" w:rsidRPr="00D415D4" w:rsidRDefault="00D415D4" w:rsidP="00F80660">
            <w:pPr>
              <w:pStyle w:val="SIBulletList1"/>
            </w:pPr>
            <w:r w:rsidRPr="00673651">
              <w:t xml:space="preserve">relevant </w:t>
            </w:r>
            <w:r w:rsidR="00256693">
              <w:t xml:space="preserve">local </w:t>
            </w:r>
            <w:r w:rsidRPr="00673651">
              <w:t xml:space="preserve">climatic </w:t>
            </w:r>
            <w:r w:rsidR="00653746">
              <w:t>activity</w:t>
            </w:r>
          </w:p>
          <w:p w14:paraId="1104A163" w14:textId="6E590711" w:rsidR="00D415D4" w:rsidRPr="00D415D4" w:rsidRDefault="00256693" w:rsidP="00F80660">
            <w:pPr>
              <w:pStyle w:val="SIBulletList1"/>
            </w:pPr>
            <w:r>
              <w:t>procurement</w:t>
            </w:r>
          </w:p>
          <w:p w14:paraId="798B17A1" w14:textId="278A02B8" w:rsidR="00653746" w:rsidRPr="000A1436" w:rsidRDefault="00D415D4">
            <w:pPr>
              <w:pStyle w:val="SIBulletList1"/>
            </w:pPr>
            <w:r w:rsidRPr="00673651">
              <w:t xml:space="preserve">staff </w:t>
            </w:r>
            <w:r w:rsidR="00653746">
              <w:t>leave.</w:t>
            </w:r>
          </w:p>
          <w:p w14:paraId="3E405CDB" w14:textId="40F3B236" w:rsidR="00256693" w:rsidRPr="000754EC" w:rsidRDefault="00256693" w:rsidP="00F80660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7BDB5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605E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F93B2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01861C" w14:textId="77777777" w:rsidTr="00CA2922">
        <w:tc>
          <w:tcPr>
            <w:tcW w:w="5000" w:type="pct"/>
            <w:shd w:val="clear" w:color="auto" w:fill="auto"/>
          </w:tcPr>
          <w:p w14:paraId="0302B5A2" w14:textId="77777777" w:rsidR="002750BC" w:rsidRPr="002750BC" w:rsidRDefault="002750BC" w:rsidP="002750B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2750BC">
              <w:t>in the elements and performance criteria of this unit. This includes knowledge of:</w:t>
            </w:r>
          </w:p>
          <w:p w14:paraId="356872BB" w14:textId="77777777" w:rsidR="000A1436" w:rsidRPr="000A1436" w:rsidRDefault="000A1436" w:rsidP="000A1436">
            <w:pPr>
              <w:pStyle w:val="SIBulletList1"/>
            </w:pPr>
            <w:r w:rsidRPr="00CA1DDF">
              <w:t>the organisation’s policies and procedures applying to production records</w:t>
            </w:r>
          </w:p>
          <w:p w14:paraId="03064AC0" w14:textId="530F7440" w:rsidR="000A1436" w:rsidRDefault="000A1436" w:rsidP="000A1436">
            <w:pPr>
              <w:pStyle w:val="SIBulletList1"/>
            </w:pPr>
            <w:r w:rsidRPr="00CA1DDF">
              <w:t>relevant legislation</w:t>
            </w:r>
            <w:r w:rsidRPr="000A1436">
              <w:t xml:space="preserve"> and codes, relating to the operation of a business and to the tasks undertaken</w:t>
            </w:r>
          </w:p>
          <w:p w14:paraId="12EBA7F9" w14:textId="71DFBF1A" w:rsidR="006E6C2B" w:rsidRPr="000A1436" w:rsidRDefault="006E6C2B" w:rsidP="000A1436">
            <w:pPr>
              <w:pStyle w:val="SIBulletList1"/>
            </w:pPr>
            <w:r>
              <w:t xml:space="preserve">relevant sections of </w:t>
            </w:r>
            <w:r w:rsidRPr="006E6C2B">
              <w:t>Industrial Relations</w:t>
            </w:r>
            <w:r>
              <w:t xml:space="preserve"> legislation and regulations</w:t>
            </w:r>
          </w:p>
          <w:p w14:paraId="236E60EC" w14:textId="4972AFAF" w:rsidR="000A1436" w:rsidRPr="000A1436" w:rsidRDefault="000A1436" w:rsidP="000A1436">
            <w:pPr>
              <w:pStyle w:val="SIBulletList1"/>
            </w:pPr>
            <w:r w:rsidRPr="00CA1DDF">
              <w:t xml:space="preserve">recording processes to meet </w:t>
            </w:r>
            <w:r w:rsidR="00653746">
              <w:t>quality assurance</w:t>
            </w:r>
            <w:r w:rsidR="00653746" w:rsidRPr="00CA1DDF">
              <w:t xml:space="preserve"> </w:t>
            </w:r>
            <w:r w:rsidRPr="00CA1DDF">
              <w:t>requirements</w:t>
            </w:r>
          </w:p>
          <w:p w14:paraId="5C8907EA" w14:textId="77777777" w:rsidR="00F1480E" w:rsidRPr="000754EC" w:rsidRDefault="000A1436" w:rsidP="000A1436">
            <w:pPr>
              <w:pStyle w:val="SIBulletList1"/>
            </w:pPr>
            <w:r w:rsidRPr="00CA1DDF">
              <w:t>the organisation’s software and technology used to record and analyse production information.</w:t>
            </w:r>
          </w:p>
        </w:tc>
      </w:tr>
    </w:tbl>
    <w:p w14:paraId="25829B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D10C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920B8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366385" w14:textId="77777777" w:rsidTr="00CA2922">
        <w:tc>
          <w:tcPr>
            <w:tcW w:w="5000" w:type="pct"/>
            <w:shd w:val="clear" w:color="auto" w:fill="auto"/>
          </w:tcPr>
          <w:p w14:paraId="57E9C0AE" w14:textId="77777777" w:rsidR="006E7747" w:rsidRPr="006E7747" w:rsidRDefault="006E7747" w:rsidP="006E7747">
            <w:pPr>
              <w:pStyle w:val="SIText"/>
            </w:pPr>
            <w:r>
              <w:t xml:space="preserve">Assessment of </w:t>
            </w:r>
            <w:r w:rsidRPr="006E7747">
              <w:t xml:space="preserve">skills must take place under the following conditions: </w:t>
            </w:r>
          </w:p>
          <w:p w14:paraId="3D91B1D9" w14:textId="77777777" w:rsidR="006E7747" w:rsidRPr="006E7747" w:rsidRDefault="006E7747" w:rsidP="006E7747">
            <w:pPr>
              <w:pStyle w:val="SIText"/>
              <w:rPr>
                <w:rStyle w:val="SITemporaryText"/>
              </w:rPr>
            </w:pPr>
          </w:p>
          <w:p w14:paraId="1960951F" w14:textId="41D95274" w:rsidR="006E7747" w:rsidRPr="006E7747" w:rsidRDefault="006E7747" w:rsidP="006E7747">
            <w:pPr>
              <w:pStyle w:val="SIBulletList1"/>
            </w:pPr>
            <w:r w:rsidRPr="006E7747">
              <w:t>physical conditions:</w:t>
            </w:r>
          </w:p>
          <w:p w14:paraId="29457E16" w14:textId="1C4D7116" w:rsidR="006E7747" w:rsidRPr="006E7747" w:rsidRDefault="006E7747" w:rsidP="006E7747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</w:t>
            </w:r>
            <w:r w:rsidR="009764BC">
              <w:t>a workplace</w:t>
            </w:r>
            <w:r w:rsidR="000223E5">
              <w:t xml:space="preserve"> setting</w:t>
            </w:r>
            <w:bookmarkStart w:id="1" w:name="_GoBack"/>
            <w:bookmarkEnd w:id="1"/>
            <w:r w:rsidR="009764BC">
              <w:t xml:space="preserve"> or </w:t>
            </w:r>
            <w:r w:rsidRPr="006E7747">
              <w:t>an environment that accurately represents workplace conditions</w:t>
            </w:r>
          </w:p>
          <w:p w14:paraId="6A02D1D4" w14:textId="78AFD28A" w:rsidR="006E7747" w:rsidRPr="006E7747" w:rsidRDefault="006E7747" w:rsidP="006E7747">
            <w:pPr>
              <w:pStyle w:val="SIBulletList1"/>
            </w:pPr>
            <w:r w:rsidRPr="006E7747">
              <w:t>resources, equipment and materials:</w:t>
            </w:r>
          </w:p>
          <w:p w14:paraId="0E7FB948" w14:textId="6870F7E8" w:rsidR="007C745A" w:rsidRDefault="001433E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</w:t>
            </w:r>
            <w:r w:rsidR="006E7747">
              <w:rPr>
                <w:rFonts w:eastAsia="Calibri"/>
              </w:rPr>
              <w:t xml:space="preserve"> technology and software used to record information relevant to a primary production business</w:t>
            </w:r>
          </w:p>
          <w:p w14:paraId="3E60E591" w14:textId="6DD809B9" w:rsidR="006E7747" w:rsidRPr="00F80660" w:rsidRDefault="007C745A">
            <w:pPr>
              <w:pStyle w:val="SIBulletList2"/>
              <w:rPr>
                <w:rFonts w:eastAsia="Calibri"/>
              </w:rPr>
            </w:pPr>
            <w:r w:rsidRPr="007C745A">
              <w:rPr>
                <w:rFonts w:eastAsia="Calibri"/>
              </w:rPr>
              <w:t>production records that cover a full production cycle</w:t>
            </w:r>
            <w:r w:rsidR="006E7747">
              <w:rPr>
                <w:rFonts w:eastAsia="Calibri"/>
              </w:rPr>
              <w:t>.</w:t>
            </w:r>
          </w:p>
          <w:p w14:paraId="0F2B637A" w14:textId="77777777" w:rsidR="006E7747" w:rsidRDefault="006E7747" w:rsidP="006E7747">
            <w:pPr>
              <w:pStyle w:val="SIText"/>
            </w:pPr>
          </w:p>
          <w:p w14:paraId="0E93F98B" w14:textId="77777777" w:rsidR="006E7747" w:rsidRPr="006E7747" w:rsidRDefault="006E7747" w:rsidP="006E7747">
            <w:pPr>
              <w:pStyle w:val="SIText"/>
            </w:pPr>
            <w:r w:rsidRPr="006452B8">
              <w:t xml:space="preserve">Assessors of this unit </w:t>
            </w:r>
            <w:r w:rsidRPr="006E7747">
              <w:t>must satisfy the requirements for assessors in applicable vocational education and training legislation, frameworks and/or standards.</w:t>
            </w:r>
          </w:p>
          <w:p w14:paraId="660BBBF4" w14:textId="67A30F61" w:rsidR="00F1480E" w:rsidRPr="000754EC" w:rsidRDefault="00F1480E" w:rsidP="000A1436">
            <w:pPr>
              <w:pStyle w:val="SIText"/>
              <w:rPr>
                <w:rFonts w:eastAsia="Calibri"/>
              </w:rPr>
            </w:pPr>
          </w:p>
        </w:tc>
      </w:tr>
    </w:tbl>
    <w:p w14:paraId="2094C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C4948F" w14:textId="77777777" w:rsidTr="004679E3">
        <w:tc>
          <w:tcPr>
            <w:tcW w:w="990" w:type="pct"/>
            <w:shd w:val="clear" w:color="auto" w:fill="auto"/>
          </w:tcPr>
          <w:p w14:paraId="06310AC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2780E2D" w14:textId="77777777" w:rsidR="00F1480E" w:rsidRPr="000754EC" w:rsidRDefault="002970C3" w:rsidP="000A1436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A1436" w:rsidRPr="00515FEB">
              <w:rPr>
                <w:rFonts w:asciiTheme="minorHAnsi" w:hAnsiTheme="minorHAnsi" w:cstheme="minorHAnsi"/>
              </w:rPr>
              <w:t xml:space="preserve"> </w:t>
            </w:r>
            <w:r w:rsidR="000A1436" w:rsidRPr="000A1436">
              <w:t>https://vetnet.education.gov.au/Pages/TrainingDocs.aspx?q=c6399549-9c62-4a5e-bf1a-524b2322cf72</w:t>
            </w:r>
          </w:p>
        </w:tc>
      </w:tr>
    </w:tbl>
    <w:p w14:paraId="7A84255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A729D" w14:textId="77777777" w:rsidR="001B6DB5" w:rsidRDefault="001B6DB5" w:rsidP="00BF3F0A">
      <w:r>
        <w:separator/>
      </w:r>
    </w:p>
    <w:p w14:paraId="6B2BA63B" w14:textId="77777777" w:rsidR="001B6DB5" w:rsidRDefault="001B6DB5"/>
  </w:endnote>
  <w:endnote w:type="continuationSeparator" w:id="0">
    <w:p w14:paraId="689DF24A" w14:textId="77777777" w:rsidR="001B6DB5" w:rsidRDefault="001B6DB5" w:rsidP="00BF3F0A">
      <w:r>
        <w:continuationSeparator/>
      </w:r>
    </w:p>
    <w:p w14:paraId="0E64DEB2" w14:textId="77777777" w:rsidR="001B6DB5" w:rsidRDefault="001B6D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4E7E21E" w14:textId="59BBAF9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41AF3">
          <w:rPr>
            <w:noProof/>
          </w:rPr>
          <w:t>3</w:t>
        </w:r>
        <w:r w:rsidRPr="000754EC">
          <w:fldChar w:fldCharType="end"/>
        </w:r>
      </w:p>
      <w:p w14:paraId="3EDA6B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C56DB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439BF" w14:textId="77777777" w:rsidR="001B6DB5" w:rsidRDefault="001B6DB5" w:rsidP="00BF3F0A">
      <w:r>
        <w:separator/>
      </w:r>
    </w:p>
    <w:p w14:paraId="53A80491" w14:textId="77777777" w:rsidR="001B6DB5" w:rsidRDefault="001B6DB5"/>
  </w:footnote>
  <w:footnote w:type="continuationSeparator" w:id="0">
    <w:p w14:paraId="4D59AF34" w14:textId="77777777" w:rsidR="001B6DB5" w:rsidRDefault="001B6DB5" w:rsidP="00BF3F0A">
      <w:r>
        <w:continuationSeparator/>
      </w:r>
    </w:p>
    <w:p w14:paraId="04A34213" w14:textId="77777777" w:rsidR="001B6DB5" w:rsidRDefault="001B6D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F7595" w14:textId="4F7C4652" w:rsidR="009C2650" w:rsidRPr="000754EC" w:rsidRDefault="00673651" w:rsidP="00146EEC">
    <w:pPr>
      <w:pStyle w:val="SIText"/>
    </w:pPr>
    <w:r>
      <w:t>AHCAGB30</w:t>
    </w:r>
    <w:r w:rsidR="004E7B2C">
      <w:t>2</w:t>
    </w:r>
    <w:r>
      <w:t xml:space="preserve"> </w:t>
    </w:r>
    <w:r w:rsidRPr="00673651">
      <w:t>Keep production records for a primary production 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267A5B"/>
    <w:multiLevelType w:val="hybridMultilevel"/>
    <w:tmpl w:val="97702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653C8"/>
    <w:multiLevelType w:val="hybridMultilevel"/>
    <w:tmpl w:val="CB5043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23E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436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3EF"/>
    <w:rsid w:val="00144385"/>
    <w:rsid w:val="00146EEC"/>
    <w:rsid w:val="00151D55"/>
    <w:rsid w:val="00151D93"/>
    <w:rsid w:val="00156EF3"/>
    <w:rsid w:val="00176E4F"/>
    <w:rsid w:val="0018546B"/>
    <w:rsid w:val="001A6A3E"/>
    <w:rsid w:val="001A72FD"/>
    <w:rsid w:val="001A7B6D"/>
    <w:rsid w:val="001B34D5"/>
    <w:rsid w:val="001B513A"/>
    <w:rsid w:val="001B6DB5"/>
    <w:rsid w:val="001C0A75"/>
    <w:rsid w:val="001C1306"/>
    <w:rsid w:val="001D30EB"/>
    <w:rsid w:val="001D5C1B"/>
    <w:rsid w:val="001D7F5B"/>
    <w:rsid w:val="001E0849"/>
    <w:rsid w:val="001E16BC"/>
    <w:rsid w:val="001E16DF"/>
    <w:rsid w:val="001E69C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693"/>
    <w:rsid w:val="00262FC3"/>
    <w:rsid w:val="0026394F"/>
    <w:rsid w:val="00267AF6"/>
    <w:rsid w:val="002750BC"/>
    <w:rsid w:val="00276DB8"/>
    <w:rsid w:val="00282664"/>
    <w:rsid w:val="00285FB8"/>
    <w:rsid w:val="002970C3"/>
    <w:rsid w:val="002A4CD3"/>
    <w:rsid w:val="002A6CC4"/>
    <w:rsid w:val="002C55E9"/>
    <w:rsid w:val="002D0C8B"/>
    <w:rsid w:val="002D1BFF"/>
    <w:rsid w:val="002D330A"/>
    <w:rsid w:val="002E170C"/>
    <w:rsid w:val="002E193E"/>
    <w:rsid w:val="002F4BE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1B0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2C"/>
    <w:rsid w:val="004F370B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539"/>
    <w:rsid w:val="00564ADD"/>
    <w:rsid w:val="005708EB"/>
    <w:rsid w:val="00574BE4"/>
    <w:rsid w:val="00575BC6"/>
    <w:rsid w:val="00583902"/>
    <w:rsid w:val="005A1D70"/>
    <w:rsid w:val="005A3AA5"/>
    <w:rsid w:val="005A6C9C"/>
    <w:rsid w:val="005A74DC"/>
    <w:rsid w:val="005B0C5A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40B"/>
    <w:rsid w:val="00652E62"/>
    <w:rsid w:val="00653746"/>
    <w:rsid w:val="00673651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C2B"/>
    <w:rsid w:val="006E7747"/>
    <w:rsid w:val="006F0D02"/>
    <w:rsid w:val="006F10FE"/>
    <w:rsid w:val="006F2284"/>
    <w:rsid w:val="006F3622"/>
    <w:rsid w:val="00705D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0B"/>
    <w:rsid w:val="00752C75"/>
    <w:rsid w:val="00754B1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45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6991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0A8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AF3"/>
    <w:rsid w:val="00944C09"/>
    <w:rsid w:val="009527CB"/>
    <w:rsid w:val="00953835"/>
    <w:rsid w:val="00960F6C"/>
    <w:rsid w:val="00970747"/>
    <w:rsid w:val="009764B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19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5BCC"/>
    <w:rsid w:val="00AE1ED9"/>
    <w:rsid w:val="00AE32CB"/>
    <w:rsid w:val="00AF3957"/>
    <w:rsid w:val="00AF59E3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6A31"/>
    <w:rsid w:val="00B848D4"/>
    <w:rsid w:val="00B865B7"/>
    <w:rsid w:val="00BA0178"/>
    <w:rsid w:val="00BA1CB1"/>
    <w:rsid w:val="00BA4178"/>
    <w:rsid w:val="00BA482D"/>
    <w:rsid w:val="00BB1755"/>
    <w:rsid w:val="00BB23F4"/>
    <w:rsid w:val="00BC5075"/>
    <w:rsid w:val="00BC5419"/>
    <w:rsid w:val="00BC5B79"/>
    <w:rsid w:val="00BD3B0F"/>
    <w:rsid w:val="00BF1D4C"/>
    <w:rsid w:val="00BF3F0A"/>
    <w:rsid w:val="00C0326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8D0"/>
    <w:rsid w:val="00C8581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5D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B0AA4"/>
    <w:rsid w:val="00EB5C88"/>
    <w:rsid w:val="00EC0469"/>
    <w:rsid w:val="00ED11B3"/>
    <w:rsid w:val="00EF01F8"/>
    <w:rsid w:val="00EF282A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66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B5D26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0A143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3FC48FF56FC468B83435D406DED9B" ma:contentTypeVersion="" ma:contentTypeDescription="Create a new document." ma:contentTypeScope="" ma:versionID="0ae0f0f4561a670d65e637401b53bb0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403b664-8919-4749-9d10-b2dc05847cb4" targetNamespace="http://schemas.microsoft.com/office/2006/metadata/properties" ma:root="true" ma:fieldsID="6e481f56ec8b62c599a106c834ba8351" ns1:_="" ns2:_="" ns3:_="">
    <xsd:import namespace="http://schemas.microsoft.com/sharepoint/v3"/>
    <xsd:import namespace="d50bbff7-d6dd-47d2-864a-cfdc2c3db0f4"/>
    <xsd:import namespace="5403b664-8919-4749-9d10-b2dc05847c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b664-8919-4749-9d10-b2dc05847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403b664-8919-4749-9d10-b2dc05847cb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9CBA72C-5A56-4DAA-B026-ECBF3AF87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403b664-8919-4749-9d10-b2dc05847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B73A6E-6102-4DC0-863E-B3918BA3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253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28</cp:revision>
  <cp:lastPrinted>2016-05-27T05:21:00Z</cp:lastPrinted>
  <dcterms:created xsi:type="dcterms:W3CDTF">2018-08-05T23:03:00Z</dcterms:created>
  <dcterms:modified xsi:type="dcterms:W3CDTF">2019-05-30T00:20:00Z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0x010100ECD3FC48FF56FC468B83435D406DED9B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1297</vt:lpwstr>
  </property>
  <property fmtid="{D5CDD505-2E9C-101B-9397-08002B2CF9AE}" pid="19" name="AuthorIds_UIVersion_7680">
    <vt:lpwstr>1297</vt:lpwstr>
  </property>
  <property fmtid="{D5CDD505-2E9C-101B-9397-08002B2CF9AE}" pid="20" name="AuthorIds_UIVersion_9216">
    <vt:lpwstr>115</vt:lpwstr>
  </property>
</Properties>
</file>