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94D39" w14:paraId="3225B9BA" w14:textId="77777777" w:rsidTr="00146EEC">
        <w:tc>
          <w:tcPr>
            <w:tcW w:w="2689" w:type="dxa"/>
          </w:tcPr>
          <w:p w14:paraId="003F5CBE" w14:textId="5F9CB0ED" w:rsidR="00094D39" w:rsidRPr="00094D39" w:rsidRDefault="00094D39" w:rsidP="00094D39">
            <w:pPr>
              <w:pStyle w:val="SIText"/>
            </w:pPr>
            <w:r w:rsidRPr="00094D39">
              <w:t>Release 1</w:t>
            </w:r>
          </w:p>
        </w:tc>
        <w:tc>
          <w:tcPr>
            <w:tcW w:w="6939" w:type="dxa"/>
          </w:tcPr>
          <w:p w14:paraId="19D5979A" w14:textId="125857AA" w:rsidR="00094D39" w:rsidRPr="00094D39" w:rsidRDefault="00094D39" w:rsidP="00D539D9">
            <w:pPr>
              <w:pStyle w:val="SIText"/>
            </w:pPr>
            <w:r w:rsidRPr="00094D39">
              <w:t xml:space="preserve">This version released with </w:t>
            </w:r>
            <w:r w:rsidR="00D539D9" w:rsidRPr="00D539D9">
              <w:t xml:space="preserve">Seafood Industry Training </w:t>
            </w:r>
            <w:r w:rsidRPr="00094D39">
              <w:t>Package Version 1.0.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7D68DF8B" w:rsidR="00F1480E" w:rsidRPr="000754EC" w:rsidRDefault="00752230" w:rsidP="00752230">
            <w:pPr>
              <w:pStyle w:val="SIUNITCODE"/>
            </w:pPr>
            <w:r w:rsidRPr="00D539D9">
              <w:t>SFI</w:t>
            </w:r>
            <w:r>
              <w:t>XSI</w:t>
            </w:r>
            <w:r w:rsidRPr="00D539D9">
              <w:t>C611</w:t>
            </w:r>
            <w:bookmarkStart w:id="0" w:name="_GoBack"/>
            <w:bookmarkEnd w:id="0"/>
          </w:p>
        </w:tc>
        <w:tc>
          <w:tcPr>
            <w:tcW w:w="3604" w:type="pct"/>
            <w:shd w:val="clear" w:color="auto" w:fill="auto"/>
          </w:tcPr>
          <w:p w14:paraId="41850966" w14:textId="1F24F1B2" w:rsidR="00F1480E" w:rsidRPr="000754EC" w:rsidRDefault="00D539D9" w:rsidP="000754EC">
            <w:pPr>
              <w:pStyle w:val="SIUnittitle"/>
            </w:pPr>
            <w:r w:rsidRPr="00D539D9">
              <w:t>Participate in a media interview or presentation</w:t>
            </w:r>
          </w:p>
        </w:tc>
      </w:tr>
      <w:tr w:rsidR="00D539D9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D539D9" w:rsidRPr="00D539D9" w:rsidRDefault="00D539D9" w:rsidP="00D539D9">
            <w:pPr>
              <w:pStyle w:val="SIHeading2"/>
            </w:pPr>
            <w:r w:rsidRPr="00FD557D">
              <w:t>Application</w:t>
            </w:r>
          </w:p>
          <w:p w14:paraId="5D1C7433" w14:textId="77777777" w:rsidR="00D539D9" w:rsidRPr="00923720" w:rsidRDefault="00D539D9" w:rsidP="00D539D9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5D7DBCC" w14:textId="3DEA021F" w:rsidR="00D539D9" w:rsidRDefault="00D539D9" w:rsidP="00D539D9">
            <w:pPr>
              <w:pStyle w:val="SIText"/>
            </w:pPr>
            <w:r w:rsidRPr="00D539D9">
              <w:t xml:space="preserve">This unit of competency describes the skills and knowledge required to participate in a media interview or presentation. </w:t>
            </w:r>
            <w:r w:rsidR="009E3F1E">
              <w:t>It includes the ability</w:t>
            </w:r>
            <w:r w:rsidRPr="00D539D9">
              <w:t xml:space="preserve"> to prepare and issue media releases and arrange and conduct media interviews. </w:t>
            </w:r>
          </w:p>
          <w:p w14:paraId="12BE7B1D" w14:textId="77777777" w:rsidR="000B4E8E" w:rsidRPr="00D539D9" w:rsidRDefault="000B4E8E" w:rsidP="00D539D9">
            <w:pPr>
              <w:pStyle w:val="SIText"/>
            </w:pPr>
          </w:p>
          <w:p w14:paraId="1517F0FC" w14:textId="66701824" w:rsidR="00D539D9" w:rsidRDefault="00D539D9" w:rsidP="00D539D9">
            <w:pPr>
              <w:pStyle w:val="SIText"/>
            </w:pPr>
            <w:r w:rsidRPr="00D539D9">
              <w:t xml:space="preserve">The unit applies to individuals who are responsible for </w:t>
            </w:r>
            <w:r w:rsidR="0024027B">
              <w:t xml:space="preserve">representing a seafood organisation or industry group in a range of situation including product recall, emergency situation or a need for the organisation or group to promote </w:t>
            </w:r>
            <w:r w:rsidR="00AB2EBF">
              <w:t xml:space="preserve">wider interest or </w:t>
            </w:r>
            <w:r w:rsidR="0024027B">
              <w:t>a positive image to a target audience</w:t>
            </w:r>
            <w:r w:rsidR="00214D8E">
              <w:t xml:space="preserve"> or community</w:t>
            </w:r>
            <w:r w:rsidR="0024027B">
              <w:t>.</w:t>
            </w:r>
            <w:r w:rsidRPr="00D539D9">
              <w:t xml:space="preserve"> </w:t>
            </w:r>
          </w:p>
          <w:p w14:paraId="181BD478" w14:textId="77777777" w:rsidR="000B4E8E" w:rsidRPr="00D539D9" w:rsidRDefault="000B4E8E" w:rsidP="00D539D9">
            <w:pPr>
              <w:pStyle w:val="SIText"/>
            </w:pPr>
          </w:p>
          <w:p w14:paraId="222DE076" w14:textId="5284BF26" w:rsidR="00D539D9" w:rsidRPr="00D539D9" w:rsidRDefault="00D539D9" w:rsidP="00D539D9">
            <w:pPr>
              <w:pStyle w:val="SIText"/>
            </w:pPr>
            <w:r w:rsidRPr="00D539D9">
              <w:t>No occupational licensing, legislative or certification requirements apply to this unit at the time of publication.</w:t>
            </w:r>
            <w:r w:rsidRPr="00D539D9">
              <w:fldChar w:fldCharType="begin"/>
            </w:r>
            <w:r w:rsidRPr="00D539D9">
              <w:instrText xml:space="preserve"> STYLEREF  "AFSA AR Code"  \* MERGEFORMAT </w:instrText>
            </w:r>
            <w:r w:rsidRPr="00D539D9">
              <w:fldChar w:fldCharType="end"/>
            </w:r>
          </w:p>
        </w:tc>
      </w:tr>
      <w:tr w:rsidR="00D539D9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D539D9" w:rsidRPr="00D539D9" w:rsidRDefault="00D539D9" w:rsidP="00D539D9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D539D9" w:rsidRPr="00D539D9" w:rsidRDefault="00D539D9" w:rsidP="00D539D9">
            <w:pPr>
              <w:pStyle w:val="SIText"/>
            </w:pPr>
            <w:r w:rsidRPr="008908DE">
              <w:t>Ni</w:t>
            </w:r>
            <w:r w:rsidRPr="00D539D9">
              <w:t xml:space="preserve">l </w:t>
            </w:r>
          </w:p>
        </w:tc>
      </w:tr>
      <w:tr w:rsidR="00D539D9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D539D9" w:rsidRPr="00D539D9" w:rsidRDefault="00D539D9" w:rsidP="00D539D9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435F8640" w:rsidR="00D539D9" w:rsidRPr="00D539D9" w:rsidRDefault="00752230" w:rsidP="00D539D9">
            <w:pPr>
              <w:pStyle w:val="SIText"/>
            </w:pPr>
            <w:r>
              <w:t>Cross Sector (XSI)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539D9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52EEDFF9" w:rsidR="00D539D9" w:rsidRPr="00D539D9" w:rsidRDefault="00D539D9" w:rsidP="00D539D9">
            <w:pPr>
              <w:pStyle w:val="SIText"/>
            </w:pPr>
            <w:r w:rsidRPr="00D539D9">
              <w:t>1.</w:t>
            </w:r>
            <w:r>
              <w:t xml:space="preserve"> </w:t>
            </w:r>
            <w:r w:rsidRPr="00D539D9">
              <w:t>Prepare and issue media releases</w:t>
            </w:r>
          </w:p>
        </w:tc>
        <w:tc>
          <w:tcPr>
            <w:tcW w:w="3604" w:type="pct"/>
            <w:shd w:val="clear" w:color="auto" w:fill="auto"/>
          </w:tcPr>
          <w:p w14:paraId="213BA8C5" w14:textId="144107DE" w:rsidR="00D539D9" w:rsidRPr="00D539D9" w:rsidRDefault="00D539D9" w:rsidP="00D539D9">
            <w:r>
              <w:t xml:space="preserve">1.1 </w:t>
            </w:r>
            <w:r w:rsidRPr="00D539D9">
              <w:t>Ensure the content of proposed media release is consistent with the intent of the message or information</w:t>
            </w:r>
          </w:p>
          <w:p w14:paraId="08C65607" w14:textId="2DE87BA6" w:rsidR="00D539D9" w:rsidRPr="00D539D9" w:rsidRDefault="00D539D9" w:rsidP="00D539D9">
            <w:r w:rsidRPr="00D539D9">
              <w:t>1.2</w:t>
            </w:r>
            <w:r>
              <w:t xml:space="preserve"> </w:t>
            </w:r>
            <w:r w:rsidRPr="00D539D9">
              <w:t xml:space="preserve">Prepare media release </w:t>
            </w:r>
            <w:r w:rsidR="00DC4B27">
              <w:t>using</w:t>
            </w:r>
            <w:r w:rsidRPr="00D539D9">
              <w:t xml:space="preserve"> specific details </w:t>
            </w:r>
            <w:r w:rsidR="00DC4B27">
              <w:t>that have been research</w:t>
            </w:r>
            <w:r w:rsidR="00B032BB">
              <w:t>ed</w:t>
            </w:r>
            <w:r w:rsidR="00DC4B27">
              <w:t xml:space="preserve"> and confirmed </w:t>
            </w:r>
            <w:r w:rsidRPr="00D539D9">
              <w:t>and language appropriate to the target audience</w:t>
            </w:r>
          </w:p>
          <w:p w14:paraId="3BDEF075" w14:textId="4ADC574F" w:rsidR="00D539D9" w:rsidRPr="00D539D9" w:rsidRDefault="00D539D9" w:rsidP="00D539D9">
            <w:r w:rsidRPr="00D539D9">
              <w:t>1.3</w:t>
            </w:r>
            <w:r>
              <w:t xml:space="preserve"> </w:t>
            </w:r>
            <w:r w:rsidRPr="00D539D9">
              <w:t xml:space="preserve">Confirm media sources and timing for </w:t>
            </w:r>
            <w:r w:rsidR="00B032BB">
              <w:t>the</w:t>
            </w:r>
            <w:r w:rsidR="00B032BB" w:rsidRPr="00D539D9">
              <w:t xml:space="preserve"> </w:t>
            </w:r>
            <w:r w:rsidRPr="00D539D9">
              <w:t>media release to ensure contact with target audience</w:t>
            </w:r>
          </w:p>
          <w:p w14:paraId="72BB8EE5" w14:textId="020E60E6" w:rsidR="00D539D9" w:rsidRPr="00D539D9" w:rsidRDefault="00D539D9" w:rsidP="00D539D9">
            <w:r w:rsidRPr="00D539D9">
              <w:t>1.4</w:t>
            </w:r>
            <w:r>
              <w:t xml:space="preserve"> </w:t>
            </w:r>
            <w:r w:rsidRPr="00D539D9">
              <w:t>Seek appropriate authority to proceed</w:t>
            </w:r>
            <w:r w:rsidR="00C30452">
              <w:t xml:space="preserve"> according to </w:t>
            </w:r>
            <w:r w:rsidRPr="00D539D9">
              <w:t>the intent of the media release</w:t>
            </w:r>
          </w:p>
          <w:p w14:paraId="202872FB" w14:textId="532CA111" w:rsidR="00D539D9" w:rsidRPr="00D539D9" w:rsidRDefault="00D539D9" w:rsidP="00D539D9">
            <w:pPr>
              <w:pStyle w:val="SIText"/>
            </w:pPr>
            <w:r w:rsidRPr="00D539D9">
              <w:t>1.5</w:t>
            </w:r>
            <w:r>
              <w:t xml:space="preserve"> </w:t>
            </w:r>
            <w:r w:rsidRPr="00D539D9">
              <w:t xml:space="preserve">Issue media release </w:t>
            </w:r>
            <w:r w:rsidR="00BE412C">
              <w:t>with</w:t>
            </w:r>
            <w:r w:rsidR="00C30452" w:rsidRPr="00D539D9">
              <w:t xml:space="preserve"> </w:t>
            </w:r>
            <w:r w:rsidRPr="00D539D9">
              <w:t>relevant contact detail and provide clarification of content as appropriate</w:t>
            </w:r>
          </w:p>
        </w:tc>
      </w:tr>
      <w:tr w:rsidR="00D539D9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5AC0DF9F" w:rsidR="00D539D9" w:rsidRPr="00D539D9" w:rsidRDefault="00D539D9" w:rsidP="00D539D9">
            <w:pPr>
              <w:pStyle w:val="SIText"/>
            </w:pPr>
            <w:r w:rsidRPr="00D539D9">
              <w:t>2.</w:t>
            </w:r>
            <w:r>
              <w:t xml:space="preserve"> </w:t>
            </w:r>
            <w:r w:rsidRPr="00D539D9">
              <w:t>Arrange media interviews</w:t>
            </w:r>
          </w:p>
        </w:tc>
        <w:tc>
          <w:tcPr>
            <w:tcW w:w="3604" w:type="pct"/>
            <w:shd w:val="clear" w:color="auto" w:fill="auto"/>
          </w:tcPr>
          <w:p w14:paraId="44FD6DFE" w14:textId="19299CB2" w:rsidR="00D539D9" w:rsidRPr="00D539D9" w:rsidRDefault="00D539D9" w:rsidP="00D539D9">
            <w:r w:rsidRPr="00D539D9">
              <w:t>2.1</w:t>
            </w:r>
            <w:r>
              <w:t xml:space="preserve"> </w:t>
            </w:r>
            <w:r w:rsidRPr="00D539D9">
              <w:t xml:space="preserve">Select </w:t>
            </w:r>
            <w:r w:rsidR="00B95EAD">
              <w:t>appropriate</w:t>
            </w:r>
            <w:r w:rsidR="00B95EAD" w:rsidRPr="00B95EAD">
              <w:t xml:space="preserve"> </w:t>
            </w:r>
            <w:r w:rsidR="00BE412C">
              <w:t xml:space="preserve">interview </w:t>
            </w:r>
            <w:r w:rsidRPr="00D539D9">
              <w:t xml:space="preserve">medium </w:t>
            </w:r>
            <w:r w:rsidR="00BE412C">
              <w:t>to</w:t>
            </w:r>
            <w:r w:rsidRPr="00D539D9">
              <w:t xml:space="preserve"> reach target audience</w:t>
            </w:r>
          </w:p>
          <w:p w14:paraId="49717DB8" w14:textId="6C6D1E6B" w:rsidR="00D539D9" w:rsidRPr="00D539D9" w:rsidRDefault="00D539D9" w:rsidP="00D539D9">
            <w:r w:rsidRPr="00D539D9">
              <w:t>2.2</w:t>
            </w:r>
            <w:r>
              <w:t xml:space="preserve"> </w:t>
            </w:r>
            <w:r w:rsidRPr="00D539D9">
              <w:t>Establish mutually convenient time or place for interview</w:t>
            </w:r>
          </w:p>
          <w:p w14:paraId="2B73179F" w14:textId="2997CDE8" w:rsidR="00D539D9" w:rsidRPr="00D539D9" w:rsidRDefault="00D539D9" w:rsidP="00D539D9">
            <w:pPr>
              <w:pStyle w:val="SIText"/>
            </w:pPr>
            <w:r w:rsidRPr="00D539D9">
              <w:t>2.3</w:t>
            </w:r>
            <w:r>
              <w:t xml:space="preserve"> </w:t>
            </w:r>
            <w:r w:rsidRPr="00D539D9">
              <w:t xml:space="preserve">Prepare material and information </w:t>
            </w:r>
            <w:r w:rsidR="00B95EAD">
              <w:t>prior to</w:t>
            </w:r>
            <w:r w:rsidRPr="00D539D9">
              <w:t xml:space="preserve"> interview </w:t>
            </w:r>
            <w:r w:rsidR="00B95EAD">
              <w:t xml:space="preserve">confirming </w:t>
            </w:r>
            <w:r w:rsidRPr="00D539D9">
              <w:t xml:space="preserve">specific data </w:t>
            </w:r>
            <w:r w:rsidR="00B95EAD">
              <w:t>with</w:t>
            </w:r>
            <w:r w:rsidRPr="00D539D9">
              <w:t xml:space="preserve"> specialists</w:t>
            </w:r>
          </w:p>
        </w:tc>
      </w:tr>
      <w:tr w:rsidR="00D539D9" w:rsidRPr="00963A46" w14:paraId="6D9770B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105E9F" w14:textId="5CC1063B" w:rsidR="00D539D9" w:rsidRDefault="00D539D9" w:rsidP="00D539D9">
            <w:r w:rsidRPr="00D539D9">
              <w:t>3.</w:t>
            </w:r>
            <w:r>
              <w:t xml:space="preserve"> </w:t>
            </w:r>
            <w:r w:rsidRPr="00D539D9">
              <w:t>Conduct media interviews</w:t>
            </w:r>
          </w:p>
        </w:tc>
        <w:tc>
          <w:tcPr>
            <w:tcW w:w="3604" w:type="pct"/>
            <w:shd w:val="clear" w:color="auto" w:fill="auto"/>
          </w:tcPr>
          <w:p w14:paraId="55AED1AA" w14:textId="7543D9F7" w:rsidR="00D539D9" w:rsidRPr="00D539D9" w:rsidRDefault="00D539D9" w:rsidP="00D539D9">
            <w:r w:rsidRPr="00D539D9">
              <w:t>3.1</w:t>
            </w:r>
            <w:r>
              <w:t xml:space="preserve"> </w:t>
            </w:r>
            <w:r w:rsidRPr="00D539D9">
              <w:t>Conduct media interview to advance the preferred position or perspective</w:t>
            </w:r>
          </w:p>
          <w:p w14:paraId="2EAE3AD4" w14:textId="38162C0F" w:rsidR="00D539D9" w:rsidRPr="00D539D9" w:rsidRDefault="00D539D9" w:rsidP="00D539D9">
            <w:r w:rsidRPr="00D539D9">
              <w:t>3.2</w:t>
            </w:r>
            <w:r>
              <w:t xml:space="preserve"> </w:t>
            </w:r>
            <w:r w:rsidRPr="00D539D9">
              <w:t xml:space="preserve">Use verbal and non-verbal </w:t>
            </w:r>
            <w:r w:rsidR="00B95EAD">
              <w:t xml:space="preserve">communication </w:t>
            </w:r>
            <w:r w:rsidRPr="00D539D9">
              <w:t xml:space="preserve">skills to </w:t>
            </w:r>
            <w:r w:rsidR="00AB2EBF">
              <w:t>present a positive image to the audience</w:t>
            </w:r>
          </w:p>
          <w:p w14:paraId="060AF64C" w14:textId="35A6CFFC" w:rsidR="00D539D9" w:rsidRDefault="00D539D9" w:rsidP="00D539D9">
            <w:r w:rsidRPr="00D539D9">
              <w:t>3.3</w:t>
            </w:r>
            <w:r>
              <w:t xml:space="preserve"> </w:t>
            </w:r>
            <w:r w:rsidRPr="00D539D9">
              <w:t>Capture opportunities to advance a preferred position or point of view</w:t>
            </w:r>
          </w:p>
        </w:tc>
      </w:tr>
      <w:tr w:rsidR="00D539D9" w:rsidRPr="00963A46" w14:paraId="4500D1C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B56A4B" w14:textId="057E0851" w:rsidR="00D539D9" w:rsidRDefault="00D539D9" w:rsidP="00D539D9">
            <w:r w:rsidRPr="00D539D9">
              <w:t>4.</w:t>
            </w:r>
            <w:r>
              <w:t xml:space="preserve"> </w:t>
            </w:r>
            <w:r w:rsidRPr="00D539D9">
              <w:t>Prepare action plans for impromptu interviews</w:t>
            </w:r>
          </w:p>
        </w:tc>
        <w:tc>
          <w:tcPr>
            <w:tcW w:w="3604" w:type="pct"/>
            <w:shd w:val="clear" w:color="auto" w:fill="auto"/>
          </w:tcPr>
          <w:p w14:paraId="0659FEDB" w14:textId="2D73AD03" w:rsidR="00D539D9" w:rsidRPr="00D539D9" w:rsidRDefault="00D539D9" w:rsidP="00D539D9">
            <w:r w:rsidRPr="00D539D9">
              <w:t>4.1</w:t>
            </w:r>
            <w:r>
              <w:t xml:space="preserve"> </w:t>
            </w:r>
            <w:r w:rsidRPr="00D539D9">
              <w:t>Prepare action plans to identify situations where an impromptu interview may be required or sought</w:t>
            </w:r>
          </w:p>
          <w:p w14:paraId="71BB999B" w14:textId="727600BA" w:rsidR="00D539D9" w:rsidRDefault="00D539D9" w:rsidP="00D539D9">
            <w:r w:rsidRPr="00D539D9">
              <w:t>4.2</w:t>
            </w:r>
            <w:r>
              <w:t xml:space="preserve"> </w:t>
            </w:r>
            <w:r w:rsidRPr="00D539D9">
              <w:t>Develop checklists to address key points which may be raised or questions during an impromptu interview</w:t>
            </w:r>
          </w:p>
        </w:tc>
      </w:tr>
      <w:tr w:rsidR="00D539D9" w:rsidRPr="00963A46" w14:paraId="2F661E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7A336B" w14:textId="76F8ABE6" w:rsidR="00D539D9" w:rsidRPr="000754EC" w:rsidRDefault="00D539D9" w:rsidP="00D539D9">
            <w:r w:rsidRPr="00D539D9">
              <w:t>5.</w:t>
            </w:r>
            <w:r>
              <w:t xml:space="preserve"> </w:t>
            </w:r>
            <w:r w:rsidRPr="00D539D9">
              <w:t>Deliver presentations in a public forum</w:t>
            </w:r>
          </w:p>
        </w:tc>
        <w:tc>
          <w:tcPr>
            <w:tcW w:w="3604" w:type="pct"/>
            <w:shd w:val="clear" w:color="auto" w:fill="auto"/>
          </w:tcPr>
          <w:p w14:paraId="58D33F31" w14:textId="31751739" w:rsidR="00D539D9" w:rsidRPr="00D539D9" w:rsidRDefault="00D539D9" w:rsidP="00D539D9">
            <w:r w:rsidRPr="00D539D9">
              <w:t>5.1</w:t>
            </w:r>
            <w:r>
              <w:t xml:space="preserve"> </w:t>
            </w:r>
            <w:r w:rsidRPr="00D539D9">
              <w:t>Gather information and assess for relevance to the topic and audience</w:t>
            </w:r>
          </w:p>
          <w:p w14:paraId="3B2C1EFB" w14:textId="70C49049" w:rsidR="00D539D9" w:rsidRPr="00D539D9" w:rsidRDefault="00D539D9" w:rsidP="00D539D9">
            <w:r w:rsidRPr="00D539D9">
              <w:t>5.2</w:t>
            </w:r>
            <w:r>
              <w:t xml:space="preserve"> </w:t>
            </w:r>
            <w:r w:rsidRPr="00D539D9">
              <w:t>Use appropriate language to deliver message clearly and authoritatively</w:t>
            </w:r>
          </w:p>
          <w:p w14:paraId="26AD5768" w14:textId="1AF30004" w:rsidR="00D539D9" w:rsidRPr="00D539D9" w:rsidRDefault="00D539D9" w:rsidP="00D539D9">
            <w:r w:rsidRPr="00D539D9">
              <w:t>5.3</w:t>
            </w:r>
            <w:r>
              <w:t xml:space="preserve"> </w:t>
            </w:r>
            <w:r w:rsidRPr="00D539D9">
              <w:t>Develop ideas or concepts logically and articulate them clearly</w:t>
            </w:r>
          </w:p>
          <w:p w14:paraId="62FEEA8D" w14:textId="5209855A" w:rsidR="00D539D9" w:rsidRPr="00D539D9" w:rsidRDefault="00D539D9" w:rsidP="00D539D9">
            <w:r w:rsidRPr="00D539D9">
              <w:t>5.4</w:t>
            </w:r>
            <w:r>
              <w:t xml:space="preserve"> </w:t>
            </w:r>
            <w:r w:rsidRPr="00D539D9">
              <w:t>Respond to questions effectively</w:t>
            </w:r>
          </w:p>
          <w:p w14:paraId="3D137B18" w14:textId="696DC0F4" w:rsidR="00D539D9" w:rsidRPr="000754EC" w:rsidRDefault="00D539D9" w:rsidP="00D539D9">
            <w:r w:rsidRPr="00D539D9">
              <w:t>5.5</w:t>
            </w:r>
            <w:r>
              <w:t xml:space="preserve"> </w:t>
            </w:r>
            <w:r w:rsidRPr="00D539D9">
              <w:t>Use appropriate verbal and non -verbal forms of communication</w:t>
            </w:r>
            <w:r w:rsidR="00AB2EBF">
              <w:t xml:space="preserve"> to engage the audience</w:t>
            </w:r>
          </w:p>
        </w:tc>
      </w:tr>
      <w:tr w:rsidR="00D539D9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047AFBB5" w:rsidR="00D539D9" w:rsidRPr="00D539D9" w:rsidRDefault="00D539D9" w:rsidP="00D539D9">
            <w:r w:rsidRPr="00D539D9">
              <w:lastRenderedPageBreak/>
              <w:t>6.</w:t>
            </w:r>
            <w:r>
              <w:t xml:space="preserve"> </w:t>
            </w:r>
            <w:r w:rsidRPr="00D539D9">
              <w:t>Develop personal image and presentation skills</w:t>
            </w:r>
          </w:p>
        </w:tc>
        <w:tc>
          <w:tcPr>
            <w:tcW w:w="3604" w:type="pct"/>
            <w:shd w:val="clear" w:color="auto" w:fill="auto"/>
          </w:tcPr>
          <w:p w14:paraId="36EB91EC" w14:textId="6793E26A" w:rsidR="00D539D9" w:rsidRPr="00D539D9" w:rsidRDefault="00D539D9" w:rsidP="00D539D9">
            <w:r w:rsidRPr="00D539D9">
              <w:t>6.1</w:t>
            </w:r>
            <w:r>
              <w:t xml:space="preserve"> </w:t>
            </w:r>
            <w:r w:rsidRPr="00D539D9">
              <w:t xml:space="preserve">Identify professional and social situations </w:t>
            </w:r>
            <w:r w:rsidR="002810BE">
              <w:t>for work relat</w:t>
            </w:r>
            <w:r w:rsidR="00541402">
              <w:t>ed</w:t>
            </w:r>
            <w:r w:rsidR="002810BE">
              <w:t xml:space="preserve"> communication</w:t>
            </w:r>
          </w:p>
          <w:p w14:paraId="0649E195" w14:textId="67629E3F" w:rsidR="00D539D9" w:rsidRPr="00D539D9" w:rsidRDefault="00D539D9" w:rsidP="00D539D9">
            <w:r w:rsidRPr="00D539D9">
              <w:t>6.2</w:t>
            </w:r>
            <w:r>
              <w:t xml:space="preserve"> </w:t>
            </w:r>
            <w:r w:rsidRPr="00D539D9">
              <w:t>Determine and clarify expectations of presenter</w:t>
            </w:r>
            <w:r w:rsidR="00BD1C9B">
              <w:t>s</w:t>
            </w:r>
          </w:p>
          <w:p w14:paraId="02A7B6D4" w14:textId="0164DB14" w:rsidR="00D539D9" w:rsidRPr="00D539D9" w:rsidRDefault="00D539D9" w:rsidP="00D539D9">
            <w:pPr>
              <w:pStyle w:val="SIText"/>
            </w:pPr>
            <w:r w:rsidRPr="00D539D9">
              <w:t>6.3</w:t>
            </w:r>
            <w:r>
              <w:t xml:space="preserve"> </w:t>
            </w:r>
            <w:r w:rsidRPr="00D539D9">
              <w:t xml:space="preserve">Seek advice and guidance </w:t>
            </w:r>
            <w:r w:rsidR="00BD1C9B">
              <w:t>on</w:t>
            </w:r>
            <w:r w:rsidRPr="00D539D9">
              <w:t xml:space="preserve"> techniques for presentation, image or grooming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D539D9">
              <w:t>o</w:t>
            </w:r>
            <w:r w:rsidRPr="000754EC">
              <w:t>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539D9" w:rsidRPr="00336FCA" w:rsidDel="00423CB2" w14:paraId="7A6C86DB" w14:textId="77777777" w:rsidTr="00CA2922">
        <w:tc>
          <w:tcPr>
            <w:tcW w:w="1396" w:type="pct"/>
          </w:tcPr>
          <w:p w14:paraId="63013FFB" w14:textId="56803D67" w:rsidR="00D539D9" w:rsidRPr="00D539D9" w:rsidRDefault="00D539D9" w:rsidP="00D539D9">
            <w:pPr>
              <w:pStyle w:val="SIText"/>
            </w:pPr>
            <w:r w:rsidRPr="00D539D9">
              <w:t>Reading</w:t>
            </w:r>
          </w:p>
        </w:tc>
        <w:tc>
          <w:tcPr>
            <w:tcW w:w="3604" w:type="pct"/>
          </w:tcPr>
          <w:p w14:paraId="1D26F408" w14:textId="10C07D93" w:rsidR="00D539D9" w:rsidRPr="00D539D9" w:rsidRDefault="00D539D9" w:rsidP="00D539D9">
            <w:pPr>
              <w:pStyle w:val="SIBulletList1"/>
            </w:pPr>
            <w:r w:rsidRPr="00D539D9">
              <w:t>Interpret complex information in a range of internal and external source documents to plan presentations and interactions with the media</w:t>
            </w:r>
          </w:p>
        </w:tc>
      </w:tr>
      <w:tr w:rsidR="00D539D9" w:rsidRPr="00336FCA" w:rsidDel="00423CB2" w14:paraId="08D36001" w14:textId="77777777" w:rsidTr="00CA2922">
        <w:tc>
          <w:tcPr>
            <w:tcW w:w="1396" w:type="pct"/>
          </w:tcPr>
          <w:p w14:paraId="14E0E96C" w14:textId="30D2626C" w:rsidR="00D539D9" w:rsidRDefault="00D539D9" w:rsidP="00D539D9">
            <w:r w:rsidRPr="00D539D9">
              <w:t>Writing</w:t>
            </w:r>
          </w:p>
        </w:tc>
        <w:tc>
          <w:tcPr>
            <w:tcW w:w="3604" w:type="pct"/>
          </w:tcPr>
          <w:p w14:paraId="13679BDE" w14:textId="4A86CF7A" w:rsidR="00D539D9" w:rsidRDefault="00D539D9" w:rsidP="00D539D9">
            <w:pPr>
              <w:pStyle w:val="SIBulletList1"/>
            </w:pPr>
            <w:r w:rsidRPr="00D539D9">
              <w:t>Prepare information for presentations in different formats to suit audience including use of diagrams and other graphics</w:t>
            </w:r>
          </w:p>
        </w:tc>
      </w:tr>
      <w:tr w:rsidR="00D539D9" w:rsidRPr="00336FCA" w:rsidDel="00423CB2" w14:paraId="6C7C933C" w14:textId="77777777" w:rsidTr="00CA2922">
        <w:tc>
          <w:tcPr>
            <w:tcW w:w="1396" w:type="pct"/>
          </w:tcPr>
          <w:p w14:paraId="66107C38" w14:textId="3EE3F6FB" w:rsidR="00D539D9" w:rsidRDefault="00D539D9" w:rsidP="00D539D9">
            <w:r w:rsidRPr="00D539D9">
              <w:t>Numeracy</w:t>
            </w:r>
          </w:p>
        </w:tc>
        <w:tc>
          <w:tcPr>
            <w:tcW w:w="3604" w:type="pct"/>
          </w:tcPr>
          <w:p w14:paraId="217A50DB" w14:textId="1866E821" w:rsidR="00D539D9" w:rsidRDefault="00D539D9" w:rsidP="00D539D9">
            <w:pPr>
              <w:pStyle w:val="SIBulletList1"/>
            </w:pPr>
            <w:r w:rsidRPr="00D539D9">
              <w:t>Source, collect and organise a range of data to inform external audiences</w:t>
            </w:r>
          </w:p>
        </w:tc>
      </w:tr>
      <w:tr w:rsidR="00D539D9" w:rsidRPr="00336FCA" w:rsidDel="00423CB2" w14:paraId="5CC4D3F3" w14:textId="77777777" w:rsidTr="00CA2922">
        <w:tc>
          <w:tcPr>
            <w:tcW w:w="1396" w:type="pct"/>
          </w:tcPr>
          <w:p w14:paraId="2C11A2B4" w14:textId="5957CD2C" w:rsidR="00D539D9" w:rsidRPr="000754EC" w:rsidRDefault="00D539D9" w:rsidP="00D539D9">
            <w:r w:rsidRPr="00D539D9">
              <w:t>Navigate the world of work</w:t>
            </w:r>
          </w:p>
        </w:tc>
        <w:tc>
          <w:tcPr>
            <w:tcW w:w="3604" w:type="pct"/>
          </w:tcPr>
          <w:p w14:paraId="7A8AAF8E" w14:textId="77777777" w:rsidR="00D539D9" w:rsidRPr="00D539D9" w:rsidRDefault="00D539D9" w:rsidP="00D539D9">
            <w:pPr>
              <w:pStyle w:val="SIBulletList1"/>
            </w:pPr>
            <w:r w:rsidRPr="00D539D9">
              <w:t xml:space="preserve">Identify innovative ways of developing and sharing information and knowledge with others </w:t>
            </w:r>
          </w:p>
          <w:p w14:paraId="3B9BA2E4" w14:textId="45E45BF6" w:rsidR="00D539D9" w:rsidRPr="000754EC" w:rsidRDefault="00D539D9" w:rsidP="002810BE">
            <w:pPr>
              <w:pStyle w:val="SIBulletList1"/>
            </w:pPr>
            <w:r w:rsidRPr="00D539D9">
              <w:t>Monitor adherence to legal and regulatory rights and responsibilities for self and others</w:t>
            </w:r>
          </w:p>
        </w:tc>
      </w:tr>
      <w:tr w:rsidR="00D539D9" w:rsidRPr="00336FCA" w:rsidDel="00423CB2" w14:paraId="229D9642" w14:textId="77777777" w:rsidTr="00CA2922">
        <w:tc>
          <w:tcPr>
            <w:tcW w:w="1396" w:type="pct"/>
          </w:tcPr>
          <w:p w14:paraId="307E895A" w14:textId="10EE13EF" w:rsidR="00D539D9" w:rsidRPr="00D539D9" w:rsidRDefault="00D539D9" w:rsidP="00D539D9">
            <w:r w:rsidRPr="00D539D9">
              <w:t>Interact with others</w:t>
            </w:r>
          </w:p>
        </w:tc>
        <w:tc>
          <w:tcPr>
            <w:tcW w:w="3604" w:type="pct"/>
          </w:tcPr>
          <w:p w14:paraId="122EA5DC" w14:textId="360E4315" w:rsidR="00D539D9" w:rsidRPr="00D539D9" w:rsidRDefault="00D539D9" w:rsidP="00E10F11">
            <w:pPr>
              <w:pStyle w:val="SIBulletList1"/>
              <w:rPr>
                <w:rFonts w:eastAsia="Calibri"/>
              </w:rPr>
            </w:pPr>
            <w:r w:rsidRPr="00D539D9">
              <w:t>Draw on a diverse range of communication practices to disseminate information via the media</w:t>
            </w:r>
          </w:p>
        </w:tc>
      </w:tr>
      <w:tr w:rsidR="00D539D9" w:rsidRPr="00336FCA" w:rsidDel="00423CB2" w14:paraId="376B22CD" w14:textId="77777777" w:rsidTr="00CA2922">
        <w:tc>
          <w:tcPr>
            <w:tcW w:w="1396" w:type="pct"/>
          </w:tcPr>
          <w:p w14:paraId="129A1CD6" w14:textId="4C121ADA" w:rsidR="00D539D9" w:rsidRPr="00D539D9" w:rsidRDefault="00D539D9" w:rsidP="00D539D9">
            <w:r w:rsidRPr="00D539D9">
              <w:t>Get the work done</w:t>
            </w:r>
          </w:p>
        </w:tc>
        <w:tc>
          <w:tcPr>
            <w:tcW w:w="3604" w:type="pct"/>
          </w:tcPr>
          <w:p w14:paraId="37F1FAA2" w14:textId="77777777" w:rsidR="00D539D9" w:rsidRPr="00D539D9" w:rsidRDefault="00D539D9" w:rsidP="00D539D9">
            <w:pPr>
              <w:pStyle w:val="SIBulletList1"/>
            </w:pPr>
            <w:r w:rsidRPr="00D539D9">
              <w:t>Use a mix of intuitive and formal processes to identify key information and issues to be communicated in the media, evaluate alternative strategies and anticipate consequences</w:t>
            </w:r>
          </w:p>
          <w:p w14:paraId="7877D405" w14:textId="77777777" w:rsidR="00D539D9" w:rsidRPr="00541402" w:rsidRDefault="00D539D9" w:rsidP="00D539D9">
            <w:pPr>
              <w:pStyle w:val="SIBulletList1"/>
              <w:rPr>
                <w:rFonts w:eastAsia="Calibri"/>
              </w:rPr>
            </w:pPr>
            <w:r w:rsidRPr="00D539D9">
              <w:t>Monitor outcomes of communications, considering results from a range of perspectives, and identify key concepts and principles that may be adaptable to future situations</w:t>
            </w:r>
          </w:p>
          <w:p w14:paraId="6649C72E" w14:textId="112E6F69" w:rsidR="00E10F11" w:rsidRPr="00D539D9" w:rsidRDefault="00E10F11" w:rsidP="00D539D9">
            <w:pPr>
              <w:pStyle w:val="SIBulletList1"/>
              <w:rPr>
                <w:rFonts w:eastAsia="Calibri"/>
              </w:rPr>
            </w:pPr>
            <w:r>
              <w:t>Use technology for information management and communication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6DA4B2D6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539D9" w14:paraId="67633B90" w14:textId="77777777" w:rsidTr="00F33FF2">
        <w:tc>
          <w:tcPr>
            <w:tcW w:w="1028" w:type="pct"/>
          </w:tcPr>
          <w:p w14:paraId="666F2C5F" w14:textId="3B0F0469" w:rsidR="00D539D9" w:rsidRPr="00D539D9" w:rsidRDefault="00752230" w:rsidP="00752230">
            <w:pPr>
              <w:pStyle w:val="SIText"/>
            </w:pPr>
            <w:r>
              <w:t>SFIXSI</w:t>
            </w:r>
            <w:r w:rsidRPr="00D539D9">
              <w:t xml:space="preserve">611 </w:t>
            </w:r>
            <w:r w:rsidR="00D539D9" w:rsidRPr="00D539D9">
              <w:t>Participate in a media interview or presentation</w:t>
            </w:r>
          </w:p>
        </w:tc>
        <w:tc>
          <w:tcPr>
            <w:tcW w:w="1105" w:type="pct"/>
          </w:tcPr>
          <w:p w14:paraId="520629F4" w14:textId="7B8C4DCD" w:rsidR="00D539D9" w:rsidRPr="00D539D9" w:rsidRDefault="00D539D9" w:rsidP="00D539D9">
            <w:pPr>
              <w:pStyle w:val="SIText"/>
            </w:pPr>
            <w:r w:rsidRPr="00D539D9">
              <w:t>SFIPROC611C Participate in a media interview or presentation</w:t>
            </w:r>
          </w:p>
        </w:tc>
        <w:tc>
          <w:tcPr>
            <w:tcW w:w="1251" w:type="pct"/>
          </w:tcPr>
          <w:p w14:paraId="3D4A54D7" w14:textId="77777777" w:rsidR="00D539D9" w:rsidRDefault="00D539D9" w:rsidP="00D539D9">
            <w:pPr>
              <w:pStyle w:val="SIText"/>
            </w:pPr>
            <w:r w:rsidRPr="00D539D9">
              <w:t>Updated to meet Standards for Training Packages</w:t>
            </w:r>
            <w:r w:rsidR="00E439D9">
              <w:t>.</w:t>
            </w:r>
          </w:p>
          <w:p w14:paraId="51844FA1" w14:textId="143E0AA9" w:rsidR="00E439D9" w:rsidRPr="00D539D9" w:rsidRDefault="00E439D9" w:rsidP="00D539D9">
            <w:pPr>
              <w:pStyle w:val="SIText"/>
            </w:pPr>
            <w:r>
              <w:t>Change of unit sector coding to reflect use across sectors.</w:t>
            </w:r>
          </w:p>
        </w:tc>
        <w:tc>
          <w:tcPr>
            <w:tcW w:w="1616" w:type="pct"/>
          </w:tcPr>
          <w:p w14:paraId="509E63B0" w14:textId="7646B492" w:rsidR="00D539D9" w:rsidRPr="00D539D9" w:rsidRDefault="00D539D9" w:rsidP="00D539D9">
            <w:pPr>
              <w:pStyle w:val="SIText"/>
            </w:pPr>
            <w:r w:rsidRPr="00D539D9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09AF1DD1" w:rsidR="00F1480E" w:rsidRPr="000754EC" w:rsidRDefault="00D539D9" w:rsidP="00E40225">
            <w:pPr>
              <w:pStyle w:val="SIText"/>
            </w:pPr>
            <w:r w:rsidRPr="00D539D9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4A290377" w:rsidR="00556C4C" w:rsidRPr="000754EC" w:rsidRDefault="00556C4C" w:rsidP="00752230">
            <w:pPr>
              <w:pStyle w:val="SIUnittitle"/>
            </w:pPr>
            <w:r w:rsidRPr="00F56827">
              <w:t xml:space="preserve">Assessment requirements for </w:t>
            </w:r>
            <w:r w:rsidR="00752230" w:rsidRPr="00D539D9">
              <w:t>SFI</w:t>
            </w:r>
            <w:r w:rsidR="00752230">
              <w:t>XSI</w:t>
            </w:r>
            <w:r w:rsidR="00752230" w:rsidRPr="00D539D9">
              <w:t xml:space="preserve">C611 </w:t>
            </w:r>
            <w:r w:rsidR="00D539D9" w:rsidRPr="00D539D9">
              <w:t>Participate in a media interview or presentation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0E41B740" w14:textId="53368671" w:rsidR="00D539D9" w:rsidRPr="00D539D9" w:rsidRDefault="00D539D9" w:rsidP="00D539D9">
            <w:pPr>
              <w:pStyle w:val="SIText"/>
            </w:pPr>
            <w:r w:rsidRPr="0060790E">
              <w:t>An individual demonstrating competency must satisfy all the elements</w:t>
            </w:r>
            <w:r w:rsidR="000B4E8E">
              <w:t xml:space="preserve"> and </w:t>
            </w:r>
            <w:r w:rsidRPr="0060790E">
              <w:t>performance criteria of this unit.</w:t>
            </w:r>
            <w:r w:rsidRPr="00D539D9">
              <w:t xml:space="preserve"> </w:t>
            </w:r>
            <w:r w:rsidR="000B4E8E">
              <w:t>There must be e</w:t>
            </w:r>
            <w:r w:rsidRPr="00D539D9">
              <w:t xml:space="preserve">vidence </w:t>
            </w:r>
            <w:r w:rsidR="000B4E8E">
              <w:t xml:space="preserve">that the individual has participated in a media </w:t>
            </w:r>
            <w:r w:rsidR="002810BE">
              <w:t>interview</w:t>
            </w:r>
            <w:r w:rsidR="000B4E8E">
              <w:t xml:space="preserve"> or presentation on at least one occasion including:</w:t>
            </w:r>
          </w:p>
          <w:p w14:paraId="4DA5FF69" w14:textId="6EA8C5BF" w:rsidR="0089010C" w:rsidRDefault="0089010C" w:rsidP="00D539D9">
            <w:pPr>
              <w:pStyle w:val="SIBulletList1"/>
            </w:pPr>
            <w:r>
              <w:t>preparing and issuing media releases on issues affecting the workplace or seafood industry</w:t>
            </w:r>
          </w:p>
          <w:p w14:paraId="64C93EBD" w14:textId="77777777" w:rsidR="0089010C" w:rsidRDefault="0089010C" w:rsidP="00D539D9">
            <w:pPr>
              <w:pStyle w:val="SIBulletList1"/>
            </w:pPr>
            <w:r>
              <w:t xml:space="preserve">preparing and conducting media interview </w:t>
            </w:r>
          </w:p>
          <w:p w14:paraId="4FF364D0" w14:textId="77777777" w:rsidR="00C63F67" w:rsidRDefault="00D539D9" w:rsidP="00D539D9">
            <w:pPr>
              <w:pStyle w:val="SIBulletList1"/>
            </w:pPr>
            <w:r w:rsidRPr="0060790E">
              <w:t>communicat</w:t>
            </w:r>
            <w:r w:rsidR="0089010C">
              <w:t xml:space="preserve">ing </w:t>
            </w:r>
            <w:r w:rsidR="000D57F0">
              <w:t>effectively to present a positive image</w:t>
            </w:r>
          </w:p>
          <w:p w14:paraId="0A1FB8FE" w14:textId="67509392" w:rsidR="00D539D9" w:rsidRPr="00D539D9" w:rsidRDefault="00C63F67" w:rsidP="00D539D9">
            <w:pPr>
              <w:pStyle w:val="SIBulletList1"/>
            </w:pPr>
            <w:r>
              <w:t>adapting presentation to suit target audience</w:t>
            </w:r>
          </w:p>
          <w:p w14:paraId="32BB2D5B" w14:textId="69F8EB91" w:rsidR="00D539D9" w:rsidRPr="00D539D9" w:rsidRDefault="00D539D9" w:rsidP="00D539D9">
            <w:pPr>
              <w:pStyle w:val="SIBulletList1"/>
            </w:pPr>
            <w:r w:rsidRPr="0060790E">
              <w:t>present</w:t>
            </w:r>
            <w:r w:rsidR="000D57F0">
              <w:t>ing</w:t>
            </w:r>
            <w:r w:rsidRPr="00D539D9">
              <w:t xml:space="preserve"> information and express</w:t>
            </w:r>
            <w:r w:rsidR="000D57F0">
              <w:t>ing</w:t>
            </w:r>
            <w:r w:rsidRPr="00D539D9">
              <w:t xml:space="preserve"> point</w:t>
            </w:r>
            <w:r w:rsidR="000D57F0">
              <w:t>s</w:t>
            </w:r>
            <w:r w:rsidRPr="00D539D9">
              <w:t xml:space="preserve"> of view in public forums, both impromptu and planned</w:t>
            </w:r>
          </w:p>
          <w:p w14:paraId="48A43C30" w14:textId="3488397B" w:rsidR="00556C4C" w:rsidRPr="000754EC" w:rsidRDefault="00214D8E" w:rsidP="00541402">
            <w:pPr>
              <w:pStyle w:val="SIBulletList1"/>
            </w:pPr>
            <w:r>
              <w:t>seeking guidance on advancing personal image and presentation skills.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8F0FC5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B426769" w14:textId="77777777" w:rsidR="00D539D9" w:rsidRPr="00D539D9" w:rsidRDefault="00D539D9" w:rsidP="00D539D9">
            <w:pPr>
              <w:pStyle w:val="SIText"/>
            </w:pPr>
            <w:r w:rsidRPr="0060790E">
              <w:t>An individual must be able to demonstrate the knowledge required to perform the tasks outlined in the elements and performance criteria of this unit. This includes knowledge of:</w:t>
            </w:r>
          </w:p>
          <w:p w14:paraId="7D85FBCF" w14:textId="164C2460" w:rsidR="00D539D9" w:rsidRPr="00D539D9" w:rsidRDefault="00D539D9" w:rsidP="00D539D9">
            <w:pPr>
              <w:pStyle w:val="SIBulletList1"/>
            </w:pPr>
            <w:r w:rsidRPr="0060790E">
              <w:t xml:space="preserve">issues affecting the </w:t>
            </w:r>
            <w:r w:rsidRPr="00D539D9">
              <w:t>workplace or the operational environment</w:t>
            </w:r>
            <w:r w:rsidR="00821265">
              <w:t xml:space="preserve"> requiring media coverage</w:t>
            </w:r>
          </w:p>
          <w:p w14:paraId="181A3E25" w14:textId="3BB15271" w:rsidR="00D539D9" w:rsidRPr="00D539D9" w:rsidRDefault="00D539D9" w:rsidP="00D539D9">
            <w:pPr>
              <w:pStyle w:val="SIBulletList1"/>
            </w:pPr>
            <w:r w:rsidRPr="0060790E">
              <w:t>media options and opportunities</w:t>
            </w:r>
            <w:r w:rsidR="00821265">
              <w:t xml:space="preserve"> for presenting issue and information</w:t>
            </w:r>
          </w:p>
          <w:p w14:paraId="027ECF7C" w14:textId="1F2A1A03" w:rsidR="00913DAD" w:rsidRDefault="00913DAD" w:rsidP="00D539D9">
            <w:pPr>
              <w:pStyle w:val="SIBulletList1"/>
            </w:pPr>
            <w:r>
              <w:t xml:space="preserve">effective writing </w:t>
            </w:r>
            <w:r w:rsidRPr="00913DAD">
              <w:t xml:space="preserve">techniques for media releases </w:t>
            </w:r>
          </w:p>
          <w:p w14:paraId="41CED45A" w14:textId="79385E19" w:rsidR="00D539D9" w:rsidRPr="00D539D9" w:rsidRDefault="00821265" w:rsidP="00D539D9">
            <w:pPr>
              <w:pStyle w:val="SIBulletList1"/>
            </w:pPr>
            <w:r>
              <w:t xml:space="preserve">effective </w:t>
            </w:r>
            <w:r w:rsidR="00D539D9" w:rsidRPr="0060790E">
              <w:t>presentation techniques</w:t>
            </w:r>
            <w:r>
              <w:t xml:space="preserve"> used for different media and audiences</w:t>
            </w:r>
          </w:p>
          <w:p w14:paraId="36B56267" w14:textId="2F61FC30" w:rsidR="00D539D9" w:rsidRPr="00D539D9" w:rsidRDefault="00D539D9" w:rsidP="00D539D9">
            <w:pPr>
              <w:pStyle w:val="SIBulletList1"/>
            </w:pPr>
            <w:r w:rsidRPr="0060790E">
              <w:t>statutory, legisl</w:t>
            </w:r>
            <w:r w:rsidRPr="00D539D9">
              <w:t>ative or legal requirements and</w:t>
            </w:r>
            <w:r w:rsidR="00541402">
              <w:t>/</w:t>
            </w:r>
            <w:r w:rsidRPr="00D539D9">
              <w:t xml:space="preserve">or obligations </w:t>
            </w:r>
            <w:r w:rsidR="00821265">
              <w:t>for making</w:t>
            </w:r>
            <w:r w:rsidRPr="00D539D9">
              <w:t xml:space="preserve"> public announcements</w:t>
            </w:r>
          </w:p>
          <w:p w14:paraId="7D18C0FD" w14:textId="6983F243" w:rsidR="008F0FC5" w:rsidRPr="002C55E9" w:rsidRDefault="00913DAD" w:rsidP="00913DAD">
            <w:pPr>
              <w:pStyle w:val="SIBulletList1"/>
            </w:pPr>
            <w:r>
              <w:t xml:space="preserve">technologies and </w:t>
            </w:r>
            <w:r w:rsidR="00D539D9" w:rsidRPr="0060790E">
              <w:t xml:space="preserve">systems for managing </w:t>
            </w:r>
            <w:r>
              <w:t>and presenting information.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8F0FC5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DC7B153" w14:textId="77777777" w:rsidR="00D539D9" w:rsidRPr="00D539D9" w:rsidRDefault="00D539D9" w:rsidP="00D539D9">
            <w:pPr>
              <w:pStyle w:val="SIText"/>
            </w:pPr>
            <w:r w:rsidRPr="0060790E">
              <w:t xml:space="preserve">Assessment of this unit of competency must take place under the following conditions: </w:t>
            </w:r>
          </w:p>
          <w:p w14:paraId="40EA7712" w14:textId="77777777" w:rsidR="00D539D9" w:rsidRPr="00D539D9" w:rsidRDefault="00D539D9" w:rsidP="00D539D9">
            <w:pPr>
              <w:pStyle w:val="SIBulletList1"/>
            </w:pPr>
            <w:r w:rsidRPr="0060790E">
              <w:t>physical conditions:</w:t>
            </w:r>
          </w:p>
          <w:p w14:paraId="7DE6D709" w14:textId="0FC8B354" w:rsidR="00D539D9" w:rsidRPr="00D539D9" w:rsidRDefault="008A1D03" w:rsidP="008D278C">
            <w:pPr>
              <w:pStyle w:val="SIBulletList2"/>
            </w:pPr>
            <w:r w:rsidRPr="00B4705C">
              <w:t xml:space="preserve">skills must be demonstrated </w:t>
            </w:r>
            <w:r w:rsidR="008D278C" w:rsidRPr="0060790E">
              <w:t>a</w:t>
            </w:r>
            <w:r w:rsidR="008D278C">
              <w:t>n</w:t>
            </w:r>
            <w:r w:rsidR="008D278C" w:rsidRPr="0060790E">
              <w:t xml:space="preserve"> </w:t>
            </w:r>
            <w:r w:rsidR="008D278C">
              <w:t>media presentation or public forum setting</w:t>
            </w:r>
            <w:r w:rsidR="008D278C" w:rsidRPr="0060790E">
              <w:t xml:space="preserve"> </w:t>
            </w:r>
            <w:r w:rsidRPr="00B4705C">
              <w:t>or an environment that accurately represents workplace conditions</w:t>
            </w:r>
          </w:p>
          <w:p w14:paraId="1BD46AE2" w14:textId="77777777" w:rsidR="00D539D9" w:rsidRPr="00D539D9" w:rsidRDefault="00D539D9" w:rsidP="00D539D9">
            <w:pPr>
              <w:pStyle w:val="SIBulletList1"/>
            </w:pPr>
            <w:r w:rsidRPr="0060790E">
              <w:t>resources, equipment and materials:</w:t>
            </w:r>
          </w:p>
          <w:p w14:paraId="3F152842" w14:textId="52726C41" w:rsidR="00D539D9" w:rsidRPr="00D539D9" w:rsidRDefault="008D278C" w:rsidP="00D539D9">
            <w:pPr>
              <w:pStyle w:val="SIBulletList2"/>
            </w:pPr>
            <w:r>
              <w:t>presentation equipment</w:t>
            </w:r>
          </w:p>
          <w:p w14:paraId="29B642BF" w14:textId="77777777" w:rsidR="00D539D9" w:rsidRPr="00D539D9" w:rsidRDefault="00D539D9" w:rsidP="00D539D9">
            <w:pPr>
              <w:pStyle w:val="SIBulletList1"/>
            </w:pPr>
            <w:r w:rsidRPr="0060790E">
              <w:t>specifications:</w:t>
            </w:r>
          </w:p>
          <w:p w14:paraId="502B59E6" w14:textId="77777777" w:rsidR="00D539D9" w:rsidRPr="00D539D9" w:rsidRDefault="00D539D9" w:rsidP="00D539D9">
            <w:pPr>
              <w:pStyle w:val="SIBulletList2"/>
            </w:pPr>
            <w:r w:rsidRPr="0060790E">
              <w:t>documentation relating to any formalising of media relationships</w:t>
            </w:r>
          </w:p>
          <w:p w14:paraId="2A24B575" w14:textId="0AAFDD7F" w:rsidR="00D539D9" w:rsidRPr="00D539D9" w:rsidRDefault="00D539D9" w:rsidP="00D539D9">
            <w:pPr>
              <w:pStyle w:val="SIBulletList2"/>
            </w:pPr>
            <w:r w:rsidRPr="0060790E">
              <w:t xml:space="preserve">regulations and codes of practice </w:t>
            </w:r>
            <w:r w:rsidR="008D278C">
              <w:t>relevant to</w:t>
            </w:r>
            <w:r w:rsidRPr="0060790E">
              <w:t xml:space="preserve"> public announcements</w:t>
            </w:r>
          </w:p>
          <w:p w14:paraId="592FD2CA" w14:textId="77777777" w:rsidR="006C2FD2" w:rsidRDefault="00D539D9" w:rsidP="00541402">
            <w:pPr>
              <w:pStyle w:val="SIBulletList1"/>
            </w:pPr>
            <w:r w:rsidRPr="0060790E">
              <w:t>relationships</w:t>
            </w:r>
            <w:r w:rsidR="006C2FD2">
              <w:t>:</w:t>
            </w:r>
          </w:p>
          <w:p w14:paraId="2F17E733" w14:textId="4965A44D" w:rsidR="00D539D9" w:rsidRPr="00D539D9" w:rsidRDefault="006C2FD2">
            <w:pPr>
              <w:pStyle w:val="SIBulletList2"/>
            </w:pPr>
            <w:r>
              <w:t>interactions with audience</w:t>
            </w:r>
            <w:r w:rsidR="00D539D9">
              <w:t>.</w:t>
            </w:r>
          </w:p>
          <w:p w14:paraId="430D5C54" w14:textId="77777777" w:rsidR="00D539D9" w:rsidRPr="0060790E" w:rsidRDefault="00D539D9" w:rsidP="00D539D9">
            <w:pPr>
              <w:pStyle w:val="SIText"/>
            </w:pPr>
          </w:p>
          <w:p w14:paraId="71739C8B" w14:textId="7C5C1921" w:rsidR="008F0FC5" w:rsidRPr="002C55E9" w:rsidRDefault="00D539D9" w:rsidP="00D539D9">
            <w:pPr>
              <w:pStyle w:val="SIText"/>
            </w:pPr>
            <w:r w:rsidRPr="0060790E">
              <w:t>Assessors of this unit must satisfy the requirements</w:t>
            </w:r>
            <w:r w:rsidRPr="00D539D9">
              <w:t xml:space="preserve"> for assessors in applicable vocationa</w:t>
            </w:r>
            <w:r w:rsidR="00541402">
              <w:t>l</w:t>
            </w:r>
            <w:r w:rsidRPr="00D539D9">
              <w:t xml:space="preserve">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D539D9">
        <w:trPr>
          <w:trHeight w:val="506"/>
        </w:trPr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479ACC6F" w:rsidR="00F1480E" w:rsidRPr="000754EC" w:rsidRDefault="00D539D9" w:rsidP="000754EC">
            <w:pPr>
              <w:pStyle w:val="SIText"/>
            </w:pPr>
            <w:r w:rsidRPr="00D539D9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688FFE" w16cid:durableId="1EDD0753"/>
  <w16cid:commentId w16cid:paraId="3ECB7A44" w16cid:durableId="1EDD078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52E1767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82C14">
          <w:rPr>
            <w:noProof/>
          </w:rPr>
          <w:t>1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301E5" w14:textId="50FFC928" w:rsidR="009C2650" w:rsidRPr="000754EC" w:rsidRDefault="00752230" w:rsidP="00146EEC">
    <w:pPr>
      <w:pStyle w:val="SIText"/>
    </w:pPr>
    <w:r>
      <w:t xml:space="preserve">SFIXSI611 </w:t>
    </w:r>
    <w:r w:rsidR="00D539D9" w:rsidRPr="00D539D9">
      <w:t xml:space="preserve">Participate in a media interview or presentation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94D39"/>
    <w:rsid w:val="000A5441"/>
    <w:rsid w:val="000B4E8E"/>
    <w:rsid w:val="000C149A"/>
    <w:rsid w:val="000C224E"/>
    <w:rsid w:val="000D57F0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4D8E"/>
    <w:rsid w:val="00223124"/>
    <w:rsid w:val="00233143"/>
    <w:rsid w:val="00234444"/>
    <w:rsid w:val="0024027B"/>
    <w:rsid w:val="00242293"/>
    <w:rsid w:val="00244EA7"/>
    <w:rsid w:val="00262FC3"/>
    <w:rsid w:val="0026394F"/>
    <w:rsid w:val="00276DB8"/>
    <w:rsid w:val="002810BE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3677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1182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1402"/>
    <w:rsid w:val="005427C8"/>
    <w:rsid w:val="005446D1"/>
    <w:rsid w:val="00556C4C"/>
    <w:rsid w:val="00557369"/>
    <w:rsid w:val="00564ADD"/>
    <w:rsid w:val="005708EB"/>
    <w:rsid w:val="00575BC6"/>
    <w:rsid w:val="00583902"/>
    <w:rsid w:val="0058570E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2B68"/>
    <w:rsid w:val="006C2F32"/>
    <w:rsid w:val="006C2FD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230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1265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10C"/>
    <w:rsid w:val="008908DE"/>
    <w:rsid w:val="008A12ED"/>
    <w:rsid w:val="008A1D03"/>
    <w:rsid w:val="008A39D3"/>
    <w:rsid w:val="008B2C77"/>
    <w:rsid w:val="008B4AD2"/>
    <w:rsid w:val="008B7138"/>
    <w:rsid w:val="008D278C"/>
    <w:rsid w:val="008E260C"/>
    <w:rsid w:val="008E39B1"/>
    <w:rsid w:val="008E39BE"/>
    <w:rsid w:val="008E62EC"/>
    <w:rsid w:val="008F0FC5"/>
    <w:rsid w:val="008F32F6"/>
    <w:rsid w:val="00913DAD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3F1E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2C14"/>
    <w:rsid w:val="00A87356"/>
    <w:rsid w:val="00A92DD1"/>
    <w:rsid w:val="00AA5338"/>
    <w:rsid w:val="00AB1B8E"/>
    <w:rsid w:val="00AB2EBF"/>
    <w:rsid w:val="00AC0696"/>
    <w:rsid w:val="00AC4C98"/>
    <w:rsid w:val="00AC5F6B"/>
    <w:rsid w:val="00AD3896"/>
    <w:rsid w:val="00AD5B47"/>
    <w:rsid w:val="00AE1ED9"/>
    <w:rsid w:val="00AE32CB"/>
    <w:rsid w:val="00AF3957"/>
    <w:rsid w:val="00AF4F86"/>
    <w:rsid w:val="00B032BB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5EAD"/>
    <w:rsid w:val="00BA1CB1"/>
    <w:rsid w:val="00BA4178"/>
    <w:rsid w:val="00BA482D"/>
    <w:rsid w:val="00BB1755"/>
    <w:rsid w:val="00BB23F4"/>
    <w:rsid w:val="00BC5075"/>
    <w:rsid w:val="00BC5419"/>
    <w:rsid w:val="00BD1C9B"/>
    <w:rsid w:val="00BD3B0F"/>
    <w:rsid w:val="00BE412C"/>
    <w:rsid w:val="00BF1D4C"/>
    <w:rsid w:val="00BF3F0A"/>
    <w:rsid w:val="00C143C3"/>
    <w:rsid w:val="00C1739B"/>
    <w:rsid w:val="00C21ADE"/>
    <w:rsid w:val="00C26067"/>
    <w:rsid w:val="00C30452"/>
    <w:rsid w:val="00C30A29"/>
    <w:rsid w:val="00C317DC"/>
    <w:rsid w:val="00C578E9"/>
    <w:rsid w:val="00C63F67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2670"/>
    <w:rsid w:val="00D539D9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4B27"/>
    <w:rsid w:val="00DC5A3A"/>
    <w:rsid w:val="00DD0726"/>
    <w:rsid w:val="00E10F11"/>
    <w:rsid w:val="00E238E6"/>
    <w:rsid w:val="00E35064"/>
    <w:rsid w:val="00E3681D"/>
    <w:rsid w:val="00E40225"/>
    <w:rsid w:val="00E439D9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D62D2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3af9563b-0f6e-4207-86ea-30a077cfc4f8">
      <UserInfo>
        <DisplayName>Lina Robinson</DisplayName>
        <AccountId>934</AccountId>
        <AccountType/>
      </UserInfo>
    </Assigned_x0020_to0>
    <Project_x0020_Phase xmlns="3af9563b-0f6e-4207-86ea-30a077cfc4f8">Development</Project_x0020_Phase>
    <Project xmlns="3af9563b-0f6e-4207-86ea-30a077cfc4f8">Post Harvest</Projec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5726AA4429B343BF178AC8CD737F29" ma:contentTypeVersion="5" ma:contentTypeDescription="Create a new document." ma:contentTypeScope="" ma:versionID="70d1ef3b328ebebfde4128329b433ee6">
  <xsd:schema xmlns:xsd="http://www.w3.org/2001/XMLSchema" xmlns:xs="http://www.w3.org/2001/XMLSchema" xmlns:p="http://schemas.microsoft.com/office/2006/metadata/properties" xmlns:ns2="3af9563b-0f6e-4207-86ea-30a077cfc4f8" targetNamespace="http://schemas.microsoft.com/office/2006/metadata/properties" ma:root="true" ma:fieldsID="feda178eb3776676f26507edca537319" ns2:_="">
    <xsd:import namespace="3af9563b-0f6e-4207-86ea-30a077cfc4f8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f9563b-0f6e-4207-86ea-30a077cfc4f8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3af9563b-0f6e-4207-86ea-30a077cfc4f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7751822-A985-4BD9-878A-1834DF38C9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f9563b-0f6e-4207-86ea-30a077cfc4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5B1BF4-C960-45FC-B853-ECA58DD97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</TotalTime>
  <Pages>3</Pages>
  <Words>1086</Words>
  <Characters>6194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4</cp:revision>
  <cp:lastPrinted>2016-05-27T05:21:00Z</cp:lastPrinted>
  <dcterms:created xsi:type="dcterms:W3CDTF">2018-07-05T08:23:00Z</dcterms:created>
  <dcterms:modified xsi:type="dcterms:W3CDTF">2018-07-12T00:43:00Z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0x0101007E5726AA4429B343BF178AC8CD737F29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</Properties>
</file>