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7532933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6F783A">
              <w:t>313</w:t>
            </w:r>
          </w:p>
        </w:tc>
        <w:tc>
          <w:tcPr>
            <w:tcW w:w="3604" w:type="pct"/>
            <w:shd w:val="clear" w:color="auto" w:fill="auto"/>
          </w:tcPr>
          <w:p w14:paraId="41850966" w14:textId="221656E1" w:rsidR="00F1480E" w:rsidRPr="000754EC" w:rsidRDefault="006F783A" w:rsidP="000754EC">
            <w:pPr>
              <w:pStyle w:val="SIUnittitle"/>
            </w:pPr>
            <w:r w:rsidRPr="006F783A">
              <w:t>Undertake emergency procedures in SCUBA diving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DDA81B" w14:textId="49266167" w:rsidR="006F783A" w:rsidRDefault="006F783A" w:rsidP="006F783A">
            <w:pPr>
              <w:pStyle w:val="SIText"/>
            </w:pPr>
            <w:r w:rsidRPr="006F783A">
              <w:t xml:space="preserve">This unit of competency describes the skills and knowledge required to perform surface and in-water standby diver activities, provide assistance in an emergency situation and perform a self-rescue ascent during occupational </w:t>
            </w:r>
            <w:r w:rsidR="003C0765">
              <w:t>self contained underwater breathing apparatus (</w:t>
            </w:r>
            <w:r w:rsidRPr="006F783A">
              <w:t>SCUBA</w:t>
            </w:r>
            <w:r w:rsidR="003C0765">
              <w:t>)</w:t>
            </w:r>
            <w:r w:rsidRPr="006F783A">
              <w:t xml:space="preserve"> diving operations. </w:t>
            </w:r>
          </w:p>
          <w:p w14:paraId="71829F26" w14:textId="77777777" w:rsidR="00152A2D" w:rsidRPr="006F783A" w:rsidRDefault="00152A2D" w:rsidP="006F783A">
            <w:pPr>
              <w:pStyle w:val="SIText"/>
            </w:pPr>
          </w:p>
          <w:p w14:paraId="49C6B570" w14:textId="173D5CB0" w:rsidR="006F783A" w:rsidRDefault="006F783A" w:rsidP="006F783A">
            <w:pPr>
              <w:pStyle w:val="SIText"/>
            </w:pPr>
            <w:r w:rsidRPr="006F783A">
              <w:t xml:space="preserve">The unit applies to individuals who </w:t>
            </w:r>
            <w:r w:rsidR="005A6299" w:rsidRPr="005A6299">
              <w:t>work as occupational divers in the seafood industry that includes performing the duties of standby diver and providing assistance in emergency situations.</w:t>
            </w:r>
          </w:p>
          <w:p w14:paraId="43D922A3" w14:textId="77777777" w:rsidR="005A6299" w:rsidRPr="006F783A" w:rsidRDefault="005A6299" w:rsidP="006F783A">
            <w:pPr>
              <w:pStyle w:val="SIText"/>
            </w:pPr>
          </w:p>
          <w:p w14:paraId="222DE076" w14:textId="00942701" w:rsidR="00373436" w:rsidRPr="000754EC" w:rsidRDefault="005A6299" w:rsidP="003206D7">
            <w:pPr>
              <w:pStyle w:val="SIText"/>
            </w:pPr>
            <w:r w:rsidRPr="005A6299">
              <w:t xml:space="preserve">Occupational licensing, legislative and certification requirements apply to this unit but vary according to state/territory requirements. </w:t>
            </w:r>
            <w:r w:rsidR="006F783A" w:rsidRPr="006F783A">
              <w:t xml:space="preserve">Occupational diving is regulated independently by each </w:t>
            </w:r>
            <w:r>
              <w:t>s</w:t>
            </w:r>
            <w:r w:rsidRPr="006F783A">
              <w:t xml:space="preserve">tate </w:t>
            </w:r>
            <w:r w:rsidR="006F783A" w:rsidRPr="006F783A">
              <w:t xml:space="preserve">and </w:t>
            </w:r>
            <w:r w:rsidR="009915A6">
              <w:t>t</w:t>
            </w:r>
            <w:r w:rsidR="009915A6" w:rsidRPr="006F783A">
              <w:t>erritory</w:t>
            </w:r>
            <w:r w:rsidRPr="006F783A">
              <w:t xml:space="preserve"> </w:t>
            </w:r>
            <w:r w:rsidR="006F783A" w:rsidRPr="006F783A">
              <w:t xml:space="preserve">work health and safety authority. Users are advised to check with </w:t>
            </w:r>
            <w:r w:rsidR="00765829" w:rsidRPr="00765829">
              <w:t>the relevant authority to confirm current requirements</w:t>
            </w:r>
            <w:r w:rsidR="006F783A" w:rsidRPr="006F783A">
              <w:t>.</w:t>
            </w:r>
            <w:r w:rsidR="006F783A" w:rsidRPr="006F783A">
              <w:fldChar w:fldCharType="begin"/>
            </w:r>
            <w:r w:rsidR="006F783A" w:rsidRPr="006F783A">
              <w:instrText xml:space="preserve"> STYLEREF  "AFSA AR Code"  \* MERGEFORMAT </w:instrText>
            </w:r>
            <w:r w:rsidR="006F783A" w:rsidRPr="006F783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4EA90BBB" w:rsidR="00F1480E" w:rsidRPr="000754EC" w:rsidRDefault="00DA536D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783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633F1E1" w:rsidR="006F783A" w:rsidRPr="006F783A" w:rsidRDefault="006F783A" w:rsidP="006F783A">
            <w:pPr>
              <w:pStyle w:val="SIText"/>
            </w:pPr>
            <w:r>
              <w:t xml:space="preserve">1. </w:t>
            </w:r>
            <w:r w:rsidRPr="006F783A">
              <w:t>Perform surface standby SCUBA diver activities</w:t>
            </w:r>
          </w:p>
        </w:tc>
        <w:tc>
          <w:tcPr>
            <w:tcW w:w="3604" w:type="pct"/>
            <w:shd w:val="clear" w:color="auto" w:fill="auto"/>
          </w:tcPr>
          <w:p w14:paraId="395B88E6" w14:textId="51D32E16" w:rsidR="006F783A" w:rsidRPr="006F783A" w:rsidRDefault="006F783A" w:rsidP="006F783A">
            <w:r w:rsidRPr="006F783A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 xml:space="preserve">Ensure surface standby-diver activities during operations conform to appropriate emergency and rescue procedures </w:t>
            </w:r>
            <w:r w:rsidR="00765829">
              <w:rPr>
                <w:rFonts w:eastAsiaTheme="minorEastAsia"/>
              </w:rPr>
              <w:t>and</w:t>
            </w:r>
            <w:r w:rsidRPr="006F783A">
              <w:rPr>
                <w:rFonts w:eastAsiaTheme="minorEastAsia"/>
              </w:rPr>
              <w:t xml:space="preserve"> equipment used</w:t>
            </w:r>
          </w:p>
          <w:p w14:paraId="202872FB" w14:textId="02F49239" w:rsidR="006F783A" w:rsidRPr="006F783A" w:rsidRDefault="006F783A" w:rsidP="006F783A">
            <w:pPr>
              <w:pStyle w:val="SIText"/>
            </w:pPr>
            <w:r w:rsidRPr="006F783A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Maintain a state of readiness to ensure prompt action in the event of an emergency at all times</w:t>
            </w:r>
          </w:p>
        </w:tc>
      </w:tr>
      <w:tr w:rsidR="006F783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F69BFB1" w:rsidR="006F783A" w:rsidRPr="006F783A" w:rsidRDefault="006F783A" w:rsidP="006F783A">
            <w:pPr>
              <w:pStyle w:val="SIText"/>
            </w:pPr>
            <w:r w:rsidRPr="006F783A">
              <w:t>2.</w:t>
            </w:r>
            <w:r>
              <w:t xml:space="preserve"> </w:t>
            </w:r>
            <w:r w:rsidRPr="006F783A">
              <w:t>Perform in-water standby SCUBA diver activities</w:t>
            </w:r>
          </w:p>
        </w:tc>
        <w:tc>
          <w:tcPr>
            <w:tcW w:w="3604" w:type="pct"/>
            <w:shd w:val="clear" w:color="auto" w:fill="auto"/>
          </w:tcPr>
          <w:p w14:paraId="3E66364A" w14:textId="2D9BEAAB" w:rsidR="006F783A" w:rsidRPr="006F783A" w:rsidRDefault="006F783A" w:rsidP="006F783A">
            <w:r w:rsidRPr="006F783A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 xml:space="preserve">Ensure in-water standby-diver activities conform to appropriate emergency or rescue procedures </w:t>
            </w:r>
            <w:r w:rsidR="00765829">
              <w:rPr>
                <w:rFonts w:eastAsiaTheme="minorEastAsia"/>
              </w:rPr>
              <w:t>and</w:t>
            </w:r>
            <w:r w:rsidRPr="006F783A">
              <w:rPr>
                <w:rFonts w:eastAsiaTheme="minorEastAsia"/>
              </w:rPr>
              <w:t xml:space="preserve"> equipment used</w:t>
            </w:r>
          </w:p>
          <w:p w14:paraId="2B73179F" w14:textId="603F1E66" w:rsidR="006F783A" w:rsidRPr="006F783A" w:rsidRDefault="006F783A" w:rsidP="006F783A">
            <w:pPr>
              <w:pStyle w:val="SIText"/>
            </w:pPr>
            <w:r w:rsidRPr="006F783A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Maintain communication lines with the surface team to ensure all necessary rescue action is undertaken</w:t>
            </w:r>
          </w:p>
        </w:tc>
      </w:tr>
      <w:tr w:rsidR="006F783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F8C0DA8" w:rsidR="006F783A" w:rsidRPr="006F783A" w:rsidRDefault="006F783A" w:rsidP="006F783A">
            <w:pPr>
              <w:pStyle w:val="SIText"/>
            </w:pPr>
            <w:r w:rsidRPr="006F783A">
              <w:t>3.</w:t>
            </w:r>
            <w:r>
              <w:t xml:space="preserve"> </w:t>
            </w:r>
            <w:r w:rsidR="007345D9">
              <w:t>Assist in</w:t>
            </w:r>
            <w:r w:rsidRPr="006F783A">
              <w:t xml:space="preserve"> </w:t>
            </w:r>
            <w:r w:rsidR="0082123A">
              <w:t xml:space="preserve">SCUBA </w:t>
            </w:r>
            <w:r w:rsidRPr="006F783A">
              <w:t>emergency situations</w:t>
            </w:r>
          </w:p>
        </w:tc>
        <w:tc>
          <w:tcPr>
            <w:tcW w:w="3604" w:type="pct"/>
            <w:shd w:val="clear" w:color="auto" w:fill="auto"/>
          </w:tcPr>
          <w:p w14:paraId="4AC1F4C7" w14:textId="2D6D4F0E" w:rsidR="006F783A" w:rsidRPr="006F783A" w:rsidRDefault="006F783A" w:rsidP="006F783A">
            <w:r w:rsidRPr="006F783A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Give assistance in the recovery of an unconscious or injured diver from the surface to dry land or the deck of a dive platform in a manner that prevents further injury</w:t>
            </w:r>
          </w:p>
          <w:p w14:paraId="2F56EC98" w14:textId="77777777" w:rsidR="006F783A" w:rsidRDefault="006F783A" w:rsidP="006F783A">
            <w:pPr>
              <w:pStyle w:val="SIText"/>
              <w:rPr>
                <w:rFonts w:eastAsiaTheme="minorEastAsia"/>
              </w:rPr>
            </w:pPr>
            <w:r w:rsidRPr="006F783A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Manage ascent in an emergency situation by controlling buoyancy while identifying an emergency situation where shedding weights may be necessary</w:t>
            </w:r>
          </w:p>
          <w:p w14:paraId="34BF5A23" w14:textId="77777777" w:rsidR="00DA536D" w:rsidRPr="00DA536D" w:rsidRDefault="00DA536D" w:rsidP="00DA536D">
            <w:pPr>
              <w:pStyle w:val="SIText"/>
              <w:rPr>
                <w:rFonts w:eastAsiaTheme="minorEastAsia"/>
              </w:rPr>
            </w:pPr>
            <w:r w:rsidRPr="00DA536D">
              <w:rPr>
                <w:rFonts w:eastAsiaTheme="minorEastAsia"/>
              </w:rPr>
              <w:t>3.3 Assess the needs of a diving casualty and provide first aid as required</w:t>
            </w:r>
          </w:p>
          <w:p w14:paraId="02A7B6D4" w14:textId="2BF1BF2B" w:rsidR="00DA536D" w:rsidRPr="006F783A" w:rsidRDefault="00DA536D" w:rsidP="00DA536D">
            <w:pPr>
              <w:pStyle w:val="SIText"/>
            </w:pPr>
            <w:r w:rsidRPr="00DA536D">
              <w:rPr>
                <w:rFonts w:eastAsiaTheme="minorEastAsia"/>
              </w:rPr>
              <w:t>3.4 Assist in the treatment of diving-related health conditions and illnesses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783A" w:rsidRPr="00336FCA" w:rsidDel="00423CB2" w14:paraId="7A6C86DB" w14:textId="77777777" w:rsidTr="00CA2922">
        <w:tc>
          <w:tcPr>
            <w:tcW w:w="1396" w:type="pct"/>
          </w:tcPr>
          <w:p w14:paraId="63013FFB" w14:textId="1B44FB15" w:rsidR="006F783A" w:rsidRPr="006F783A" w:rsidRDefault="006F783A" w:rsidP="006F783A">
            <w:pPr>
              <w:pStyle w:val="SIText"/>
            </w:pPr>
            <w:r w:rsidRPr="006F783A">
              <w:t xml:space="preserve">Numeracy </w:t>
            </w:r>
          </w:p>
        </w:tc>
        <w:tc>
          <w:tcPr>
            <w:tcW w:w="3604" w:type="pct"/>
          </w:tcPr>
          <w:p w14:paraId="40610D6D" w14:textId="77777777" w:rsidR="006F783A" w:rsidRPr="006F783A" w:rsidRDefault="006F783A" w:rsidP="006F783A">
            <w:pPr>
              <w:pStyle w:val="SIBulletList1"/>
            </w:pPr>
            <w:r w:rsidRPr="006F783A">
              <w:t>Make calculations involving pressure, volume and temperature relationships</w:t>
            </w:r>
          </w:p>
          <w:p w14:paraId="664CDC4C" w14:textId="77777777" w:rsidR="006F783A" w:rsidRPr="006F783A" w:rsidRDefault="006F783A" w:rsidP="006F783A">
            <w:pPr>
              <w:pStyle w:val="SIBulletList1"/>
            </w:pPr>
            <w:r w:rsidRPr="006F783A">
              <w:t>Use decompression information while underwater</w:t>
            </w:r>
          </w:p>
          <w:p w14:paraId="1D26F408" w14:textId="2DAC3750" w:rsidR="006F783A" w:rsidRPr="006F783A" w:rsidRDefault="006F783A" w:rsidP="006F783A">
            <w:pPr>
              <w:pStyle w:val="SIBulletList1"/>
            </w:pPr>
            <w:r w:rsidRPr="006F783A">
              <w:t>Read instruments</w:t>
            </w:r>
          </w:p>
        </w:tc>
      </w:tr>
      <w:tr w:rsidR="006F783A" w:rsidRPr="00336FCA" w:rsidDel="00423CB2" w14:paraId="229D9642" w14:textId="77777777" w:rsidTr="00CA2922">
        <w:tc>
          <w:tcPr>
            <w:tcW w:w="1396" w:type="pct"/>
          </w:tcPr>
          <w:p w14:paraId="307E895A" w14:textId="42D2BA86" w:rsidR="006F783A" w:rsidRPr="006F783A" w:rsidRDefault="006F783A" w:rsidP="006F783A">
            <w:pPr>
              <w:pStyle w:val="SIText"/>
            </w:pPr>
            <w:r w:rsidRPr="006F783A">
              <w:t xml:space="preserve">Reading </w:t>
            </w:r>
          </w:p>
        </w:tc>
        <w:tc>
          <w:tcPr>
            <w:tcW w:w="3604" w:type="pct"/>
          </w:tcPr>
          <w:p w14:paraId="294A84F1" w14:textId="77777777" w:rsidR="006F783A" w:rsidRPr="006F783A" w:rsidRDefault="006F783A" w:rsidP="006F783A">
            <w:pPr>
              <w:pStyle w:val="SIBulletList1"/>
            </w:pPr>
            <w:r w:rsidRPr="006F783A">
              <w:t>Follow dive tables</w:t>
            </w:r>
          </w:p>
          <w:p w14:paraId="2ADAD85C" w14:textId="77777777" w:rsidR="006F783A" w:rsidRPr="006F783A" w:rsidRDefault="006F783A" w:rsidP="006F783A">
            <w:pPr>
              <w:pStyle w:val="SIBulletList1"/>
            </w:pPr>
            <w:r w:rsidRPr="006F783A">
              <w:t xml:space="preserve">Read diving-specific general and technical information, first aid literature, regulatory requirements and industry guidelines </w:t>
            </w:r>
          </w:p>
          <w:p w14:paraId="122EA5DC" w14:textId="28AB0DDA" w:rsidR="006F783A" w:rsidRPr="006F783A" w:rsidRDefault="006F783A" w:rsidP="006F783A">
            <w:pPr>
              <w:pStyle w:val="SIBulletList1"/>
              <w:rPr>
                <w:rFonts w:eastAsia="Calibri"/>
              </w:rPr>
            </w:pPr>
            <w:r w:rsidRPr="006F783A">
              <w:t>Interpret an emergency action plan</w:t>
            </w:r>
          </w:p>
        </w:tc>
      </w:tr>
      <w:tr w:rsidR="006F783A" w:rsidRPr="00336FCA" w:rsidDel="00423CB2" w14:paraId="05F8553F" w14:textId="77777777" w:rsidTr="00CA2922">
        <w:tc>
          <w:tcPr>
            <w:tcW w:w="1396" w:type="pct"/>
          </w:tcPr>
          <w:p w14:paraId="0A3AC22F" w14:textId="453F2229" w:rsidR="006F783A" w:rsidRPr="006F783A" w:rsidRDefault="006F783A" w:rsidP="006F783A">
            <w:r w:rsidRPr="006F783A">
              <w:t>Writing</w:t>
            </w:r>
          </w:p>
        </w:tc>
        <w:tc>
          <w:tcPr>
            <w:tcW w:w="3604" w:type="pct"/>
          </w:tcPr>
          <w:p w14:paraId="0B38328F" w14:textId="220E610E" w:rsidR="006F783A" w:rsidRPr="006F783A" w:rsidRDefault="006F783A" w:rsidP="006F783A">
            <w:pPr>
              <w:pStyle w:val="SIBulletList1"/>
              <w:rPr>
                <w:rFonts w:eastAsia="Calibri"/>
              </w:rPr>
            </w:pPr>
            <w:r w:rsidRPr="006F783A">
              <w:t>Complete 'dive accident medical information' forms and related records</w:t>
            </w:r>
          </w:p>
        </w:tc>
      </w:tr>
      <w:tr w:rsidR="006F783A" w:rsidRPr="00336FCA" w:rsidDel="00423CB2" w14:paraId="0F023268" w14:textId="77777777" w:rsidTr="00CA2922">
        <w:tc>
          <w:tcPr>
            <w:tcW w:w="1396" w:type="pct"/>
          </w:tcPr>
          <w:p w14:paraId="143678B8" w14:textId="1CAE079E" w:rsidR="006F783A" w:rsidRPr="006F783A" w:rsidRDefault="006F783A" w:rsidP="006F783A">
            <w:r w:rsidRPr="006F783A">
              <w:t>Navigate the world of work</w:t>
            </w:r>
          </w:p>
        </w:tc>
        <w:tc>
          <w:tcPr>
            <w:tcW w:w="3604" w:type="pct"/>
          </w:tcPr>
          <w:p w14:paraId="28FBC624" w14:textId="77777777" w:rsidR="006F783A" w:rsidRPr="006F783A" w:rsidRDefault="006F783A" w:rsidP="00765829">
            <w:pPr>
              <w:pStyle w:val="SIBulletList1"/>
            </w:pPr>
            <w:r w:rsidRPr="006F783A">
              <w:t>Understand the role of a surface standby SCUBA diver and how it contributes to the work of others in the immediate work context</w:t>
            </w:r>
          </w:p>
          <w:p w14:paraId="08C1D482" w14:textId="184B734C" w:rsidR="006F783A" w:rsidRPr="006F783A" w:rsidRDefault="006F783A" w:rsidP="006F783A">
            <w:pPr>
              <w:pStyle w:val="SIBulletList1"/>
              <w:rPr>
                <w:rFonts w:eastAsia="Calibri"/>
              </w:rPr>
            </w:pPr>
            <w:r w:rsidRPr="006F783A">
              <w:t>Take responsibility for decisions about when and how to complete tasks and coordinate with others</w:t>
            </w:r>
          </w:p>
        </w:tc>
      </w:tr>
      <w:tr w:rsidR="006F783A" w:rsidRPr="00336FCA" w:rsidDel="00423CB2" w14:paraId="4BE849ED" w14:textId="77777777" w:rsidTr="00CA2922">
        <w:tc>
          <w:tcPr>
            <w:tcW w:w="1396" w:type="pct"/>
          </w:tcPr>
          <w:p w14:paraId="2809BECC" w14:textId="2192D64B" w:rsidR="006F783A" w:rsidRPr="006F783A" w:rsidRDefault="006F783A" w:rsidP="006F783A">
            <w:r w:rsidRPr="006F783A">
              <w:t>Interact with others</w:t>
            </w:r>
          </w:p>
        </w:tc>
        <w:tc>
          <w:tcPr>
            <w:tcW w:w="3604" w:type="pct"/>
          </w:tcPr>
          <w:p w14:paraId="18E95ED8" w14:textId="655DEC52" w:rsidR="006F783A" w:rsidRPr="006F783A" w:rsidRDefault="006F783A" w:rsidP="00765829">
            <w:pPr>
              <w:pStyle w:val="SIBulletList1"/>
              <w:rPr>
                <w:rFonts w:eastAsia="Calibri"/>
              </w:rPr>
            </w:pPr>
            <w:r w:rsidRPr="006F783A">
              <w:t xml:space="preserve">Use appropriate terminology, hand and lifeline signals relevant to emergency procedures in SCUBA diving operations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F783A" w14:paraId="67633B90" w14:textId="77777777" w:rsidTr="00F33FF2">
        <w:tc>
          <w:tcPr>
            <w:tcW w:w="1028" w:type="pct"/>
          </w:tcPr>
          <w:p w14:paraId="666F2C5F" w14:textId="729F448B" w:rsidR="006F783A" w:rsidRPr="006F783A" w:rsidRDefault="006F783A" w:rsidP="006F783A">
            <w:pPr>
              <w:pStyle w:val="SIText"/>
            </w:pPr>
            <w:r w:rsidRPr="006F783A">
              <w:t>SFIDIV313 Undertake emergency procedures in diving operations using SCUBA</w:t>
            </w:r>
          </w:p>
        </w:tc>
        <w:tc>
          <w:tcPr>
            <w:tcW w:w="1105" w:type="pct"/>
          </w:tcPr>
          <w:p w14:paraId="520629F4" w14:textId="4197CD60" w:rsidR="006F783A" w:rsidRPr="006F783A" w:rsidRDefault="006F783A" w:rsidP="006F783A">
            <w:pPr>
              <w:pStyle w:val="SIText"/>
            </w:pPr>
            <w:r w:rsidRPr="006F783A">
              <w:t>SFIDIVE313A Undertake emergency procedures in diving operations using SCUBA</w:t>
            </w:r>
          </w:p>
        </w:tc>
        <w:tc>
          <w:tcPr>
            <w:tcW w:w="1251" w:type="pct"/>
          </w:tcPr>
          <w:p w14:paraId="66DECE1D" w14:textId="77777777" w:rsidR="006F783A" w:rsidRDefault="006F783A" w:rsidP="006F783A">
            <w:pPr>
              <w:pStyle w:val="SIText"/>
            </w:pPr>
            <w:r w:rsidRPr="006F783A">
              <w:t>Updated to meet Standards for Training Packages</w:t>
            </w:r>
            <w:r w:rsidR="002A0192">
              <w:t>.</w:t>
            </w:r>
          </w:p>
          <w:p w14:paraId="7410EDEE" w14:textId="77777777" w:rsidR="002A0192" w:rsidRPr="002A0192" w:rsidRDefault="002A0192" w:rsidP="002A0192">
            <w:r w:rsidRPr="002A0192">
              <w:t>Prerequisite removed.</w:t>
            </w:r>
          </w:p>
          <w:p w14:paraId="51844FA1" w14:textId="4884BDE5" w:rsidR="002A0192" w:rsidRPr="006F783A" w:rsidRDefault="002A0192" w:rsidP="002A0192">
            <w:pPr>
              <w:pStyle w:val="SIText"/>
            </w:pPr>
            <w:r w:rsidRPr="002A0192">
              <w:t>Performance criteria added to replace gap in the removal of prerequisite.</w:t>
            </w:r>
          </w:p>
        </w:tc>
        <w:tc>
          <w:tcPr>
            <w:tcW w:w="1616" w:type="pct"/>
          </w:tcPr>
          <w:p w14:paraId="509E63B0" w14:textId="72C3AFA8" w:rsidR="006F783A" w:rsidRPr="006F783A" w:rsidRDefault="006F783A" w:rsidP="006F783A">
            <w:pPr>
              <w:pStyle w:val="SIText"/>
            </w:pPr>
            <w:r w:rsidRPr="006F783A">
              <w:t xml:space="preserve">Equivalent </w:t>
            </w:r>
            <w:r w:rsidR="00665EF2">
              <w:t>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2B749F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F783A" w:rsidRPr="006F783A">
              <w:t>SFIDIV313 Undertake emergency procedures in SCUBA diving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076D4E1" w14:textId="69DABA13" w:rsidR="007345D9" w:rsidRPr="007345D9" w:rsidRDefault="006F783A" w:rsidP="007345D9">
            <w:pPr>
              <w:pStyle w:val="SIText"/>
            </w:pPr>
            <w:r w:rsidRPr="006F783A">
              <w:t>An individual demonstrating competency must satisfy all the elements</w:t>
            </w:r>
            <w:r w:rsidR="007345D9">
              <w:t xml:space="preserve"> and </w:t>
            </w:r>
            <w:r w:rsidRPr="006F783A">
              <w:t xml:space="preserve">performance criteria of this unit. </w:t>
            </w:r>
            <w:r w:rsidR="007345D9" w:rsidRPr="007345D9">
              <w:t xml:space="preserve">There must be evidence that the individual has undertaken emergency procedures during occupational </w:t>
            </w:r>
            <w:r w:rsidR="003C0765">
              <w:t>self contained underwater breathing apparatus (</w:t>
            </w:r>
            <w:r w:rsidR="007345D9" w:rsidRPr="007345D9">
              <w:t>SCUBA</w:t>
            </w:r>
            <w:r w:rsidR="003C0765">
              <w:t>)</w:t>
            </w:r>
            <w:r w:rsidR="007345D9" w:rsidRPr="007345D9">
              <w:t xml:space="preserve"> diving operations on at least one occasion including:</w:t>
            </w:r>
          </w:p>
          <w:p w14:paraId="6BA4D57D" w14:textId="77777777" w:rsidR="00BA3BC8" w:rsidRPr="00BA3BC8" w:rsidRDefault="00BA3BC8" w:rsidP="00BA3BC8">
            <w:pPr>
              <w:pStyle w:val="SIBulletList1"/>
            </w:pPr>
            <w:r w:rsidRPr="00BA3BC8">
              <w:t>performing standby-diver duties</w:t>
            </w:r>
          </w:p>
          <w:p w14:paraId="2D9F0ED4" w14:textId="77777777" w:rsidR="00BA3BC8" w:rsidRPr="00BA3BC8" w:rsidRDefault="00BA3BC8" w:rsidP="00BA3BC8">
            <w:pPr>
              <w:pStyle w:val="SIBulletList1"/>
            </w:pPr>
            <w:r w:rsidRPr="00BA3BC8">
              <w:t>communicating and following instructions from surface team</w:t>
            </w:r>
          </w:p>
          <w:p w14:paraId="4A089C94" w14:textId="77777777" w:rsidR="00BA3BC8" w:rsidRPr="00BA3BC8" w:rsidRDefault="00BA3BC8" w:rsidP="00BA3BC8">
            <w:pPr>
              <w:pStyle w:val="SIBulletList1"/>
            </w:pPr>
            <w:r w:rsidRPr="00BA3BC8">
              <w:t>applying emergency or rescue procedures to:</w:t>
            </w:r>
          </w:p>
          <w:p w14:paraId="476BB122" w14:textId="77777777" w:rsidR="00BA3BC8" w:rsidRPr="00BA3BC8" w:rsidRDefault="00BA3BC8" w:rsidP="00BA3BC8">
            <w:pPr>
              <w:pStyle w:val="SIBulletList2"/>
            </w:pPr>
            <w:r w:rsidRPr="00BA3BC8">
              <w:t>a conscious diver</w:t>
            </w:r>
          </w:p>
          <w:p w14:paraId="09773740" w14:textId="77777777" w:rsidR="00BA3BC8" w:rsidRPr="00BA3BC8" w:rsidRDefault="00BA3BC8" w:rsidP="00BA3BC8">
            <w:pPr>
              <w:pStyle w:val="SIBulletList2"/>
            </w:pPr>
            <w:r w:rsidRPr="00BA3BC8">
              <w:t>an unconscious diver</w:t>
            </w:r>
          </w:p>
          <w:p w14:paraId="48A43C30" w14:textId="567BB391" w:rsidR="00CF49A8" w:rsidRPr="00CF49A8" w:rsidRDefault="00BA3BC8" w:rsidP="006F783A">
            <w:pPr>
              <w:pStyle w:val="SIBulletList1"/>
            </w:pPr>
            <w:r w:rsidRPr="00BA3BC8">
              <w:t>controlling free ascend correctly and safely.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9BDA1D" w14:textId="77777777" w:rsidR="006F783A" w:rsidRPr="006F783A" w:rsidRDefault="006F783A" w:rsidP="006F783A">
            <w:pPr>
              <w:pStyle w:val="SIText"/>
            </w:pPr>
            <w:r w:rsidRPr="006F783A">
              <w:t>An individual must be able to demonstrate the knowledge required to perform the tasks outlined in the elements and performance criteria of this unit. This includes knowledge of:</w:t>
            </w:r>
          </w:p>
          <w:p w14:paraId="19E30414" w14:textId="77777777" w:rsidR="00BA3BC8" w:rsidRPr="00BA3BC8" w:rsidRDefault="00BA3BC8" w:rsidP="00BA3BC8">
            <w:pPr>
              <w:pStyle w:val="SIBulletList1"/>
            </w:pPr>
            <w:r w:rsidRPr="00BA3BC8">
              <w:t>emergencies that may occur during diving operations in the seafood industry</w:t>
            </w:r>
          </w:p>
          <w:p w14:paraId="35202864" w14:textId="77777777" w:rsidR="00BA3BC8" w:rsidRPr="00BA3BC8" w:rsidRDefault="00BA3BC8" w:rsidP="00BA3BC8">
            <w:pPr>
              <w:pStyle w:val="SIBulletList1"/>
            </w:pPr>
            <w:r w:rsidRPr="00BA3BC8">
              <w:t>procedures related to the use of equipment in relation to identified emergencies</w:t>
            </w:r>
          </w:p>
          <w:p w14:paraId="2DBA55DA" w14:textId="77777777" w:rsidR="00BA3BC8" w:rsidRPr="00BA3BC8" w:rsidRDefault="00BA3BC8" w:rsidP="00BA3BC8">
            <w:pPr>
              <w:pStyle w:val="SIBulletList1"/>
            </w:pPr>
            <w:r w:rsidRPr="00BA3BC8">
              <w:t>effective methods to handle a range of physical and medical emergencies during diving operations</w:t>
            </w:r>
          </w:p>
          <w:p w14:paraId="607C57A5" w14:textId="77777777" w:rsidR="00BA3BC8" w:rsidRPr="00BA3BC8" w:rsidRDefault="00BA3BC8" w:rsidP="00BA3BC8">
            <w:pPr>
              <w:pStyle w:val="SIBulletList1"/>
            </w:pPr>
            <w:r w:rsidRPr="00BA3BC8">
              <w:t>risk of hyperthermia or hypothermia when fully dressed as a standby diver</w:t>
            </w:r>
          </w:p>
          <w:p w14:paraId="1D3B51C6" w14:textId="77777777" w:rsidR="00BA3BC8" w:rsidRPr="00BA3BC8" w:rsidRDefault="00BA3BC8" w:rsidP="00BA3BC8">
            <w:pPr>
              <w:pStyle w:val="SIBulletList1"/>
            </w:pPr>
            <w:r w:rsidRPr="00BA3BC8">
              <w:t>free-ascent practices and associated dangers and limitations</w:t>
            </w:r>
          </w:p>
          <w:p w14:paraId="07BCE3F0" w14:textId="77777777" w:rsidR="00BA3BC8" w:rsidRPr="00BA3BC8" w:rsidRDefault="00BA3BC8" w:rsidP="00BA3BC8">
            <w:pPr>
              <w:pStyle w:val="SIBulletList1"/>
            </w:pPr>
            <w:r w:rsidRPr="00BA3BC8">
              <w:t>need for and limitations of shedding weights in particular emergency situations</w:t>
            </w:r>
          </w:p>
          <w:p w14:paraId="6E8FD771" w14:textId="77777777" w:rsidR="0096199C" w:rsidRDefault="00BA3BC8" w:rsidP="006F783A">
            <w:pPr>
              <w:pStyle w:val="SIBulletList1"/>
            </w:pPr>
            <w:r w:rsidRPr="00BA3BC8">
              <w:t>suit inflation and buoyancy compensator inflation procedures</w:t>
            </w:r>
          </w:p>
          <w:p w14:paraId="7D18C0FD" w14:textId="15710D6B" w:rsidR="00CF49A8" w:rsidRPr="00CF49A8" w:rsidRDefault="0096199C" w:rsidP="0096199C">
            <w:pPr>
              <w:pStyle w:val="SIBulletList1"/>
            </w:pPr>
            <w:r w:rsidRPr="0096199C">
              <w:t>dive related health conditions and illnesses</w:t>
            </w:r>
            <w:r w:rsidR="00BA3BC8" w:rsidRPr="00BA3BC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4E81290A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  <w:bookmarkStart w:id="0" w:name="_GoBack"/>
            <w:bookmarkEnd w:id="0"/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3FF439" w14:textId="77777777" w:rsidR="006F783A" w:rsidRPr="006F783A" w:rsidRDefault="006F783A" w:rsidP="006F783A">
            <w:pPr>
              <w:pStyle w:val="SIText"/>
            </w:pPr>
            <w:r w:rsidRPr="006F783A">
              <w:t>Assessment of this unit of competency must take place under the following conditions:</w:t>
            </w:r>
          </w:p>
          <w:p w14:paraId="73368455" w14:textId="77777777" w:rsidR="0082123A" w:rsidRPr="0082123A" w:rsidRDefault="0082123A" w:rsidP="0082123A">
            <w:pPr>
              <w:pStyle w:val="SIBulletList1"/>
            </w:pPr>
            <w:r w:rsidRPr="0082123A">
              <w:t>physical conditions:</w:t>
            </w:r>
          </w:p>
          <w:p w14:paraId="0D7FB641" w14:textId="77777777" w:rsidR="0082123A" w:rsidRPr="0082123A" w:rsidRDefault="0082123A" w:rsidP="0082123A">
            <w:pPr>
              <w:pStyle w:val="SIBulletList2"/>
            </w:pPr>
            <w:r w:rsidRPr="0082123A">
              <w:t>skills must be demonstrated in diving environment or an environment that accurately represents workplace conditions</w:t>
            </w:r>
          </w:p>
          <w:p w14:paraId="19892E03" w14:textId="77777777" w:rsidR="006F783A" w:rsidRPr="006F783A" w:rsidRDefault="006F783A" w:rsidP="006F783A">
            <w:pPr>
              <w:pStyle w:val="SIBulletList1"/>
            </w:pPr>
            <w:r w:rsidRPr="006F783A">
              <w:t>resources, equipment and materials:</w:t>
            </w:r>
          </w:p>
          <w:p w14:paraId="0BB95000" w14:textId="1D044FE9" w:rsidR="006F783A" w:rsidRDefault="006F783A" w:rsidP="006F783A">
            <w:pPr>
              <w:pStyle w:val="SIBulletList2"/>
            </w:pPr>
            <w:r w:rsidRPr="006F783A">
              <w:t>diving equipment for SCUBA diving operations</w:t>
            </w:r>
          </w:p>
          <w:p w14:paraId="6289A3ED" w14:textId="77777777" w:rsidR="0082123A" w:rsidRPr="0082123A" w:rsidRDefault="0082123A" w:rsidP="0082123A">
            <w:pPr>
              <w:pStyle w:val="SIBulletList2"/>
            </w:pPr>
            <w:r w:rsidRPr="0082123A">
              <w:t>emergency equipment</w:t>
            </w:r>
          </w:p>
          <w:p w14:paraId="43DB7722" w14:textId="77777777" w:rsidR="0082123A" w:rsidRPr="0082123A" w:rsidRDefault="0082123A" w:rsidP="0082123A">
            <w:pPr>
              <w:pStyle w:val="SIBulletList1"/>
            </w:pPr>
            <w:r w:rsidRPr="0082123A">
              <w:t>specifications:</w:t>
            </w:r>
          </w:p>
          <w:p w14:paraId="55762AF1" w14:textId="0C65B84D" w:rsidR="0082123A" w:rsidRPr="0082123A" w:rsidRDefault="0082123A" w:rsidP="0082123A">
            <w:pPr>
              <w:pStyle w:val="SIBulletList2"/>
            </w:pPr>
            <w:r w:rsidRPr="0082123A">
              <w:t xml:space="preserve">workplace procedures for </w:t>
            </w:r>
            <w:r>
              <w:t xml:space="preserve">SCUBA </w:t>
            </w:r>
            <w:r w:rsidR="00261067">
              <w:t>diving operations that include</w:t>
            </w:r>
            <w:r w:rsidRPr="0082123A">
              <w:t xml:space="preserve"> advice on emergency and safety requirements</w:t>
            </w:r>
          </w:p>
          <w:p w14:paraId="315A465B" w14:textId="77777777" w:rsidR="0082123A" w:rsidRPr="0082123A" w:rsidRDefault="0082123A" w:rsidP="0082123A">
            <w:pPr>
              <w:pStyle w:val="SIBulletList1"/>
            </w:pPr>
            <w:r w:rsidRPr="0082123A">
              <w:t>relationships:</w:t>
            </w:r>
          </w:p>
          <w:p w14:paraId="497A63A1" w14:textId="79963B8E" w:rsidR="0082123A" w:rsidRPr="006F783A" w:rsidRDefault="0082123A" w:rsidP="009915A6">
            <w:pPr>
              <w:pStyle w:val="SIBulletList2"/>
            </w:pPr>
            <w:r w:rsidRPr="0082123A">
              <w:t>interactions with surface team.</w:t>
            </w:r>
          </w:p>
          <w:p w14:paraId="5F3ED59B" w14:textId="77777777" w:rsidR="006F783A" w:rsidRPr="006F783A" w:rsidRDefault="006F783A" w:rsidP="006F783A"/>
          <w:p w14:paraId="71739C8B" w14:textId="038392C0" w:rsidR="00CF49A8" w:rsidRPr="00CF49A8" w:rsidRDefault="006F783A" w:rsidP="006F783A">
            <w:pPr>
              <w:pStyle w:val="SIText"/>
            </w:pPr>
            <w:r w:rsidRPr="006F783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4A23BE" w16cid:durableId="1EF334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F39EAD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364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9B0BB4A" w:rsidR="00540BD0" w:rsidRDefault="006A0208">
    <w:r>
      <w:t>SFI</w:t>
    </w:r>
    <w:r w:rsidR="002A7614">
      <w:t>DIV</w:t>
    </w:r>
    <w:r w:rsidR="006F783A">
      <w:t xml:space="preserve">313 </w:t>
    </w:r>
    <w:r w:rsidR="006F783A" w:rsidRPr="006F783A">
      <w:t>Undertake emergency procedures in SCUBA diving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364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A2D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067"/>
    <w:rsid w:val="00262FC3"/>
    <w:rsid w:val="0026394F"/>
    <w:rsid w:val="00276DB8"/>
    <w:rsid w:val="00282664"/>
    <w:rsid w:val="00285FB8"/>
    <w:rsid w:val="002970C3"/>
    <w:rsid w:val="002A0192"/>
    <w:rsid w:val="002A4CD3"/>
    <w:rsid w:val="002A6CC4"/>
    <w:rsid w:val="002A6F1A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206D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765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29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5EF2"/>
    <w:rsid w:val="00686A49"/>
    <w:rsid w:val="006876A3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83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5D9"/>
    <w:rsid w:val="007404E9"/>
    <w:rsid w:val="007444CF"/>
    <w:rsid w:val="00752C75"/>
    <w:rsid w:val="00757005"/>
    <w:rsid w:val="00761DBE"/>
    <w:rsid w:val="0076523B"/>
    <w:rsid w:val="0076582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23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99C"/>
    <w:rsid w:val="00970747"/>
    <w:rsid w:val="009915A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BC8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F3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6D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658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4C333-CD6B-4E5D-B0A0-0D34E33F6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3be1e86-bfdd-40d2-838e-effcc4e14a8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13FF8-3329-450B-A3CD-4D504FB4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2018-07-13T04:30:00Z</dcterms:created>
  <dcterms:modified xsi:type="dcterms:W3CDTF">2018-07-13T05:54:00Z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