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DB2B6B">
        <w:tc>
          <w:tcPr>
            <w:tcW w:w="268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B2B6B" w:rsidTr="00DB2B6B">
        <w:tc>
          <w:tcPr>
            <w:tcW w:w="2689" w:type="dxa"/>
          </w:tcPr>
          <w:p w:rsidR="00DB2B6B" w:rsidRPr="00DB2B6B" w:rsidRDefault="00DB2B6B" w:rsidP="00DB2B6B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:rsidR="00DB2B6B" w:rsidRPr="00DB2B6B" w:rsidRDefault="00DB2B6B" w:rsidP="00DB2B6B">
            <w:pPr>
              <w:pStyle w:val="SIText"/>
            </w:pPr>
            <w:r>
              <w:t>This version released with PPM Pulp and Paper Manufacturing Training Package Version 2.0.</w:t>
            </w:r>
          </w:p>
        </w:tc>
      </w:tr>
      <w:tr w:rsidR="00F1480E" w:rsidTr="00DB2B6B">
        <w:tc>
          <w:tcPr>
            <w:tcW w:w="2689" w:type="dxa"/>
          </w:tcPr>
          <w:p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BF41E6">
              <w:t xml:space="preserve"> 1</w:t>
            </w:r>
          </w:p>
        </w:tc>
        <w:tc>
          <w:tcPr>
            <w:tcW w:w="6939" w:type="dxa"/>
          </w:tcPr>
          <w:p w:rsidR="00F1480E" w:rsidRPr="000754EC" w:rsidRDefault="00F1480E" w:rsidP="00BF41E6">
            <w:pPr>
              <w:pStyle w:val="SIText"/>
            </w:pPr>
            <w:r w:rsidRPr="00CC451E">
              <w:t xml:space="preserve">This version released with </w:t>
            </w:r>
            <w:r w:rsidR="00BF41E6">
              <w:t>PPM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tblHeader/>
        </w:trPr>
        <w:tc>
          <w:tcPr>
            <w:tcW w:w="1396" w:type="pct"/>
            <w:shd w:val="clear" w:color="auto" w:fill="auto"/>
          </w:tcPr>
          <w:p w:rsidR="00F1480E" w:rsidRPr="000754EC" w:rsidRDefault="00BF41E6" w:rsidP="000754EC">
            <w:pPr>
              <w:pStyle w:val="SIUNITCODE"/>
            </w:pPr>
            <w:r>
              <w:t>PPMCPP210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BF41E6" w:rsidP="000754EC">
            <w:pPr>
              <w:pStyle w:val="SIUnittitle"/>
            </w:pPr>
            <w:r>
              <w:t>Monitor and control coated paper processes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:rsidR="00BF41E6" w:rsidRDefault="00BF41E6" w:rsidP="00BF41E6">
            <w:r w:rsidRPr="00BF41E6">
              <w:t>This unit of competency describes the outcomes required to monitor and maintain coated paper processes, ensure product quality and record and report production data.</w:t>
            </w:r>
          </w:p>
          <w:p w:rsidR="00BF41E6" w:rsidRPr="00BF41E6" w:rsidRDefault="00BF41E6" w:rsidP="00BF41E6"/>
          <w:p w:rsidR="00BF41E6" w:rsidRDefault="00BF41E6" w:rsidP="00BF41E6">
            <w:r w:rsidRPr="00BF41E6">
              <w:t>This unit applies to production support workers who work in a pulp or paper manufacturing facility in the coated paper area. This typically involves working in a facility with complex integrated equipment and continuous operations.</w:t>
            </w:r>
          </w:p>
          <w:p w:rsidR="00BF41E6" w:rsidRPr="00BF41E6" w:rsidRDefault="00BF41E6" w:rsidP="00BF41E6"/>
          <w:p w:rsidR="00373436" w:rsidRPr="000754EC" w:rsidRDefault="00BF41E6" w:rsidP="00A3639E">
            <w:r w:rsidRPr="00BF41E6">
              <w:t>No licensing, legislative, regulatory, or certification requirements apply to this unit at the time of publication.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BF41E6" w:rsidP="000754EC">
            <w:pPr>
              <w:pStyle w:val="SIText"/>
            </w:pPr>
            <w:r>
              <w:t>Nil.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BF41E6" w:rsidP="00BF41E6">
            <w:pPr>
              <w:pStyle w:val="SIText"/>
            </w:pPr>
            <w:r>
              <w:t>Pulp and Paper Manufacturing (PPM)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F1480E" w:rsidRPr="000754EC" w:rsidRDefault="00BF41E6" w:rsidP="000754EC">
            <w:pPr>
              <w:pStyle w:val="SIText"/>
            </w:pPr>
            <w:r w:rsidRPr="00BF41E6">
              <w:t>1. Monitor and maintain process</w:t>
            </w:r>
          </w:p>
        </w:tc>
        <w:tc>
          <w:tcPr>
            <w:tcW w:w="3604" w:type="pct"/>
            <w:shd w:val="clear" w:color="auto" w:fill="auto"/>
          </w:tcPr>
          <w:p w:rsidR="00BF41E6" w:rsidRPr="00BF41E6" w:rsidRDefault="00BF41E6" w:rsidP="00B0172D">
            <w:pPr>
              <w:pStyle w:val="SIText"/>
            </w:pPr>
            <w:r w:rsidRPr="00BF41E6">
              <w:t>1.1. Check production requirements at start of shift and plan daily work activities in line with organisational safety and standard operating procedures.</w:t>
            </w:r>
          </w:p>
          <w:p w:rsidR="00BF41E6" w:rsidRPr="00BF41E6" w:rsidRDefault="00BF41E6" w:rsidP="00B0172D">
            <w:pPr>
              <w:pStyle w:val="SIText"/>
            </w:pPr>
            <w:r w:rsidRPr="00BF41E6">
              <w:t>1.2. Confirm operational status by inspection, observation and other information.</w:t>
            </w:r>
          </w:p>
          <w:p w:rsidR="00BF41E6" w:rsidRPr="00BF41E6" w:rsidRDefault="00BF41E6" w:rsidP="00B0172D">
            <w:pPr>
              <w:pStyle w:val="SIText"/>
            </w:pPr>
            <w:r w:rsidRPr="00BF41E6">
              <w:t>1.3. Maintain process supplies to meet production requirements.</w:t>
            </w:r>
          </w:p>
          <w:p w:rsidR="00BF41E6" w:rsidRPr="00BF41E6" w:rsidRDefault="00BF41E6" w:rsidP="00B0172D">
            <w:pPr>
              <w:pStyle w:val="SIText"/>
            </w:pPr>
            <w:r w:rsidRPr="00BF41E6">
              <w:t>1.4. Monitor process to ensure coating system operations are within specification.</w:t>
            </w:r>
          </w:p>
          <w:p w:rsidR="00BF41E6" w:rsidRPr="00BF41E6" w:rsidRDefault="00BF41E6" w:rsidP="00B0172D">
            <w:pPr>
              <w:pStyle w:val="SIText"/>
            </w:pPr>
            <w:r w:rsidRPr="00BF41E6">
              <w:t>1.5. Identify, rectify or report routine variations from specification.</w:t>
            </w:r>
          </w:p>
          <w:p w:rsidR="00BF41E6" w:rsidRPr="00BF41E6" w:rsidRDefault="00BF41E6" w:rsidP="00B0172D">
            <w:pPr>
              <w:pStyle w:val="SIText"/>
            </w:pPr>
            <w:r w:rsidRPr="00BF41E6">
              <w:t>1.6. Monitor and maintain process levels to maintain productivity requirements.</w:t>
            </w:r>
          </w:p>
          <w:p w:rsidR="00F1480E" w:rsidRPr="000754EC" w:rsidRDefault="00BF41E6" w:rsidP="00B0172D">
            <w:pPr>
              <w:pStyle w:val="SIText"/>
            </w:pPr>
            <w:r w:rsidRPr="00BF41E6">
              <w:t>1.7. Complete routine preventative maintenance in line with maintenance schedules.</w:t>
            </w:r>
          </w:p>
        </w:tc>
      </w:tr>
      <w:tr w:rsidR="00F1480E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F1480E" w:rsidRPr="000754EC" w:rsidRDefault="00BF41E6" w:rsidP="000754EC">
            <w:pPr>
              <w:pStyle w:val="SIText"/>
            </w:pPr>
            <w:r w:rsidRPr="00BF41E6">
              <w:t>2. Control product quality</w:t>
            </w:r>
          </w:p>
        </w:tc>
        <w:tc>
          <w:tcPr>
            <w:tcW w:w="3604" w:type="pct"/>
            <w:shd w:val="clear" w:color="auto" w:fill="auto"/>
          </w:tcPr>
          <w:p w:rsidR="00BF41E6" w:rsidRPr="00BF41E6" w:rsidRDefault="00BF41E6" w:rsidP="00B0172D">
            <w:pPr>
              <w:pStyle w:val="SIText"/>
            </w:pPr>
            <w:r w:rsidRPr="00BF41E6">
              <w:t>2.1. Monitor and maintain product to quality requirements.</w:t>
            </w:r>
          </w:p>
          <w:p w:rsidR="00BF41E6" w:rsidRPr="00BF41E6" w:rsidRDefault="00BF41E6" w:rsidP="00B0172D">
            <w:pPr>
              <w:pStyle w:val="SIText"/>
            </w:pPr>
            <w:r w:rsidRPr="00BF41E6">
              <w:t>2.2. Conduct routine visual observations and assessments on product and system operations.</w:t>
            </w:r>
          </w:p>
          <w:p w:rsidR="00BF41E6" w:rsidRPr="00BF41E6" w:rsidRDefault="00BF41E6" w:rsidP="00B0172D">
            <w:pPr>
              <w:pStyle w:val="SIText"/>
            </w:pPr>
            <w:r w:rsidRPr="00BF41E6">
              <w:t>2.3. Sample and test product quality and interpret and record results to ensure production requirements are maintained.</w:t>
            </w:r>
          </w:p>
          <w:p w:rsidR="00F1480E" w:rsidRPr="000754EC" w:rsidRDefault="00BF41E6" w:rsidP="00B0172D">
            <w:pPr>
              <w:pStyle w:val="SIText"/>
            </w:pPr>
            <w:r w:rsidRPr="00BF41E6">
              <w:t>2.4. Adjust system operation to rectify out-of-specification product and maintain productivity requirements.</w:t>
            </w:r>
          </w:p>
        </w:tc>
      </w:tr>
      <w:tr w:rsidR="00F1480E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F1480E" w:rsidRPr="000754EC" w:rsidRDefault="00BF41E6" w:rsidP="000754EC">
            <w:pPr>
              <w:pStyle w:val="SIText"/>
            </w:pPr>
            <w:r w:rsidRPr="00BF41E6">
              <w:t>3. Record and report product and process data</w:t>
            </w:r>
          </w:p>
        </w:tc>
        <w:tc>
          <w:tcPr>
            <w:tcW w:w="3604" w:type="pct"/>
            <w:shd w:val="clear" w:color="auto" w:fill="auto"/>
          </w:tcPr>
          <w:p w:rsidR="00BF41E6" w:rsidRPr="00BF41E6" w:rsidRDefault="00BF41E6" w:rsidP="00BF41E6">
            <w:r w:rsidRPr="00BF41E6">
              <w:t>3.1. Interpret production data and enter into recording system.</w:t>
            </w:r>
          </w:p>
          <w:p w:rsidR="00F1480E" w:rsidRPr="000754EC" w:rsidRDefault="00BF41E6" w:rsidP="00BF41E6">
            <w:r w:rsidRPr="00BF41E6">
              <w:t>3.2. Communicate problems or variations with process, product or equipment to relevant personnel.</w:t>
            </w:r>
          </w:p>
        </w:tc>
      </w:tr>
    </w:tbl>
    <w:p w:rsidR="005F771F" w:rsidRDefault="005F771F" w:rsidP="005F771F">
      <w:pPr>
        <w:pStyle w:val="SIText"/>
      </w:pPr>
    </w:p>
    <w:p w:rsidR="005F771F" w:rsidRPr="000754EC" w:rsidRDefault="005F771F" w:rsidP="000754EC">
      <w:r>
        <w:br w:type="page"/>
      </w:r>
    </w:p>
    <w:p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:rsidTr="00CA2922">
        <w:trPr>
          <w:tblHeader/>
        </w:trPr>
        <w:tc>
          <w:tcPr>
            <w:tcW w:w="5000" w:type="pct"/>
            <w:gridSpan w:val="2"/>
          </w:tcPr>
          <w:p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:rsidTr="00CA2922">
        <w:trPr>
          <w:tblHeader/>
        </w:trPr>
        <w:tc>
          <w:tcPr>
            <w:tcW w:w="1396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F41E6" w:rsidRPr="00336FCA" w:rsidDel="00423CB2" w:rsidTr="00CA2922">
        <w:tc>
          <w:tcPr>
            <w:tcW w:w="1396" w:type="pct"/>
          </w:tcPr>
          <w:p w:rsidR="00BF41E6" w:rsidRPr="00BF41E6" w:rsidRDefault="00BF41E6" w:rsidP="00BF41E6">
            <w:r w:rsidRPr="00BF41E6">
              <w:t>Numeracy skills to:</w:t>
            </w:r>
          </w:p>
        </w:tc>
        <w:tc>
          <w:tcPr>
            <w:tcW w:w="3604" w:type="pct"/>
          </w:tcPr>
          <w:p w:rsidR="00BF41E6" w:rsidRPr="00BF41E6" w:rsidRDefault="00BF41E6" w:rsidP="00BF41E6">
            <w:pPr>
              <w:pStyle w:val="SIBulletList1"/>
            </w:pPr>
            <w:r w:rsidRPr="00BF41E6">
              <w:t>interpret basic numerical settings on instruments, gauges and data recording equipment</w:t>
            </w:r>
          </w:p>
          <w:p w:rsidR="00BF41E6" w:rsidRPr="00BF41E6" w:rsidRDefault="00BF41E6" w:rsidP="00BF41E6">
            <w:pPr>
              <w:pStyle w:val="SIBulletList1"/>
            </w:pPr>
            <w:r w:rsidRPr="00BF41E6">
              <w:t>monitor, assess and interpret production data</w:t>
            </w:r>
          </w:p>
          <w:p w:rsidR="00BF41E6" w:rsidRPr="00BF41E6" w:rsidRDefault="00BF41E6" w:rsidP="00BF41E6">
            <w:pPr>
              <w:pStyle w:val="SIBulletList1"/>
            </w:pPr>
            <w:r w:rsidRPr="00BF41E6">
              <w:t>record basic numerical data for test results and production outcomes.</w:t>
            </w:r>
          </w:p>
        </w:tc>
      </w:tr>
      <w:tr w:rsidR="00BF41E6" w:rsidRPr="00336FCA" w:rsidDel="00423CB2" w:rsidTr="00CA2922">
        <w:tc>
          <w:tcPr>
            <w:tcW w:w="1396" w:type="pct"/>
          </w:tcPr>
          <w:p w:rsidR="00BF41E6" w:rsidRPr="00BF41E6" w:rsidRDefault="00BF41E6" w:rsidP="00BF41E6">
            <w:r w:rsidRPr="00BF41E6">
              <w:t>Oral communication skills to:</w:t>
            </w:r>
          </w:p>
        </w:tc>
        <w:tc>
          <w:tcPr>
            <w:tcW w:w="3604" w:type="pct"/>
          </w:tcPr>
          <w:p w:rsidR="00BF41E6" w:rsidRPr="00BF41E6" w:rsidRDefault="00BF41E6" w:rsidP="00BF41E6">
            <w:pPr>
              <w:pStyle w:val="SIBulletList1"/>
            </w:pPr>
            <w:r w:rsidRPr="00BF41E6">
              <w:t>provide clear basic information about problems or variations with process, products and equipment.</w:t>
            </w:r>
          </w:p>
        </w:tc>
      </w:tr>
      <w:tr w:rsidR="00BF41E6" w:rsidRPr="00336FCA" w:rsidDel="00423CB2" w:rsidTr="00CA2922">
        <w:tc>
          <w:tcPr>
            <w:tcW w:w="1396" w:type="pct"/>
          </w:tcPr>
          <w:p w:rsidR="00BF41E6" w:rsidRPr="00BF41E6" w:rsidRDefault="00BF41E6" w:rsidP="00BF41E6">
            <w:r w:rsidRPr="00BF41E6">
              <w:t>Reading skills to:</w:t>
            </w:r>
          </w:p>
        </w:tc>
        <w:tc>
          <w:tcPr>
            <w:tcW w:w="3604" w:type="pct"/>
          </w:tcPr>
          <w:p w:rsidR="00BF41E6" w:rsidRPr="00BF41E6" w:rsidRDefault="00BF41E6" w:rsidP="00BF41E6">
            <w:pPr>
              <w:pStyle w:val="SIBulletList1"/>
            </w:pPr>
            <w:r w:rsidRPr="00BF41E6">
              <w:t>interpret:</w:t>
            </w:r>
          </w:p>
          <w:p w:rsidR="00BF41E6" w:rsidRPr="00BF41E6" w:rsidRDefault="00BF41E6" w:rsidP="00BF41E6">
            <w:pPr>
              <w:pStyle w:val="SIBulletList1"/>
            </w:pPr>
            <w:r w:rsidRPr="00BF41E6">
              <w:t>workplace health and safety and standard operating procedures</w:t>
            </w:r>
          </w:p>
          <w:p w:rsidR="00BF41E6" w:rsidRPr="00BF41E6" w:rsidRDefault="00BF41E6" w:rsidP="00BF41E6">
            <w:pPr>
              <w:pStyle w:val="SIBulletList1"/>
            </w:pPr>
            <w:r w:rsidRPr="00BF41E6">
              <w:t>maintenance schedules.</w:t>
            </w:r>
          </w:p>
        </w:tc>
      </w:tr>
      <w:tr w:rsidR="00BF41E6" w:rsidRPr="00336FCA" w:rsidDel="00423CB2" w:rsidTr="00CA2922">
        <w:tc>
          <w:tcPr>
            <w:tcW w:w="1396" w:type="pct"/>
          </w:tcPr>
          <w:p w:rsidR="00BF41E6" w:rsidRPr="00BF41E6" w:rsidRDefault="00BF41E6" w:rsidP="00BF41E6">
            <w:r w:rsidRPr="00BF41E6">
              <w:t>Writing skills to:</w:t>
            </w:r>
          </w:p>
        </w:tc>
        <w:tc>
          <w:tcPr>
            <w:tcW w:w="3604" w:type="pct"/>
          </w:tcPr>
          <w:p w:rsidR="00BF41E6" w:rsidRPr="00BF41E6" w:rsidRDefault="00BF41E6" w:rsidP="00BF41E6">
            <w:pPr>
              <w:pStyle w:val="SIBulletList1"/>
            </w:pPr>
            <w:r w:rsidRPr="00BF41E6">
              <w:t>complete accurate basic records for system operation and production outcomes.</w:t>
            </w:r>
          </w:p>
        </w:tc>
      </w:tr>
      <w:tr w:rsidR="00BF41E6" w:rsidRPr="00336FCA" w:rsidDel="00423CB2" w:rsidTr="00CA2922">
        <w:tc>
          <w:tcPr>
            <w:tcW w:w="1396" w:type="pct"/>
          </w:tcPr>
          <w:p w:rsidR="00BF41E6" w:rsidRPr="00BF41E6" w:rsidRDefault="00BF41E6" w:rsidP="00BF41E6">
            <w:r w:rsidRPr="00BF41E6">
              <w:t>Problem solving skills to:</w:t>
            </w:r>
          </w:p>
        </w:tc>
        <w:tc>
          <w:tcPr>
            <w:tcW w:w="3604" w:type="pct"/>
          </w:tcPr>
          <w:p w:rsidR="00BF41E6" w:rsidRPr="00BF41E6" w:rsidRDefault="00BF41E6" w:rsidP="00BF41E6">
            <w:pPr>
              <w:pStyle w:val="SIBulletList1"/>
            </w:pPr>
            <w:r w:rsidRPr="00BF41E6">
              <w:t>use and assess sensory information (sight, sound, touch, smell, vibration, temperature) to adjust process to maximise safety, quality and productivity.</w:t>
            </w:r>
          </w:p>
        </w:tc>
      </w:tr>
    </w:tbl>
    <w:p w:rsidR="00916CD7" w:rsidRDefault="00916CD7" w:rsidP="005F771F">
      <w:pPr>
        <w:pStyle w:val="SIText"/>
      </w:pPr>
    </w:p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:rsidTr="00F33FF2">
        <w:tc>
          <w:tcPr>
            <w:tcW w:w="5000" w:type="pct"/>
            <w:gridSpan w:val="4"/>
          </w:tcPr>
          <w:p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:rsidTr="00F33FF2">
        <w:tc>
          <w:tcPr>
            <w:tcW w:w="1028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B2B6B" w:rsidTr="00F33FF2">
        <w:tc>
          <w:tcPr>
            <w:tcW w:w="1028" w:type="pct"/>
          </w:tcPr>
          <w:p w:rsidR="00DB2B6B" w:rsidRDefault="00DB2B6B" w:rsidP="000754EC">
            <w:pPr>
              <w:pStyle w:val="SIText"/>
            </w:pPr>
            <w:r>
              <w:t xml:space="preserve">PMMCPP210 </w:t>
            </w:r>
            <w:r w:rsidR="00D77DDF">
              <w:t>Monitor and control coated paper processes Version 2</w:t>
            </w:r>
          </w:p>
        </w:tc>
        <w:tc>
          <w:tcPr>
            <w:tcW w:w="1105" w:type="pct"/>
          </w:tcPr>
          <w:p w:rsidR="00DB2B6B" w:rsidRPr="00BF41E6" w:rsidRDefault="00D77DDF" w:rsidP="000754EC">
            <w:pPr>
              <w:pStyle w:val="SIText"/>
            </w:pPr>
            <w:r>
              <w:t>PMMCPP210 Monitor and control coated paper processes Version 1</w:t>
            </w:r>
          </w:p>
        </w:tc>
        <w:tc>
          <w:tcPr>
            <w:tcW w:w="1251" w:type="pct"/>
          </w:tcPr>
          <w:p w:rsidR="00DB2B6B" w:rsidRPr="000754EC" w:rsidRDefault="00082F5D" w:rsidP="000754EC">
            <w:pPr>
              <w:pStyle w:val="SIText"/>
            </w:pPr>
            <w:r>
              <w:t>Minor c</w:t>
            </w:r>
            <w:r w:rsidR="00D77DDF">
              <w:t xml:space="preserve">hanges to knowledge evidence.  </w:t>
            </w:r>
          </w:p>
        </w:tc>
        <w:tc>
          <w:tcPr>
            <w:tcW w:w="1616" w:type="pct"/>
          </w:tcPr>
          <w:p w:rsidR="00DB2B6B" w:rsidRDefault="00D77DDF" w:rsidP="000754EC">
            <w:pPr>
              <w:pStyle w:val="SIText"/>
            </w:pPr>
            <w:r>
              <w:t>Equivalent unit</w:t>
            </w:r>
          </w:p>
        </w:tc>
      </w:tr>
      <w:tr w:rsidR="00041E59" w:rsidTr="00F33FF2">
        <w:tc>
          <w:tcPr>
            <w:tcW w:w="1028" w:type="pct"/>
          </w:tcPr>
          <w:p w:rsidR="00041E59" w:rsidRPr="000754EC" w:rsidRDefault="00BF41E6" w:rsidP="000754EC">
            <w:pPr>
              <w:pStyle w:val="SIText"/>
            </w:pPr>
            <w:r>
              <w:t>PPMCPP210 Monitor and control coated paper processes</w:t>
            </w:r>
          </w:p>
        </w:tc>
        <w:tc>
          <w:tcPr>
            <w:tcW w:w="1105" w:type="pct"/>
          </w:tcPr>
          <w:p w:rsidR="00041E59" w:rsidRPr="000754EC" w:rsidRDefault="00BF41E6" w:rsidP="000754EC">
            <w:pPr>
              <w:pStyle w:val="SIText"/>
            </w:pPr>
            <w:r w:rsidRPr="00BF41E6">
              <w:t>FPPCPP210A Monitor and control coated paper processes</w:t>
            </w:r>
          </w:p>
        </w:tc>
        <w:tc>
          <w:tcPr>
            <w:tcW w:w="1251" w:type="pct"/>
          </w:tcPr>
          <w:p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:rsidR="00916CD7" w:rsidRPr="000754EC" w:rsidRDefault="00BF41E6" w:rsidP="000754EC">
            <w:pPr>
              <w:pStyle w:val="SIText"/>
            </w:pPr>
            <w:r>
              <w:t>Equivalent unit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:rsidR="00F1480E" w:rsidRPr="000754EC" w:rsidRDefault="002B506F" w:rsidP="00BF41E6">
            <w:pPr>
              <w:pStyle w:val="SIText"/>
            </w:pPr>
            <w:r w:rsidRPr="002B506F">
              <w:t>https://vetnet.education.gov.au/Pages/TrainingDocs.aspx?q=12998f8d-d0ac-40bc-a69e-72a600d4fd93</w:t>
            </w:r>
          </w:p>
        </w:tc>
      </w:tr>
    </w:tbl>
    <w:p w:rsidR="00F1480E" w:rsidRDefault="00F1480E" w:rsidP="005F771F">
      <w:pPr>
        <w:pStyle w:val="SIText"/>
      </w:pPr>
    </w:p>
    <w:p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:rsidTr="00113678">
        <w:trPr>
          <w:tblHeader/>
        </w:trPr>
        <w:tc>
          <w:tcPr>
            <w:tcW w:w="1478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:rsidR="00556C4C" w:rsidRPr="000754EC" w:rsidRDefault="00556C4C" w:rsidP="00BF41E6">
            <w:pPr>
              <w:pStyle w:val="SIUnittitle"/>
            </w:pPr>
            <w:r w:rsidRPr="00F56827">
              <w:t xml:space="preserve">Assessment requirements for </w:t>
            </w:r>
            <w:r w:rsidR="00BF41E6">
              <w:t>PPMCPP210 Monitor and control coated paper processes</w:t>
            </w:r>
          </w:p>
        </w:tc>
      </w:tr>
      <w:tr w:rsidR="00556C4C" w:rsidRPr="00A55106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:rsidTr="00113678">
        <w:tc>
          <w:tcPr>
            <w:tcW w:w="5000" w:type="pct"/>
            <w:gridSpan w:val="2"/>
            <w:shd w:val="clear" w:color="auto" w:fill="auto"/>
          </w:tcPr>
          <w:p w:rsidR="00E06113" w:rsidRPr="00E06113" w:rsidRDefault="00E06113" w:rsidP="00B0172D">
            <w:pPr>
              <w:pStyle w:val="SIText"/>
            </w:pPr>
            <w:r w:rsidRPr="00E06113">
              <w:t xml:space="preserve">A person demonstrating competency in this unit must </w:t>
            </w:r>
            <w:r w:rsidR="00423CF9">
              <w:t xml:space="preserve">satisfy all of the elements and </w:t>
            </w:r>
            <w:r w:rsidRPr="00E06113">
              <w:t xml:space="preserve"> performanc</w:t>
            </w:r>
            <w:r w:rsidR="00423CF9">
              <w:t>e criteria</w:t>
            </w:r>
            <w:r w:rsidRPr="00E06113">
              <w:t xml:space="preserve"> of this unit, and must be able to provide sufficient evidence of the ability to:</w:t>
            </w:r>
          </w:p>
          <w:p w:rsidR="00E06113" w:rsidRPr="00E06113" w:rsidRDefault="00E06113" w:rsidP="00E06113">
            <w:pPr>
              <w:pStyle w:val="SIBulletList1"/>
            </w:pPr>
            <w:r w:rsidRPr="00E06113">
              <w:t>monitor and control coated paper processes, at least twice in line with required enterprise intervals, with individual production requirements for each period</w:t>
            </w:r>
          </w:p>
          <w:p w:rsidR="002E4B81" w:rsidRPr="00E06113" w:rsidRDefault="00E06113" w:rsidP="002E4B81">
            <w:pPr>
              <w:pStyle w:val="SIBulletList1"/>
            </w:pPr>
            <w:r w:rsidRPr="00E06113">
              <w:t>complete routine maintenance on equipment at specified intervals</w:t>
            </w:r>
          </w:p>
          <w:p w:rsidR="00556C4C" w:rsidRPr="000754EC" w:rsidRDefault="00E06113" w:rsidP="00E06113">
            <w:pPr>
              <w:pStyle w:val="SIBulletList1"/>
            </w:pPr>
            <w:r w:rsidRPr="00E06113">
              <w:t>complete records for system operation, production outcomes and equipment faults at least twice, in line with required enterprise i</w:t>
            </w:r>
            <w:r w:rsidR="00DB2B6B">
              <w:t>ntervals</w:t>
            </w:r>
          </w:p>
        </w:tc>
      </w:tr>
    </w:tbl>
    <w:p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:rsidTr="00CA2922">
        <w:tc>
          <w:tcPr>
            <w:tcW w:w="5000" w:type="pct"/>
            <w:shd w:val="clear" w:color="auto" w:fill="auto"/>
          </w:tcPr>
          <w:p w:rsidR="00E06113" w:rsidRPr="00E06113" w:rsidRDefault="00E06113" w:rsidP="00B0172D">
            <w:pPr>
              <w:pStyle w:val="SIText"/>
            </w:pPr>
            <w:r w:rsidRPr="00E06113">
              <w:t>A person competent in this unit must be able to demonstrate knowledge of:</w:t>
            </w:r>
          </w:p>
          <w:p w:rsidR="00AF79CA" w:rsidRPr="00AF79CA" w:rsidRDefault="00AF79CA" w:rsidP="00AF79CA">
            <w:pPr>
              <w:pStyle w:val="SIBulletList1"/>
            </w:pPr>
            <w:r>
              <w:t>o</w:t>
            </w:r>
            <w:r w:rsidRPr="00AF79CA">
              <w:t>rganisational procedures relevant to workplace health and safety with particular emphasis on:</w:t>
            </w:r>
          </w:p>
          <w:p w:rsidR="00AF79CA" w:rsidRPr="00AF79CA" w:rsidRDefault="00AF79CA" w:rsidP="00AF79CA">
            <w:pPr>
              <w:pStyle w:val="SIBulletList2"/>
            </w:pPr>
            <w:r w:rsidRPr="00AF79CA">
              <w:t>use of personal protective equipment (PPE)</w:t>
            </w:r>
          </w:p>
          <w:p w:rsidR="00AF79CA" w:rsidRPr="00AF79CA" w:rsidRDefault="00AF79CA" w:rsidP="00AF79CA">
            <w:pPr>
              <w:pStyle w:val="SIBulletList2"/>
            </w:pPr>
            <w:r w:rsidRPr="00AF79CA">
              <w:t>equipment lock out and isolation procedures</w:t>
            </w:r>
          </w:p>
          <w:p w:rsidR="00AF79CA" w:rsidRPr="00AF79CA" w:rsidRDefault="00AF79CA" w:rsidP="00AF79CA">
            <w:pPr>
              <w:pStyle w:val="SIBulletList2"/>
            </w:pPr>
            <w:r w:rsidRPr="00AF79CA">
              <w:t>handling chemicals and hazardous substances, including spill and disposal guidelines</w:t>
            </w:r>
          </w:p>
          <w:p w:rsidR="00AF79CA" w:rsidRPr="00AF79CA" w:rsidRDefault="00AF79CA" w:rsidP="00AF79CA">
            <w:pPr>
              <w:pStyle w:val="SIBulletList2"/>
            </w:pPr>
            <w:r w:rsidRPr="00AF79CA">
              <w:t>plant clearance requirements</w:t>
            </w:r>
          </w:p>
          <w:p w:rsidR="00AF79CA" w:rsidRPr="00AF79CA" w:rsidRDefault="00AF79CA" w:rsidP="00AF79CA">
            <w:pPr>
              <w:pStyle w:val="SIBulletList2"/>
            </w:pPr>
            <w:r w:rsidRPr="00AF79CA">
              <w:t>emergency procedures and responses</w:t>
            </w:r>
          </w:p>
          <w:p w:rsidR="00AF79CA" w:rsidRPr="00AF79CA" w:rsidRDefault="00AF79CA" w:rsidP="00AF79CA">
            <w:pPr>
              <w:pStyle w:val="SIBulletList2"/>
            </w:pPr>
            <w:r w:rsidRPr="00AF79CA">
              <w:t>job safety analysis documentation and processes</w:t>
            </w:r>
          </w:p>
          <w:p w:rsidR="00AF79CA" w:rsidRPr="00AF79CA" w:rsidRDefault="00AF79CA" w:rsidP="00AF79CA">
            <w:pPr>
              <w:pStyle w:val="SIBulletList2"/>
            </w:pPr>
            <w:r w:rsidRPr="00AF79CA">
              <w:t>plant permit systems and processes</w:t>
            </w:r>
          </w:p>
          <w:p w:rsidR="00AF79CA" w:rsidRPr="00AF79CA" w:rsidRDefault="00AF79CA" w:rsidP="00AF79CA">
            <w:pPr>
              <w:pStyle w:val="SIBulletList2"/>
            </w:pPr>
            <w:r w:rsidRPr="00AF79CA">
              <w:t>high risk load shifting licensing requirements where relevant</w:t>
            </w:r>
          </w:p>
          <w:p w:rsidR="00AF79CA" w:rsidRPr="00AF79CA" w:rsidRDefault="00AF79CA" w:rsidP="00AF79CA">
            <w:pPr>
              <w:pStyle w:val="SIBulletList2"/>
            </w:pPr>
            <w:r w:rsidRPr="00AF79CA">
              <w:t>major hazard facility licensing requirements where relevant</w:t>
            </w:r>
          </w:p>
          <w:p w:rsidR="00AF79CA" w:rsidRPr="00AF79CA" w:rsidRDefault="00AF79CA" w:rsidP="00AF79CA">
            <w:pPr>
              <w:pStyle w:val="SIBulletList1"/>
            </w:pPr>
            <w:r w:rsidRPr="00AF79CA">
              <w:t>system layout for coated paper processing plant</w:t>
            </w:r>
          </w:p>
          <w:p w:rsidR="00AF79CA" w:rsidRPr="00AF79CA" w:rsidRDefault="00AF79CA" w:rsidP="00AF79CA">
            <w:pPr>
              <w:pStyle w:val="SIBulletList1"/>
            </w:pPr>
            <w:r w:rsidRPr="00AF79CA">
              <w:t>purpose, features and operation of coated paper process plant, operating parameters and allowable variations</w:t>
            </w:r>
          </w:p>
          <w:p w:rsidR="00AF79CA" w:rsidRPr="00AF79CA" w:rsidRDefault="00AF79CA" w:rsidP="00AF79CA">
            <w:pPr>
              <w:pStyle w:val="SIBulletList1"/>
            </w:pPr>
            <w:r w:rsidRPr="00AF79CA">
              <w:t>operation and application of electronic and other control systems</w:t>
            </w:r>
          </w:p>
          <w:p w:rsidR="00AF79CA" w:rsidRPr="00AF79CA" w:rsidRDefault="00AF79CA" w:rsidP="00AF79CA">
            <w:pPr>
              <w:pStyle w:val="SIBulletList1"/>
            </w:pPr>
            <w:r w:rsidRPr="00AF79CA">
              <w:t>key features of the full range of processes involved in controlling coated paper production</w:t>
            </w:r>
          </w:p>
          <w:p w:rsidR="00AF79CA" w:rsidRPr="00AF79CA" w:rsidRDefault="00AF79CA" w:rsidP="00AF79CA">
            <w:pPr>
              <w:pStyle w:val="SIBulletList1"/>
            </w:pPr>
            <w:r w:rsidRPr="00AF79CA">
              <w:t>purpose of, and processes for sampling and testing product quality, plant and system operations</w:t>
            </w:r>
          </w:p>
          <w:p w:rsidR="00AF79CA" w:rsidRPr="00AF79CA" w:rsidRDefault="00AF79CA" w:rsidP="00AF79CA">
            <w:pPr>
              <w:pStyle w:val="SIBulletList1"/>
            </w:pPr>
            <w:r w:rsidRPr="00AF79CA">
              <w:t>quality requirements for different types of coated paper</w:t>
            </w:r>
          </w:p>
          <w:p w:rsidR="00AF79CA" w:rsidRPr="00AF79CA" w:rsidRDefault="00AF79CA" w:rsidP="00AF79CA">
            <w:pPr>
              <w:pStyle w:val="SIBulletList1"/>
            </w:pPr>
            <w:r w:rsidRPr="00AF79CA">
              <w:t>methods used to monitor coating system operations against specified system parameters</w:t>
            </w:r>
          </w:p>
          <w:p w:rsidR="00AF79CA" w:rsidRPr="00AF79CA" w:rsidRDefault="00AF79CA" w:rsidP="00AF79CA">
            <w:pPr>
              <w:pStyle w:val="SIBulletList1"/>
            </w:pPr>
            <w:r w:rsidRPr="00AF79CA">
              <w:t>effect of process adjustments on product quality and productivity during monitoring and operation</w:t>
            </w:r>
          </w:p>
          <w:p w:rsidR="00AF79CA" w:rsidRPr="00AF79CA" w:rsidRDefault="00AF79CA" w:rsidP="00AF79CA">
            <w:pPr>
              <w:pStyle w:val="SIBulletList1"/>
            </w:pPr>
            <w:r w:rsidRPr="00AF79CA">
              <w:t>organisational procedures including:</w:t>
            </w:r>
          </w:p>
          <w:p w:rsidR="00AF79CA" w:rsidRPr="00AF79CA" w:rsidRDefault="00AF79CA" w:rsidP="00AF79CA">
            <w:pPr>
              <w:pStyle w:val="SIBulletList1"/>
            </w:pPr>
            <w:r w:rsidRPr="00AF79CA">
              <w:t>standard operating procedures specific to coated paper processes</w:t>
            </w:r>
          </w:p>
          <w:p w:rsidR="00AF79CA" w:rsidRPr="00AF79CA" w:rsidRDefault="00AF79CA" w:rsidP="00AF79CA">
            <w:pPr>
              <w:pStyle w:val="SIBulletList1"/>
            </w:pPr>
            <w:r w:rsidRPr="00AF79CA">
              <w:t>communication reporting lines</w:t>
            </w:r>
          </w:p>
          <w:p w:rsidR="00F1480E" w:rsidRPr="000754EC" w:rsidRDefault="00AF79CA" w:rsidP="00AF79CA">
            <w:pPr>
              <w:pStyle w:val="SIBulletList1"/>
            </w:pPr>
            <w:r w:rsidRPr="00AF79CA">
              <w:t>recording and reporting system operation, production ou</w:t>
            </w:r>
            <w:r>
              <w:t>tcomes and equipment faults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:rsidTr="00CA2922">
        <w:tc>
          <w:tcPr>
            <w:tcW w:w="5000" w:type="pct"/>
            <w:shd w:val="clear" w:color="auto" w:fill="auto"/>
          </w:tcPr>
          <w:p w:rsidR="00E06113" w:rsidRPr="00E06113" w:rsidRDefault="00E06113" w:rsidP="00E06113">
            <w:r w:rsidRPr="00E06113">
              <w:t>The following resources must be made available:</w:t>
            </w:r>
          </w:p>
          <w:p w:rsidR="00E06113" w:rsidRPr="00E06113" w:rsidRDefault="00E06113" w:rsidP="00E06113">
            <w:pPr>
              <w:pStyle w:val="SIBulletList1"/>
            </w:pPr>
            <w:r w:rsidRPr="00E06113">
              <w:t>access to the full range of tools and equipment involved in integrated continuous manufacturing of coated paper processes in a pulp or paper manufacturing facility</w:t>
            </w:r>
          </w:p>
          <w:p w:rsidR="00E06113" w:rsidRPr="00E06113" w:rsidRDefault="00E06113" w:rsidP="00E06113">
            <w:pPr>
              <w:pStyle w:val="SIBulletList1"/>
            </w:pPr>
            <w:r w:rsidRPr="00E06113">
              <w:t>machines, equipment and resources specific to coated paper operations including electronic control systems which includes Digital Control System (DCS), touch screens or robotics</w:t>
            </w:r>
          </w:p>
          <w:p w:rsidR="00E06113" w:rsidRPr="00E06113" w:rsidRDefault="00E06113" w:rsidP="00E06113">
            <w:pPr>
              <w:pStyle w:val="SIBulletList1"/>
            </w:pPr>
            <w:r w:rsidRPr="00E06113">
              <w:t>consumables which can be chemicals and polymers, additives, labels, felts and base paper</w:t>
            </w:r>
          </w:p>
          <w:p w:rsidR="00E06113" w:rsidRPr="00E06113" w:rsidRDefault="00E06113" w:rsidP="00E06113">
            <w:pPr>
              <w:pStyle w:val="SIBulletList1"/>
            </w:pPr>
            <w:r w:rsidRPr="00E06113">
              <w:t>maintenance tools and equipment and consumables for coated paper process plant</w:t>
            </w:r>
          </w:p>
          <w:p w:rsidR="00E06113" w:rsidRPr="00E06113" w:rsidRDefault="00E06113" w:rsidP="00E06113">
            <w:pPr>
              <w:pStyle w:val="SIBulletList1"/>
            </w:pPr>
            <w:r w:rsidRPr="00E06113">
              <w:t>personal protective equipment suitable for operating coated paper process plant</w:t>
            </w:r>
          </w:p>
          <w:p w:rsidR="00E06113" w:rsidRPr="00E06113" w:rsidRDefault="00E06113" w:rsidP="00E06113">
            <w:pPr>
              <w:pStyle w:val="SIBulletList1"/>
            </w:pPr>
            <w:r w:rsidRPr="00E06113">
              <w:t>maintenance schedules for coated paper process plant</w:t>
            </w:r>
          </w:p>
          <w:p w:rsidR="00E06113" w:rsidRPr="00E06113" w:rsidRDefault="00E06113" w:rsidP="00E06113">
            <w:pPr>
              <w:pStyle w:val="SIBulletList1"/>
            </w:pPr>
            <w:r w:rsidRPr="00E06113">
              <w:t>template documents for recording system operation and production outcomes</w:t>
            </w:r>
          </w:p>
          <w:p w:rsidR="00E06113" w:rsidRPr="00E06113" w:rsidRDefault="00E06113" w:rsidP="00E06113">
            <w:pPr>
              <w:pStyle w:val="SIBulletList1"/>
            </w:pPr>
            <w:r w:rsidRPr="00E06113">
              <w:t>organisational workplace health and safety and standard operating procedures</w:t>
            </w:r>
          </w:p>
          <w:p w:rsidR="00E06113" w:rsidRDefault="00E06113" w:rsidP="00E06113">
            <w:pPr>
              <w:pStyle w:val="SIBulletList1"/>
            </w:pPr>
            <w:r w:rsidRPr="00E06113">
              <w:t>relevant personnel for the purpos</w:t>
            </w:r>
            <w:r w:rsidR="00DB2B6B">
              <w:t>es of communicating information</w:t>
            </w:r>
          </w:p>
          <w:p w:rsidR="00E06113" w:rsidRPr="00E06113" w:rsidRDefault="00E06113" w:rsidP="00E06113">
            <w:pPr>
              <w:pStyle w:val="SIText"/>
            </w:pPr>
          </w:p>
          <w:p w:rsidR="00E06113" w:rsidRDefault="00E06113" w:rsidP="00E06113">
            <w:r w:rsidRPr="00E06113">
              <w:t>Competency is to be assessed in the workplace or in a productive environment that accurately reflects performance in a workplace.</w:t>
            </w:r>
          </w:p>
          <w:p w:rsidR="00E06113" w:rsidRPr="00E06113" w:rsidRDefault="00E06113" w:rsidP="00E06113"/>
          <w:p w:rsidR="00E06113" w:rsidRDefault="00E06113" w:rsidP="00E06113">
            <w:pPr>
              <w:pStyle w:val="SIText-Bold"/>
            </w:pPr>
            <w:r w:rsidRPr="00E06113">
              <w:t>Assessor requirements </w:t>
            </w:r>
          </w:p>
          <w:p w:rsidR="00E06113" w:rsidRPr="00E06113" w:rsidRDefault="00E06113" w:rsidP="00E06113"/>
          <w:p w:rsidR="00E06113" w:rsidRPr="00E06113" w:rsidRDefault="00E06113" w:rsidP="00E06113">
            <w:r w:rsidRPr="00E06113">
              <w:t>Assessors must:</w:t>
            </w:r>
          </w:p>
          <w:p w:rsidR="00E06113" w:rsidRPr="00E06113" w:rsidRDefault="00E06113" w:rsidP="00E06113">
            <w:pPr>
              <w:pStyle w:val="SIBulletList1"/>
            </w:pPr>
            <w:r w:rsidRPr="00E06113">
              <w:t>hold the appropriate asse</w:t>
            </w:r>
            <w:bookmarkStart w:id="0" w:name="_GoBack"/>
            <w:bookmarkEnd w:id="0"/>
            <w:r w:rsidRPr="00E06113">
              <w:t>ssor competency standards as outlined in regulations; and</w:t>
            </w:r>
          </w:p>
          <w:p w:rsidR="00E06113" w:rsidRPr="00E06113" w:rsidRDefault="00E06113" w:rsidP="00E06113">
            <w:pPr>
              <w:pStyle w:val="SIBulletList1"/>
            </w:pPr>
            <w:r w:rsidRPr="00E06113">
              <w:t>be able to demonstrate vocational competencies at least to the level being assessed; and</w:t>
            </w:r>
          </w:p>
          <w:p w:rsidR="00F1480E" w:rsidRPr="00E06113" w:rsidRDefault="00E06113" w:rsidP="00E06113">
            <w:pPr>
              <w:pStyle w:val="SIBulletList1"/>
            </w:pPr>
            <w:r w:rsidRPr="00E06113">
              <w:t>be able to demonstrate how they are continuing to develop their VET knowledge and skills as well as maintaining their industry c</w:t>
            </w:r>
            <w:r w:rsidR="00DB2B6B">
              <w:t>urrency and assessor competence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:rsidTr="004679E3">
        <w:tc>
          <w:tcPr>
            <w:tcW w:w="99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:rsidR="00F1480E" w:rsidRPr="000754EC" w:rsidRDefault="002B506F" w:rsidP="000754EC">
            <w:pPr>
              <w:pStyle w:val="SIText"/>
            </w:pPr>
            <w:r w:rsidRPr="002B506F">
              <w:t>https://vetnet.education.gov.au/Pages/TrainingDocs.aspx?q=12998f8d-d0ac-40bc-a69e-72a600d4fd93</w:t>
            </w:r>
          </w:p>
        </w:tc>
      </w:tr>
    </w:tbl>
    <w:p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02A" w:rsidRDefault="004A102A" w:rsidP="00BF3F0A">
      <w:r>
        <w:separator/>
      </w:r>
    </w:p>
    <w:p w:rsidR="004A102A" w:rsidRDefault="004A102A"/>
  </w:endnote>
  <w:endnote w:type="continuationSeparator" w:id="0">
    <w:p w:rsidR="004A102A" w:rsidRDefault="004A102A" w:rsidP="00BF3F0A">
      <w:r>
        <w:continuationSeparator/>
      </w:r>
    </w:p>
    <w:p w:rsidR="004A102A" w:rsidRDefault="004A10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:rsidR="000E25E6" w:rsidRPr="000754EC" w:rsidRDefault="00BF41E6" w:rsidP="005F771F">
        <w:pPr>
          <w:pStyle w:val="SIText"/>
        </w:pPr>
        <w:r>
          <w:tab/>
        </w:r>
        <w:r>
          <w:tab/>
        </w:r>
        <w:r>
          <w:tab/>
        </w:r>
        <w:r>
          <w:tab/>
        </w:r>
        <w:r>
          <w:tab/>
        </w:r>
        <w:r w:rsidR="00151D93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 w:rsidRPr="000754EC">
          <w:fldChar w:fldCharType="begin"/>
        </w:r>
        <w:r w:rsidR="00D810DE">
          <w:instrText xml:space="preserve"> PAGE   \* MERGEFORMAT </w:instrText>
        </w:r>
        <w:r w:rsidR="00D810DE" w:rsidRPr="000754EC">
          <w:fldChar w:fldCharType="separate"/>
        </w:r>
        <w:r w:rsidR="00B0172D">
          <w:rPr>
            <w:noProof/>
          </w:rPr>
          <w:t>4</w:t>
        </w:r>
        <w:r w:rsidR="00D810DE" w:rsidRPr="000754EC">
          <w:fldChar w:fldCharType="end"/>
        </w:r>
      </w:p>
      <w:p w:rsidR="00D810DE" w:rsidRDefault="00B0172D" w:rsidP="005F771F">
        <w:pPr>
          <w:pStyle w:val="SIText"/>
        </w:pP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02A" w:rsidRDefault="004A102A" w:rsidP="00BF3F0A">
      <w:r>
        <w:separator/>
      </w:r>
    </w:p>
    <w:p w:rsidR="004A102A" w:rsidRDefault="004A102A"/>
  </w:footnote>
  <w:footnote w:type="continuationSeparator" w:id="0">
    <w:p w:rsidR="004A102A" w:rsidRDefault="004A102A" w:rsidP="00BF3F0A">
      <w:r>
        <w:continuationSeparator/>
      </w:r>
    </w:p>
    <w:p w:rsidR="004A102A" w:rsidRDefault="004A102A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1E6" w:rsidRPr="00BF41E6" w:rsidRDefault="00BF41E6" w:rsidP="00BF41E6">
    <w:r>
      <w:t>PPMCPP210</w:t>
    </w:r>
    <w:r w:rsidRPr="00BF41E6">
      <w:t xml:space="preserve"> Monitor and control coated paper processes</w:t>
    </w:r>
  </w:p>
  <w:p w:rsidR="009C2650" w:rsidRPr="00BF41E6" w:rsidRDefault="009C2650" w:rsidP="00BF41E6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693556"/>
    <w:multiLevelType w:val="multilevel"/>
    <w:tmpl w:val="A8265A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74312A9"/>
    <w:multiLevelType w:val="multilevel"/>
    <w:tmpl w:val="1BA4C2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D12E42"/>
    <w:multiLevelType w:val="multilevel"/>
    <w:tmpl w:val="868079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9D23DA"/>
    <w:multiLevelType w:val="multilevel"/>
    <w:tmpl w:val="4FC6B8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5065C3C"/>
    <w:multiLevelType w:val="multilevel"/>
    <w:tmpl w:val="62328B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C818DC"/>
    <w:multiLevelType w:val="multilevel"/>
    <w:tmpl w:val="EC38CA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358266F"/>
    <w:multiLevelType w:val="multilevel"/>
    <w:tmpl w:val="5B38EF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9C65711"/>
    <w:multiLevelType w:val="multilevel"/>
    <w:tmpl w:val="C5EC96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65D3BF7"/>
    <w:multiLevelType w:val="multilevel"/>
    <w:tmpl w:val="411AD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1A0A23"/>
    <w:multiLevelType w:val="multilevel"/>
    <w:tmpl w:val="43B4D7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6F4563"/>
    <w:multiLevelType w:val="multilevel"/>
    <w:tmpl w:val="3FC0F4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24"/>
  </w:num>
  <w:num w:numId="5">
    <w:abstractNumId w:val="2"/>
  </w:num>
  <w:num w:numId="6">
    <w:abstractNumId w:val="11"/>
  </w:num>
  <w:num w:numId="7">
    <w:abstractNumId w:val="3"/>
  </w:num>
  <w:num w:numId="8">
    <w:abstractNumId w:val="0"/>
  </w:num>
  <w:num w:numId="9">
    <w:abstractNumId w:val="22"/>
  </w:num>
  <w:num w:numId="10">
    <w:abstractNumId w:val="15"/>
  </w:num>
  <w:num w:numId="11">
    <w:abstractNumId w:val="20"/>
  </w:num>
  <w:num w:numId="12">
    <w:abstractNumId w:val="16"/>
  </w:num>
  <w:num w:numId="13">
    <w:abstractNumId w:val="25"/>
  </w:num>
  <w:num w:numId="14">
    <w:abstractNumId w:val="5"/>
  </w:num>
  <w:num w:numId="15">
    <w:abstractNumId w:val="6"/>
  </w:num>
  <w:num w:numId="16">
    <w:abstractNumId w:val="26"/>
  </w:num>
  <w:num w:numId="17">
    <w:abstractNumId w:val="19"/>
  </w:num>
  <w:num w:numId="18">
    <w:abstractNumId w:val="10"/>
  </w:num>
  <w:num w:numId="19">
    <w:abstractNumId w:val="23"/>
  </w:num>
  <w:num w:numId="20">
    <w:abstractNumId w:val="9"/>
  </w:num>
  <w:num w:numId="21">
    <w:abstractNumId w:val="18"/>
  </w:num>
  <w:num w:numId="22">
    <w:abstractNumId w:val="17"/>
  </w:num>
  <w:num w:numId="23">
    <w:abstractNumId w:val="8"/>
  </w:num>
  <w:num w:numId="24">
    <w:abstractNumId w:val="14"/>
  </w:num>
  <w:num w:numId="25">
    <w:abstractNumId w:val="21"/>
  </w:num>
  <w:num w:numId="26">
    <w:abstractNumId w:val="13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1E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545"/>
    <w:rsid w:val="00064BFE"/>
    <w:rsid w:val="00070B3E"/>
    <w:rsid w:val="00071F95"/>
    <w:rsid w:val="000737BB"/>
    <w:rsid w:val="00074E47"/>
    <w:rsid w:val="000754EC"/>
    <w:rsid w:val="00082F5D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506F"/>
    <w:rsid w:val="002C55E9"/>
    <w:rsid w:val="002D0C8B"/>
    <w:rsid w:val="002D330A"/>
    <w:rsid w:val="002E170C"/>
    <w:rsid w:val="002E193E"/>
    <w:rsid w:val="002E4B81"/>
    <w:rsid w:val="00305EFF"/>
    <w:rsid w:val="00310A6A"/>
    <w:rsid w:val="003144E6"/>
    <w:rsid w:val="003161D1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3CF9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02A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A4B"/>
    <w:rsid w:val="00AE32CB"/>
    <w:rsid w:val="00AF3957"/>
    <w:rsid w:val="00AF79CA"/>
    <w:rsid w:val="00B0172D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BF41E6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77DDF"/>
    <w:rsid w:val="00D810DE"/>
    <w:rsid w:val="00D87D32"/>
    <w:rsid w:val="00D91188"/>
    <w:rsid w:val="00D92C83"/>
    <w:rsid w:val="00DA0A81"/>
    <w:rsid w:val="00DA3C10"/>
    <w:rsid w:val="00DA53B5"/>
    <w:rsid w:val="00DB2B6B"/>
    <w:rsid w:val="00DC1D69"/>
    <w:rsid w:val="00DC5A3A"/>
    <w:rsid w:val="00DD0726"/>
    <w:rsid w:val="00E06113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2E4F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0696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12E3603-701D-43A4-B933-0843DBF24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E061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5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6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munications\Desktop\PPM%20Unit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B8F935-FC12-4A37-81E5-0FAEB1612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06F658F-0D90-4F3C-B21B-2A2E67D07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34</TotalTime>
  <Pages>4</Pages>
  <Words>1145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Forestworks Communications</dc:creator>
  <cp:lastModifiedBy>mclayton</cp:lastModifiedBy>
  <cp:revision>11</cp:revision>
  <cp:lastPrinted>2016-05-27T05:21:00Z</cp:lastPrinted>
  <dcterms:created xsi:type="dcterms:W3CDTF">2018-04-17T01:23:00Z</dcterms:created>
  <dcterms:modified xsi:type="dcterms:W3CDTF">2018-05-02T00:22:00Z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