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5410C900" w:rsidR="00A301E0" w:rsidRPr="00923720" w:rsidRDefault="000B5D56" w:rsidP="009C7708">
            <w:pPr>
              <w:pStyle w:val="SISSCODE"/>
            </w:pPr>
            <w:r w:rsidRPr="000B5D56">
              <w:t>FBPSS</w:t>
            </w:r>
            <w:r w:rsidR="009F723B">
              <w:t>XXXX</w:t>
            </w:r>
            <w:bookmarkStart w:id="0" w:name="_GoBack"/>
            <w:r w:rsidR="004022A2">
              <w:t>X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30393142" w14:textId="3D309F56" w:rsidR="00A301E0" w:rsidRPr="00923720" w:rsidRDefault="006F406C" w:rsidP="009C7708">
            <w:pPr>
              <w:pStyle w:val="SISStitle"/>
            </w:pPr>
            <w:r>
              <w:t xml:space="preserve">Bottling and Packaging </w:t>
            </w:r>
            <w:r w:rsidR="00A06CC3">
              <w:t xml:space="preserve">Operator </w:t>
            </w:r>
            <w:r>
              <w:t>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77777777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0B5D56">
              <w:t>2.0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4849869B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C722F1">
              <w:t>of</w:t>
            </w:r>
            <w:r w:rsidR="004F0529">
              <w:t xml:space="preserve"> </w:t>
            </w:r>
            <w:r w:rsidR="00AA4850">
              <w:t>a bottling and packaging operator, working in wine or food processing industries.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0FE811CA" w14:textId="3EF0EFAB" w:rsidR="00500701" w:rsidRDefault="00AF1BBA" w:rsidP="006F406C">
            <w:pPr>
              <w:pStyle w:val="SIText"/>
            </w:pPr>
            <w:r w:rsidRPr="00AF1BBA">
              <w:t>These units of competency provide credit towards a number of qualifications in the FBP Food, Beverage and Pharmaceutical Training Package</w:t>
            </w:r>
            <w:r w:rsidR="00500701">
              <w:t xml:space="preserve">, </w:t>
            </w:r>
            <w:r w:rsidRPr="00AF1BBA">
              <w:t>including</w:t>
            </w:r>
            <w:r w:rsidR="006F406C">
              <w:t xml:space="preserve"> </w:t>
            </w:r>
            <w:r w:rsidR="00A06CC3">
              <w:t xml:space="preserve">FBP2XX18 Certificate II in Wine </w:t>
            </w:r>
            <w:r w:rsidR="00A06CC3" w:rsidRPr="00A06CC3">
              <w:t xml:space="preserve">Industry Operations </w:t>
            </w:r>
            <w:r w:rsidR="00A06CC3">
              <w:t xml:space="preserve">and </w:t>
            </w:r>
            <w:r w:rsidR="006F406C">
              <w:t xml:space="preserve">FBP3XX18 Certificate III in Wine </w:t>
            </w:r>
            <w:r w:rsidR="00A06CC3">
              <w:t xml:space="preserve">Industry </w:t>
            </w:r>
            <w:r w:rsidR="006F406C">
              <w:t>Operations</w:t>
            </w:r>
            <w:r w:rsidR="00AA4850">
              <w:t>.</w:t>
            </w:r>
          </w:p>
          <w:p w14:paraId="5093C979" w14:textId="1C1FED87" w:rsidR="00500701" w:rsidRPr="00890663" w:rsidRDefault="00500701" w:rsidP="006F406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4E06547" w14:textId="77777777" w:rsidR="00AA4850" w:rsidRPr="00AA4850" w:rsidRDefault="00AA4850" w:rsidP="00AA4850">
            <w:pPr>
              <w:pStyle w:val="SIText"/>
            </w:pPr>
            <w:r w:rsidRPr="00AA4850">
              <w:t>No occupational licensing, legislative or certification requirements are known to apply to this unit at the time of publication.</w:t>
            </w:r>
          </w:p>
          <w:p w14:paraId="07B75EC2" w14:textId="1F363671" w:rsidR="00C722F1" w:rsidRPr="00A301E0" w:rsidRDefault="00C722F1" w:rsidP="00783DE8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E639BEB" w14:textId="1254EE7A" w:rsidR="00356865" w:rsidRDefault="00356865" w:rsidP="00AC7246">
            <w:pPr>
              <w:pStyle w:val="SIBulletList1"/>
            </w:pPr>
            <w:r>
              <w:t>BSBWHS301 Maintain workplace safety</w:t>
            </w:r>
          </w:p>
          <w:p w14:paraId="6E6137D2" w14:textId="083C0E38" w:rsidR="00356865" w:rsidRPr="00445797" w:rsidRDefault="00356865" w:rsidP="00445797">
            <w:pPr>
              <w:pStyle w:val="SIBulletList1"/>
            </w:pPr>
            <w:r w:rsidRPr="00445797">
              <w:t>FBPBPG2</w:t>
            </w:r>
            <w:r w:rsidR="00D16A6A">
              <w:t>XXX</w:t>
            </w:r>
            <w:r w:rsidRPr="00445797">
              <w:t xml:space="preserve"> Operate the bottle supply process</w:t>
            </w:r>
          </w:p>
          <w:p w14:paraId="22A76EFF" w14:textId="02FA1D44" w:rsidR="00356865" w:rsidRPr="00445797" w:rsidRDefault="00356865" w:rsidP="00445797">
            <w:pPr>
              <w:pStyle w:val="SIBulletList1"/>
            </w:pPr>
            <w:r w:rsidRPr="00445797">
              <w:t>FBPBPG2</w:t>
            </w:r>
            <w:r w:rsidR="00D16A6A">
              <w:t>XXX</w:t>
            </w:r>
            <w:r w:rsidRPr="00445797">
              <w:t xml:space="preserve"> Operate the carton packing process</w:t>
            </w:r>
          </w:p>
          <w:p w14:paraId="0C5A0249" w14:textId="50415F8B" w:rsidR="00356865" w:rsidRPr="00445797" w:rsidRDefault="00356865" w:rsidP="00445797">
            <w:pPr>
              <w:pStyle w:val="SIBulletList1"/>
            </w:pPr>
            <w:r w:rsidRPr="00445797">
              <w:t>FBPBPG3</w:t>
            </w:r>
            <w:r w:rsidR="00D16A6A">
              <w:t>XXX</w:t>
            </w:r>
            <w:r w:rsidRPr="00445797">
              <w:t xml:space="preserve"> Operate the bottle filling process</w:t>
            </w:r>
          </w:p>
          <w:p w14:paraId="74164F3B" w14:textId="76FB26EB" w:rsidR="00356865" w:rsidRDefault="00356865" w:rsidP="00445797">
            <w:pPr>
              <w:pStyle w:val="SIBulletList1"/>
            </w:pPr>
            <w:r w:rsidRPr="00445797">
              <w:t>FBPBPG3</w:t>
            </w:r>
            <w:r w:rsidR="00D16A6A">
              <w:t>XXX</w:t>
            </w:r>
            <w:r w:rsidRPr="00445797">
              <w:t xml:space="preserve"> Operate the labelling process</w:t>
            </w:r>
          </w:p>
          <w:p w14:paraId="16EA8ACA" w14:textId="3A3C1F21" w:rsidR="00356865" w:rsidRPr="00445797" w:rsidRDefault="00356865" w:rsidP="00445797">
            <w:pPr>
              <w:pStyle w:val="SIBulletList1"/>
            </w:pPr>
            <w:r w:rsidRPr="00445797">
              <w:t>FBPBPG</w:t>
            </w:r>
            <w:r>
              <w:t>3XXX</w:t>
            </w:r>
            <w:r w:rsidRPr="00445797">
              <w:t xml:space="preserve"> Operate the bottle sealing process</w:t>
            </w:r>
          </w:p>
          <w:p w14:paraId="43574B0B" w14:textId="534532AC" w:rsidR="004F0529" w:rsidRPr="009C7708" w:rsidRDefault="004F0529" w:rsidP="005D5817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0F3EFACD" w14:textId="77777777" w:rsidTr="00445797">
        <w:trPr>
          <w:trHeight w:val="954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02016B0B" w:rsidR="0016138C" w:rsidRPr="009C7708" w:rsidRDefault="0078615E" w:rsidP="009C7708">
            <w:pPr>
              <w:pStyle w:val="SIText"/>
            </w:pPr>
            <w:r w:rsidRPr="0078615E">
              <w:t xml:space="preserve">This skill set is for </w:t>
            </w:r>
            <w:r w:rsidR="006F406C">
              <w:t>individuals who carry out bottling and packaging operations.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5DD17F49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>
              <w:t xml:space="preserve">FBP </w:t>
            </w:r>
            <w:r w:rsidRPr="00D26449">
              <w:t>Food, Beverage and Pharmaceutical Training Package</w:t>
            </w:r>
            <w:r w:rsidR="00BC74DC">
              <w:t>,</w:t>
            </w:r>
            <w:r w:rsidRPr="00D26449">
              <w:t xml:space="preserve"> Version 2.0, meet the requirements for </w:t>
            </w:r>
            <w:r w:rsidR="00783DE8">
              <w:t xml:space="preserve">a </w:t>
            </w:r>
            <w:r w:rsidR="006F406C">
              <w:t xml:space="preserve">bottling and packaging operator who </w:t>
            </w:r>
            <w:r w:rsidR="00A06CC3">
              <w:t xml:space="preserve">may </w:t>
            </w:r>
            <w:r w:rsidR="006F406C">
              <w:t>work across a range of industry areas.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453A723F" w14:textId="7CCB74AA" w:rsidR="00F1480E" w:rsidRDefault="00F1480E" w:rsidP="00DB557A">
      <w:pPr>
        <w:spacing w:after="200" w:line="276" w:lineRule="auto"/>
      </w:pPr>
    </w:p>
    <w:p w14:paraId="24478B88" w14:textId="5259FB74" w:rsidR="001A09DA" w:rsidRDefault="001A09DA" w:rsidP="00DB557A">
      <w:pPr>
        <w:spacing w:after="200" w:line="276" w:lineRule="auto"/>
      </w:pPr>
    </w:p>
    <w:sectPr w:rsidR="001A09DA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458116" w16cid:durableId="1E231F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EB5BD" w14:textId="77777777" w:rsidR="001F42FC" w:rsidRDefault="001F42FC" w:rsidP="00BF3F0A">
      <w:r>
        <w:separator/>
      </w:r>
    </w:p>
    <w:p w14:paraId="6EAEC88F" w14:textId="77777777" w:rsidR="001F42FC" w:rsidRDefault="001F42FC"/>
  </w:endnote>
  <w:endnote w:type="continuationSeparator" w:id="0">
    <w:p w14:paraId="376A9A5A" w14:textId="77777777" w:rsidR="001F42FC" w:rsidRDefault="001F42FC" w:rsidP="00BF3F0A">
      <w:r>
        <w:continuationSeparator/>
      </w:r>
    </w:p>
    <w:p w14:paraId="0FB04B03" w14:textId="77777777" w:rsidR="001F42FC" w:rsidRDefault="001F4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585DF4FF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4022A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7D1A9" w14:textId="77777777" w:rsidR="001F42FC" w:rsidRDefault="001F42FC" w:rsidP="00BF3F0A">
      <w:r>
        <w:separator/>
      </w:r>
    </w:p>
    <w:p w14:paraId="3752F3A5" w14:textId="77777777" w:rsidR="001F42FC" w:rsidRDefault="001F42FC"/>
  </w:footnote>
  <w:footnote w:type="continuationSeparator" w:id="0">
    <w:p w14:paraId="078F6C4C" w14:textId="77777777" w:rsidR="001F42FC" w:rsidRDefault="001F42FC" w:rsidP="00BF3F0A">
      <w:r>
        <w:continuationSeparator/>
      </w:r>
    </w:p>
    <w:p w14:paraId="243A4659" w14:textId="77777777" w:rsidR="001F42FC" w:rsidRDefault="001F4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CBD42" w14:textId="16D2889A" w:rsidR="009C7708" w:rsidRPr="009C7708" w:rsidRDefault="004022A2" w:rsidP="009C7708">
    <w:pPr>
      <w:pStyle w:val="SIText"/>
    </w:pPr>
    <w:sdt>
      <w:sdtPr>
        <w:id w:val="1268660209"/>
        <w:docPartObj>
          <w:docPartGallery w:val="Watermarks"/>
          <w:docPartUnique/>
        </w:docPartObj>
      </w:sdtPr>
      <w:sdtEndPr/>
      <w:sdtContent>
        <w:r>
          <w:pict w14:anchorId="0082680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5D56">
      <w:t>FBPSS</w:t>
    </w:r>
    <w:r w:rsidR="009F723B">
      <w:t>X</w:t>
    </w:r>
    <w:r w:rsidR="000B5D56">
      <w:t xml:space="preserve">XXX </w:t>
    </w:r>
    <w:r w:rsidR="006F406C" w:rsidRPr="006F406C">
      <w:t xml:space="preserve">Bottling and Packaging </w:t>
    </w:r>
    <w:r w:rsidR="00A06CC3">
      <w:t xml:space="preserve">Operator </w:t>
    </w:r>
    <w:r w:rsidR="006F406C" w:rsidRPr="006F406C">
      <w:t>Skill Set</w:t>
    </w:r>
  </w:p>
  <w:p w14:paraId="07ED4A01" w14:textId="2C4F9D27" w:rsidR="009C2650" w:rsidRDefault="009C26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09DA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42FC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56865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2A2"/>
    <w:rsid w:val="004127E3"/>
    <w:rsid w:val="0043212E"/>
    <w:rsid w:val="00434366"/>
    <w:rsid w:val="00444423"/>
    <w:rsid w:val="00445797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051"/>
    <w:rsid w:val="00583902"/>
    <w:rsid w:val="005A3AA5"/>
    <w:rsid w:val="005A6C9C"/>
    <w:rsid w:val="005A74DC"/>
    <w:rsid w:val="005B5146"/>
    <w:rsid w:val="005C231B"/>
    <w:rsid w:val="005C7EA8"/>
    <w:rsid w:val="005D5817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F406C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5A78"/>
    <w:rsid w:val="007E3832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B1A87"/>
    <w:rsid w:val="009C2650"/>
    <w:rsid w:val="009C7708"/>
    <w:rsid w:val="009D083D"/>
    <w:rsid w:val="009D15E2"/>
    <w:rsid w:val="009D15FE"/>
    <w:rsid w:val="009D5D2C"/>
    <w:rsid w:val="009E3B41"/>
    <w:rsid w:val="009F0DCC"/>
    <w:rsid w:val="009F11CA"/>
    <w:rsid w:val="009F723B"/>
    <w:rsid w:val="00A0695B"/>
    <w:rsid w:val="00A06CC3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4850"/>
    <w:rsid w:val="00AA5338"/>
    <w:rsid w:val="00AA5E0C"/>
    <w:rsid w:val="00AB1B8E"/>
    <w:rsid w:val="00AC0696"/>
    <w:rsid w:val="00AC4C98"/>
    <w:rsid w:val="00AC5F6B"/>
    <w:rsid w:val="00AC7246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9CD"/>
    <w:rsid w:val="00BA1CB1"/>
    <w:rsid w:val="00BA482D"/>
    <w:rsid w:val="00BA7B66"/>
    <w:rsid w:val="00BB23F4"/>
    <w:rsid w:val="00BC5075"/>
    <w:rsid w:val="00BC74D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A6A"/>
    <w:rsid w:val="00D20C57"/>
    <w:rsid w:val="00D25D16"/>
    <w:rsid w:val="00D26449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uiPriority w:val="99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1A09D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8a008820-e6a3-467d-916b-fc1c7f2e03fe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3" ma:contentTypeDescription="Create a new document." ma:contentTypeScope="" ma:versionID="c76f1effc2a49ad4930f5ba79e7b6ab3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2f3931455ee26b64674cde74f115cf8b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E30F47-5CF1-45B6-80BC-068841DFF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E39EF5-E96F-4623-B8A8-F1EDF84E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Tom Vassallo</cp:lastModifiedBy>
  <cp:revision>5</cp:revision>
  <cp:lastPrinted>2016-05-27T05:21:00Z</cp:lastPrinted>
  <dcterms:created xsi:type="dcterms:W3CDTF">2018-04-16T23:26:00Z</dcterms:created>
  <dcterms:modified xsi:type="dcterms:W3CDTF">2018-04-20T04:45:00Z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