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77777777" w:rsidR="00A301E0" w:rsidRPr="00923720" w:rsidRDefault="000B5D56" w:rsidP="009C7708">
            <w:pPr>
              <w:pStyle w:val="SISSCODE"/>
            </w:pPr>
            <w:bookmarkStart w:id="0" w:name="_GoBack"/>
            <w:bookmarkEnd w:id="0"/>
            <w:r w:rsidRPr="000B5D56">
              <w:t>FBPSS000XXX</w:t>
            </w:r>
          </w:p>
        </w:tc>
        <w:tc>
          <w:tcPr>
            <w:tcW w:w="3604" w:type="pct"/>
            <w:shd w:val="clear" w:color="auto" w:fill="auto"/>
          </w:tcPr>
          <w:p w14:paraId="30393142" w14:textId="0E2C377A" w:rsidR="00A301E0" w:rsidRPr="00923720" w:rsidRDefault="0057199C" w:rsidP="009C7708">
            <w:pPr>
              <w:pStyle w:val="SISStitle"/>
            </w:pPr>
            <w:r>
              <w:t>Food Safety Auditor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77777777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0B5D56">
              <w:t>2.0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0025CB71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C722F1">
              <w:t>of</w:t>
            </w:r>
            <w:r w:rsidR="004F0529">
              <w:t xml:space="preserve"> a</w:t>
            </w:r>
            <w:r w:rsidR="00C722F1">
              <w:t>n entry level</w:t>
            </w:r>
            <w:r w:rsidR="004F0529">
              <w:t xml:space="preserve"> </w:t>
            </w:r>
            <w:r w:rsidR="00500701">
              <w:t>f</w:t>
            </w:r>
            <w:r w:rsidR="004F0529">
              <w:t xml:space="preserve">ood </w:t>
            </w:r>
            <w:r w:rsidR="00500701">
              <w:t>s</w:t>
            </w:r>
            <w:r w:rsidR="004F0529">
              <w:t xml:space="preserve">afety </w:t>
            </w:r>
            <w:r w:rsidR="00500701">
              <w:t>a</w:t>
            </w:r>
            <w:r w:rsidR="004F0529">
              <w:t>uditor</w:t>
            </w:r>
            <w:r w:rsidR="00C722F1">
              <w:t xml:space="preserve"> who conducts low risk safety audits in food preparation </w:t>
            </w:r>
            <w:r w:rsidR="00500701">
              <w:t xml:space="preserve">or food processing </w:t>
            </w:r>
            <w:r w:rsidR="00C722F1">
              <w:t>sites.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8DBA2F9" w14:textId="3BD6984E" w:rsidR="00500701" w:rsidRPr="00500701" w:rsidRDefault="00500701" w:rsidP="00500701">
            <w:pPr>
              <w:pStyle w:val="SIBulletList1"/>
            </w:pPr>
            <w:r w:rsidRPr="00500701">
              <w:t xml:space="preserve">FBP4XX18 Certificate IV in </w:t>
            </w:r>
            <w:r w:rsidR="00D7528F">
              <w:t>Food Science and Technology</w:t>
            </w:r>
          </w:p>
          <w:p w14:paraId="0FE811CA" w14:textId="3C8764BA" w:rsidR="00500701" w:rsidRDefault="00500701" w:rsidP="00500701">
            <w:pPr>
              <w:pStyle w:val="SIBulletList1"/>
            </w:pPr>
            <w:r w:rsidRPr="00500701">
              <w:t>FBP5XX18 Diploma of Food Science and Technology</w:t>
            </w:r>
            <w:r>
              <w:t>.</w:t>
            </w:r>
          </w:p>
          <w:p w14:paraId="5093C979" w14:textId="1C1FED87" w:rsidR="00500701" w:rsidRPr="00890663" w:rsidRDefault="00500701" w:rsidP="0050070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46FE9D11" w14:textId="7A355568" w:rsidR="00C722F1" w:rsidRDefault="00C722F1" w:rsidP="00BC74DC">
            <w:pPr>
              <w:pStyle w:val="SIText"/>
            </w:pPr>
            <w:r>
              <w:t xml:space="preserve">Food safety auditing is regulated through state/territory jurisdictions. Users should check </w:t>
            </w:r>
            <w:r w:rsidR="00783DE8" w:rsidRPr="00783DE8">
              <w:t>the National regulatory food safety auditor guideline and policy</w:t>
            </w:r>
            <w:r w:rsidR="00783DE8">
              <w:t>, as well as</w:t>
            </w:r>
            <w:r w:rsidR="00783DE8" w:rsidRPr="00783DE8" w:rsidDel="00D71394">
              <w:t xml:space="preserve"> </w:t>
            </w:r>
            <w:r>
              <w:t>local</w:t>
            </w:r>
            <w:r w:rsidR="00783DE8">
              <w:t xml:space="preserve"> </w:t>
            </w:r>
            <w:r w:rsidR="00783DE8" w:rsidRPr="00783DE8">
              <w:t>state/territory jurisdictions</w:t>
            </w:r>
            <w:r w:rsidR="00783DE8">
              <w:t xml:space="preserve"> for details.</w:t>
            </w:r>
          </w:p>
          <w:p w14:paraId="07B75EC2" w14:textId="1F363671" w:rsidR="00C722F1" w:rsidRPr="00A301E0" w:rsidRDefault="00C722F1" w:rsidP="00783DE8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4F68C7F9" w14:textId="77777777" w:rsidR="009C7708" w:rsidRDefault="004F0529" w:rsidP="004F0529">
            <w:pPr>
              <w:pStyle w:val="SIBulletList1"/>
            </w:pPr>
            <w:r w:rsidRPr="004F0529">
              <w:t>FBPAUD4001 Assess compliance with food safety programs</w:t>
            </w:r>
          </w:p>
          <w:p w14:paraId="03AEEE2D" w14:textId="77777777" w:rsidR="004F0529" w:rsidRDefault="004F0529" w:rsidP="004F0529">
            <w:pPr>
              <w:pStyle w:val="SIBulletList1"/>
            </w:pPr>
            <w:r w:rsidRPr="004F0529">
              <w:t>FBPAUD4002 Communicate and negotiate to conduct food safety audits</w:t>
            </w:r>
          </w:p>
          <w:p w14:paraId="1E3DEDE2" w14:textId="77777777" w:rsidR="004F0529" w:rsidRDefault="004F0529" w:rsidP="004F0529">
            <w:pPr>
              <w:pStyle w:val="SIBulletList1"/>
            </w:pPr>
            <w:r w:rsidRPr="004F0529">
              <w:t>FBPAUD4003 Conduct food safety audits</w:t>
            </w:r>
          </w:p>
          <w:p w14:paraId="63861C89" w14:textId="77777777" w:rsidR="004F0529" w:rsidRDefault="004F0529" w:rsidP="004F0529">
            <w:pPr>
              <w:pStyle w:val="SIBulletList1"/>
            </w:pPr>
            <w:r w:rsidRPr="004F0529">
              <w:t>FBPAUD4004 Identify, evaluate and control food safety hazards</w:t>
            </w:r>
          </w:p>
          <w:p w14:paraId="43574B0B" w14:textId="6BA2E708" w:rsidR="004F0529" w:rsidRPr="009C7708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5E8A3BB" w14:textId="4F2D46B2" w:rsidR="007961A9" w:rsidRPr="007961A9" w:rsidRDefault="0078615E" w:rsidP="007961A9">
            <w:pPr>
              <w:pStyle w:val="SIText"/>
            </w:pPr>
            <w:r w:rsidRPr="0078615E">
              <w:t xml:space="preserve">This skill set is for </w:t>
            </w:r>
            <w:r w:rsidR="00500701">
              <w:t>food safety auditors</w:t>
            </w:r>
            <w:r w:rsidR="007961A9" w:rsidRPr="007961A9">
              <w:t xml:space="preserve"> </w:t>
            </w:r>
            <w:r w:rsidR="00BC74DC">
              <w:t xml:space="preserve">who </w:t>
            </w:r>
            <w:r w:rsidR="00783DE8">
              <w:t>carry out low risk food safety audits.</w:t>
            </w:r>
          </w:p>
          <w:p w14:paraId="2C5335AD" w14:textId="41453BC0" w:rsidR="0016138C" w:rsidRPr="009C7708" w:rsidRDefault="0016138C" w:rsidP="009C7708">
            <w:pPr>
              <w:pStyle w:val="SIText"/>
            </w:pP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7B46B8D1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>
              <w:t xml:space="preserve">FBP </w:t>
            </w:r>
            <w:r w:rsidRPr="00D26449">
              <w:t>Food, Beverage and Pharmaceutical Training Package</w:t>
            </w:r>
            <w:r w:rsidR="00BC74DC">
              <w:t>,</w:t>
            </w:r>
            <w:r w:rsidRPr="00D26449">
              <w:t xml:space="preserve"> Version 2.0, meet the requirements for </w:t>
            </w:r>
            <w:r w:rsidR="00783DE8">
              <w:t>a food safety auditor who audits low risk food preparation and processing sites.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453A723F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B13F" w14:textId="77777777" w:rsidR="00DA6A76" w:rsidRDefault="00DA6A76" w:rsidP="00BF3F0A">
      <w:r>
        <w:separator/>
      </w:r>
    </w:p>
    <w:p w14:paraId="6F74A7D5" w14:textId="77777777" w:rsidR="00DA6A76" w:rsidRDefault="00DA6A76"/>
  </w:endnote>
  <w:endnote w:type="continuationSeparator" w:id="0">
    <w:p w14:paraId="5F4CEE7B" w14:textId="77777777" w:rsidR="00DA6A76" w:rsidRDefault="00DA6A76" w:rsidP="00BF3F0A">
      <w:r>
        <w:continuationSeparator/>
      </w:r>
    </w:p>
    <w:p w14:paraId="2565BDB3" w14:textId="77777777" w:rsidR="00DA6A76" w:rsidRDefault="00DA6A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7EE7F" w14:textId="77777777" w:rsidR="006E4FED" w:rsidRDefault="006E4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A8E36C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E4FED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78F89" w14:textId="77777777" w:rsidR="006E4FED" w:rsidRDefault="006E4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28F23" w14:textId="77777777" w:rsidR="00DA6A76" w:rsidRDefault="00DA6A76" w:rsidP="00BF3F0A">
      <w:r>
        <w:separator/>
      </w:r>
    </w:p>
    <w:p w14:paraId="6869D7A0" w14:textId="77777777" w:rsidR="00DA6A76" w:rsidRDefault="00DA6A76"/>
  </w:footnote>
  <w:footnote w:type="continuationSeparator" w:id="0">
    <w:p w14:paraId="7BF4CF22" w14:textId="77777777" w:rsidR="00DA6A76" w:rsidRDefault="00DA6A76" w:rsidP="00BF3F0A">
      <w:r>
        <w:continuationSeparator/>
      </w:r>
    </w:p>
    <w:p w14:paraId="79BB48DA" w14:textId="77777777" w:rsidR="00DA6A76" w:rsidRDefault="00DA6A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BDDD7" w14:textId="77777777" w:rsidR="006E4FED" w:rsidRDefault="006E4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CBD42" w14:textId="00E07560" w:rsidR="009C7708" w:rsidRPr="009C7708" w:rsidRDefault="006E4FED" w:rsidP="009C7708">
    <w:pPr>
      <w:pStyle w:val="SIText"/>
    </w:pPr>
    <w:sdt>
      <w:sdtPr>
        <w:id w:val="2080790125"/>
        <w:docPartObj>
          <w:docPartGallery w:val="Watermarks"/>
          <w:docPartUnique/>
        </w:docPartObj>
      </w:sdtPr>
      <w:sdtContent>
        <w:r w:rsidRPr="006E4FED">
          <w:pict w14:anchorId="3F16B1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B5D56">
      <w:t xml:space="preserve">FBPSS000XXX </w:t>
    </w:r>
    <w:r w:rsidR="0057199C">
      <w:t>Food Safety Auditor</w:t>
    </w:r>
  </w:p>
  <w:p w14:paraId="07ED4A01" w14:textId="2C4F9D27" w:rsidR="009C2650" w:rsidRDefault="009C265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6D90A" w14:textId="77777777" w:rsidR="006E4FED" w:rsidRDefault="006E4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74DC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2F1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E65ABE8C91D478093C612BB8DAFEF" ma:contentTypeVersion="" ma:contentTypeDescription="Create a new document." ma:contentTypeScope="" ma:versionID="5651e330786f171057dc5961f72be09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1CF47D-900B-4772-9C54-CF7AA0301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99F44B-31CF-4482-B69E-AF1B350D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36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subject/>
  <dc:creator>Danni McDonald</dc:creator>
  <cp:keywords/>
  <dc:description/>
  <cp:lastModifiedBy>Danni McDonald</cp:lastModifiedBy>
  <cp:revision>6</cp:revision>
  <cp:lastPrinted>2016-05-27T05:21:00Z</cp:lastPrinted>
  <dcterms:created xsi:type="dcterms:W3CDTF">2017-10-31T23:39:00Z</dcterms:created>
  <dcterms:modified xsi:type="dcterms:W3CDTF">2018-02-01T03:50:00Z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0x0101005DAE65ABE8C91D478093C612BB8DAFEF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