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6903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6927AD1" w14:textId="77777777" w:rsidTr="0035000E">
        <w:tc>
          <w:tcPr>
            <w:tcW w:w="2689" w:type="dxa"/>
          </w:tcPr>
          <w:p w14:paraId="38B6A528" w14:textId="77777777" w:rsidR="00F1480E" w:rsidRPr="000754EC" w:rsidRDefault="00830267" w:rsidP="000754EC">
            <w:pPr>
              <w:pStyle w:val="SIText-Bold"/>
            </w:pPr>
            <w:r w:rsidRPr="00A326C2">
              <w:t>Release</w:t>
            </w:r>
          </w:p>
        </w:tc>
        <w:tc>
          <w:tcPr>
            <w:tcW w:w="7162" w:type="dxa"/>
          </w:tcPr>
          <w:p w14:paraId="51EAC4F3" w14:textId="77777777" w:rsidR="00F1480E" w:rsidRPr="000754EC" w:rsidRDefault="00830267" w:rsidP="000754EC">
            <w:pPr>
              <w:pStyle w:val="SIText-Bold"/>
            </w:pPr>
            <w:r w:rsidRPr="00A326C2">
              <w:t>Comments</w:t>
            </w:r>
          </w:p>
        </w:tc>
      </w:tr>
      <w:tr w:rsidR="00F1480E" w14:paraId="34564B7D" w14:textId="77777777" w:rsidTr="0035000E">
        <w:tc>
          <w:tcPr>
            <w:tcW w:w="2689" w:type="dxa"/>
          </w:tcPr>
          <w:p w14:paraId="2C7E63EB" w14:textId="7D4E91FA" w:rsidR="00F1480E" w:rsidRPr="000754EC" w:rsidRDefault="00F1480E" w:rsidP="000754EC">
            <w:pPr>
              <w:pStyle w:val="SIText"/>
            </w:pPr>
            <w:r w:rsidRPr="00CC451E">
              <w:t>Release</w:t>
            </w:r>
            <w:r w:rsidR="00337E82" w:rsidRPr="000754EC">
              <w:t xml:space="preserve"> </w:t>
            </w:r>
            <w:r w:rsidR="00E3539D">
              <w:t>1</w:t>
            </w:r>
          </w:p>
        </w:tc>
        <w:tc>
          <w:tcPr>
            <w:tcW w:w="7162" w:type="dxa"/>
          </w:tcPr>
          <w:p w14:paraId="07CBE67F" w14:textId="0E7D2F78" w:rsidR="00F1480E" w:rsidRPr="000754EC" w:rsidRDefault="0035000E" w:rsidP="0035000E">
            <w:r w:rsidRPr="0035000E">
              <w:t>This version released with FBP Fo</w:t>
            </w:r>
            <w:r w:rsidR="00E97959">
              <w:t>od, Beverage and Pharmaceutical</w:t>
            </w:r>
            <w:r w:rsidRPr="0035000E">
              <w:t xml:space="preserve"> Training Package version 2.0.</w:t>
            </w:r>
          </w:p>
        </w:tc>
      </w:tr>
    </w:tbl>
    <w:p w14:paraId="6D9ABA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3F5AD6" w14:textId="77777777" w:rsidTr="00CA2922">
        <w:trPr>
          <w:tblHeader/>
        </w:trPr>
        <w:tc>
          <w:tcPr>
            <w:tcW w:w="1396" w:type="pct"/>
            <w:shd w:val="clear" w:color="auto" w:fill="auto"/>
          </w:tcPr>
          <w:p w14:paraId="63F09968" w14:textId="3FD77483" w:rsidR="00F1480E" w:rsidRPr="000754EC" w:rsidRDefault="001731B9" w:rsidP="000754EC">
            <w:pPr>
              <w:pStyle w:val="SIUNITCODE"/>
            </w:pPr>
            <w:r w:rsidRPr="00DD6E98">
              <w:t>F</w:t>
            </w:r>
            <w:r>
              <w:t>BP</w:t>
            </w:r>
            <w:r w:rsidRPr="00DD6E98">
              <w:t>OP</w:t>
            </w:r>
            <w:r>
              <w:t>R</w:t>
            </w:r>
            <w:r w:rsidRPr="00DD6E98">
              <w:t>1003</w:t>
            </w:r>
          </w:p>
        </w:tc>
        <w:tc>
          <w:tcPr>
            <w:tcW w:w="3604" w:type="pct"/>
            <w:shd w:val="clear" w:color="auto" w:fill="auto"/>
          </w:tcPr>
          <w:p w14:paraId="203A28E3" w14:textId="77777777" w:rsidR="00F1480E" w:rsidRPr="000754EC" w:rsidRDefault="00DD6E98" w:rsidP="000754EC">
            <w:pPr>
              <w:pStyle w:val="SIUnittitle"/>
            </w:pPr>
            <w:r w:rsidRPr="00DD6E98">
              <w:t>Carry out manual handling tasks</w:t>
            </w:r>
          </w:p>
        </w:tc>
      </w:tr>
      <w:tr w:rsidR="00F1480E" w:rsidRPr="00963A46" w14:paraId="765E10F2" w14:textId="77777777" w:rsidTr="00CA2922">
        <w:tc>
          <w:tcPr>
            <w:tcW w:w="1396" w:type="pct"/>
            <w:shd w:val="clear" w:color="auto" w:fill="auto"/>
          </w:tcPr>
          <w:p w14:paraId="038CC3CC" w14:textId="77777777" w:rsidR="00F1480E" w:rsidRPr="000754EC" w:rsidRDefault="00FD557D" w:rsidP="000754EC">
            <w:pPr>
              <w:pStyle w:val="SIHeading2"/>
            </w:pPr>
            <w:r w:rsidRPr="00FD557D">
              <w:t>Application</w:t>
            </w:r>
          </w:p>
          <w:p w14:paraId="4A402CEB" w14:textId="77777777" w:rsidR="00FD557D" w:rsidRPr="00923720" w:rsidRDefault="00FD557D" w:rsidP="000754EC">
            <w:pPr>
              <w:pStyle w:val="SIHeading2"/>
            </w:pPr>
          </w:p>
        </w:tc>
        <w:tc>
          <w:tcPr>
            <w:tcW w:w="3604" w:type="pct"/>
            <w:shd w:val="clear" w:color="auto" w:fill="auto"/>
          </w:tcPr>
          <w:p w14:paraId="1B081BF9" w14:textId="3A7926CB" w:rsidR="00DD6E98" w:rsidRDefault="00DD6E98" w:rsidP="00DD6E98">
            <w:pPr>
              <w:pStyle w:val="SIText"/>
            </w:pPr>
            <w:r w:rsidRPr="00DD6E98">
              <w:t>This unit of competency describes the skills and knowledge required to participate in workplace processes to identify manual handling requirements of a work function, and identify and assess manual handling risks.</w:t>
            </w:r>
          </w:p>
          <w:p w14:paraId="54D218AE" w14:textId="77777777" w:rsidR="00E97959" w:rsidRPr="00DD6E98" w:rsidRDefault="00E97959" w:rsidP="00DD6E98">
            <w:pPr>
              <w:pStyle w:val="SIText"/>
            </w:pPr>
          </w:p>
          <w:p w14:paraId="2125E8D0" w14:textId="5AA84B68" w:rsidR="00DD6E98" w:rsidRDefault="00DD6E98" w:rsidP="00DD6E98">
            <w:pPr>
              <w:pStyle w:val="SIText"/>
            </w:pPr>
            <w:r w:rsidRPr="00DD6E98">
              <w:t>This unit applies to individuals who work alongside a supervisor in most situations and exercise limited autonomy.</w:t>
            </w:r>
          </w:p>
          <w:p w14:paraId="0561AC4D" w14:textId="77777777" w:rsidR="00E97959" w:rsidRPr="00DD6E98" w:rsidRDefault="00E97959" w:rsidP="00DD6E98">
            <w:pPr>
              <w:pStyle w:val="SIText"/>
            </w:pPr>
          </w:p>
          <w:p w14:paraId="466146BC" w14:textId="4DC59263" w:rsidR="00DD6E98" w:rsidRDefault="00DD6E98" w:rsidP="00DD6E98">
            <w:pPr>
              <w:pStyle w:val="SIText"/>
              <w:rPr>
                <w:rFonts w:eastAsiaTheme="minorHAnsi"/>
              </w:rPr>
            </w:pPr>
            <w:r w:rsidRPr="00DD6E98">
              <w:rPr>
                <w:rFonts w:eastAsiaTheme="minorHAnsi"/>
              </w:rPr>
              <w:t>No occupational licensing, legislative or certification requirements apply to this unit at the time of publication.</w:t>
            </w:r>
          </w:p>
          <w:p w14:paraId="2F8DB3E3" w14:textId="77777777" w:rsidR="00E97959" w:rsidRPr="00DD6E98" w:rsidRDefault="00E97959" w:rsidP="00DD6E98">
            <w:pPr>
              <w:pStyle w:val="SIText"/>
              <w:rPr>
                <w:rFonts w:eastAsiaTheme="minorHAnsi"/>
              </w:rPr>
            </w:pPr>
          </w:p>
          <w:p w14:paraId="34E95491" w14:textId="1976FCC9" w:rsidR="00F1480E" w:rsidRPr="000754EC" w:rsidRDefault="00DD6E98" w:rsidP="00E3539D">
            <w:pPr>
              <w:pStyle w:val="SIText"/>
            </w:pPr>
            <w:r w:rsidRPr="00DD6E98">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E97959" w:rsidDel="00E97959">
              <w:t xml:space="preserve"> </w:t>
            </w:r>
            <w:r w:rsidR="00310A6A" w:rsidRPr="000754EC">
              <w:br/>
            </w:r>
          </w:p>
        </w:tc>
      </w:tr>
      <w:tr w:rsidR="00DD6E98" w:rsidRPr="00963A46" w14:paraId="40DE1192" w14:textId="77777777" w:rsidTr="00CA2922">
        <w:tc>
          <w:tcPr>
            <w:tcW w:w="1396" w:type="pct"/>
            <w:shd w:val="clear" w:color="auto" w:fill="auto"/>
          </w:tcPr>
          <w:p w14:paraId="11BCFEB1" w14:textId="77777777" w:rsidR="00DD6E98" w:rsidRPr="00DD6E98" w:rsidRDefault="00DD6E98" w:rsidP="00DD6E98">
            <w:pPr>
              <w:pStyle w:val="SIHeading2"/>
            </w:pPr>
            <w:r w:rsidRPr="00DD6E98">
              <w:t>Prerequisite Unit</w:t>
            </w:r>
          </w:p>
        </w:tc>
        <w:tc>
          <w:tcPr>
            <w:tcW w:w="3604" w:type="pct"/>
            <w:shd w:val="clear" w:color="auto" w:fill="auto"/>
          </w:tcPr>
          <w:p w14:paraId="1A8379A3" w14:textId="77777777" w:rsidR="00DD6E98" w:rsidRPr="00DD6E98" w:rsidRDefault="00DD6E98" w:rsidP="00DD6E98">
            <w:pPr>
              <w:pStyle w:val="SIText"/>
            </w:pPr>
            <w:r w:rsidRPr="00DD6E98">
              <w:t>Nil</w:t>
            </w:r>
          </w:p>
        </w:tc>
      </w:tr>
      <w:tr w:rsidR="00DD6E98" w:rsidRPr="00963A46" w14:paraId="12F3B4E8" w14:textId="77777777" w:rsidTr="00CA2922">
        <w:tc>
          <w:tcPr>
            <w:tcW w:w="1396" w:type="pct"/>
            <w:shd w:val="clear" w:color="auto" w:fill="auto"/>
          </w:tcPr>
          <w:p w14:paraId="2254E016" w14:textId="77777777" w:rsidR="00DD6E98" w:rsidRPr="00DD6E98" w:rsidRDefault="00DD6E98" w:rsidP="00DD6E98">
            <w:pPr>
              <w:pStyle w:val="SIHeading2"/>
            </w:pPr>
            <w:r w:rsidRPr="00DD6E98">
              <w:t>Unit Sector</w:t>
            </w:r>
          </w:p>
        </w:tc>
        <w:tc>
          <w:tcPr>
            <w:tcW w:w="3604" w:type="pct"/>
            <w:shd w:val="clear" w:color="auto" w:fill="auto"/>
          </w:tcPr>
          <w:p w14:paraId="2D2581DD" w14:textId="64ACD241" w:rsidR="00DD6E98" w:rsidRPr="00DD6E98" w:rsidRDefault="00DD6E98" w:rsidP="00DD6E98">
            <w:pPr>
              <w:pStyle w:val="SIText"/>
            </w:pPr>
            <w:r w:rsidRPr="00DD6E98">
              <w:t>Operational (OP</w:t>
            </w:r>
            <w:r w:rsidR="001731B9">
              <w:t>R</w:t>
            </w:r>
            <w:r w:rsidRPr="00DD6E98">
              <w:t>)</w:t>
            </w:r>
          </w:p>
        </w:tc>
      </w:tr>
    </w:tbl>
    <w:p w14:paraId="2A6FF5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FB6D28" w14:textId="77777777" w:rsidTr="00CA2922">
        <w:trPr>
          <w:cantSplit/>
          <w:tblHeader/>
        </w:trPr>
        <w:tc>
          <w:tcPr>
            <w:tcW w:w="1396" w:type="pct"/>
            <w:tcBorders>
              <w:bottom w:val="single" w:sz="4" w:space="0" w:color="C0C0C0"/>
            </w:tcBorders>
            <w:shd w:val="clear" w:color="auto" w:fill="auto"/>
          </w:tcPr>
          <w:p w14:paraId="2439A60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2A2AE09" w14:textId="77777777" w:rsidR="00F1480E" w:rsidRPr="000754EC" w:rsidRDefault="00FD557D" w:rsidP="000754EC">
            <w:pPr>
              <w:pStyle w:val="SIHeading2"/>
            </w:pPr>
            <w:r w:rsidRPr="00923720">
              <w:t>Performance Criteria</w:t>
            </w:r>
          </w:p>
        </w:tc>
      </w:tr>
      <w:tr w:rsidR="00F1480E" w:rsidRPr="00963A46" w14:paraId="42611419" w14:textId="77777777" w:rsidTr="00CA2922">
        <w:trPr>
          <w:cantSplit/>
          <w:tblHeader/>
        </w:trPr>
        <w:tc>
          <w:tcPr>
            <w:tcW w:w="1396" w:type="pct"/>
            <w:tcBorders>
              <w:top w:val="single" w:sz="4" w:space="0" w:color="C0C0C0"/>
            </w:tcBorders>
            <w:shd w:val="clear" w:color="auto" w:fill="auto"/>
          </w:tcPr>
          <w:p w14:paraId="599761D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9215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D6E98" w:rsidRPr="00963A46" w14:paraId="0C4DEA8E" w14:textId="77777777" w:rsidTr="00CA2922">
        <w:trPr>
          <w:cantSplit/>
        </w:trPr>
        <w:tc>
          <w:tcPr>
            <w:tcW w:w="1396" w:type="pct"/>
            <w:shd w:val="clear" w:color="auto" w:fill="auto"/>
          </w:tcPr>
          <w:p w14:paraId="214CD07C" w14:textId="77777777" w:rsidR="00DD6E98" w:rsidRPr="00DD6E98" w:rsidRDefault="00DD6E98" w:rsidP="00DD6E98">
            <w:r>
              <w:t xml:space="preserve">1. </w:t>
            </w:r>
            <w:r w:rsidRPr="00DD6E98">
              <w:t>Participate in processes to identify and assess manual handling</w:t>
            </w:r>
          </w:p>
        </w:tc>
        <w:tc>
          <w:tcPr>
            <w:tcW w:w="3604" w:type="pct"/>
            <w:shd w:val="clear" w:color="auto" w:fill="auto"/>
          </w:tcPr>
          <w:p w14:paraId="1AE6F0E0" w14:textId="77777777" w:rsidR="00DD6E98" w:rsidRPr="00DD6E98" w:rsidRDefault="00DD6E98" w:rsidP="00DD6E98">
            <w:r>
              <w:t xml:space="preserve">1.1 </w:t>
            </w:r>
            <w:r w:rsidRPr="00DD6E98">
              <w:t>Identify the manual handling components of a work function</w:t>
            </w:r>
          </w:p>
          <w:p w14:paraId="28B39453" w14:textId="77777777" w:rsidR="00DD6E98" w:rsidRPr="00DD6E98" w:rsidRDefault="00DD6E98" w:rsidP="00DD6E98">
            <w:r w:rsidRPr="00DD6E98">
              <w:t>1.2</w:t>
            </w:r>
            <w:r>
              <w:t xml:space="preserve"> </w:t>
            </w:r>
            <w:r w:rsidRPr="00DD6E98">
              <w:t>Identify manual handling risks to self and others within level of responsibility and tell supervisor</w:t>
            </w:r>
          </w:p>
        </w:tc>
      </w:tr>
      <w:tr w:rsidR="00DD6E98" w:rsidRPr="00963A46" w14:paraId="6340FF87" w14:textId="77777777" w:rsidTr="00CA2922">
        <w:trPr>
          <w:cantSplit/>
        </w:trPr>
        <w:tc>
          <w:tcPr>
            <w:tcW w:w="1396" w:type="pct"/>
            <w:shd w:val="clear" w:color="auto" w:fill="auto"/>
          </w:tcPr>
          <w:p w14:paraId="242BF81E" w14:textId="77777777" w:rsidR="00DD6E98" w:rsidRPr="00DD6E98" w:rsidRDefault="00DD6E98" w:rsidP="00DD6E98">
            <w:r w:rsidRPr="00DD6E98">
              <w:t>2</w:t>
            </w:r>
            <w:r>
              <w:t xml:space="preserve">. </w:t>
            </w:r>
            <w:r w:rsidRPr="00DD6E98">
              <w:t>Contribute to manual handling risk minimisation</w:t>
            </w:r>
          </w:p>
        </w:tc>
        <w:tc>
          <w:tcPr>
            <w:tcW w:w="3604" w:type="pct"/>
            <w:shd w:val="clear" w:color="auto" w:fill="auto"/>
          </w:tcPr>
          <w:p w14:paraId="45DA6905" w14:textId="77777777" w:rsidR="00DD6E98" w:rsidRPr="00DD6E98" w:rsidRDefault="00DD6E98" w:rsidP="00DD6E98">
            <w:r w:rsidRPr="00DD6E98">
              <w:t>2.1</w:t>
            </w:r>
            <w:r>
              <w:t xml:space="preserve"> </w:t>
            </w:r>
            <w:r w:rsidRPr="00DD6E98">
              <w:t>Check that equipment is available and ready for use</w:t>
            </w:r>
          </w:p>
          <w:p w14:paraId="66FBC1A7" w14:textId="77777777" w:rsidR="00DD6E98" w:rsidRPr="00DD6E98" w:rsidRDefault="00DD6E98" w:rsidP="00DD6E98">
            <w:r w:rsidRPr="00DD6E98">
              <w:t>2.2</w:t>
            </w:r>
            <w:r>
              <w:t xml:space="preserve"> </w:t>
            </w:r>
            <w:r w:rsidRPr="00DD6E98">
              <w:t>Ensure that clothing and footwear, including personal protective equipment, does not contribute to manual handling risk</w:t>
            </w:r>
          </w:p>
        </w:tc>
      </w:tr>
      <w:tr w:rsidR="00DD6E98" w:rsidRPr="00963A46" w14:paraId="66B427EC" w14:textId="77777777" w:rsidTr="00CA2922">
        <w:trPr>
          <w:cantSplit/>
        </w:trPr>
        <w:tc>
          <w:tcPr>
            <w:tcW w:w="1396" w:type="pct"/>
            <w:shd w:val="clear" w:color="auto" w:fill="auto"/>
          </w:tcPr>
          <w:p w14:paraId="4F97D268" w14:textId="77777777" w:rsidR="00DD6E98" w:rsidRPr="00DD6E98" w:rsidRDefault="00DD6E98" w:rsidP="00DD6E98">
            <w:r w:rsidRPr="00DD6E98">
              <w:t>3</w:t>
            </w:r>
            <w:r>
              <w:t xml:space="preserve">. </w:t>
            </w:r>
            <w:r w:rsidRPr="00DD6E98">
              <w:t>Plan and conduct manual handling</w:t>
            </w:r>
          </w:p>
        </w:tc>
        <w:tc>
          <w:tcPr>
            <w:tcW w:w="3604" w:type="pct"/>
            <w:shd w:val="clear" w:color="auto" w:fill="auto"/>
          </w:tcPr>
          <w:p w14:paraId="0E6FBCFF" w14:textId="04CC77FA" w:rsidR="00DD6E98" w:rsidRPr="00DD6E98" w:rsidRDefault="00DD6E98" w:rsidP="00DD6E98">
            <w:r w:rsidRPr="00DD6E98">
              <w:t>3.1</w:t>
            </w:r>
            <w:r>
              <w:t xml:space="preserve"> </w:t>
            </w:r>
            <w:r w:rsidRPr="00DD6E98">
              <w:t>Identify the risk</w:t>
            </w:r>
            <w:r w:rsidR="00E97959">
              <w:t>s</w:t>
            </w:r>
          </w:p>
          <w:p w14:paraId="6FB2349C" w14:textId="77777777" w:rsidR="00DD6E98" w:rsidRPr="00DD6E98" w:rsidRDefault="00DD6E98" w:rsidP="00DD6E98">
            <w:r w:rsidRPr="00DD6E98">
              <w:t>3.2</w:t>
            </w:r>
            <w:r>
              <w:t xml:space="preserve"> </w:t>
            </w:r>
            <w:r w:rsidRPr="00DD6E98">
              <w:t>Modify workplace layout and environment within area of control to minimise manual handling risk</w:t>
            </w:r>
          </w:p>
          <w:p w14:paraId="22994ACC" w14:textId="77777777" w:rsidR="00DD6E98" w:rsidRPr="00DD6E98" w:rsidRDefault="00DD6E98" w:rsidP="00DD6E98">
            <w:r w:rsidRPr="00DD6E98">
              <w:t>3.3</w:t>
            </w:r>
            <w:r>
              <w:t xml:space="preserve"> </w:t>
            </w:r>
            <w:r w:rsidRPr="00DD6E98">
              <w:t>Modify work tasks within area of control to minimise the risk of injury</w:t>
            </w:r>
          </w:p>
          <w:p w14:paraId="6DD72CFA" w14:textId="77777777" w:rsidR="00DD6E98" w:rsidRPr="00DD6E98" w:rsidRDefault="00DD6E98" w:rsidP="00DD6E98">
            <w:r w:rsidRPr="00DD6E98">
              <w:t>3.4</w:t>
            </w:r>
            <w:r>
              <w:t xml:space="preserve"> </w:t>
            </w:r>
            <w:r w:rsidRPr="00DD6E98">
              <w:t>Use manual handling aids</w:t>
            </w:r>
          </w:p>
          <w:p w14:paraId="72E56DDA" w14:textId="77777777" w:rsidR="00DD6E98" w:rsidRPr="00DD6E98" w:rsidRDefault="00DD6E98" w:rsidP="00DD6E98">
            <w:r w:rsidRPr="00DD6E98">
              <w:t>3.5</w:t>
            </w:r>
            <w:r>
              <w:t xml:space="preserve"> </w:t>
            </w:r>
            <w:r w:rsidRPr="00DD6E98">
              <w:t>Use movement and postures to minimise the risk of injury within the limits of the work environment and the demands of the task</w:t>
            </w:r>
          </w:p>
        </w:tc>
      </w:tr>
    </w:tbl>
    <w:p w14:paraId="286C7FF2" w14:textId="77777777" w:rsidR="005F771F" w:rsidRDefault="005F771F" w:rsidP="005F771F">
      <w:pPr>
        <w:pStyle w:val="SIText"/>
      </w:pPr>
    </w:p>
    <w:p w14:paraId="65754060" w14:textId="77777777" w:rsidR="005F771F" w:rsidRPr="000754EC" w:rsidRDefault="005F771F" w:rsidP="000754EC">
      <w:r>
        <w:br w:type="page"/>
      </w:r>
    </w:p>
    <w:p w14:paraId="5E339E6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1979E7F" w14:textId="77777777" w:rsidTr="00CA2922">
        <w:trPr>
          <w:tblHeader/>
        </w:trPr>
        <w:tc>
          <w:tcPr>
            <w:tcW w:w="5000" w:type="pct"/>
            <w:gridSpan w:val="2"/>
          </w:tcPr>
          <w:p w14:paraId="7D51CFF4" w14:textId="77777777" w:rsidR="00F1480E" w:rsidRPr="000754EC" w:rsidRDefault="00FD557D" w:rsidP="000754EC">
            <w:pPr>
              <w:pStyle w:val="SIHeading2"/>
            </w:pPr>
            <w:r w:rsidRPr="00041E59">
              <w:t>F</w:t>
            </w:r>
            <w:r w:rsidRPr="000754EC">
              <w:t>oundation Skills</w:t>
            </w:r>
          </w:p>
          <w:p w14:paraId="46A3B65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7FBD4" w14:textId="77777777" w:rsidTr="00CA2922">
        <w:trPr>
          <w:tblHeader/>
        </w:trPr>
        <w:tc>
          <w:tcPr>
            <w:tcW w:w="1396" w:type="pct"/>
          </w:tcPr>
          <w:p w14:paraId="00A835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06D43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6E98" w:rsidRPr="00336FCA" w:rsidDel="00423CB2" w14:paraId="3A1D1E2C" w14:textId="77777777" w:rsidTr="00CA2922">
        <w:tc>
          <w:tcPr>
            <w:tcW w:w="1396" w:type="pct"/>
          </w:tcPr>
          <w:p w14:paraId="51D3DA7C" w14:textId="77777777" w:rsidR="00DD6E98" w:rsidRPr="00DD6E98" w:rsidRDefault="00DD6E98" w:rsidP="00DD6E98">
            <w:pPr>
              <w:pStyle w:val="SIText"/>
            </w:pPr>
            <w:r w:rsidRPr="00DD6E98">
              <w:t>Interact with others</w:t>
            </w:r>
          </w:p>
        </w:tc>
        <w:tc>
          <w:tcPr>
            <w:tcW w:w="3604" w:type="pct"/>
          </w:tcPr>
          <w:p w14:paraId="59C6C915" w14:textId="7419A729" w:rsidR="00DD6E98" w:rsidRPr="00DD6E98" w:rsidRDefault="00DD6E98" w:rsidP="00DD6E98">
            <w:pPr>
              <w:pStyle w:val="SIBulletList1"/>
              <w:rPr>
                <w:rFonts w:eastAsia="Calibri"/>
              </w:rPr>
            </w:pPr>
            <w:r w:rsidRPr="00E97959">
              <w:rPr>
                <w:rFonts w:eastAsia="Calibri"/>
              </w:rPr>
              <w:t>Ask simple questions and listen carefully to clarify understanding or seek further information</w:t>
            </w:r>
          </w:p>
        </w:tc>
      </w:tr>
      <w:tr w:rsidR="00DD6E98" w:rsidRPr="00336FCA" w:rsidDel="00423CB2" w14:paraId="281A1B95" w14:textId="77777777" w:rsidTr="00CA2922">
        <w:tc>
          <w:tcPr>
            <w:tcW w:w="1396" w:type="pct"/>
          </w:tcPr>
          <w:p w14:paraId="0A1B4060" w14:textId="77777777" w:rsidR="00DD6E98" w:rsidRPr="00DD6E98" w:rsidRDefault="00DD6E98" w:rsidP="00DD6E98">
            <w:pPr>
              <w:pStyle w:val="SIText"/>
            </w:pPr>
            <w:r w:rsidRPr="00DD6E98">
              <w:t>Get the work done</w:t>
            </w:r>
          </w:p>
        </w:tc>
        <w:tc>
          <w:tcPr>
            <w:tcW w:w="3604" w:type="pct"/>
          </w:tcPr>
          <w:p w14:paraId="4678D0C4" w14:textId="78D58D8E" w:rsidR="00DD6E98" w:rsidRPr="00E97959" w:rsidRDefault="00DD6E98">
            <w:pPr>
              <w:pStyle w:val="SIBulletList1"/>
              <w:rPr>
                <w:rFonts w:eastAsia="Calibri"/>
              </w:rPr>
            </w:pPr>
            <w:r w:rsidRPr="00DD6E98">
              <w:rPr>
                <w:rFonts w:eastAsia="Calibri"/>
              </w:rPr>
              <w:t>Follow simple, clear instructions</w:t>
            </w:r>
          </w:p>
          <w:p w14:paraId="0C8D69A2" w14:textId="5B83EC31" w:rsidR="00DD6E98" w:rsidRPr="00DD6E98" w:rsidRDefault="00DD6E98">
            <w:pPr>
              <w:pStyle w:val="SIBulletList1"/>
              <w:rPr>
                <w:rFonts w:eastAsia="Calibri"/>
              </w:rPr>
            </w:pPr>
            <w:r w:rsidRPr="00DD6E98">
              <w:rPr>
                <w:rFonts w:eastAsia="Calibri"/>
              </w:rPr>
              <w:t>Recognise and seek guidance to correct simple problems</w:t>
            </w:r>
          </w:p>
        </w:tc>
      </w:tr>
    </w:tbl>
    <w:p w14:paraId="0CA0F1A8" w14:textId="77777777" w:rsidR="00916CD7" w:rsidRDefault="00916CD7" w:rsidP="005F771F">
      <w:pPr>
        <w:pStyle w:val="SIText"/>
      </w:pPr>
    </w:p>
    <w:p w14:paraId="15637B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589DD4" w14:textId="77777777" w:rsidTr="00F33FF2">
        <w:tc>
          <w:tcPr>
            <w:tcW w:w="5000" w:type="pct"/>
            <w:gridSpan w:val="4"/>
          </w:tcPr>
          <w:p w14:paraId="247DCE1B" w14:textId="77777777" w:rsidR="00F1480E" w:rsidRPr="000754EC" w:rsidRDefault="00FD557D" w:rsidP="000754EC">
            <w:pPr>
              <w:pStyle w:val="SIHeading2"/>
            </w:pPr>
            <w:r w:rsidRPr="00923720">
              <w:t>U</w:t>
            </w:r>
            <w:r w:rsidRPr="000754EC">
              <w:t>nit Mapping Information</w:t>
            </w:r>
          </w:p>
        </w:tc>
      </w:tr>
      <w:tr w:rsidR="00F1480E" w14:paraId="502D50A9" w14:textId="77777777" w:rsidTr="00F33FF2">
        <w:tc>
          <w:tcPr>
            <w:tcW w:w="1028" w:type="pct"/>
          </w:tcPr>
          <w:p w14:paraId="27AB9473" w14:textId="77777777" w:rsidR="00F1480E" w:rsidRPr="000754EC" w:rsidRDefault="00F1480E" w:rsidP="000754EC">
            <w:pPr>
              <w:pStyle w:val="SIText-Bold"/>
            </w:pPr>
            <w:r w:rsidRPr="00923720">
              <w:t>Code and title current version</w:t>
            </w:r>
          </w:p>
        </w:tc>
        <w:tc>
          <w:tcPr>
            <w:tcW w:w="1105" w:type="pct"/>
          </w:tcPr>
          <w:p w14:paraId="7C6ACFB9" w14:textId="77777777" w:rsidR="00F1480E" w:rsidRPr="000754EC" w:rsidRDefault="00F1480E" w:rsidP="000754EC">
            <w:pPr>
              <w:pStyle w:val="SIText-Bold"/>
            </w:pPr>
            <w:r w:rsidRPr="00923720">
              <w:t>Code and title previous version</w:t>
            </w:r>
          </w:p>
        </w:tc>
        <w:tc>
          <w:tcPr>
            <w:tcW w:w="1251" w:type="pct"/>
          </w:tcPr>
          <w:p w14:paraId="28AFE525" w14:textId="77777777" w:rsidR="00F1480E" w:rsidRPr="000754EC" w:rsidRDefault="00F1480E" w:rsidP="000754EC">
            <w:pPr>
              <w:pStyle w:val="SIText-Bold"/>
            </w:pPr>
            <w:r w:rsidRPr="00923720">
              <w:t>Comments</w:t>
            </w:r>
          </w:p>
        </w:tc>
        <w:tc>
          <w:tcPr>
            <w:tcW w:w="1616" w:type="pct"/>
          </w:tcPr>
          <w:p w14:paraId="7EF67682" w14:textId="77777777" w:rsidR="00F1480E" w:rsidRPr="000754EC" w:rsidRDefault="00F1480E" w:rsidP="000754EC">
            <w:pPr>
              <w:pStyle w:val="SIText-Bold"/>
            </w:pPr>
            <w:r w:rsidRPr="00923720">
              <w:t>Equivalence status</w:t>
            </w:r>
          </w:p>
        </w:tc>
      </w:tr>
      <w:tr w:rsidR="00DD6E98" w14:paraId="6EDA764E" w14:textId="77777777" w:rsidTr="00F33FF2">
        <w:tc>
          <w:tcPr>
            <w:tcW w:w="1028" w:type="pct"/>
          </w:tcPr>
          <w:p w14:paraId="757C51E9" w14:textId="6F08FBCC" w:rsidR="00DD6E98" w:rsidRPr="00DD6E98" w:rsidRDefault="001731B9" w:rsidP="00DD6E98">
            <w:pPr>
              <w:pStyle w:val="SIText"/>
            </w:pPr>
            <w:r w:rsidRPr="00DD6E98">
              <w:t>F</w:t>
            </w:r>
            <w:r w:rsidRPr="001731B9">
              <w:t>BPOPR1003</w:t>
            </w:r>
            <w:r w:rsidR="00DD6E98" w:rsidRPr="00DD6E98">
              <w:t xml:space="preserve"> Carry out manual handling tasks</w:t>
            </w:r>
          </w:p>
        </w:tc>
        <w:tc>
          <w:tcPr>
            <w:tcW w:w="1105" w:type="pct"/>
          </w:tcPr>
          <w:p w14:paraId="3D5F54C6" w14:textId="77777777" w:rsidR="00DD6E98" w:rsidRPr="00DD6E98" w:rsidRDefault="00DD6E98" w:rsidP="00DD6E98">
            <w:pPr>
              <w:pStyle w:val="SIText"/>
            </w:pPr>
            <w:r w:rsidRPr="00DD6E98">
              <w:t>FDFOP1003A Carry out manual handling tasks</w:t>
            </w:r>
          </w:p>
        </w:tc>
        <w:tc>
          <w:tcPr>
            <w:tcW w:w="1251" w:type="pct"/>
          </w:tcPr>
          <w:p w14:paraId="0D4416F6" w14:textId="77777777" w:rsidR="00DD6E98" w:rsidRPr="00DD6E98" w:rsidRDefault="00DD6E98" w:rsidP="00DD6E98">
            <w:pPr>
              <w:pStyle w:val="SIText"/>
            </w:pPr>
            <w:r w:rsidRPr="00DD6E98">
              <w:t>Updated to meet Standards for Training Packages</w:t>
            </w:r>
          </w:p>
        </w:tc>
        <w:tc>
          <w:tcPr>
            <w:tcW w:w="1616" w:type="pct"/>
          </w:tcPr>
          <w:p w14:paraId="0831857B" w14:textId="77777777" w:rsidR="00DD6E98" w:rsidRPr="00DD6E98" w:rsidRDefault="00DD6E98" w:rsidP="00DD6E98">
            <w:pPr>
              <w:pStyle w:val="SIText"/>
            </w:pPr>
            <w:r w:rsidRPr="00DD6E98">
              <w:t>Equivalent unit</w:t>
            </w:r>
          </w:p>
        </w:tc>
      </w:tr>
    </w:tbl>
    <w:p w14:paraId="4DF978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D0527D1" w14:textId="77777777" w:rsidTr="0035000E">
        <w:tc>
          <w:tcPr>
            <w:tcW w:w="1049" w:type="pct"/>
            <w:shd w:val="clear" w:color="auto" w:fill="auto"/>
          </w:tcPr>
          <w:p w14:paraId="76829C78" w14:textId="77777777" w:rsidR="00F1480E" w:rsidRPr="000754EC" w:rsidRDefault="00FD557D" w:rsidP="000754EC">
            <w:pPr>
              <w:pStyle w:val="SIHeading2"/>
            </w:pPr>
            <w:r w:rsidRPr="00CC451E">
              <w:t>L</w:t>
            </w:r>
            <w:r w:rsidRPr="000754EC">
              <w:t>inks</w:t>
            </w:r>
          </w:p>
        </w:tc>
        <w:tc>
          <w:tcPr>
            <w:tcW w:w="3951" w:type="pct"/>
            <w:shd w:val="clear" w:color="auto" w:fill="auto"/>
          </w:tcPr>
          <w:p w14:paraId="0BB9ABEC"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79D567C5" w14:textId="77777777" w:rsidR="00F1480E" w:rsidRDefault="00F1480E" w:rsidP="005F771F">
      <w:pPr>
        <w:pStyle w:val="SIText"/>
      </w:pPr>
    </w:p>
    <w:p w14:paraId="0AFAF1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6703C5" w14:textId="77777777" w:rsidTr="00113678">
        <w:trPr>
          <w:tblHeader/>
        </w:trPr>
        <w:tc>
          <w:tcPr>
            <w:tcW w:w="1478" w:type="pct"/>
            <w:shd w:val="clear" w:color="auto" w:fill="auto"/>
          </w:tcPr>
          <w:p w14:paraId="581605C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E7DF1B" w14:textId="46B0C5CF" w:rsidR="00556C4C" w:rsidRPr="000754EC" w:rsidRDefault="00DD6E98" w:rsidP="000754EC">
            <w:pPr>
              <w:pStyle w:val="SIUnittitle"/>
            </w:pPr>
            <w:r>
              <w:t xml:space="preserve">Assessment requirements for </w:t>
            </w:r>
            <w:r w:rsidR="001731B9" w:rsidRPr="00DD6E98">
              <w:t>F</w:t>
            </w:r>
            <w:r w:rsidR="001731B9" w:rsidRPr="001731B9">
              <w:t>BPOPR1003</w:t>
            </w:r>
            <w:r w:rsidRPr="00DD6E98">
              <w:t xml:space="preserve"> Carry out manual handling tasks</w:t>
            </w:r>
          </w:p>
        </w:tc>
      </w:tr>
      <w:tr w:rsidR="00556C4C" w:rsidRPr="00A55106" w14:paraId="66CF81A1" w14:textId="77777777" w:rsidTr="00113678">
        <w:trPr>
          <w:tblHeader/>
        </w:trPr>
        <w:tc>
          <w:tcPr>
            <w:tcW w:w="5000" w:type="pct"/>
            <w:gridSpan w:val="2"/>
            <w:shd w:val="clear" w:color="auto" w:fill="auto"/>
          </w:tcPr>
          <w:p w14:paraId="54088B29" w14:textId="77777777" w:rsidR="00556C4C" w:rsidRPr="000754EC" w:rsidRDefault="00D71E43" w:rsidP="000754EC">
            <w:pPr>
              <w:pStyle w:val="SIHeading2"/>
            </w:pPr>
            <w:r>
              <w:t>Performance E</w:t>
            </w:r>
            <w:r w:rsidRPr="000754EC">
              <w:t>vidence</w:t>
            </w:r>
          </w:p>
        </w:tc>
      </w:tr>
      <w:tr w:rsidR="00556C4C" w:rsidRPr="00067E1C" w14:paraId="112B5DC1" w14:textId="77777777" w:rsidTr="00113678">
        <w:tc>
          <w:tcPr>
            <w:tcW w:w="5000" w:type="pct"/>
            <w:gridSpan w:val="2"/>
            <w:shd w:val="clear" w:color="auto" w:fill="auto"/>
          </w:tcPr>
          <w:p w14:paraId="41ACE03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32206CF" w14:textId="5F7EE161" w:rsidR="004B3E8A" w:rsidRDefault="007A300D" w:rsidP="00E3539D">
            <w:pPr>
              <w:pStyle w:val="SIText"/>
            </w:pPr>
            <w:r w:rsidRPr="000754EC">
              <w:t xml:space="preserve">There must be evidence that the individual has </w:t>
            </w:r>
            <w:r w:rsidR="00E97959">
              <w:t>safely and effectively carried out a minimum</w:t>
            </w:r>
            <w:r w:rsidR="004B3E8A">
              <w:t xml:space="preserve"> of three</w:t>
            </w:r>
            <w:r w:rsidR="00D7045A">
              <w:t>,</w:t>
            </w:r>
            <w:r w:rsidR="004B3E8A">
              <w:t xml:space="preserve"> </w:t>
            </w:r>
            <w:r w:rsidR="00D7045A">
              <w:t xml:space="preserve">different </w:t>
            </w:r>
            <w:r w:rsidR="004B3E8A">
              <w:t>manual handling tasks, including:</w:t>
            </w:r>
          </w:p>
          <w:p w14:paraId="60E0D8E1" w14:textId="578CE656" w:rsidR="004B3E8A" w:rsidRPr="004B3E8A" w:rsidRDefault="004B3E8A" w:rsidP="00E3539D">
            <w:pPr>
              <w:pStyle w:val="SIBulletList1"/>
            </w:pPr>
            <w:r>
              <w:t>i</w:t>
            </w:r>
            <w:r w:rsidRPr="004B3E8A">
              <w:t>dentify</w:t>
            </w:r>
            <w:r>
              <w:t>ing the risks associated with each manual</w:t>
            </w:r>
            <w:r w:rsidRPr="004B3E8A">
              <w:t xml:space="preserve"> handling task</w:t>
            </w:r>
            <w:r>
              <w:t xml:space="preserve"> (to self and others) </w:t>
            </w:r>
          </w:p>
          <w:p w14:paraId="2CED1950" w14:textId="6E0CAFA2" w:rsidR="004B3E8A" w:rsidRPr="004B3E8A" w:rsidRDefault="004B3E8A" w:rsidP="00E3539D">
            <w:pPr>
              <w:pStyle w:val="SIBulletList1"/>
            </w:pPr>
            <w:r w:rsidRPr="004B3E8A">
              <w:t>eliminat</w:t>
            </w:r>
            <w:r>
              <w:t>ing</w:t>
            </w:r>
            <w:r w:rsidRPr="004B3E8A">
              <w:t xml:space="preserve"> risk</w:t>
            </w:r>
            <w:r>
              <w:t>s, including through</w:t>
            </w:r>
            <w:r w:rsidRPr="004B3E8A">
              <w:t xml:space="preserve"> movement, posture and effectively using equipment provided</w:t>
            </w:r>
          </w:p>
          <w:p w14:paraId="1EF0E948" w14:textId="1A3B3FD6" w:rsidR="004B3E8A" w:rsidRPr="004B3E8A" w:rsidRDefault="004B3E8A" w:rsidP="00E3539D">
            <w:pPr>
              <w:pStyle w:val="SIBulletList1"/>
            </w:pPr>
            <w:r w:rsidRPr="004B3E8A">
              <w:t>modify</w:t>
            </w:r>
            <w:r>
              <w:t>ing</w:t>
            </w:r>
            <w:r w:rsidRPr="004B3E8A">
              <w:t xml:space="preserve"> work to eliminate or minimise risk</w:t>
            </w:r>
          </w:p>
          <w:p w14:paraId="1B32331E" w14:textId="6C8628B6" w:rsidR="004B3E8A" w:rsidRPr="004B3E8A" w:rsidRDefault="004B3E8A" w:rsidP="00E3539D">
            <w:pPr>
              <w:pStyle w:val="SIBulletList1"/>
            </w:pPr>
            <w:r w:rsidRPr="004B3E8A">
              <w:t>apply</w:t>
            </w:r>
            <w:r>
              <w:t>ing</w:t>
            </w:r>
            <w:r w:rsidRPr="004B3E8A">
              <w:t xml:space="preserve"> safe work procedures.</w:t>
            </w:r>
          </w:p>
          <w:p w14:paraId="4E6844FC" w14:textId="4B7D17FB" w:rsidR="00556C4C" w:rsidRPr="000754EC" w:rsidRDefault="00556C4C" w:rsidP="00E3539D">
            <w:pPr>
              <w:pStyle w:val="SIText"/>
            </w:pPr>
          </w:p>
        </w:tc>
      </w:tr>
    </w:tbl>
    <w:p w14:paraId="47B85F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63DBFD" w14:textId="77777777" w:rsidTr="00CA2922">
        <w:trPr>
          <w:tblHeader/>
        </w:trPr>
        <w:tc>
          <w:tcPr>
            <w:tcW w:w="5000" w:type="pct"/>
            <w:shd w:val="clear" w:color="auto" w:fill="auto"/>
          </w:tcPr>
          <w:p w14:paraId="072CCA91" w14:textId="77777777" w:rsidR="00F1480E" w:rsidRPr="000754EC" w:rsidRDefault="00D71E43" w:rsidP="000754EC">
            <w:pPr>
              <w:pStyle w:val="SIHeading2"/>
            </w:pPr>
            <w:r w:rsidRPr="002C55E9">
              <w:t>K</w:t>
            </w:r>
            <w:r w:rsidRPr="000754EC">
              <w:t>nowledge Evidence</w:t>
            </w:r>
          </w:p>
        </w:tc>
      </w:tr>
      <w:tr w:rsidR="00F1480E" w:rsidRPr="00067E1C" w14:paraId="7E3F116D" w14:textId="77777777" w:rsidTr="00CA2922">
        <w:tc>
          <w:tcPr>
            <w:tcW w:w="5000" w:type="pct"/>
            <w:shd w:val="clear" w:color="auto" w:fill="auto"/>
          </w:tcPr>
          <w:p w14:paraId="7DFB656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6E2139" w14:textId="77777777" w:rsidR="00DD6E98" w:rsidRPr="00DD6E98" w:rsidRDefault="00DD6E98" w:rsidP="00DD6E98">
            <w:pPr>
              <w:pStyle w:val="SIBulletList1"/>
            </w:pPr>
            <w:r w:rsidRPr="00DD6E98">
              <w:t>different types of manual handling activities, including lifting, reaching, pushing, pulling, holding, restraining, throwing and carrying</w:t>
            </w:r>
          </w:p>
          <w:p w14:paraId="0BFD447A" w14:textId="77777777" w:rsidR="00DD6E98" w:rsidRPr="00DD6E98" w:rsidRDefault="00DD6E98" w:rsidP="00DD6E98">
            <w:pPr>
              <w:pStyle w:val="SIBulletList1"/>
            </w:pPr>
            <w:r w:rsidRPr="00DD6E98">
              <w:t>types of injuries that can result from manual handling</w:t>
            </w:r>
          </w:p>
          <w:p w14:paraId="0E38BBB7" w14:textId="190DD47F" w:rsidR="00DD6E98" w:rsidRPr="00DD6E98" w:rsidRDefault="00DD6E98" w:rsidP="00DD6E98">
            <w:pPr>
              <w:pStyle w:val="SIBulletList1"/>
            </w:pPr>
            <w:r w:rsidRPr="00DD6E98">
              <w:t xml:space="preserve">aspects of manual handling that may be risks (hazard identification), </w:t>
            </w:r>
            <w:r w:rsidR="00E97959">
              <w:t>including</w:t>
            </w:r>
            <w:r w:rsidRPr="00DD6E98">
              <w:t>:</w:t>
            </w:r>
          </w:p>
          <w:p w14:paraId="31860238" w14:textId="77777777" w:rsidR="00DD6E98" w:rsidRPr="00DD6E98" w:rsidRDefault="00DD6E98" w:rsidP="00DD6E98">
            <w:pPr>
              <w:pStyle w:val="SIBulletList2"/>
            </w:pPr>
            <w:r w:rsidRPr="00DD6E98">
              <w:t>repetitive or sustained application of force</w:t>
            </w:r>
          </w:p>
          <w:p w14:paraId="7D0FF4A8" w14:textId="77777777" w:rsidR="00DD6E98" w:rsidRPr="00DD6E98" w:rsidRDefault="00DD6E98" w:rsidP="00DD6E98">
            <w:pPr>
              <w:pStyle w:val="SIBulletList2"/>
            </w:pPr>
            <w:r w:rsidRPr="00DD6E98">
              <w:t>repetitive or sustained awkward posture</w:t>
            </w:r>
          </w:p>
          <w:p w14:paraId="6829DAD2" w14:textId="77777777" w:rsidR="00DD6E98" w:rsidRPr="00DD6E98" w:rsidRDefault="00DD6E98" w:rsidP="00DD6E98">
            <w:pPr>
              <w:pStyle w:val="SIBulletList2"/>
            </w:pPr>
            <w:r w:rsidRPr="00DD6E98">
              <w:t>repetitive or sustained movement</w:t>
            </w:r>
          </w:p>
          <w:p w14:paraId="28BCABFE" w14:textId="77777777" w:rsidR="00DD6E98" w:rsidRPr="00DD6E98" w:rsidRDefault="00DD6E98" w:rsidP="00DD6E98">
            <w:pPr>
              <w:pStyle w:val="SIBulletList2"/>
            </w:pPr>
            <w:r w:rsidRPr="00DD6E98">
              <w:t>application of high force</w:t>
            </w:r>
          </w:p>
          <w:p w14:paraId="691EF2DB" w14:textId="77777777" w:rsidR="00DD6E98" w:rsidRPr="00DD6E98" w:rsidRDefault="00DD6E98" w:rsidP="00DD6E98">
            <w:pPr>
              <w:pStyle w:val="SIBulletList1"/>
            </w:pPr>
            <w:r w:rsidRPr="00DD6E98">
              <w:t>manual handling of unstable or unbalanced loads, such as liquids or animals</w:t>
            </w:r>
          </w:p>
          <w:p w14:paraId="6357B59D" w14:textId="77777777" w:rsidR="00DD6E98" w:rsidRPr="00DD6E98" w:rsidRDefault="00DD6E98" w:rsidP="00DD6E98">
            <w:pPr>
              <w:pStyle w:val="SIBulletList1"/>
            </w:pPr>
            <w:r w:rsidRPr="00DD6E98">
              <w:t>workplace procedures and responsibilities for identifying and reporting manual handling hazards</w:t>
            </w:r>
          </w:p>
          <w:p w14:paraId="36DF441E" w14:textId="77777777" w:rsidR="00DD6E98" w:rsidRPr="00DD6E98" w:rsidRDefault="00DD6E98" w:rsidP="00DD6E98">
            <w:pPr>
              <w:pStyle w:val="SIBulletList1"/>
            </w:pPr>
            <w:r w:rsidRPr="00DD6E98">
              <w:t>factors to be considered when assessing manual handling risks relevant to work role (refer to workplace risk assessment sheets and code of practice advice where available), including:</w:t>
            </w:r>
          </w:p>
          <w:p w14:paraId="2E4504F2" w14:textId="77777777" w:rsidR="00DD6E98" w:rsidRPr="00DD6E98" w:rsidRDefault="00DD6E98" w:rsidP="00DD6E98">
            <w:pPr>
              <w:pStyle w:val="SIBulletList2"/>
            </w:pPr>
            <w:r w:rsidRPr="00DD6E98">
              <w:t>postures</w:t>
            </w:r>
          </w:p>
          <w:p w14:paraId="28DB8DC9" w14:textId="77777777" w:rsidR="00DD6E98" w:rsidRPr="00DD6E98" w:rsidRDefault="00DD6E98" w:rsidP="00DD6E98">
            <w:pPr>
              <w:pStyle w:val="SIBulletList2"/>
            </w:pPr>
            <w:r w:rsidRPr="00DD6E98">
              <w:t>movements</w:t>
            </w:r>
          </w:p>
          <w:p w14:paraId="09DB11A5" w14:textId="77777777" w:rsidR="00DD6E98" w:rsidRPr="00DD6E98" w:rsidRDefault="00DD6E98" w:rsidP="00DD6E98">
            <w:pPr>
              <w:pStyle w:val="SIBulletList2"/>
            </w:pPr>
            <w:r w:rsidRPr="00DD6E98">
              <w:t>force required</w:t>
            </w:r>
          </w:p>
          <w:p w14:paraId="34408E34" w14:textId="77777777" w:rsidR="00DD6E98" w:rsidRPr="00DD6E98" w:rsidRDefault="00DD6E98" w:rsidP="00DD6E98">
            <w:pPr>
              <w:pStyle w:val="SIBulletList2"/>
            </w:pPr>
            <w:r w:rsidRPr="00DD6E98">
              <w:t>duration and frequency of manual handling activity</w:t>
            </w:r>
          </w:p>
          <w:p w14:paraId="2B9C41A0" w14:textId="77777777" w:rsidR="00DD6E98" w:rsidRPr="00DD6E98" w:rsidRDefault="00DD6E98" w:rsidP="00DD6E98">
            <w:pPr>
              <w:pStyle w:val="SIBulletList2"/>
            </w:pPr>
            <w:r w:rsidRPr="00DD6E98">
              <w:t>environmental conditions, such as hot and cold work environments</w:t>
            </w:r>
          </w:p>
          <w:p w14:paraId="248E5DB6" w14:textId="77777777" w:rsidR="00DD6E98" w:rsidRPr="00DD6E98" w:rsidRDefault="00DD6E98" w:rsidP="00DD6E98">
            <w:pPr>
              <w:pStyle w:val="SIBulletList1"/>
            </w:pPr>
            <w:r w:rsidRPr="00DD6E98">
              <w:t>procedures and responsibilities for conducting risk assessments of manual handling tasks</w:t>
            </w:r>
          </w:p>
          <w:p w14:paraId="04ADC6A5" w14:textId="77777777" w:rsidR="00DD6E98" w:rsidRPr="00DD6E98" w:rsidRDefault="00DD6E98" w:rsidP="00DD6E98">
            <w:pPr>
              <w:pStyle w:val="SIBulletList1"/>
            </w:pPr>
            <w:r w:rsidRPr="00DD6E98">
              <w:t>typical options for eliminating or controlling manual handling risks associated with work functions, including principles of hierarchy of control and the advantages and disadvantages of different options</w:t>
            </w:r>
          </w:p>
          <w:p w14:paraId="19AA4BE9" w14:textId="77777777" w:rsidR="00DD6E98" w:rsidRPr="00DD6E98" w:rsidRDefault="00DD6E98" w:rsidP="00DD6E98">
            <w:pPr>
              <w:pStyle w:val="SIBulletList1"/>
            </w:pPr>
            <w:r w:rsidRPr="00DD6E98">
              <w:t>types of equipment and/or techniques used to eliminate or reduce manual handling risks in the workplace, including when and how to use each type of technique/equipment relevant to manual handling tasks in work role</w:t>
            </w:r>
          </w:p>
          <w:p w14:paraId="352EE450" w14:textId="77777777" w:rsidR="00DD6E98" w:rsidRPr="00DD6E98" w:rsidRDefault="00DD6E98" w:rsidP="00DD6E98">
            <w:pPr>
              <w:pStyle w:val="SIBulletList1"/>
            </w:pPr>
            <w:r w:rsidRPr="00DD6E98">
              <w:t>level of authority to address work health and safety issues related to manual handling and related workplace arrangements for managing safety issues</w:t>
            </w:r>
          </w:p>
          <w:p w14:paraId="62F9B384" w14:textId="77777777" w:rsidR="00DD6E98" w:rsidRPr="00DD6E98" w:rsidRDefault="00DD6E98" w:rsidP="00DD6E98">
            <w:pPr>
              <w:pStyle w:val="SIBulletList1"/>
            </w:pPr>
            <w:r w:rsidRPr="00DD6E98">
              <w:t>sources of advice on manual handling relevant to work function</w:t>
            </w:r>
          </w:p>
          <w:p w14:paraId="2068C2B8" w14:textId="77777777" w:rsidR="00DD6E98" w:rsidRPr="00DD6E98" w:rsidRDefault="00DD6E98" w:rsidP="00DD6E98">
            <w:pPr>
              <w:pStyle w:val="SIBulletList1"/>
            </w:pPr>
            <w:r w:rsidRPr="00DD6E98">
              <w:t>equipment available to assist manual handling, related inspections required to identify faulty equipment and related reporting procedures</w:t>
            </w:r>
          </w:p>
          <w:p w14:paraId="6E02D8AB" w14:textId="77777777" w:rsidR="00F1480E" w:rsidRPr="000754EC" w:rsidRDefault="00DD6E98" w:rsidP="00DD6E98">
            <w:pPr>
              <w:pStyle w:val="SIBulletList1"/>
            </w:pPr>
            <w:r w:rsidRPr="00DD6E98">
              <w:t>movement and postures that increase the risk of injury, and movements and postures to minimise the force in the body as applied to specific tasks in the workplace.</w:t>
            </w:r>
          </w:p>
        </w:tc>
      </w:tr>
    </w:tbl>
    <w:p w14:paraId="548C85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7AF0454" w14:textId="77777777" w:rsidTr="00CA2922">
        <w:trPr>
          <w:tblHeader/>
        </w:trPr>
        <w:tc>
          <w:tcPr>
            <w:tcW w:w="5000" w:type="pct"/>
            <w:shd w:val="clear" w:color="auto" w:fill="auto"/>
          </w:tcPr>
          <w:p w14:paraId="2DF5BF0C" w14:textId="77777777" w:rsidR="00F1480E" w:rsidRPr="000754EC" w:rsidRDefault="00D71E43" w:rsidP="000754EC">
            <w:pPr>
              <w:pStyle w:val="SIHeading2"/>
            </w:pPr>
            <w:r w:rsidRPr="002C55E9">
              <w:t>A</w:t>
            </w:r>
            <w:r w:rsidRPr="000754EC">
              <w:t>ssessment Conditions</w:t>
            </w:r>
          </w:p>
        </w:tc>
      </w:tr>
      <w:tr w:rsidR="00F1480E" w:rsidRPr="00A55106" w14:paraId="5758B923" w14:textId="77777777" w:rsidTr="00CA2922">
        <w:tc>
          <w:tcPr>
            <w:tcW w:w="5000" w:type="pct"/>
            <w:shd w:val="clear" w:color="auto" w:fill="auto"/>
          </w:tcPr>
          <w:p w14:paraId="2045E39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4398A06" w14:textId="77777777" w:rsidR="004E6741" w:rsidRPr="000754EC" w:rsidRDefault="001D7F5B" w:rsidP="000754EC">
            <w:pPr>
              <w:pStyle w:val="SIBulletList1"/>
            </w:pPr>
            <w:r w:rsidRPr="000754EC">
              <w:t>p</w:t>
            </w:r>
            <w:r w:rsidR="004E6741" w:rsidRPr="000754EC">
              <w:t>hysical conditions</w:t>
            </w:r>
            <w:r w:rsidRPr="000754EC">
              <w:t>:</w:t>
            </w:r>
          </w:p>
          <w:p w14:paraId="1E70E46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BF7A759"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E9E9444" w14:textId="3F26A128" w:rsidR="00DD6E98" w:rsidRPr="00DD6E98" w:rsidRDefault="00DD6E98" w:rsidP="00DD6E98">
            <w:pPr>
              <w:pStyle w:val="SIBulletList2"/>
              <w:rPr>
                <w:rFonts w:eastAsia="Calibri"/>
              </w:rPr>
            </w:pPr>
            <w:r w:rsidRPr="00DD6E98">
              <w:rPr>
                <w:rFonts w:eastAsia="Calibri"/>
              </w:rPr>
              <w:t>work procedures, including advice on manual handling requirements and safe work practices</w:t>
            </w:r>
            <w:r w:rsidR="00E97959">
              <w:rPr>
                <w:rFonts w:eastAsia="Calibri"/>
              </w:rPr>
              <w:t>.</w:t>
            </w:r>
          </w:p>
          <w:p w14:paraId="700755E4" w14:textId="77777777" w:rsidR="0021210E" w:rsidRDefault="0021210E" w:rsidP="000754EC">
            <w:pPr>
              <w:pStyle w:val="SIText"/>
            </w:pPr>
          </w:p>
          <w:p w14:paraId="6476F4A7"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2948901" w14:textId="77777777" w:rsidR="00F1480E" w:rsidRPr="000754EC" w:rsidRDefault="00F1480E" w:rsidP="0035000E">
            <w:pPr>
              <w:pStyle w:val="SIBulletList2"/>
              <w:numPr>
                <w:ilvl w:val="0"/>
                <w:numId w:val="0"/>
              </w:numPr>
              <w:rPr>
                <w:rFonts w:eastAsia="Calibri"/>
              </w:rPr>
            </w:pPr>
          </w:p>
        </w:tc>
      </w:tr>
    </w:tbl>
    <w:p w14:paraId="01C362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7DDEC0" w14:textId="77777777" w:rsidTr="004679E3">
        <w:tc>
          <w:tcPr>
            <w:tcW w:w="990" w:type="pct"/>
            <w:shd w:val="clear" w:color="auto" w:fill="auto"/>
          </w:tcPr>
          <w:p w14:paraId="3FA22E4E" w14:textId="77777777" w:rsidR="00F1480E" w:rsidRPr="000754EC" w:rsidRDefault="00D71E43" w:rsidP="000754EC">
            <w:pPr>
              <w:pStyle w:val="SIHeading2"/>
            </w:pPr>
            <w:r w:rsidRPr="002C55E9">
              <w:t>L</w:t>
            </w:r>
            <w:r w:rsidRPr="000754EC">
              <w:t>inks</w:t>
            </w:r>
          </w:p>
        </w:tc>
        <w:tc>
          <w:tcPr>
            <w:tcW w:w="4010" w:type="pct"/>
            <w:shd w:val="clear" w:color="auto" w:fill="auto"/>
          </w:tcPr>
          <w:p w14:paraId="4BD744F9"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3D71A82" w14:textId="77777777" w:rsidR="00F1480E" w:rsidRDefault="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F334A" w14:textId="77777777" w:rsidR="00796EEE" w:rsidRDefault="00796EEE" w:rsidP="00BF3F0A">
      <w:r>
        <w:separator/>
      </w:r>
    </w:p>
    <w:p w14:paraId="5AAF7579" w14:textId="77777777" w:rsidR="00796EEE" w:rsidRDefault="00796EEE"/>
  </w:endnote>
  <w:endnote w:type="continuationSeparator" w:id="0">
    <w:p w14:paraId="18C3B969" w14:textId="77777777" w:rsidR="00796EEE" w:rsidRDefault="00796EEE" w:rsidP="00BF3F0A">
      <w:r>
        <w:continuationSeparator/>
      </w:r>
    </w:p>
    <w:p w14:paraId="27ACB422" w14:textId="77777777" w:rsidR="00796EEE" w:rsidRDefault="00796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2AC9C3B" w14:textId="1A84B4B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40EF8">
          <w:rPr>
            <w:noProof/>
          </w:rPr>
          <w:t>4</w:t>
        </w:r>
        <w:r w:rsidRPr="000754EC">
          <w:fldChar w:fldCharType="end"/>
        </w:r>
      </w:p>
      <w:p w14:paraId="52F2360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10EDBD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C75FC" w14:textId="77777777" w:rsidR="00796EEE" w:rsidRDefault="00796EEE" w:rsidP="00BF3F0A">
      <w:r>
        <w:separator/>
      </w:r>
    </w:p>
    <w:p w14:paraId="56272115" w14:textId="77777777" w:rsidR="00796EEE" w:rsidRDefault="00796EEE"/>
  </w:footnote>
  <w:footnote w:type="continuationSeparator" w:id="0">
    <w:p w14:paraId="78BE63AA" w14:textId="77777777" w:rsidR="00796EEE" w:rsidRDefault="00796EEE" w:rsidP="00BF3F0A">
      <w:r>
        <w:continuationSeparator/>
      </w:r>
    </w:p>
    <w:p w14:paraId="3B0272D5" w14:textId="77777777" w:rsidR="00796EEE" w:rsidRDefault="00796E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63E96" w14:textId="77E6B828" w:rsidR="009C2650" w:rsidRPr="00DD6E98" w:rsidRDefault="001731B9" w:rsidP="00DD6E98">
    <w:pPr>
      <w:pStyle w:val="SIText"/>
    </w:pPr>
    <w:r w:rsidRPr="00DD6E98">
      <w:t>F</w:t>
    </w:r>
    <w:r>
      <w:t>BP</w:t>
    </w:r>
    <w:r w:rsidRPr="00DD6E98">
      <w:t>OP</w:t>
    </w:r>
    <w:r>
      <w:t>R</w:t>
    </w:r>
    <w:r w:rsidRPr="00DD6E98">
      <w:t>1003</w:t>
    </w:r>
    <w:r w:rsidR="00DD6E98" w:rsidRPr="00DD6E98">
      <w:t xml:space="preserve"> Carry out manual handling tasks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3330C"/>
    <w:multiLevelType w:val="hybridMultilevel"/>
    <w:tmpl w:val="3DF2C3C0"/>
    <w:lvl w:ilvl="0" w:tplc="4A865494">
      <w:start w:val="1"/>
      <w:numFmt w:val="bullet"/>
      <w:lvlText w:val=""/>
      <w:lvlJc w:val="left"/>
      <w:pPr>
        <w:ind w:left="1080" w:hanging="360"/>
      </w:pPr>
      <w:rPr>
        <w:rFonts w:ascii="Symbol" w:hAnsi="Symbol" w:hint="default"/>
      </w:rPr>
    </w:lvl>
    <w:lvl w:ilvl="1" w:tplc="4A865494">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8E80E50"/>
    <w:multiLevelType w:val="multilevel"/>
    <w:tmpl w:val="83445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7D4"/>
    <w:rsid w:val="000014B9"/>
    <w:rsid w:val="00005A15"/>
    <w:rsid w:val="0001108F"/>
    <w:rsid w:val="000115E2"/>
    <w:rsid w:val="000126D0"/>
    <w:rsid w:val="0001296A"/>
    <w:rsid w:val="00016803"/>
    <w:rsid w:val="00023992"/>
    <w:rsid w:val="000275AE"/>
    <w:rsid w:val="00041E59"/>
    <w:rsid w:val="00064BFE"/>
    <w:rsid w:val="00070B3E"/>
    <w:rsid w:val="00071F95"/>
    <w:rsid w:val="00072E6F"/>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31B9"/>
    <w:rsid w:val="0017587B"/>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0EF8"/>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3E8A"/>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6DA"/>
    <w:rsid w:val="00672FE5"/>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3C8"/>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6EEE"/>
    <w:rsid w:val="007A300D"/>
    <w:rsid w:val="007C07D4"/>
    <w:rsid w:val="007D5A78"/>
    <w:rsid w:val="007E3BD1"/>
    <w:rsid w:val="007F1563"/>
    <w:rsid w:val="007F1EB2"/>
    <w:rsid w:val="007F44DB"/>
    <w:rsid w:val="007F5A8B"/>
    <w:rsid w:val="00817D51"/>
    <w:rsid w:val="00823530"/>
    <w:rsid w:val="00823938"/>
    <w:rsid w:val="00823FF4"/>
    <w:rsid w:val="00830267"/>
    <w:rsid w:val="008306E7"/>
    <w:rsid w:val="00834BC8"/>
    <w:rsid w:val="00837FD6"/>
    <w:rsid w:val="00847B60"/>
    <w:rsid w:val="00850243"/>
    <w:rsid w:val="00850ED9"/>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4285"/>
    <w:rsid w:val="00AA5338"/>
    <w:rsid w:val="00AB1B8E"/>
    <w:rsid w:val="00AC0696"/>
    <w:rsid w:val="00AC4C98"/>
    <w:rsid w:val="00AC5F6B"/>
    <w:rsid w:val="00AD3896"/>
    <w:rsid w:val="00AD5B47"/>
    <w:rsid w:val="00AE1ED9"/>
    <w:rsid w:val="00AE32CB"/>
    <w:rsid w:val="00AF3957"/>
    <w:rsid w:val="00B12013"/>
    <w:rsid w:val="00B13573"/>
    <w:rsid w:val="00B2028B"/>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045A"/>
    <w:rsid w:val="00D71E43"/>
    <w:rsid w:val="00D727F3"/>
    <w:rsid w:val="00D73695"/>
    <w:rsid w:val="00D810DE"/>
    <w:rsid w:val="00D87D32"/>
    <w:rsid w:val="00D91188"/>
    <w:rsid w:val="00D92C83"/>
    <w:rsid w:val="00DA0A81"/>
    <w:rsid w:val="00DA3C10"/>
    <w:rsid w:val="00DA53B5"/>
    <w:rsid w:val="00DC1D69"/>
    <w:rsid w:val="00DC5A3A"/>
    <w:rsid w:val="00DD0726"/>
    <w:rsid w:val="00DD6E98"/>
    <w:rsid w:val="00DD75FB"/>
    <w:rsid w:val="00E238E6"/>
    <w:rsid w:val="00E35064"/>
    <w:rsid w:val="00E3539D"/>
    <w:rsid w:val="00E3681D"/>
    <w:rsid w:val="00E40225"/>
    <w:rsid w:val="00E501F0"/>
    <w:rsid w:val="00E513CD"/>
    <w:rsid w:val="00E60BF5"/>
    <w:rsid w:val="00E6166D"/>
    <w:rsid w:val="00E91BFF"/>
    <w:rsid w:val="00E92933"/>
    <w:rsid w:val="00E94FAD"/>
    <w:rsid w:val="00E97959"/>
    <w:rsid w:val="00EB0AA4"/>
    <w:rsid w:val="00EB5C88"/>
    <w:rsid w:val="00EC0469"/>
    <w:rsid w:val="00EE0D76"/>
    <w:rsid w:val="00EF01F8"/>
    <w:rsid w:val="00EF40EF"/>
    <w:rsid w:val="00EF47FE"/>
    <w:rsid w:val="00F069BD"/>
    <w:rsid w:val="00F1480E"/>
    <w:rsid w:val="00F1497D"/>
    <w:rsid w:val="00F16AAC"/>
    <w:rsid w:val="00F33FF2"/>
    <w:rsid w:val="00F411D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1F64"/>
  <w15:docId w15:val="{B3AB4A39-BBDB-416A-ADE1-2C390EB2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206298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E7E6E34D-9BAC-4196-B80A-C568C3208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A955474-FAD0-4B72-B505-23607AD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1</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2018-02-02T00:16:00Z</dcterms:created>
  <dcterms:modified xsi:type="dcterms:W3CDTF">2018-02-04T22:39:00Z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