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43DE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3DBB818" w14:textId="77777777" w:rsidTr="00146EEC">
        <w:tc>
          <w:tcPr>
            <w:tcW w:w="2689" w:type="dxa"/>
          </w:tcPr>
          <w:p w14:paraId="6B1703D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FBD30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21560" w14:paraId="25E28BFC" w14:textId="77777777" w:rsidTr="00951D3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30A1" w14:textId="77777777" w:rsidR="00321560" w:rsidRPr="00321560" w:rsidRDefault="00321560" w:rsidP="00321560">
            <w:pPr>
              <w:pStyle w:val="SIText"/>
            </w:pPr>
            <w:r w:rsidRPr="00321560">
              <w:t xml:space="preserve">Release </w:t>
            </w:r>
            <w:r>
              <w:t>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8E5D" w14:textId="77777777" w:rsidR="00321560" w:rsidRPr="00321560" w:rsidRDefault="00321560" w:rsidP="00321560">
            <w:pPr>
              <w:pStyle w:val="SIText"/>
            </w:pPr>
            <w:r w:rsidRPr="00321560">
              <w:t>This version released with AHC Agriculture, Horticulture and Conservation and Land Manag</w:t>
            </w:r>
            <w:r>
              <w:t>ement Training Package Version 3</w:t>
            </w:r>
            <w:r w:rsidRPr="00321560">
              <w:t>.0.</w:t>
            </w:r>
          </w:p>
        </w:tc>
      </w:tr>
      <w:tr w:rsidR="00321560" w14:paraId="4DEDFBCE" w14:textId="77777777" w:rsidTr="0032156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024F" w14:textId="77777777" w:rsidR="00321560" w:rsidRPr="00321560" w:rsidRDefault="00321560" w:rsidP="00321560">
            <w:pPr>
              <w:pStyle w:val="SIText"/>
            </w:pPr>
            <w:r w:rsidRPr="00321560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80A5" w14:textId="77777777" w:rsidR="00321560" w:rsidRPr="00321560" w:rsidRDefault="00321560" w:rsidP="00321560">
            <w:pPr>
              <w:pStyle w:val="SIText"/>
            </w:pPr>
            <w:r w:rsidRPr="00321560">
              <w:t>This version released with AHC Agriculture, Horticulture and Conservation and Land Management Training Package Version 1.0.</w:t>
            </w:r>
          </w:p>
        </w:tc>
      </w:tr>
    </w:tbl>
    <w:p w14:paraId="3DE1DA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9AB6E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C905FE5" w14:textId="674E3F49" w:rsidR="00F1480E" w:rsidRPr="000754EC" w:rsidRDefault="00F8577D" w:rsidP="00F8577D">
            <w:pPr>
              <w:pStyle w:val="SIUNITCODE"/>
            </w:pPr>
            <w:r>
              <w:t>AHCCHM101</w:t>
            </w:r>
          </w:p>
        </w:tc>
        <w:tc>
          <w:tcPr>
            <w:tcW w:w="3604" w:type="pct"/>
            <w:shd w:val="clear" w:color="auto" w:fill="auto"/>
          </w:tcPr>
          <w:p w14:paraId="69BB9D9E" w14:textId="3FDEC855" w:rsidR="00F1480E" w:rsidRPr="000754EC" w:rsidRDefault="00F8577D" w:rsidP="000754EC">
            <w:pPr>
              <w:pStyle w:val="SIUnittitle"/>
            </w:pPr>
            <w:r w:rsidRPr="00F8577D">
              <w:t>Follow basic chemical safety rules</w:t>
            </w:r>
          </w:p>
        </w:tc>
      </w:tr>
      <w:tr w:rsidR="00321560" w:rsidRPr="00963A46" w14:paraId="35F6D61F" w14:textId="77777777" w:rsidTr="00CA2922">
        <w:tc>
          <w:tcPr>
            <w:tcW w:w="1396" w:type="pct"/>
            <w:shd w:val="clear" w:color="auto" w:fill="auto"/>
          </w:tcPr>
          <w:p w14:paraId="1367831A" w14:textId="77777777" w:rsidR="00321560" w:rsidRPr="00321560" w:rsidRDefault="00321560" w:rsidP="00321560">
            <w:pPr>
              <w:pStyle w:val="SIHeading2"/>
            </w:pPr>
            <w:r w:rsidRPr="00FD557D">
              <w:t>Application</w:t>
            </w:r>
          </w:p>
          <w:p w14:paraId="051D455B" w14:textId="77777777" w:rsidR="00321560" w:rsidRPr="00923720" w:rsidRDefault="00321560" w:rsidP="00321560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EFA5D6B" w14:textId="77777777" w:rsidR="00321560" w:rsidRPr="00321560" w:rsidRDefault="00321560" w:rsidP="00321560">
            <w:pPr>
              <w:pStyle w:val="SIText"/>
            </w:pPr>
            <w:r w:rsidRPr="00D0141F">
              <w:t xml:space="preserve">This unit of competency describes the skills and knowledge required to </w:t>
            </w:r>
            <w:r w:rsidRPr="00321560">
              <w:t xml:space="preserve">follow instructions and direction for safe handling, storage and use of chemicals. </w:t>
            </w:r>
          </w:p>
          <w:p w14:paraId="75DEB5E6" w14:textId="77777777" w:rsidR="00321560" w:rsidRPr="00D0141F" w:rsidRDefault="00321560" w:rsidP="00321560">
            <w:pPr>
              <w:pStyle w:val="SIText"/>
            </w:pPr>
          </w:p>
          <w:p w14:paraId="7BF52533" w14:textId="79FCFF22" w:rsidR="00321560" w:rsidRPr="00321560" w:rsidRDefault="00321560" w:rsidP="00321560">
            <w:pPr>
              <w:pStyle w:val="SIText"/>
            </w:pPr>
            <w:r w:rsidRPr="00D0141F">
              <w:t xml:space="preserve">The </w:t>
            </w:r>
            <w:r w:rsidRPr="00321560">
              <w:t>unit applies to individuals who undertake a range defined routine activities alongside a supervisor in most situations. They exercise limited autonomy within established and well known parameters and identify and seek help for simple problems.</w:t>
            </w:r>
          </w:p>
          <w:p w14:paraId="06A0FE0E" w14:textId="77777777" w:rsidR="00321560" w:rsidRPr="00D0141F" w:rsidRDefault="00321560" w:rsidP="00321560">
            <w:pPr>
              <w:pStyle w:val="SIText"/>
            </w:pPr>
          </w:p>
          <w:p w14:paraId="693F218C" w14:textId="77777777" w:rsidR="00321560" w:rsidRPr="00321560" w:rsidRDefault="00321560" w:rsidP="00321560">
            <w:pPr>
              <w:pStyle w:val="SIText"/>
            </w:pPr>
            <w:r w:rsidRPr="00D0141F">
              <w:t>No occupational licensing, legislative or certification requirements apply to this unit at the time of publication.</w:t>
            </w:r>
          </w:p>
        </w:tc>
      </w:tr>
      <w:tr w:rsidR="00321560" w:rsidRPr="00963A46" w14:paraId="34F2A80F" w14:textId="77777777" w:rsidTr="00CA2922">
        <w:tc>
          <w:tcPr>
            <w:tcW w:w="1396" w:type="pct"/>
            <w:shd w:val="clear" w:color="auto" w:fill="auto"/>
          </w:tcPr>
          <w:p w14:paraId="59812A11" w14:textId="77777777" w:rsidR="00321560" w:rsidRPr="00321560" w:rsidRDefault="00321560" w:rsidP="00321560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B37C0F7" w14:textId="77777777" w:rsidR="00321560" w:rsidRPr="00321560" w:rsidRDefault="00321560" w:rsidP="00321560">
            <w:pPr>
              <w:pStyle w:val="SIText"/>
            </w:pPr>
            <w:r w:rsidRPr="00321560">
              <w:t>Nil</w:t>
            </w:r>
          </w:p>
        </w:tc>
      </w:tr>
      <w:tr w:rsidR="00321560" w:rsidRPr="00963A46" w14:paraId="6F163BD6" w14:textId="77777777" w:rsidTr="00CA2922">
        <w:tc>
          <w:tcPr>
            <w:tcW w:w="1396" w:type="pct"/>
            <w:shd w:val="clear" w:color="auto" w:fill="auto"/>
          </w:tcPr>
          <w:p w14:paraId="5C26299B" w14:textId="77777777" w:rsidR="00321560" w:rsidRPr="00321560" w:rsidRDefault="00321560" w:rsidP="00321560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F16F733" w14:textId="77777777" w:rsidR="00321560" w:rsidRPr="00321560" w:rsidRDefault="00321560" w:rsidP="00321560">
            <w:pPr>
              <w:pStyle w:val="SIText"/>
            </w:pPr>
            <w:r w:rsidRPr="000016AC">
              <w:t>Chemicals (CHM)</w:t>
            </w:r>
          </w:p>
        </w:tc>
      </w:tr>
    </w:tbl>
    <w:p w14:paraId="430278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5023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D7A42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BC100F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28DB6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6F093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DC17EC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21560" w:rsidRPr="00963A46" w14:paraId="07CBF8B4" w14:textId="77777777" w:rsidTr="0032156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D83B" w14:textId="236FBA0C" w:rsidR="00321560" w:rsidRPr="00321560" w:rsidRDefault="00321560" w:rsidP="00321560">
            <w:pPr>
              <w:pStyle w:val="SIText"/>
            </w:pPr>
            <w:r w:rsidRPr="00321560">
              <w:t>1.</w:t>
            </w:r>
            <w:r w:rsidR="007E137D">
              <w:t xml:space="preserve"> </w:t>
            </w:r>
            <w:r w:rsidRPr="00321560">
              <w:t>Prepare to work with chemicals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807B4" w14:textId="577C1CF8" w:rsidR="00321560" w:rsidRPr="00321560" w:rsidRDefault="00321560" w:rsidP="00321560">
            <w:pPr>
              <w:pStyle w:val="SIText"/>
            </w:pPr>
            <w:r w:rsidRPr="00321560">
              <w:t xml:space="preserve">1.1 Confirm the activity to be undertaken with supervisor </w:t>
            </w:r>
          </w:p>
          <w:p w14:paraId="356C6E0B" w14:textId="77777777" w:rsidR="00321560" w:rsidRPr="00321560" w:rsidRDefault="00321560" w:rsidP="00321560">
            <w:pPr>
              <w:pStyle w:val="SIText"/>
            </w:pPr>
            <w:r w:rsidRPr="00321560">
              <w:t>1.2 Confirm tools and equipment to be used with supervisor</w:t>
            </w:r>
          </w:p>
          <w:p w14:paraId="1BC65F5C" w14:textId="77777777" w:rsidR="00321560" w:rsidRPr="00321560" w:rsidRDefault="00321560" w:rsidP="00321560">
            <w:pPr>
              <w:pStyle w:val="SIText"/>
            </w:pPr>
            <w:r w:rsidRPr="00321560">
              <w:t>1.3 Wear appropriate personal protective equipment and ensure correct fit as directed by supervisor</w:t>
            </w:r>
          </w:p>
          <w:p w14:paraId="24450B37" w14:textId="77777777" w:rsidR="00321560" w:rsidRPr="00321560" w:rsidRDefault="00321560" w:rsidP="00321560">
            <w:pPr>
              <w:pStyle w:val="SIText"/>
            </w:pPr>
            <w:r w:rsidRPr="00321560">
              <w:t>1.4 Identify functions of chemicals in the workplace</w:t>
            </w:r>
          </w:p>
        </w:tc>
      </w:tr>
      <w:tr w:rsidR="00321560" w:rsidRPr="00963A46" w14:paraId="1A363D08" w14:textId="77777777" w:rsidTr="0032156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0BBF3" w14:textId="583AF237" w:rsidR="00321560" w:rsidRPr="00321560" w:rsidRDefault="00321560" w:rsidP="00321560">
            <w:pPr>
              <w:pStyle w:val="SIText"/>
            </w:pPr>
            <w:r w:rsidRPr="00321560">
              <w:t>2.</w:t>
            </w:r>
            <w:r w:rsidR="007E137D">
              <w:t xml:space="preserve"> </w:t>
            </w:r>
            <w:r w:rsidRPr="00321560">
              <w:t>Identify risks associated with chemicals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739B6" w14:textId="35056B25" w:rsidR="00321560" w:rsidRPr="00321560" w:rsidRDefault="00321560" w:rsidP="00321560">
            <w:pPr>
              <w:pStyle w:val="SIText"/>
            </w:pPr>
            <w:r w:rsidRPr="00321560">
              <w:t>2.1 Identify and interpret chemical labels, safety signs, symbo</w:t>
            </w:r>
            <w:r w:rsidR="004A07DF">
              <w:t>ls and safety data sheets according to supervisors instructions</w:t>
            </w:r>
          </w:p>
          <w:p w14:paraId="683DCC30" w14:textId="77777777" w:rsidR="00321560" w:rsidRPr="00321560" w:rsidRDefault="00321560" w:rsidP="00321560">
            <w:pPr>
              <w:pStyle w:val="SIText"/>
            </w:pPr>
            <w:r w:rsidRPr="00321560">
              <w:t xml:space="preserve">2.2 Identify, safety hazards and risks and report to supervisor </w:t>
            </w:r>
          </w:p>
          <w:p w14:paraId="25CF3BCF" w14:textId="53EE504A" w:rsidR="00321560" w:rsidRPr="00321560" w:rsidRDefault="00321560" w:rsidP="00321560">
            <w:pPr>
              <w:pStyle w:val="SIText"/>
            </w:pPr>
            <w:r w:rsidRPr="00321560">
              <w:t>2.3 Control risks as directed</w:t>
            </w:r>
          </w:p>
        </w:tc>
      </w:tr>
      <w:tr w:rsidR="00321560" w:rsidRPr="00963A46" w14:paraId="7924849A" w14:textId="77777777" w:rsidTr="0032156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024AA" w14:textId="4FA89B38" w:rsidR="00321560" w:rsidRPr="00321560" w:rsidRDefault="00321560" w:rsidP="00321560">
            <w:pPr>
              <w:pStyle w:val="SIText"/>
            </w:pPr>
            <w:r w:rsidRPr="00321560">
              <w:t>3.</w:t>
            </w:r>
            <w:r w:rsidR="007E137D">
              <w:t xml:space="preserve"> </w:t>
            </w:r>
            <w:r w:rsidRPr="00321560">
              <w:t>Follow chemical handling and storage rules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B4F8C" w14:textId="77777777" w:rsidR="00321560" w:rsidRPr="00321560" w:rsidRDefault="00321560" w:rsidP="00321560">
            <w:pPr>
              <w:pStyle w:val="SIText"/>
            </w:pPr>
            <w:r w:rsidRPr="00321560">
              <w:t>3.1 Identify and locate chemical store</w:t>
            </w:r>
          </w:p>
          <w:p w14:paraId="23C773C5" w14:textId="57EADA53" w:rsidR="00321560" w:rsidRPr="00321560" w:rsidRDefault="00321560" w:rsidP="00321560">
            <w:pPr>
              <w:pStyle w:val="SIText"/>
            </w:pPr>
            <w:r w:rsidRPr="00321560">
              <w:t>3.2 Int</w:t>
            </w:r>
            <w:r w:rsidR="00D77E11">
              <w:t xml:space="preserve">erpret and follow safe chemical, transport, </w:t>
            </w:r>
            <w:r w:rsidRPr="00321560">
              <w:t xml:space="preserve">handling and storage according to </w:t>
            </w:r>
            <w:r w:rsidR="00D77E11">
              <w:t xml:space="preserve">product </w:t>
            </w:r>
            <w:r w:rsidRPr="00321560">
              <w:t>label and supervisor instructions</w:t>
            </w:r>
          </w:p>
          <w:p w14:paraId="35B1121A" w14:textId="77777777" w:rsidR="00321560" w:rsidRPr="00321560" w:rsidRDefault="00321560" w:rsidP="00321560">
            <w:pPr>
              <w:pStyle w:val="SIText"/>
            </w:pPr>
            <w:r w:rsidRPr="00321560">
              <w:t>3.3 Observe instructions for maintenance and storage of personal protective equipment and application equipment</w:t>
            </w:r>
          </w:p>
          <w:p w14:paraId="65103880" w14:textId="77777777" w:rsidR="00321560" w:rsidRPr="00321560" w:rsidRDefault="00321560" w:rsidP="00321560">
            <w:pPr>
              <w:pStyle w:val="SIText"/>
            </w:pPr>
            <w:r w:rsidRPr="00321560">
              <w:t>3.4 Follow safety rules when working in areas where chemicals are stored</w:t>
            </w:r>
          </w:p>
          <w:p w14:paraId="3A546429" w14:textId="77777777" w:rsidR="00321560" w:rsidRPr="00321560" w:rsidRDefault="00321560" w:rsidP="00321560">
            <w:pPr>
              <w:pStyle w:val="SIText"/>
            </w:pPr>
            <w:r w:rsidRPr="00321560">
              <w:t>3.5 Follow emergency procedures in the event of an accident or spillage</w:t>
            </w:r>
          </w:p>
          <w:p w14:paraId="529354AE" w14:textId="77777777" w:rsidR="00321560" w:rsidRPr="00321560" w:rsidRDefault="00321560" w:rsidP="00321560">
            <w:pPr>
              <w:pStyle w:val="SIText"/>
            </w:pPr>
            <w:r w:rsidRPr="00321560">
              <w:t>3.6 Record information as directed by supervisor</w:t>
            </w:r>
          </w:p>
        </w:tc>
      </w:tr>
    </w:tbl>
    <w:p w14:paraId="09000FA5" w14:textId="77777777" w:rsidR="005F771F" w:rsidRDefault="005F771F" w:rsidP="005F771F">
      <w:pPr>
        <w:pStyle w:val="SIText"/>
      </w:pPr>
    </w:p>
    <w:p w14:paraId="6264DE9E" w14:textId="77777777" w:rsidR="005F771F" w:rsidRPr="000754EC" w:rsidRDefault="005F771F" w:rsidP="000754EC">
      <w:r>
        <w:br w:type="page"/>
      </w:r>
    </w:p>
    <w:p w14:paraId="52BD3DA5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6C66233" w14:textId="77777777" w:rsidTr="00CA2922">
        <w:trPr>
          <w:tblHeader/>
        </w:trPr>
        <w:tc>
          <w:tcPr>
            <w:tcW w:w="5000" w:type="pct"/>
            <w:gridSpan w:val="2"/>
          </w:tcPr>
          <w:p w14:paraId="40F2D28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82B0D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C7F651A" w14:textId="77777777" w:rsidTr="00CA2922">
        <w:trPr>
          <w:tblHeader/>
        </w:trPr>
        <w:tc>
          <w:tcPr>
            <w:tcW w:w="1396" w:type="pct"/>
          </w:tcPr>
          <w:p w14:paraId="73B2064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A8DEF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21560" w14:paraId="0C0CDFC8" w14:textId="77777777" w:rsidTr="0032156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8471" w14:textId="77777777" w:rsidR="00321560" w:rsidRPr="00321560" w:rsidRDefault="00321560" w:rsidP="00321560">
            <w:pPr>
              <w:pStyle w:val="SIText"/>
            </w:pPr>
            <w:r w:rsidRPr="00321560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AF66" w14:textId="7CC5855D" w:rsidR="00321560" w:rsidRPr="00321560" w:rsidRDefault="004A07DF" w:rsidP="004A07DF">
            <w:pPr>
              <w:pStyle w:val="SIBulletList1"/>
            </w:pPr>
            <w:r>
              <w:t xml:space="preserve">Interprets </w:t>
            </w:r>
            <w:r w:rsidR="00321560" w:rsidRPr="00321560">
              <w:t>chemical labels, instructions and information</w:t>
            </w:r>
          </w:p>
        </w:tc>
      </w:tr>
      <w:tr w:rsidR="00321560" w14:paraId="3876A634" w14:textId="77777777" w:rsidTr="0032156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BBB8" w14:textId="77777777" w:rsidR="00321560" w:rsidRPr="00321560" w:rsidRDefault="00321560" w:rsidP="00321560">
            <w:pPr>
              <w:pStyle w:val="SIText"/>
            </w:pPr>
            <w:r w:rsidRPr="00321560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674C" w14:textId="77777777" w:rsidR="00321560" w:rsidRPr="00321560" w:rsidRDefault="00321560" w:rsidP="00321560">
            <w:pPr>
              <w:pStyle w:val="SIBulletList1"/>
            </w:pPr>
            <w:r w:rsidRPr="00321560">
              <w:t>Uses clear language and concepts, tone and pace appropriate when communication with supervisor</w:t>
            </w:r>
          </w:p>
        </w:tc>
      </w:tr>
      <w:tr w:rsidR="00321560" w14:paraId="7BEFF7C3" w14:textId="77777777" w:rsidTr="0032156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D954" w14:textId="77777777" w:rsidR="00321560" w:rsidRPr="00321560" w:rsidRDefault="00321560" w:rsidP="00321560">
            <w:pPr>
              <w:pStyle w:val="SIText"/>
            </w:pPr>
            <w:r w:rsidRPr="00321560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4D72" w14:textId="77777777" w:rsidR="00321560" w:rsidRPr="00321560" w:rsidRDefault="00321560" w:rsidP="00321560">
            <w:pPr>
              <w:pStyle w:val="SIBulletList1"/>
            </w:pPr>
            <w:r w:rsidRPr="00321560">
              <w:t>Recognises organisational expectations and follows explicit instructions, protocols and procedures when working with chemicals</w:t>
            </w:r>
          </w:p>
        </w:tc>
      </w:tr>
      <w:tr w:rsidR="00321560" w14:paraId="539A46B6" w14:textId="77777777" w:rsidTr="0032156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DC84" w14:textId="77777777" w:rsidR="00321560" w:rsidRPr="00321560" w:rsidRDefault="00321560" w:rsidP="00321560">
            <w:pPr>
              <w:pStyle w:val="SIText"/>
            </w:pPr>
            <w:r w:rsidRPr="00321560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8459" w14:textId="77777777" w:rsidR="00321560" w:rsidRPr="00321560" w:rsidRDefault="00321560" w:rsidP="00321560">
            <w:pPr>
              <w:pStyle w:val="SIBulletList1"/>
            </w:pPr>
            <w:r w:rsidRPr="00321560">
              <w:t>Follows clearly defined instructions and sequencing, and monitors own progress for the task, seeks assistance when necessary</w:t>
            </w:r>
          </w:p>
        </w:tc>
      </w:tr>
    </w:tbl>
    <w:p w14:paraId="6097A209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522BDF0" w14:textId="77777777" w:rsidTr="00F33FF2">
        <w:tc>
          <w:tcPr>
            <w:tcW w:w="5000" w:type="pct"/>
            <w:gridSpan w:val="4"/>
          </w:tcPr>
          <w:p w14:paraId="34301F0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1674E5" w14:textId="77777777" w:rsidTr="00F33FF2">
        <w:tc>
          <w:tcPr>
            <w:tcW w:w="1028" w:type="pct"/>
          </w:tcPr>
          <w:p w14:paraId="10DD5FB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7AE3D9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27E57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F91E9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21560" w14:paraId="26565D72" w14:textId="77777777" w:rsidTr="00321560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5554" w14:textId="77777777" w:rsidR="00321560" w:rsidRPr="00321560" w:rsidRDefault="00321560" w:rsidP="00321560">
            <w:pPr>
              <w:pStyle w:val="SIText"/>
            </w:pPr>
            <w:r w:rsidRPr="00321560">
              <w:t>AHCCHM101 Follow basic chemical safety rules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2CB6" w14:textId="77777777" w:rsidR="00321560" w:rsidRPr="00321560" w:rsidRDefault="00321560" w:rsidP="00321560">
            <w:pPr>
              <w:pStyle w:val="SIText"/>
            </w:pPr>
            <w:r>
              <w:t>AHCCHM101</w:t>
            </w:r>
            <w:r w:rsidRPr="00321560">
              <w:t xml:space="preserve"> Follow basic chemical safety rules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40F8" w14:textId="77777777" w:rsidR="00321560" w:rsidRPr="00321560" w:rsidRDefault="00321560" w:rsidP="00321560">
            <w:pPr>
              <w:pStyle w:val="SIText"/>
            </w:pPr>
            <w:r w:rsidRPr="00321560">
              <w:t>Updated to meet Standards for Training Packages</w:t>
            </w:r>
          </w:p>
          <w:p w14:paraId="465A57DD" w14:textId="77777777" w:rsidR="00321560" w:rsidRPr="00321560" w:rsidRDefault="00321560" w:rsidP="00321560">
            <w:pPr>
              <w:pStyle w:val="SIText"/>
            </w:pPr>
            <w:r w:rsidRPr="00321560">
              <w:t>Minor changes to Performance Criteria for clarity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9719" w14:textId="77777777" w:rsidR="00321560" w:rsidRPr="00321560" w:rsidRDefault="00321560" w:rsidP="00321560">
            <w:pPr>
              <w:pStyle w:val="SIText"/>
            </w:pPr>
            <w:r w:rsidRPr="00321560">
              <w:t>Equivalent unit</w:t>
            </w:r>
          </w:p>
        </w:tc>
      </w:tr>
    </w:tbl>
    <w:p w14:paraId="5A4B9D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49083AD" w14:textId="77777777" w:rsidTr="00CA2922">
        <w:tc>
          <w:tcPr>
            <w:tcW w:w="1396" w:type="pct"/>
            <w:shd w:val="clear" w:color="auto" w:fill="auto"/>
          </w:tcPr>
          <w:p w14:paraId="21DAB5F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E83E261" w14:textId="77777777" w:rsidR="00F1480E" w:rsidRPr="000754EC" w:rsidRDefault="00321560" w:rsidP="00E40225">
            <w:pPr>
              <w:pStyle w:val="SIText"/>
            </w:pPr>
            <w:r w:rsidRPr="00321560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37182E8F" w14:textId="77777777" w:rsidR="00F1480E" w:rsidRDefault="00F1480E" w:rsidP="005F771F">
      <w:pPr>
        <w:pStyle w:val="SIText"/>
      </w:pPr>
    </w:p>
    <w:p w14:paraId="35BEEBF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DB9705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86EDED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067807F" w14:textId="77777777" w:rsidR="00556C4C" w:rsidRPr="000754EC" w:rsidRDefault="00556C4C" w:rsidP="00321560">
            <w:pPr>
              <w:pStyle w:val="SIUnittitle"/>
            </w:pPr>
            <w:r w:rsidRPr="00F56827">
              <w:t>Assessment requirements for</w:t>
            </w:r>
            <w:r w:rsidR="00321560">
              <w:t xml:space="preserve"> </w:t>
            </w:r>
            <w:r w:rsidR="00321560" w:rsidRPr="00321560">
              <w:t>AHCCHM101 Follow basic chemical safety rules</w:t>
            </w:r>
          </w:p>
        </w:tc>
      </w:tr>
      <w:tr w:rsidR="00556C4C" w:rsidRPr="00A55106" w14:paraId="4A0D772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E186CA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321560" w:rsidRPr="00067E1C" w14:paraId="046D54A7" w14:textId="77777777" w:rsidTr="0032156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A68A6" w14:textId="27A723BF" w:rsidR="00321560" w:rsidRPr="00321560" w:rsidRDefault="00321560" w:rsidP="00321560">
            <w:pPr>
              <w:pStyle w:val="SIText"/>
            </w:pPr>
            <w:r w:rsidRPr="00321560">
              <w:t>An individual demonstrating competency must satisfy all of the elements and performance criteria in this unit.</w:t>
            </w:r>
            <w:r w:rsidR="007E137D">
              <w:t xml:space="preserve"> </w:t>
            </w:r>
            <w:r w:rsidRPr="00321560">
              <w:t>There must be evidence that on at least one occasion the individual has demonstrated that they have followed basic rules relevant to chemical safety including:</w:t>
            </w:r>
          </w:p>
          <w:p w14:paraId="348D6F7D" w14:textId="77777777" w:rsidR="00321560" w:rsidRPr="00321560" w:rsidRDefault="00321560" w:rsidP="00321560">
            <w:pPr>
              <w:pStyle w:val="SIBulletList1"/>
            </w:pPr>
            <w:r w:rsidRPr="00321560">
              <w:t>confirmed work requirements and equipment for chemical use with supervisor</w:t>
            </w:r>
          </w:p>
          <w:p w14:paraId="30FAE2D1" w14:textId="0DA6553E" w:rsidR="00321560" w:rsidRPr="00321560" w:rsidRDefault="00321560" w:rsidP="00321560">
            <w:pPr>
              <w:pStyle w:val="SIBulletList1"/>
            </w:pPr>
            <w:r w:rsidRPr="00321560">
              <w:t>located and followed information on chemical labels and r</w:t>
            </w:r>
            <w:r w:rsidR="004A07DF">
              <w:t>elevant safety data sheets according to supervisors instructions</w:t>
            </w:r>
          </w:p>
          <w:p w14:paraId="23DC4A4D" w14:textId="77777777" w:rsidR="00321560" w:rsidRPr="00321560" w:rsidRDefault="00321560" w:rsidP="00321560">
            <w:pPr>
              <w:pStyle w:val="SIBulletList1"/>
            </w:pPr>
            <w:r w:rsidRPr="00321560">
              <w:t>recognised the use of chemicals and complied with chemical safety signs and symbols in the workplace</w:t>
            </w:r>
          </w:p>
          <w:p w14:paraId="551B2A0D" w14:textId="54D42028" w:rsidR="00321560" w:rsidRPr="00321560" w:rsidRDefault="00321560" w:rsidP="00321560">
            <w:pPr>
              <w:pStyle w:val="SIBulletList1"/>
            </w:pPr>
            <w:r w:rsidRPr="00321560">
              <w:t>recognised chemical hazards and risks</w:t>
            </w:r>
            <w:r w:rsidR="00CB38B0">
              <w:t xml:space="preserve"> and </w:t>
            </w:r>
            <w:r w:rsidRPr="00321560">
              <w:t>reported to supervisor and applied risk controls as directed</w:t>
            </w:r>
          </w:p>
          <w:p w14:paraId="0E290E27" w14:textId="77777777" w:rsidR="00321560" w:rsidRPr="00321560" w:rsidRDefault="00321560" w:rsidP="00321560">
            <w:pPr>
              <w:pStyle w:val="SIBulletList1"/>
            </w:pPr>
            <w:r w:rsidRPr="00321560">
              <w:t>used, maintained and stored personal protective equipment as directed</w:t>
            </w:r>
          </w:p>
          <w:p w14:paraId="5810ACA8" w14:textId="108EF289" w:rsidR="00321560" w:rsidRPr="00321560" w:rsidRDefault="00321560" w:rsidP="00321560">
            <w:pPr>
              <w:pStyle w:val="SIBulletList1"/>
            </w:pPr>
            <w:r w:rsidRPr="00321560">
              <w:t>maint</w:t>
            </w:r>
            <w:r w:rsidR="00CB38B0">
              <w:t xml:space="preserve">ained and </w:t>
            </w:r>
            <w:r w:rsidRPr="00321560">
              <w:t>stor</w:t>
            </w:r>
            <w:r w:rsidR="00CB38B0">
              <w:t>ed</w:t>
            </w:r>
            <w:r w:rsidRPr="00321560">
              <w:t xml:space="preserve"> chemical application equipment</w:t>
            </w:r>
            <w:r w:rsidR="00DF724B">
              <w:t xml:space="preserve"> according to supervisors instructions</w:t>
            </w:r>
          </w:p>
          <w:p w14:paraId="12BC959B" w14:textId="46EC6C7B" w:rsidR="00321560" w:rsidRPr="00321560" w:rsidRDefault="00CB38B0" w:rsidP="00321560">
            <w:pPr>
              <w:pStyle w:val="SIBulletList1"/>
            </w:pPr>
            <w:r>
              <w:t xml:space="preserve">located chemical store, </w:t>
            </w:r>
            <w:r w:rsidR="00321560" w:rsidRPr="00321560">
              <w:t>handl</w:t>
            </w:r>
            <w:r w:rsidR="0024190E">
              <w:t>ed</w:t>
            </w:r>
            <w:r w:rsidR="00D77E11">
              <w:t>, transport</w:t>
            </w:r>
            <w:r w:rsidR="0024190E">
              <w:t>ed</w:t>
            </w:r>
            <w:r w:rsidR="00D77E11">
              <w:t>, stor</w:t>
            </w:r>
            <w:r w:rsidR="0024190E">
              <w:t>ed</w:t>
            </w:r>
            <w:r w:rsidR="00D77E11">
              <w:t xml:space="preserve"> and work</w:t>
            </w:r>
            <w:r w:rsidR="0024190E">
              <w:t xml:space="preserve">ed with </w:t>
            </w:r>
            <w:r w:rsidR="00321560" w:rsidRPr="00321560">
              <w:t>chemicals</w:t>
            </w:r>
            <w:r w:rsidRPr="00321560">
              <w:t xml:space="preserve"> </w:t>
            </w:r>
            <w:r w:rsidR="0024190E">
              <w:t>according to supervisors</w:t>
            </w:r>
            <w:r w:rsidRPr="00321560">
              <w:t xml:space="preserve"> i</w:t>
            </w:r>
            <w:r w:rsidR="0024190E">
              <w:t>nstructions</w:t>
            </w:r>
          </w:p>
          <w:p w14:paraId="67C4165A" w14:textId="77777777" w:rsidR="00321560" w:rsidRPr="00321560" w:rsidRDefault="00321560" w:rsidP="00321560">
            <w:pPr>
              <w:pStyle w:val="SIBulletList1"/>
            </w:pPr>
            <w:r w:rsidRPr="00321560">
              <w:t>followed emergency procedures for accidents or chemical spillage and reported to supervisor</w:t>
            </w:r>
          </w:p>
          <w:p w14:paraId="689A59A1" w14:textId="5986419E" w:rsidR="00321560" w:rsidRPr="00321560" w:rsidRDefault="00321560" w:rsidP="00D924F1">
            <w:pPr>
              <w:pStyle w:val="SIBulletList1"/>
            </w:pPr>
            <w:r w:rsidRPr="00321560">
              <w:t>maintained records according to supervisor instructions.</w:t>
            </w:r>
          </w:p>
        </w:tc>
      </w:tr>
    </w:tbl>
    <w:p w14:paraId="7155320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AFA6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6C381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321560" w:rsidRPr="00067E1C" w14:paraId="6DE023D7" w14:textId="77777777" w:rsidTr="0032156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8998E" w14:textId="21163A84" w:rsidR="00321560" w:rsidRPr="00321560" w:rsidRDefault="00321560" w:rsidP="00321560">
            <w:pPr>
              <w:pStyle w:val="SIText"/>
            </w:pPr>
            <w:r w:rsidRPr="00321560">
              <w:t>An individual must be able to demonstrate the knowledge required to perform the tasks outlined in the elements and performance criteria of this unit. This includes knowledge of:</w:t>
            </w:r>
          </w:p>
          <w:p w14:paraId="10478400" w14:textId="77777777" w:rsidR="00321560" w:rsidRPr="00321560" w:rsidRDefault="00321560" w:rsidP="00321560">
            <w:pPr>
              <w:pStyle w:val="SIBulletList1"/>
            </w:pPr>
            <w:r w:rsidRPr="00321560">
              <w:t xml:space="preserve">rules and instructions for working with and around chemicals </w:t>
            </w:r>
          </w:p>
          <w:p w14:paraId="229FBC4F" w14:textId="77777777" w:rsidR="00321560" w:rsidRPr="00321560" w:rsidRDefault="00321560" w:rsidP="00321560">
            <w:pPr>
              <w:pStyle w:val="SIBulletList1"/>
            </w:pPr>
            <w:r w:rsidRPr="00321560">
              <w:t>common types of chemicals used in the workplace</w:t>
            </w:r>
          </w:p>
          <w:p w14:paraId="6507E10A" w14:textId="3B8212E6" w:rsidR="00321560" w:rsidRPr="00321560" w:rsidRDefault="00321560" w:rsidP="00321560">
            <w:pPr>
              <w:pStyle w:val="SIBulletList1"/>
            </w:pPr>
            <w:r w:rsidRPr="00321560">
              <w:t xml:space="preserve">common types of </w:t>
            </w:r>
            <w:r w:rsidR="0024190E">
              <w:t xml:space="preserve">chemical application </w:t>
            </w:r>
            <w:r w:rsidRPr="00321560">
              <w:t xml:space="preserve">equipment </w:t>
            </w:r>
            <w:r w:rsidR="0024190E">
              <w:t>to be maintained and stored</w:t>
            </w:r>
          </w:p>
          <w:p w14:paraId="17FFF462" w14:textId="31400D98" w:rsidR="00DF724B" w:rsidRDefault="00321560" w:rsidP="007B183F">
            <w:pPr>
              <w:pStyle w:val="SIBulletList1"/>
            </w:pPr>
            <w:r w:rsidRPr="00321560">
              <w:t xml:space="preserve">the structure and </w:t>
            </w:r>
            <w:r w:rsidR="0024190E">
              <w:t>purpose</w:t>
            </w:r>
            <w:r w:rsidRPr="00321560">
              <w:t xml:space="preserve"> of chemical labels and </w:t>
            </w:r>
            <w:r w:rsidR="00DF724B">
              <w:t>safety data sheets</w:t>
            </w:r>
          </w:p>
          <w:p w14:paraId="46F363BA" w14:textId="1F6B8271" w:rsidR="0024190E" w:rsidRPr="0024190E" w:rsidRDefault="0024190E" w:rsidP="00EC7811">
            <w:pPr>
              <w:pStyle w:val="SIBulletList1"/>
            </w:pPr>
            <w:r>
              <w:t xml:space="preserve">basics of hazards and </w:t>
            </w:r>
            <w:r w:rsidRPr="00321560">
              <w:t>risks of chemical</w:t>
            </w:r>
            <w:r w:rsidR="00EC7811">
              <w:t xml:space="preserve"> use</w:t>
            </w:r>
          </w:p>
          <w:p w14:paraId="148FE95B" w14:textId="514F0C06" w:rsidR="00321560" w:rsidRPr="00321560" w:rsidRDefault="00321560" w:rsidP="007B183F">
            <w:pPr>
              <w:pStyle w:val="SIBulletList1"/>
            </w:pPr>
            <w:r w:rsidRPr="00321560">
              <w:t>safety signage and symbols for chemical use in the workplace</w:t>
            </w:r>
          </w:p>
          <w:p w14:paraId="6FF80007" w14:textId="77777777" w:rsidR="00321560" w:rsidRPr="00321560" w:rsidRDefault="00321560" w:rsidP="00321560">
            <w:pPr>
              <w:pStyle w:val="SIBulletList1"/>
            </w:pPr>
            <w:r w:rsidRPr="00321560">
              <w:t>level of hazard and risks associated with common chemicals used in the workplace and methods of control</w:t>
            </w:r>
          </w:p>
          <w:p w14:paraId="182600AF" w14:textId="77777777" w:rsidR="00321560" w:rsidRPr="00321560" w:rsidRDefault="00321560" w:rsidP="00321560">
            <w:pPr>
              <w:pStyle w:val="SIBulletList1"/>
            </w:pPr>
            <w:r w:rsidRPr="00321560">
              <w:t>personal protection equipment, when and how it should be worn, stored and maintained</w:t>
            </w:r>
          </w:p>
          <w:p w14:paraId="465BB92F" w14:textId="77777777" w:rsidR="00321560" w:rsidRPr="00321560" w:rsidRDefault="00321560" w:rsidP="00321560">
            <w:pPr>
              <w:pStyle w:val="SIBulletList1"/>
            </w:pPr>
            <w:r w:rsidRPr="00321560">
              <w:t>methods of reporting to supervisors chemical hazards and risks</w:t>
            </w:r>
          </w:p>
          <w:p w14:paraId="47DC1677" w14:textId="77777777" w:rsidR="00321560" w:rsidRPr="00321560" w:rsidRDefault="00321560" w:rsidP="00321560">
            <w:pPr>
              <w:pStyle w:val="SIBulletList1"/>
            </w:pPr>
            <w:r w:rsidRPr="00321560">
              <w:t xml:space="preserve">safe methods of transporting, handling and storage of chemicals </w:t>
            </w:r>
          </w:p>
          <w:p w14:paraId="6156BDA0" w14:textId="77777777" w:rsidR="00321560" w:rsidRPr="00321560" w:rsidRDefault="00321560" w:rsidP="00321560">
            <w:pPr>
              <w:pStyle w:val="SIBulletList1"/>
            </w:pPr>
            <w:r w:rsidRPr="00321560">
              <w:t>types of emergencies and the procedures for accidents and spills of chemicals</w:t>
            </w:r>
          </w:p>
          <w:p w14:paraId="57B5A0A1" w14:textId="77777777" w:rsidR="00321560" w:rsidRPr="00321560" w:rsidRDefault="00321560" w:rsidP="00321560">
            <w:pPr>
              <w:pStyle w:val="SIBulletList1"/>
            </w:pPr>
            <w:r w:rsidRPr="00321560">
              <w:t>records commonly kept for chemical use.</w:t>
            </w:r>
          </w:p>
        </w:tc>
      </w:tr>
    </w:tbl>
    <w:p w14:paraId="4ACBE9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3A08D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D3C50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321560" w:rsidRPr="00A55106" w14:paraId="5EEC0405" w14:textId="77777777" w:rsidTr="0032156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2DB08" w14:textId="77777777" w:rsidR="00321560" w:rsidRPr="00321560" w:rsidRDefault="00321560" w:rsidP="00321560">
            <w:pPr>
              <w:pStyle w:val="SIText"/>
            </w:pPr>
            <w:r w:rsidRPr="00321560">
              <w:t xml:space="preserve">Assessment of skills must take place under the following conditions: </w:t>
            </w:r>
          </w:p>
          <w:p w14:paraId="50498617" w14:textId="77777777" w:rsidR="00321560" w:rsidRPr="00321560" w:rsidRDefault="00321560" w:rsidP="00321560">
            <w:pPr>
              <w:pStyle w:val="SIBulletList1"/>
            </w:pPr>
            <w:r w:rsidRPr="00321560">
              <w:t>physical conditions:</w:t>
            </w:r>
          </w:p>
          <w:p w14:paraId="2FAA056F" w14:textId="77777777" w:rsidR="00321560" w:rsidRPr="00321560" w:rsidRDefault="00321560" w:rsidP="00321560">
            <w:pPr>
              <w:pStyle w:val="SIBulletList2"/>
              <w:rPr>
                <w:rFonts w:eastAsia="Calibri"/>
              </w:rPr>
            </w:pPr>
            <w:r w:rsidRPr="00321560">
              <w:t>skills must be demonstrated in a typical workplace environment or an environment that accurately represents workplace conditions</w:t>
            </w:r>
          </w:p>
          <w:p w14:paraId="289F4E70" w14:textId="47AE60C8" w:rsidR="00321560" w:rsidRPr="00321560" w:rsidRDefault="00321560" w:rsidP="00321560">
            <w:pPr>
              <w:pStyle w:val="SIBulletList2"/>
              <w:rPr>
                <w:rFonts w:eastAsia="Calibri"/>
              </w:rPr>
            </w:pPr>
            <w:r w:rsidRPr="00321560">
              <w:rPr>
                <w:rFonts w:eastAsia="Calibri"/>
              </w:rPr>
              <w:t xml:space="preserve">access to </w:t>
            </w:r>
            <w:r w:rsidRPr="00321560">
              <w:t>chemicals and chemical store</w:t>
            </w:r>
          </w:p>
          <w:p w14:paraId="0290F3BC" w14:textId="77777777" w:rsidR="00321560" w:rsidRPr="00321560" w:rsidRDefault="00321560" w:rsidP="00321560">
            <w:pPr>
              <w:pStyle w:val="SIBulletList1"/>
            </w:pPr>
            <w:r w:rsidRPr="00321560">
              <w:t>resources, equipment and materials:</w:t>
            </w:r>
          </w:p>
          <w:p w14:paraId="5F41E0DE" w14:textId="77777777" w:rsidR="00321560" w:rsidRPr="00321560" w:rsidRDefault="00321560" w:rsidP="00321560">
            <w:pPr>
              <w:pStyle w:val="SIBulletList2"/>
              <w:rPr>
                <w:rFonts w:eastAsia="Calibri"/>
              </w:rPr>
            </w:pPr>
            <w:r w:rsidRPr="00321560">
              <w:t>use of personal protective equipment</w:t>
            </w:r>
          </w:p>
          <w:p w14:paraId="7D5C9842" w14:textId="77777777" w:rsidR="00321560" w:rsidRPr="00321560" w:rsidRDefault="00321560" w:rsidP="00321560">
            <w:pPr>
              <w:pStyle w:val="SIBulletList1"/>
              <w:rPr>
                <w:rFonts w:eastAsia="Calibri"/>
              </w:rPr>
            </w:pPr>
            <w:r w:rsidRPr="00321560">
              <w:rPr>
                <w:rFonts w:eastAsia="Calibri"/>
              </w:rPr>
              <w:t>specifications:</w:t>
            </w:r>
          </w:p>
          <w:p w14:paraId="644A2698" w14:textId="7C806CD0" w:rsidR="00321560" w:rsidRPr="00321560" w:rsidRDefault="00321560" w:rsidP="00321560">
            <w:pPr>
              <w:pStyle w:val="SIBulletList2"/>
              <w:rPr>
                <w:rFonts w:eastAsia="Calibri"/>
              </w:rPr>
            </w:pPr>
            <w:r w:rsidRPr="00321560">
              <w:rPr>
                <w:rFonts w:eastAsia="Calibri"/>
              </w:rPr>
              <w:t xml:space="preserve">use </w:t>
            </w:r>
            <w:r w:rsidR="000D1DEF">
              <w:rPr>
                <w:rFonts w:eastAsia="Calibri"/>
              </w:rPr>
              <w:t xml:space="preserve">of specific workplace documents and </w:t>
            </w:r>
            <w:r w:rsidRPr="00321560">
              <w:rPr>
                <w:rFonts w:eastAsia="Calibri"/>
              </w:rPr>
              <w:t>procedures</w:t>
            </w:r>
          </w:p>
          <w:p w14:paraId="0BB7708F" w14:textId="77777777" w:rsidR="00321560" w:rsidRPr="00321560" w:rsidRDefault="00321560" w:rsidP="00321560">
            <w:pPr>
              <w:pStyle w:val="SIBulletList2"/>
              <w:rPr>
                <w:rFonts w:eastAsia="Calibri"/>
              </w:rPr>
            </w:pPr>
            <w:r w:rsidRPr="00321560">
              <w:rPr>
                <w:rFonts w:eastAsia="Calibri"/>
              </w:rPr>
              <w:t>access to chemical safety data sheets</w:t>
            </w:r>
          </w:p>
          <w:p w14:paraId="1BF170AE" w14:textId="77777777" w:rsidR="000D1DEF" w:rsidRPr="000D1DEF" w:rsidRDefault="000D1DEF" w:rsidP="000D1DEF">
            <w:pPr>
              <w:pStyle w:val="SIBulletList2"/>
              <w:rPr>
                <w:rFonts w:eastAsia="Calibri"/>
              </w:rPr>
            </w:pPr>
            <w:r w:rsidRPr="000D1DEF">
              <w:rPr>
                <w:rFonts w:eastAsia="Calibri"/>
              </w:rPr>
              <w:t xml:space="preserve">access to </w:t>
            </w:r>
            <w:r w:rsidRPr="000D1DEF">
              <w:t>common chemical labels</w:t>
            </w:r>
          </w:p>
          <w:p w14:paraId="1765E18A" w14:textId="77777777" w:rsidR="00321560" w:rsidRPr="00321560" w:rsidRDefault="00321560" w:rsidP="00321560">
            <w:pPr>
              <w:pStyle w:val="SIBulletList2"/>
              <w:rPr>
                <w:rFonts w:eastAsia="Calibri"/>
              </w:rPr>
            </w:pPr>
            <w:r w:rsidRPr="00321560">
              <w:rPr>
                <w:rFonts w:eastAsia="Calibri"/>
              </w:rPr>
              <w:t>use of workplace instructions</w:t>
            </w:r>
          </w:p>
          <w:p w14:paraId="3A8A1877" w14:textId="77777777" w:rsidR="00321560" w:rsidRPr="00321560" w:rsidRDefault="00321560" w:rsidP="00321560">
            <w:pPr>
              <w:pStyle w:val="SIBulletList1"/>
            </w:pPr>
            <w:r w:rsidRPr="00321560">
              <w:t>relationships:</w:t>
            </w:r>
          </w:p>
          <w:p w14:paraId="5ED962F2" w14:textId="12995B2F" w:rsidR="00321560" w:rsidRPr="00321560" w:rsidRDefault="002852EC" w:rsidP="00321560">
            <w:pPr>
              <w:pStyle w:val="SIBulletList2"/>
            </w:pPr>
            <w:r>
              <w:t>supervisor</w:t>
            </w:r>
            <w:r w:rsidR="007E137D">
              <w:t>.</w:t>
            </w:r>
          </w:p>
          <w:p w14:paraId="32D4CAF2" w14:textId="77777777" w:rsidR="007E137D" w:rsidRDefault="007E137D" w:rsidP="00321560">
            <w:pPr>
              <w:pStyle w:val="SIText"/>
            </w:pPr>
          </w:p>
          <w:p w14:paraId="54B5D653" w14:textId="39093F79" w:rsidR="00321560" w:rsidRPr="00321560" w:rsidRDefault="00321560" w:rsidP="00321560">
            <w:pPr>
              <w:pStyle w:val="SIText"/>
            </w:pPr>
            <w:bookmarkStart w:id="0" w:name="_GoBack"/>
            <w:bookmarkEnd w:id="0"/>
            <w:r w:rsidRPr="0032156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F6313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5B17083" w14:textId="77777777" w:rsidTr="004679E3">
        <w:tc>
          <w:tcPr>
            <w:tcW w:w="990" w:type="pct"/>
            <w:shd w:val="clear" w:color="auto" w:fill="auto"/>
          </w:tcPr>
          <w:p w14:paraId="36FB6D1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69538D0" w14:textId="77777777" w:rsidR="00F1480E" w:rsidRPr="000754EC" w:rsidRDefault="00321560" w:rsidP="000754EC">
            <w:pPr>
              <w:pStyle w:val="SIText"/>
            </w:pPr>
            <w:r w:rsidRPr="00321560">
              <w:t>Companion Volumes, including Implementation Guides, are available at VETNet: https://vetnet.education.gov.au/Pages/TrainingDocs.aspx?q=c6399</w:t>
            </w:r>
            <w:r>
              <w:t>549-9c62-4a5e-bf1a-524b2322cf72</w:t>
            </w:r>
          </w:p>
        </w:tc>
      </w:tr>
    </w:tbl>
    <w:p w14:paraId="0336091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169B7" w14:textId="77777777" w:rsidR="00321560" w:rsidRDefault="00321560" w:rsidP="00BF3F0A">
      <w:r>
        <w:separator/>
      </w:r>
    </w:p>
    <w:p w14:paraId="3FF169AC" w14:textId="77777777" w:rsidR="00321560" w:rsidRDefault="00321560"/>
  </w:endnote>
  <w:endnote w:type="continuationSeparator" w:id="0">
    <w:p w14:paraId="78BE40A9" w14:textId="77777777" w:rsidR="00321560" w:rsidRDefault="00321560" w:rsidP="00BF3F0A">
      <w:r>
        <w:continuationSeparator/>
      </w:r>
    </w:p>
    <w:p w14:paraId="35C37FBE" w14:textId="77777777" w:rsidR="00321560" w:rsidRDefault="003215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71C0D3A" w14:textId="67EA920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E137D">
          <w:rPr>
            <w:noProof/>
          </w:rPr>
          <w:t>1</w:t>
        </w:r>
        <w:r w:rsidRPr="000754EC">
          <w:fldChar w:fldCharType="end"/>
        </w:r>
      </w:p>
      <w:p w14:paraId="0A34622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6A75F2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9B6D8" w14:textId="77777777" w:rsidR="00321560" w:rsidRDefault="00321560" w:rsidP="00BF3F0A">
      <w:r>
        <w:separator/>
      </w:r>
    </w:p>
    <w:p w14:paraId="26B83604" w14:textId="77777777" w:rsidR="00321560" w:rsidRDefault="00321560"/>
  </w:footnote>
  <w:footnote w:type="continuationSeparator" w:id="0">
    <w:p w14:paraId="1BAD7408" w14:textId="77777777" w:rsidR="00321560" w:rsidRDefault="00321560" w:rsidP="00BF3F0A">
      <w:r>
        <w:continuationSeparator/>
      </w:r>
    </w:p>
    <w:p w14:paraId="6849140C" w14:textId="77777777" w:rsidR="00321560" w:rsidRDefault="003215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487B7" w14:textId="77777777" w:rsidR="009C2650" w:rsidRPr="00321560" w:rsidRDefault="00321560" w:rsidP="00321560">
    <w:pPr>
      <w:pStyle w:val="SIText"/>
    </w:pPr>
    <w:r w:rsidRPr="00321560">
      <w:t>AHCCHM101</w:t>
    </w:r>
    <w:r>
      <w:t xml:space="preserve"> </w:t>
    </w:r>
    <w:r w:rsidRPr="00321560">
      <w:t>Follow basic chemical safety rules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56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1DEF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90E"/>
    <w:rsid w:val="00242293"/>
    <w:rsid w:val="00244EA7"/>
    <w:rsid w:val="00262FC3"/>
    <w:rsid w:val="0026394F"/>
    <w:rsid w:val="00276DB8"/>
    <w:rsid w:val="00282664"/>
    <w:rsid w:val="002852EC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21560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07DF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D4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137D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1DF3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021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38B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7E11"/>
    <w:rsid w:val="00D810DE"/>
    <w:rsid w:val="00D87D32"/>
    <w:rsid w:val="00D91188"/>
    <w:rsid w:val="00D924F1"/>
    <w:rsid w:val="00D92C83"/>
    <w:rsid w:val="00DA0A81"/>
    <w:rsid w:val="00DA3C10"/>
    <w:rsid w:val="00DA53B5"/>
    <w:rsid w:val="00DC1D69"/>
    <w:rsid w:val="00DC5A3A"/>
    <w:rsid w:val="00DD0726"/>
    <w:rsid w:val="00DF724B"/>
    <w:rsid w:val="00E238E6"/>
    <w:rsid w:val="00E35064"/>
    <w:rsid w:val="00E3681D"/>
    <w:rsid w:val="00E40225"/>
    <w:rsid w:val="00E473A7"/>
    <w:rsid w:val="00E501F0"/>
    <w:rsid w:val="00E6166D"/>
    <w:rsid w:val="00E91BFF"/>
    <w:rsid w:val="00E92933"/>
    <w:rsid w:val="00E94FAD"/>
    <w:rsid w:val="00EB0AA4"/>
    <w:rsid w:val="00EB5C88"/>
    <w:rsid w:val="00EC0469"/>
    <w:rsid w:val="00EC781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77D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E1A94"/>
  <w15:docId w15:val="{C63722B9-4ED8-47FA-8F9C-D3B891451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924A61DB7E464CB7A77940AA73F4E9" ma:contentTypeVersion="" ma:contentTypeDescription="Create a new document." ma:contentTypeScope="" ma:versionID="20206eebb22d21b882f199455092162b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35C61-C250-4E4D-9CA9-7309E22B86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610441-D867-4AE1-9742-BED5B94A1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277</TotalTime>
  <Pages>4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Wayne Jones</cp:lastModifiedBy>
  <cp:revision>8</cp:revision>
  <cp:lastPrinted>2017-12-19T01:16:00Z</cp:lastPrinted>
  <dcterms:created xsi:type="dcterms:W3CDTF">2017-11-02T18:07:00Z</dcterms:created>
  <dcterms:modified xsi:type="dcterms:W3CDTF">2018-01-18T05:04:00Z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0x0101001B924A61DB7E464CB7A77940AA73F4E9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