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60A1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7961A0E" w14:textId="77777777" w:rsidTr="0035000E">
        <w:tc>
          <w:tcPr>
            <w:tcW w:w="2689" w:type="dxa"/>
          </w:tcPr>
          <w:p w14:paraId="0BBE524D" w14:textId="77777777" w:rsidR="00F1480E" w:rsidRPr="000754EC" w:rsidRDefault="00830267" w:rsidP="000754EC">
            <w:pPr>
              <w:pStyle w:val="SIText-Bold"/>
            </w:pPr>
            <w:r w:rsidRPr="00A326C2">
              <w:t>Release</w:t>
            </w:r>
          </w:p>
        </w:tc>
        <w:tc>
          <w:tcPr>
            <w:tcW w:w="7162" w:type="dxa"/>
          </w:tcPr>
          <w:p w14:paraId="1F68190F" w14:textId="77777777" w:rsidR="00F1480E" w:rsidRPr="000754EC" w:rsidRDefault="00830267" w:rsidP="000754EC">
            <w:pPr>
              <w:pStyle w:val="SIText-Bold"/>
            </w:pPr>
            <w:r w:rsidRPr="00A326C2">
              <w:t>Comments</w:t>
            </w:r>
          </w:p>
        </w:tc>
      </w:tr>
      <w:tr w:rsidR="00F1480E" w14:paraId="24C75C4D" w14:textId="77777777" w:rsidTr="0035000E">
        <w:tc>
          <w:tcPr>
            <w:tcW w:w="2689" w:type="dxa"/>
          </w:tcPr>
          <w:p w14:paraId="54728179" w14:textId="4A3E8A34" w:rsidR="00F1480E" w:rsidRPr="000754EC" w:rsidRDefault="00F1480E" w:rsidP="000754EC">
            <w:pPr>
              <w:pStyle w:val="SIText"/>
            </w:pPr>
            <w:r w:rsidRPr="00CC451E">
              <w:t>Release</w:t>
            </w:r>
            <w:r w:rsidR="00337E82" w:rsidRPr="000754EC">
              <w:t xml:space="preserve"> </w:t>
            </w:r>
            <w:r w:rsidR="00FB145D">
              <w:t>1</w:t>
            </w:r>
            <w:bookmarkStart w:id="0" w:name="_GoBack"/>
            <w:bookmarkEnd w:id="0"/>
          </w:p>
        </w:tc>
        <w:tc>
          <w:tcPr>
            <w:tcW w:w="7162" w:type="dxa"/>
          </w:tcPr>
          <w:p w14:paraId="47DDD87F" w14:textId="77777777" w:rsidR="00F1480E" w:rsidRPr="000754EC" w:rsidRDefault="0035000E" w:rsidP="0035000E">
            <w:r w:rsidRPr="0035000E">
              <w:t>This version released with FBP Food, Beverage and Pharmaceutical Training Package version 2.0.</w:t>
            </w:r>
          </w:p>
        </w:tc>
      </w:tr>
    </w:tbl>
    <w:p w14:paraId="0F2CB9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56026E3D" w14:textId="77777777" w:rsidTr="00FB145D">
        <w:trPr>
          <w:tblHeader/>
        </w:trPr>
        <w:tc>
          <w:tcPr>
            <w:tcW w:w="1249" w:type="pct"/>
            <w:shd w:val="clear" w:color="auto" w:fill="auto"/>
          </w:tcPr>
          <w:p w14:paraId="41D496C6" w14:textId="2D2F5C4C" w:rsidR="00F1480E" w:rsidRPr="000754EC" w:rsidRDefault="0084725A" w:rsidP="000754EC">
            <w:pPr>
              <w:pStyle w:val="SIUNITCODE"/>
            </w:pPr>
            <w:r w:rsidRPr="00634C72">
              <w:t>F</w:t>
            </w:r>
            <w:r>
              <w:t>BP</w:t>
            </w:r>
            <w:r w:rsidRPr="00634C72">
              <w:t>WHS2001</w:t>
            </w:r>
          </w:p>
        </w:tc>
        <w:tc>
          <w:tcPr>
            <w:tcW w:w="3751" w:type="pct"/>
            <w:shd w:val="clear" w:color="auto" w:fill="auto"/>
          </w:tcPr>
          <w:p w14:paraId="13A903C6" w14:textId="77777777" w:rsidR="00F1480E" w:rsidRPr="000754EC" w:rsidRDefault="00634C72" w:rsidP="000754EC">
            <w:pPr>
              <w:pStyle w:val="SIUnittitle"/>
            </w:pPr>
            <w:r w:rsidRPr="00634C72">
              <w:t>Participate in work health and safety processes</w:t>
            </w:r>
          </w:p>
        </w:tc>
      </w:tr>
      <w:tr w:rsidR="00F1480E" w:rsidRPr="00963A46" w14:paraId="7450457B" w14:textId="77777777" w:rsidTr="00FB145D">
        <w:tc>
          <w:tcPr>
            <w:tcW w:w="1249" w:type="pct"/>
            <w:shd w:val="clear" w:color="auto" w:fill="auto"/>
          </w:tcPr>
          <w:p w14:paraId="364BF38D" w14:textId="77777777" w:rsidR="00F1480E" w:rsidRPr="000754EC" w:rsidRDefault="00FD557D" w:rsidP="000754EC">
            <w:pPr>
              <w:pStyle w:val="SIHeading2"/>
            </w:pPr>
            <w:r w:rsidRPr="00FD557D">
              <w:t>Application</w:t>
            </w:r>
          </w:p>
          <w:p w14:paraId="1ACB3673" w14:textId="77777777" w:rsidR="00FD557D" w:rsidRPr="00923720" w:rsidRDefault="00FD557D" w:rsidP="000754EC">
            <w:pPr>
              <w:pStyle w:val="SIHeading2"/>
            </w:pPr>
          </w:p>
        </w:tc>
        <w:tc>
          <w:tcPr>
            <w:tcW w:w="3751" w:type="pct"/>
            <w:shd w:val="clear" w:color="auto" w:fill="auto"/>
          </w:tcPr>
          <w:p w14:paraId="00F4A589" w14:textId="77777777" w:rsidR="00634C72" w:rsidRDefault="00634C72" w:rsidP="00634C72">
            <w:pPr>
              <w:pStyle w:val="SIText"/>
            </w:pPr>
            <w:r w:rsidRPr="00634C72">
              <w:t>This unit of competency describes the skills and knowledge required to carry out work in accordance with work health and safety (WHS) requirements and procedures, and contribute to maintaining a safe workplace.</w:t>
            </w:r>
          </w:p>
          <w:p w14:paraId="447F1E62" w14:textId="77777777" w:rsidR="0084725A" w:rsidRPr="00634C72" w:rsidRDefault="0084725A" w:rsidP="00634C72">
            <w:pPr>
              <w:pStyle w:val="SIText"/>
            </w:pPr>
          </w:p>
          <w:p w14:paraId="5BBD767C" w14:textId="77777777" w:rsidR="00634C72" w:rsidRDefault="00634C72" w:rsidP="00634C72">
            <w:pPr>
              <w:pStyle w:val="SIText"/>
            </w:pPr>
            <w:r w:rsidRPr="00634C72">
              <w:t>The unit applies to individuals who are entry level workers responsible for applying safe work practices under general supervision and exercising a limited autonomy for their own work.</w:t>
            </w:r>
          </w:p>
          <w:p w14:paraId="0E775309" w14:textId="77777777" w:rsidR="0084725A" w:rsidRPr="00634C72" w:rsidRDefault="0084725A" w:rsidP="00634C72">
            <w:pPr>
              <w:pStyle w:val="SIText"/>
              <w:rPr>
                <w:rFonts w:eastAsiaTheme="minorHAnsi"/>
              </w:rPr>
            </w:pPr>
          </w:p>
          <w:p w14:paraId="12B92789" w14:textId="77777777" w:rsidR="00634C72" w:rsidRDefault="00634C72" w:rsidP="00634C72">
            <w:pPr>
              <w:pStyle w:val="SIText"/>
              <w:rPr>
                <w:rFonts w:eastAsiaTheme="minorHAnsi"/>
              </w:rPr>
            </w:pPr>
            <w:r w:rsidRPr="00634C72">
              <w:rPr>
                <w:rFonts w:eastAsiaTheme="minorHAnsi"/>
              </w:rPr>
              <w:t>No occupational licensing, legislative or certification requirements are known to apply to this unit at the time of publication.</w:t>
            </w:r>
          </w:p>
          <w:p w14:paraId="642E6D23" w14:textId="77777777" w:rsidR="0084725A" w:rsidRPr="00634C72" w:rsidRDefault="0084725A" w:rsidP="00634C72">
            <w:pPr>
              <w:pStyle w:val="SIText"/>
              <w:rPr>
                <w:rFonts w:eastAsiaTheme="minorHAnsi"/>
              </w:rPr>
            </w:pPr>
          </w:p>
          <w:p w14:paraId="641DC4A9" w14:textId="0CF49645" w:rsidR="00F1480E" w:rsidRDefault="00634C72" w:rsidP="0084725A">
            <w:pPr>
              <w:pStyle w:val="SIText"/>
            </w:pPr>
            <w:r w:rsidRPr="00634C72">
              <w:t>NOTE: The terms 'occupational health and safety' (OHS) and</w:t>
            </w:r>
            <w:r w:rsidR="0084725A">
              <w:t xml:space="preserve"> WHS</w:t>
            </w:r>
            <w:r w:rsidRPr="00634C72">
              <w:t xml:space="preserve"> generally have the same meaning in the workplace. In jurisdictions where the national model WHS legislation has not been implemented, RTOs must contextualise the unit of competency by referring to current OHS legislative requirements.</w:t>
            </w:r>
          </w:p>
          <w:p w14:paraId="650E6547" w14:textId="77777777" w:rsidR="0084725A" w:rsidRPr="000754EC" w:rsidRDefault="0084725A" w:rsidP="0084725A">
            <w:pPr>
              <w:pStyle w:val="SIText"/>
            </w:pPr>
          </w:p>
        </w:tc>
      </w:tr>
      <w:tr w:rsidR="00F1480E" w:rsidRPr="00963A46" w14:paraId="35A1227B" w14:textId="77777777" w:rsidTr="00FB145D">
        <w:tc>
          <w:tcPr>
            <w:tcW w:w="1249" w:type="pct"/>
            <w:shd w:val="clear" w:color="auto" w:fill="auto"/>
          </w:tcPr>
          <w:p w14:paraId="46868714" w14:textId="77777777" w:rsidR="00F1480E" w:rsidRPr="000754EC" w:rsidRDefault="00FD557D" w:rsidP="000754EC">
            <w:pPr>
              <w:pStyle w:val="SIHeading2"/>
            </w:pPr>
            <w:r w:rsidRPr="00923720">
              <w:t>Prerequisite Unit</w:t>
            </w:r>
          </w:p>
        </w:tc>
        <w:tc>
          <w:tcPr>
            <w:tcW w:w="3751" w:type="pct"/>
            <w:shd w:val="clear" w:color="auto" w:fill="auto"/>
          </w:tcPr>
          <w:p w14:paraId="31F8ECCC" w14:textId="77777777" w:rsidR="00F1480E" w:rsidRPr="000754EC" w:rsidRDefault="00F1480E" w:rsidP="000754EC">
            <w:pPr>
              <w:pStyle w:val="SIText"/>
            </w:pPr>
            <w:r w:rsidRPr="008908DE">
              <w:t>Ni</w:t>
            </w:r>
            <w:r w:rsidR="007A300D" w:rsidRPr="000754EC">
              <w:t xml:space="preserve">l </w:t>
            </w:r>
          </w:p>
        </w:tc>
      </w:tr>
      <w:tr w:rsidR="00F1480E" w:rsidRPr="00963A46" w14:paraId="2A0EFC8C" w14:textId="77777777" w:rsidTr="00FB145D">
        <w:tc>
          <w:tcPr>
            <w:tcW w:w="1249" w:type="pct"/>
            <w:shd w:val="clear" w:color="auto" w:fill="auto"/>
          </w:tcPr>
          <w:p w14:paraId="01B49065" w14:textId="77777777" w:rsidR="00F1480E" w:rsidRPr="000754EC" w:rsidRDefault="00FD557D" w:rsidP="000754EC">
            <w:pPr>
              <w:pStyle w:val="SIHeading2"/>
            </w:pPr>
            <w:r w:rsidRPr="00923720">
              <w:t>Unit Sector</w:t>
            </w:r>
          </w:p>
        </w:tc>
        <w:tc>
          <w:tcPr>
            <w:tcW w:w="3751" w:type="pct"/>
            <w:shd w:val="clear" w:color="auto" w:fill="auto"/>
          </w:tcPr>
          <w:p w14:paraId="07141FA7" w14:textId="77777777" w:rsidR="00F1480E" w:rsidRPr="000754EC" w:rsidRDefault="00634C72" w:rsidP="000754EC">
            <w:pPr>
              <w:pStyle w:val="SIText"/>
            </w:pPr>
            <w:r w:rsidRPr="00634C72">
              <w:t>Work Health and Safety (WHS)</w:t>
            </w:r>
          </w:p>
        </w:tc>
      </w:tr>
    </w:tbl>
    <w:p w14:paraId="1BFB5E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67936A" w14:textId="77777777" w:rsidTr="00CA2922">
        <w:trPr>
          <w:cantSplit/>
          <w:tblHeader/>
        </w:trPr>
        <w:tc>
          <w:tcPr>
            <w:tcW w:w="1396" w:type="pct"/>
            <w:tcBorders>
              <w:bottom w:val="single" w:sz="4" w:space="0" w:color="C0C0C0"/>
            </w:tcBorders>
            <w:shd w:val="clear" w:color="auto" w:fill="auto"/>
          </w:tcPr>
          <w:p w14:paraId="15576D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6021EE1" w14:textId="77777777" w:rsidR="00F1480E" w:rsidRPr="000754EC" w:rsidRDefault="00FD557D" w:rsidP="000754EC">
            <w:pPr>
              <w:pStyle w:val="SIHeading2"/>
            </w:pPr>
            <w:r w:rsidRPr="00923720">
              <w:t>Performance Criteria</w:t>
            </w:r>
          </w:p>
        </w:tc>
      </w:tr>
      <w:tr w:rsidR="00F1480E" w:rsidRPr="00963A46" w14:paraId="3EFBC9C4" w14:textId="77777777" w:rsidTr="00CA2922">
        <w:trPr>
          <w:cantSplit/>
          <w:tblHeader/>
        </w:trPr>
        <w:tc>
          <w:tcPr>
            <w:tcW w:w="1396" w:type="pct"/>
            <w:tcBorders>
              <w:top w:val="single" w:sz="4" w:space="0" w:color="C0C0C0"/>
            </w:tcBorders>
            <w:shd w:val="clear" w:color="auto" w:fill="auto"/>
          </w:tcPr>
          <w:p w14:paraId="628F1A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F5CE6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34C72" w:rsidRPr="00963A46" w14:paraId="0ADFE5B0" w14:textId="77777777" w:rsidTr="00CA2922">
        <w:trPr>
          <w:cantSplit/>
        </w:trPr>
        <w:tc>
          <w:tcPr>
            <w:tcW w:w="1396" w:type="pct"/>
            <w:shd w:val="clear" w:color="auto" w:fill="auto"/>
          </w:tcPr>
          <w:p w14:paraId="5C782C35" w14:textId="77777777" w:rsidR="00634C72" w:rsidRPr="00634C72" w:rsidRDefault="00634C72" w:rsidP="00724E21">
            <w:pPr>
              <w:pStyle w:val="SIText"/>
            </w:pPr>
            <w:r w:rsidRPr="00634C72">
              <w:t>1. Plan and prepare to work safely</w:t>
            </w:r>
          </w:p>
        </w:tc>
        <w:tc>
          <w:tcPr>
            <w:tcW w:w="3604" w:type="pct"/>
            <w:shd w:val="clear" w:color="auto" w:fill="auto"/>
          </w:tcPr>
          <w:p w14:paraId="0944DC73" w14:textId="1E35938F" w:rsidR="00634C72" w:rsidRPr="00634C72" w:rsidRDefault="00634C72" w:rsidP="00724E21">
            <w:pPr>
              <w:pStyle w:val="SIText"/>
            </w:pPr>
            <w:r w:rsidRPr="00634C72">
              <w:t xml:space="preserve">1.1 Identify rights and responsibilities of self and others under </w:t>
            </w:r>
            <w:r w:rsidR="0084725A">
              <w:t xml:space="preserve">WHS </w:t>
            </w:r>
            <w:r w:rsidRPr="00634C72">
              <w:t>legislation</w:t>
            </w:r>
          </w:p>
          <w:p w14:paraId="31C9F089" w14:textId="77777777" w:rsidR="00634C72" w:rsidRPr="00634C72" w:rsidRDefault="00634C72" w:rsidP="00724E21">
            <w:pPr>
              <w:pStyle w:val="SIText"/>
            </w:pPr>
            <w:r w:rsidRPr="00634C72">
              <w:t>1.2 Obtain and use personal protective equipment (PPE) correctly as required</w:t>
            </w:r>
          </w:p>
          <w:p w14:paraId="2B1D798F" w14:textId="77777777" w:rsidR="00634C72" w:rsidRPr="00634C72" w:rsidRDefault="00634C72" w:rsidP="00724E21">
            <w:pPr>
              <w:pStyle w:val="SIText"/>
            </w:pPr>
            <w:r w:rsidRPr="00634C72">
              <w:t>1.3 Confirm work requirements and control measures associated with activity</w:t>
            </w:r>
          </w:p>
          <w:p w14:paraId="24CD28DC" w14:textId="77777777" w:rsidR="00634C72" w:rsidRPr="00634C72" w:rsidRDefault="00634C72" w:rsidP="00724E21">
            <w:pPr>
              <w:pStyle w:val="SIText"/>
            </w:pPr>
            <w:r w:rsidRPr="00634C72">
              <w:t>1.4 Plan work activities to meet requirements</w:t>
            </w:r>
          </w:p>
          <w:p w14:paraId="6DA54574" w14:textId="77777777" w:rsidR="00634C72" w:rsidRPr="00634C72" w:rsidRDefault="00634C72" w:rsidP="00724E21">
            <w:pPr>
              <w:pStyle w:val="SIText"/>
            </w:pPr>
            <w:r w:rsidRPr="00634C72">
              <w:t>1.5 Interpret work safety signage</w:t>
            </w:r>
          </w:p>
          <w:p w14:paraId="7866628E" w14:textId="77777777" w:rsidR="00634C72" w:rsidRPr="00634C72" w:rsidRDefault="00634C72" w:rsidP="00724E21">
            <w:pPr>
              <w:pStyle w:val="SIText"/>
            </w:pPr>
            <w:r w:rsidRPr="00634C72">
              <w:t>1.6 Carry out pre-start checks as required</w:t>
            </w:r>
          </w:p>
        </w:tc>
      </w:tr>
      <w:tr w:rsidR="00634C72" w:rsidRPr="00963A46" w14:paraId="5525A363" w14:textId="77777777" w:rsidTr="00CA2922">
        <w:trPr>
          <w:cantSplit/>
        </w:trPr>
        <w:tc>
          <w:tcPr>
            <w:tcW w:w="1396" w:type="pct"/>
            <w:shd w:val="clear" w:color="auto" w:fill="auto"/>
          </w:tcPr>
          <w:p w14:paraId="4A7B4D68" w14:textId="77777777" w:rsidR="00634C72" w:rsidRPr="00634C72" w:rsidRDefault="00634C72" w:rsidP="00724E21">
            <w:pPr>
              <w:pStyle w:val="SIText"/>
            </w:pPr>
            <w:r w:rsidRPr="00634C72">
              <w:t>2. Conduct work safely</w:t>
            </w:r>
          </w:p>
        </w:tc>
        <w:tc>
          <w:tcPr>
            <w:tcW w:w="3604" w:type="pct"/>
            <w:shd w:val="clear" w:color="auto" w:fill="auto"/>
          </w:tcPr>
          <w:p w14:paraId="775558A8" w14:textId="086A9B29" w:rsidR="00634C72" w:rsidRPr="00634C72" w:rsidRDefault="00634C72" w:rsidP="00724E21">
            <w:pPr>
              <w:pStyle w:val="SIText"/>
            </w:pPr>
            <w:r w:rsidRPr="00634C72">
              <w:t>2.1 Follow work procedures and workplace instructions to ensure safe work</w:t>
            </w:r>
          </w:p>
          <w:p w14:paraId="203728FB" w14:textId="7CCF2EEF" w:rsidR="00634C72" w:rsidRPr="00634C72" w:rsidRDefault="00634C72" w:rsidP="00724E21">
            <w:pPr>
              <w:pStyle w:val="SIText"/>
            </w:pPr>
            <w:r w:rsidRPr="00634C72">
              <w:t>2.2 Apply safe handling practices when moving materials</w:t>
            </w:r>
            <w:r w:rsidR="0084725A">
              <w:t xml:space="preserve"> and </w:t>
            </w:r>
            <w:r w:rsidRPr="00634C72">
              <w:t>items</w:t>
            </w:r>
          </w:p>
          <w:p w14:paraId="7F2BFA13" w14:textId="77777777" w:rsidR="00634C72" w:rsidRPr="00634C72" w:rsidRDefault="00634C72" w:rsidP="00724E21">
            <w:pPr>
              <w:pStyle w:val="SIText"/>
            </w:pPr>
            <w:r w:rsidRPr="00634C72">
              <w:t>2.3 Undertake WHS housekeeping in work area</w:t>
            </w:r>
          </w:p>
        </w:tc>
      </w:tr>
      <w:tr w:rsidR="00634C72" w:rsidRPr="00963A46" w14:paraId="371CB34E" w14:textId="77777777" w:rsidTr="00CA2922">
        <w:trPr>
          <w:cantSplit/>
        </w:trPr>
        <w:tc>
          <w:tcPr>
            <w:tcW w:w="1396" w:type="pct"/>
            <w:shd w:val="clear" w:color="auto" w:fill="auto"/>
          </w:tcPr>
          <w:p w14:paraId="1FF9E9CE" w14:textId="77777777" w:rsidR="00634C72" w:rsidRPr="00634C72" w:rsidRDefault="00634C72" w:rsidP="00724E21">
            <w:pPr>
              <w:pStyle w:val="SIText"/>
            </w:pPr>
            <w:r w:rsidRPr="00634C72">
              <w:t>3. Respond to hazards</w:t>
            </w:r>
          </w:p>
        </w:tc>
        <w:tc>
          <w:tcPr>
            <w:tcW w:w="3604" w:type="pct"/>
            <w:shd w:val="clear" w:color="auto" w:fill="auto"/>
          </w:tcPr>
          <w:p w14:paraId="6523663E" w14:textId="6D660E6A" w:rsidR="00634C72" w:rsidRPr="00634C72" w:rsidRDefault="00634C72" w:rsidP="00724E21">
            <w:pPr>
              <w:pStyle w:val="SIText"/>
            </w:pPr>
            <w:r w:rsidRPr="00634C72">
              <w:t xml:space="preserve">3.1 Identify hazards in the work area and assess risk </w:t>
            </w:r>
          </w:p>
          <w:p w14:paraId="1A1635BD" w14:textId="7F43ED2B" w:rsidR="00634C72" w:rsidRPr="00634C72" w:rsidRDefault="00634C72" w:rsidP="00724E21">
            <w:pPr>
              <w:pStyle w:val="SIText"/>
            </w:pPr>
            <w:r w:rsidRPr="00634C72">
              <w:t>3.</w:t>
            </w:r>
            <w:r w:rsidR="0084725A">
              <w:t>2</w:t>
            </w:r>
            <w:r w:rsidR="0084725A" w:rsidRPr="00634C72">
              <w:t xml:space="preserve"> </w:t>
            </w:r>
            <w:r w:rsidRPr="00634C72">
              <w:t>Take action to control risks for hazards according to workplace procedures</w:t>
            </w:r>
          </w:p>
          <w:p w14:paraId="611845A3" w14:textId="77777777" w:rsidR="0084725A" w:rsidRDefault="0084725A" w:rsidP="00724E21">
            <w:pPr>
              <w:pStyle w:val="SIText"/>
            </w:pPr>
            <w:r w:rsidRPr="00634C72">
              <w:t>3.</w:t>
            </w:r>
            <w:r>
              <w:t>3</w:t>
            </w:r>
            <w:r w:rsidRPr="0084725A">
              <w:t xml:space="preserve"> Report hazards and inadequacies in control measures in accordance with workplace procedures </w:t>
            </w:r>
          </w:p>
          <w:p w14:paraId="2305F88B" w14:textId="653251C3" w:rsidR="00634C72" w:rsidRPr="00634C72" w:rsidRDefault="00634C72" w:rsidP="00724E21">
            <w:pPr>
              <w:pStyle w:val="SIText"/>
            </w:pPr>
            <w:r w:rsidRPr="00634C72">
              <w:t>3.</w:t>
            </w:r>
            <w:r w:rsidR="0084725A">
              <w:t>4</w:t>
            </w:r>
            <w:r w:rsidR="0084725A" w:rsidRPr="00634C72">
              <w:t xml:space="preserve"> </w:t>
            </w:r>
            <w:r w:rsidRPr="00634C72">
              <w:t>Report incidents and injuries to designated personnel</w:t>
            </w:r>
          </w:p>
        </w:tc>
      </w:tr>
      <w:tr w:rsidR="00634C72" w:rsidRPr="00963A46" w14:paraId="62DF9F69" w14:textId="77777777" w:rsidTr="00CA2922">
        <w:trPr>
          <w:cantSplit/>
        </w:trPr>
        <w:tc>
          <w:tcPr>
            <w:tcW w:w="1396" w:type="pct"/>
            <w:shd w:val="clear" w:color="auto" w:fill="auto"/>
          </w:tcPr>
          <w:p w14:paraId="631783C3" w14:textId="77777777" w:rsidR="00634C72" w:rsidRPr="00634C72" w:rsidRDefault="00634C72" w:rsidP="00724E21">
            <w:pPr>
              <w:pStyle w:val="SIText"/>
            </w:pPr>
            <w:r w:rsidRPr="00634C72">
              <w:t>4. Participate in work health and safety consultative activities</w:t>
            </w:r>
          </w:p>
        </w:tc>
        <w:tc>
          <w:tcPr>
            <w:tcW w:w="3604" w:type="pct"/>
            <w:shd w:val="clear" w:color="auto" w:fill="auto"/>
          </w:tcPr>
          <w:p w14:paraId="1826B42C" w14:textId="5677A06C" w:rsidR="00634C72" w:rsidRPr="00634C72" w:rsidRDefault="00634C72" w:rsidP="00724E21">
            <w:pPr>
              <w:pStyle w:val="SIText"/>
            </w:pPr>
            <w:r w:rsidRPr="00634C72">
              <w:t xml:space="preserve">4.1 Identify roles and responsibilities of </w:t>
            </w:r>
            <w:r w:rsidR="0084725A">
              <w:t>WHS</w:t>
            </w:r>
            <w:r w:rsidRPr="00634C72">
              <w:t xml:space="preserve"> representatives and committees</w:t>
            </w:r>
          </w:p>
          <w:p w14:paraId="1FDAB7C8" w14:textId="77777777" w:rsidR="00634C72" w:rsidRPr="00634C72" w:rsidRDefault="00634C72" w:rsidP="00724E21">
            <w:pPr>
              <w:pStyle w:val="SIText"/>
            </w:pPr>
            <w:r w:rsidRPr="00634C72">
              <w:t>4.2 Participate constructively in workplace meetings, workplace inspections or other WHS consultative activities</w:t>
            </w:r>
          </w:p>
          <w:p w14:paraId="24C92530" w14:textId="77777777" w:rsidR="00634C72" w:rsidRPr="00634C72" w:rsidRDefault="00634C72" w:rsidP="00724E21">
            <w:pPr>
              <w:pStyle w:val="SIText"/>
            </w:pPr>
            <w:r w:rsidRPr="00634C72">
              <w:t>4.3 Raise WHS issues with designated personnel</w:t>
            </w:r>
          </w:p>
          <w:p w14:paraId="53A45863" w14:textId="46522F5E" w:rsidR="00634C72" w:rsidRPr="00634C72" w:rsidRDefault="00634C72" w:rsidP="00724E21">
            <w:pPr>
              <w:pStyle w:val="SIText"/>
            </w:pPr>
            <w:r w:rsidRPr="00634C72">
              <w:t xml:space="preserve">4.4 Provide input to improve workplace WHS systems and processes to eliminate hazards </w:t>
            </w:r>
            <w:r w:rsidR="0084725A">
              <w:t>and</w:t>
            </w:r>
            <w:r w:rsidR="0084725A" w:rsidRPr="00634C72">
              <w:t xml:space="preserve"> </w:t>
            </w:r>
            <w:r w:rsidRPr="00634C72">
              <w:t>reduce risk</w:t>
            </w:r>
            <w:r w:rsidR="0084725A">
              <w:t>s</w:t>
            </w:r>
          </w:p>
        </w:tc>
      </w:tr>
      <w:tr w:rsidR="00634C72" w:rsidRPr="00963A46" w14:paraId="54EC5131" w14:textId="77777777" w:rsidTr="00CA2922">
        <w:trPr>
          <w:cantSplit/>
        </w:trPr>
        <w:tc>
          <w:tcPr>
            <w:tcW w:w="1396" w:type="pct"/>
            <w:shd w:val="clear" w:color="auto" w:fill="auto"/>
          </w:tcPr>
          <w:p w14:paraId="37F369FE" w14:textId="77777777" w:rsidR="00634C72" w:rsidRPr="00634C72" w:rsidRDefault="00634C72" w:rsidP="00724E21">
            <w:pPr>
              <w:pStyle w:val="SIText"/>
            </w:pPr>
            <w:r w:rsidRPr="00634C72">
              <w:t>5. Follow emergency response procedures</w:t>
            </w:r>
          </w:p>
        </w:tc>
        <w:tc>
          <w:tcPr>
            <w:tcW w:w="3604" w:type="pct"/>
            <w:shd w:val="clear" w:color="auto" w:fill="auto"/>
          </w:tcPr>
          <w:p w14:paraId="10360FDD" w14:textId="77777777" w:rsidR="00634C72" w:rsidRPr="00634C72" w:rsidRDefault="00634C72" w:rsidP="00724E21">
            <w:pPr>
              <w:pStyle w:val="SIText"/>
            </w:pPr>
            <w:r w:rsidRPr="00634C72">
              <w:t>5.1 Identify emergency situations and procedures</w:t>
            </w:r>
          </w:p>
          <w:p w14:paraId="050B5BEB" w14:textId="77777777" w:rsidR="00634C72" w:rsidRPr="00634C72" w:rsidRDefault="00634C72" w:rsidP="00724E21">
            <w:pPr>
              <w:pStyle w:val="SIText"/>
            </w:pPr>
            <w:r w:rsidRPr="00634C72">
              <w:t>5.2 Follow reporting and communication procedures during emergency situations</w:t>
            </w:r>
          </w:p>
          <w:p w14:paraId="1FD1F68D" w14:textId="77777777" w:rsidR="00634C72" w:rsidRPr="00634C72" w:rsidRDefault="00634C72" w:rsidP="00724E21">
            <w:pPr>
              <w:pStyle w:val="SIText"/>
            </w:pPr>
            <w:r w:rsidRPr="00634C72">
              <w:t>5.3 Follow organisation procedures for responding to emergencies</w:t>
            </w:r>
          </w:p>
        </w:tc>
      </w:tr>
    </w:tbl>
    <w:p w14:paraId="08F3BA1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F261F03" w14:textId="77777777" w:rsidTr="00CA2922">
        <w:trPr>
          <w:tblHeader/>
        </w:trPr>
        <w:tc>
          <w:tcPr>
            <w:tcW w:w="5000" w:type="pct"/>
            <w:gridSpan w:val="2"/>
          </w:tcPr>
          <w:p w14:paraId="0935DBEC" w14:textId="77777777" w:rsidR="00F1480E" w:rsidRPr="000754EC" w:rsidRDefault="005F771F" w:rsidP="000754EC">
            <w:pPr>
              <w:pStyle w:val="SIHeading2"/>
            </w:pPr>
            <w:r>
              <w:br w:type="page"/>
            </w:r>
            <w:r w:rsidR="00FD557D" w:rsidRPr="00041E59">
              <w:t>F</w:t>
            </w:r>
            <w:r w:rsidR="00FD557D" w:rsidRPr="000754EC">
              <w:t>oundation Skills</w:t>
            </w:r>
          </w:p>
          <w:p w14:paraId="7242939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BF13284" w14:textId="77777777" w:rsidTr="00CA2922">
        <w:trPr>
          <w:tblHeader/>
        </w:trPr>
        <w:tc>
          <w:tcPr>
            <w:tcW w:w="1396" w:type="pct"/>
          </w:tcPr>
          <w:p w14:paraId="7480B7C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17AA6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34C72" w:rsidRPr="00336FCA" w:rsidDel="00423CB2" w14:paraId="34AA5A4F" w14:textId="77777777" w:rsidTr="00CA2922">
        <w:tc>
          <w:tcPr>
            <w:tcW w:w="1396" w:type="pct"/>
          </w:tcPr>
          <w:p w14:paraId="05AA91D3" w14:textId="77777777" w:rsidR="00634C72" w:rsidRPr="00634C72" w:rsidRDefault="00634C72" w:rsidP="00634C72">
            <w:pPr>
              <w:pStyle w:val="SIText"/>
            </w:pPr>
            <w:r w:rsidRPr="00634C72">
              <w:t>Oral Communication</w:t>
            </w:r>
          </w:p>
        </w:tc>
        <w:tc>
          <w:tcPr>
            <w:tcW w:w="3604" w:type="pct"/>
          </w:tcPr>
          <w:p w14:paraId="7BA8F5E9" w14:textId="77777777" w:rsidR="0084725A" w:rsidRDefault="00634C72" w:rsidP="00634C72">
            <w:pPr>
              <w:pStyle w:val="SIBulletList1"/>
            </w:pPr>
            <w:r w:rsidRPr="00634C72">
              <w:t>Uses WHS concepts and terminology appropriate for audience and purpose when communicating with others</w:t>
            </w:r>
            <w:r w:rsidR="0084725A" w:rsidRPr="00634C72">
              <w:t xml:space="preserve"> </w:t>
            </w:r>
          </w:p>
          <w:p w14:paraId="1BEED692" w14:textId="77777777" w:rsidR="00634C72" w:rsidRPr="00634C72" w:rsidRDefault="0084725A" w:rsidP="00634C72">
            <w:pPr>
              <w:pStyle w:val="SIBulletList1"/>
            </w:pPr>
            <w:r w:rsidRPr="00634C72">
              <w:t>Seeks clarification when required</w:t>
            </w:r>
          </w:p>
        </w:tc>
      </w:tr>
      <w:tr w:rsidR="00634C72" w:rsidRPr="00336FCA" w:rsidDel="00423CB2" w14:paraId="57B5B49E" w14:textId="77777777" w:rsidTr="00CA2922">
        <w:tc>
          <w:tcPr>
            <w:tcW w:w="1396" w:type="pct"/>
          </w:tcPr>
          <w:p w14:paraId="4A6C46D7" w14:textId="77777777" w:rsidR="00634C72" w:rsidRPr="00634C72" w:rsidRDefault="00634C72" w:rsidP="00634C72">
            <w:pPr>
              <w:pStyle w:val="SIText"/>
            </w:pPr>
            <w:r w:rsidRPr="00634C72">
              <w:t>Navigate the world of work</w:t>
            </w:r>
          </w:p>
        </w:tc>
        <w:tc>
          <w:tcPr>
            <w:tcW w:w="3604" w:type="pct"/>
          </w:tcPr>
          <w:p w14:paraId="36E6778E" w14:textId="77777777" w:rsidR="00634C72" w:rsidRPr="00634C72" w:rsidRDefault="00634C72" w:rsidP="00634C72">
            <w:pPr>
              <w:pStyle w:val="SIBulletList1"/>
            </w:pPr>
            <w:r w:rsidRPr="00634C72">
              <w:t>Identifies and accepts responsibility for working within WHS and workplace frameworks</w:t>
            </w:r>
          </w:p>
          <w:p w14:paraId="0E045821" w14:textId="39923201" w:rsidR="00634C72" w:rsidRPr="00634C72" w:rsidRDefault="00634C72">
            <w:pPr>
              <w:pStyle w:val="SIBulletList1"/>
            </w:pPr>
            <w:r w:rsidRPr="00634C72">
              <w:t>Recognises organisational expectations and follows explicit protocols and procedures</w:t>
            </w:r>
          </w:p>
        </w:tc>
      </w:tr>
      <w:tr w:rsidR="00634C72" w:rsidRPr="00336FCA" w:rsidDel="00423CB2" w14:paraId="721F2EFD" w14:textId="77777777" w:rsidTr="00CA2922">
        <w:tc>
          <w:tcPr>
            <w:tcW w:w="1396" w:type="pct"/>
          </w:tcPr>
          <w:p w14:paraId="6DFFB60B" w14:textId="77777777" w:rsidR="00634C72" w:rsidRPr="00634C72" w:rsidRDefault="00634C72" w:rsidP="00634C72">
            <w:pPr>
              <w:pStyle w:val="SIText"/>
            </w:pPr>
            <w:r w:rsidRPr="00634C72">
              <w:t>Get the work done</w:t>
            </w:r>
          </w:p>
        </w:tc>
        <w:tc>
          <w:tcPr>
            <w:tcW w:w="3604" w:type="pct"/>
          </w:tcPr>
          <w:p w14:paraId="746C199A" w14:textId="77777777" w:rsidR="00634C72" w:rsidRPr="00634C72" w:rsidRDefault="00634C72" w:rsidP="00634C72">
            <w:pPr>
              <w:pStyle w:val="SIBulletList1"/>
            </w:pPr>
            <w:r w:rsidRPr="00634C72">
              <w:t>Responds to predictable routine risks and hazards and implements standard or logical solutions</w:t>
            </w:r>
          </w:p>
        </w:tc>
      </w:tr>
    </w:tbl>
    <w:p w14:paraId="315A9E77" w14:textId="77777777" w:rsidR="00916CD7" w:rsidRDefault="00916CD7" w:rsidP="005F771F">
      <w:pPr>
        <w:pStyle w:val="SIText"/>
      </w:pPr>
    </w:p>
    <w:p w14:paraId="7C7E0D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A78999" w14:textId="77777777" w:rsidTr="00F33FF2">
        <w:tc>
          <w:tcPr>
            <w:tcW w:w="5000" w:type="pct"/>
            <w:gridSpan w:val="4"/>
          </w:tcPr>
          <w:p w14:paraId="0ACA72EC" w14:textId="77777777" w:rsidR="00F1480E" w:rsidRPr="000754EC" w:rsidRDefault="00FD557D" w:rsidP="000754EC">
            <w:pPr>
              <w:pStyle w:val="SIHeading2"/>
            </w:pPr>
            <w:r w:rsidRPr="00923720">
              <w:t>U</w:t>
            </w:r>
            <w:r w:rsidRPr="000754EC">
              <w:t>nit Mapping Information</w:t>
            </w:r>
          </w:p>
        </w:tc>
      </w:tr>
      <w:tr w:rsidR="00F1480E" w14:paraId="4F4ADC08" w14:textId="77777777" w:rsidTr="00F33FF2">
        <w:tc>
          <w:tcPr>
            <w:tcW w:w="1028" w:type="pct"/>
          </w:tcPr>
          <w:p w14:paraId="1D567F76" w14:textId="77777777" w:rsidR="00F1480E" w:rsidRPr="000754EC" w:rsidRDefault="00F1480E" w:rsidP="000754EC">
            <w:pPr>
              <w:pStyle w:val="SIText-Bold"/>
            </w:pPr>
            <w:r w:rsidRPr="00923720">
              <w:t>Code and title current version</w:t>
            </w:r>
          </w:p>
        </w:tc>
        <w:tc>
          <w:tcPr>
            <w:tcW w:w="1105" w:type="pct"/>
          </w:tcPr>
          <w:p w14:paraId="1A649348" w14:textId="77777777" w:rsidR="00F1480E" w:rsidRPr="000754EC" w:rsidRDefault="00F1480E" w:rsidP="000754EC">
            <w:pPr>
              <w:pStyle w:val="SIText-Bold"/>
            </w:pPr>
            <w:r w:rsidRPr="00923720">
              <w:t>Code and title previous version</w:t>
            </w:r>
          </w:p>
        </w:tc>
        <w:tc>
          <w:tcPr>
            <w:tcW w:w="1251" w:type="pct"/>
          </w:tcPr>
          <w:p w14:paraId="1F72FA97" w14:textId="77777777" w:rsidR="00F1480E" w:rsidRPr="000754EC" w:rsidRDefault="00F1480E" w:rsidP="000754EC">
            <w:pPr>
              <w:pStyle w:val="SIText-Bold"/>
            </w:pPr>
            <w:r w:rsidRPr="00923720">
              <w:t>Comments</w:t>
            </w:r>
          </w:p>
        </w:tc>
        <w:tc>
          <w:tcPr>
            <w:tcW w:w="1616" w:type="pct"/>
          </w:tcPr>
          <w:p w14:paraId="190426A2" w14:textId="77777777" w:rsidR="00F1480E" w:rsidRPr="000754EC" w:rsidRDefault="00F1480E" w:rsidP="000754EC">
            <w:pPr>
              <w:pStyle w:val="SIText-Bold"/>
            </w:pPr>
            <w:r w:rsidRPr="00923720">
              <w:t>Equivalence status</w:t>
            </w:r>
          </w:p>
        </w:tc>
      </w:tr>
      <w:tr w:rsidR="00634C72" w14:paraId="29FF2F13" w14:textId="77777777" w:rsidTr="00F33FF2">
        <w:tc>
          <w:tcPr>
            <w:tcW w:w="1028" w:type="pct"/>
          </w:tcPr>
          <w:p w14:paraId="05E80E2E" w14:textId="2EFF2682" w:rsidR="00634C72" w:rsidRPr="00634C72" w:rsidRDefault="0084725A" w:rsidP="00634C72">
            <w:pPr>
              <w:pStyle w:val="SIText"/>
            </w:pPr>
            <w:r w:rsidRPr="00634C72">
              <w:t>FD</w:t>
            </w:r>
            <w:r>
              <w:t>BP</w:t>
            </w:r>
            <w:r w:rsidRPr="00634C72">
              <w:t xml:space="preserve">WHS2001 </w:t>
            </w:r>
            <w:r w:rsidR="00634C72" w:rsidRPr="00634C72">
              <w:t>Participate in work health and safety processes</w:t>
            </w:r>
          </w:p>
        </w:tc>
        <w:tc>
          <w:tcPr>
            <w:tcW w:w="1105" w:type="pct"/>
          </w:tcPr>
          <w:p w14:paraId="3274A413" w14:textId="77777777" w:rsidR="00634C72" w:rsidRPr="00634C72" w:rsidRDefault="00634C72" w:rsidP="00634C72">
            <w:pPr>
              <w:pStyle w:val="SIText"/>
            </w:pPr>
            <w:r w:rsidRPr="00634C72">
              <w:t>FDFOHS2001A Participate in OHS processes</w:t>
            </w:r>
          </w:p>
        </w:tc>
        <w:tc>
          <w:tcPr>
            <w:tcW w:w="1251" w:type="pct"/>
          </w:tcPr>
          <w:p w14:paraId="3FC72A92" w14:textId="77777777" w:rsidR="00634C72" w:rsidRPr="00634C72" w:rsidRDefault="00634C72" w:rsidP="00634C72">
            <w:pPr>
              <w:pStyle w:val="SIText"/>
            </w:pPr>
            <w:r w:rsidRPr="00634C72">
              <w:t>Updated to meet Standards for Training Packages</w:t>
            </w:r>
          </w:p>
          <w:p w14:paraId="56B8E952" w14:textId="77777777" w:rsidR="00634C72" w:rsidRPr="00634C72" w:rsidRDefault="00634C72" w:rsidP="00634C72">
            <w:pPr>
              <w:pStyle w:val="SIText"/>
            </w:pPr>
            <w:r w:rsidRPr="00634C72">
              <w:t>Minor changes to Performance Criteria for clarity</w:t>
            </w:r>
          </w:p>
          <w:p w14:paraId="0EDBD72B" w14:textId="0D750865" w:rsidR="00634C72" w:rsidRPr="00634C72" w:rsidRDefault="0084725A" w:rsidP="00634C72">
            <w:pPr>
              <w:pStyle w:val="SIText"/>
            </w:pPr>
            <w:r>
              <w:t>C</w:t>
            </w:r>
            <w:r w:rsidR="00634C72" w:rsidRPr="00634C72">
              <w:t>hange to title to reflect current industry terminology</w:t>
            </w:r>
          </w:p>
        </w:tc>
        <w:tc>
          <w:tcPr>
            <w:tcW w:w="1616" w:type="pct"/>
          </w:tcPr>
          <w:p w14:paraId="22DA4113" w14:textId="77777777" w:rsidR="00634C72" w:rsidRPr="00634C72" w:rsidRDefault="00634C72" w:rsidP="00634C72">
            <w:pPr>
              <w:pStyle w:val="SIText"/>
            </w:pPr>
            <w:r w:rsidRPr="00634C72">
              <w:t>Equivalent unit</w:t>
            </w:r>
          </w:p>
        </w:tc>
      </w:tr>
    </w:tbl>
    <w:p w14:paraId="3DBDB6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FAB0DEE" w14:textId="77777777" w:rsidTr="0035000E">
        <w:tc>
          <w:tcPr>
            <w:tcW w:w="1049" w:type="pct"/>
            <w:shd w:val="clear" w:color="auto" w:fill="auto"/>
          </w:tcPr>
          <w:p w14:paraId="31FF16BA" w14:textId="77777777" w:rsidR="00F1480E" w:rsidRPr="000754EC" w:rsidRDefault="00FD557D" w:rsidP="000754EC">
            <w:pPr>
              <w:pStyle w:val="SIHeading2"/>
            </w:pPr>
            <w:r w:rsidRPr="00CC451E">
              <w:t>L</w:t>
            </w:r>
            <w:r w:rsidRPr="000754EC">
              <w:t>inks</w:t>
            </w:r>
          </w:p>
        </w:tc>
        <w:tc>
          <w:tcPr>
            <w:tcW w:w="3951" w:type="pct"/>
            <w:shd w:val="clear" w:color="auto" w:fill="auto"/>
          </w:tcPr>
          <w:p w14:paraId="2217A1E8"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0425CB1" w14:textId="77777777" w:rsidR="00F1480E" w:rsidRDefault="00F1480E" w:rsidP="005F771F">
      <w:pPr>
        <w:pStyle w:val="SIText"/>
      </w:pPr>
    </w:p>
    <w:p w14:paraId="6CEAEE9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5113551" w14:textId="77777777" w:rsidTr="00113678">
        <w:trPr>
          <w:tblHeader/>
        </w:trPr>
        <w:tc>
          <w:tcPr>
            <w:tcW w:w="1478" w:type="pct"/>
            <w:shd w:val="clear" w:color="auto" w:fill="auto"/>
          </w:tcPr>
          <w:p w14:paraId="0BD0974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C47AEFE" w14:textId="5DCFC2E3" w:rsidR="00556C4C" w:rsidRPr="000754EC" w:rsidRDefault="00556C4C" w:rsidP="000754EC">
            <w:pPr>
              <w:pStyle w:val="SIUnittitle"/>
            </w:pPr>
            <w:r w:rsidRPr="00F56827">
              <w:t xml:space="preserve">Assessment requirements for </w:t>
            </w:r>
            <w:r w:rsidR="0084725A" w:rsidRPr="00634C72">
              <w:t>F</w:t>
            </w:r>
            <w:r w:rsidR="0084725A">
              <w:t>BP</w:t>
            </w:r>
            <w:r w:rsidR="0084725A" w:rsidRPr="00634C72">
              <w:t xml:space="preserve">WHS2001 </w:t>
            </w:r>
            <w:r w:rsidR="00634C72" w:rsidRPr="00634C72">
              <w:t>Participate in work health and safety processes</w:t>
            </w:r>
          </w:p>
        </w:tc>
      </w:tr>
      <w:tr w:rsidR="00556C4C" w:rsidRPr="00A55106" w14:paraId="23763BB4" w14:textId="77777777" w:rsidTr="00113678">
        <w:trPr>
          <w:tblHeader/>
        </w:trPr>
        <w:tc>
          <w:tcPr>
            <w:tcW w:w="5000" w:type="pct"/>
            <w:gridSpan w:val="2"/>
            <w:shd w:val="clear" w:color="auto" w:fill="auto"/>
          </w:tcPr>
          <w:p w14:paraId="4037459C" w14:textId="77777777" w:rsidR="00556C4C" w:rsidRPr="000754EC" w:rsidRDefault="00D71E43" w:rsidP="000754EC">
            <w:pPr>
              <w:pStyle w:val="SIHeading2"/>
            </w:pPr>
            <w:r>
              <w:t>Performance E</w:t>
            </w:r>
            <w:r w:rsidRPr="000754EC">
              <w:t>vidence</w:t>
            </w:r>
          </w:p>
        </w:tc>
      </w:tr>
      <w:tr w:rsidR="00556C4C" w:rsidRPr="00067E1C" w14:paraId="4E3CAD35" w14:textId="77777777" w:rsidTr="00113678">
        <w:tc>
          <w:tcPr>
            <w:tcW w:w="5000" w:type="pct"/>
            <w:gridSpan w:val="2"/>
            <w:shd w:val="clear" w:color="auto" w:fill="auto"/>
          </w:tcPr>
          <w:p w14:paraId="09DD2D8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22A4A91" w14:textId="67E2DE17" w:rsidR="00556C4C" w:rsidRDefault="00634C72" w:rsidP="00FB145D">
            <w:pPr>
              <w:pStyle w:val="SIText"/>
            </w:pPr>
            <w:r w:rsidRPr="00634C72">
              <w:t>There must be evidence that the individual has carried out work in accordance with work health and safety (WHS) requirements and procedures, and contributed to maintaining a safe workplace on at least two separate occasions</w:t>
            </w:r>
            <w:r w:rsidR="00814CDF">
              <w:t>, including:</w:t>
            </w:r>
          </w:p>
          <w:p w14:paraId="3B7B7F48" w14:textId="77777777" w:rsidR="00814CDF" w:rsidRPr="00814CDF" w:rsidRDefault="00814CDF" w:rsidP="00FB145D">
            <w:pPr>
              <w:pStyle w:val="SIBulletList1"/>
            </w:pPr>
            <w:r w:rsidRPr="00814CDF">
              <w:t>follow</w:t>
            </w:r>
            <w:r>
              <w:t>ing</w:t>
            </w:r>
            <w:r w:rsidRPr="00814CDF">
              <w:t xml:space="preserve"> clear, logical verbal or written instructions</w:t>
            </w:r>
          </w:p>
          <w:p w14:paraId="0BCEC87F" w14:textId="77777777" w:rsidR="00814CDF" w:rsidRPr="00814CDF" w:rsidRDefault="00814CDF" w:rsidP="00FB145D">
            <w:pPr>
              <w:pStyle w:val="SIBulletList1"/>
            </w:pPr>
            <w:r w:rsidRPr="00814CDF">
              <w:t>interpret</w:t>
            </w:r>
            <w:r>
              <w:t>ing</w:t>
            </w:r>
            <w:r w:rsidRPr="00814CDF">
              <w:t xml:space="preserve"> selected pictorial/graphical and written signs/instructions</w:t>
            </w:r>
          </w:p>
          <w:p w14:paraId="16EE73BA" w14:textId="77777777" w:rsidR="00814CDF" w:rsidRPr="00814CDF" w:rsidRDefault="00814CDF" w:rsidP="00FB145D">
            <w:pPr>
              <w:pStyle w:val="SIBulletList1"/>
            </w:pPr>
            <w:r w:rsidRPr="00814CDF">
              <w:t>clarify</w:t>
            </w:r>
            <w:r>
              <w:t>ing</w:t>
            </w:r>
            <w:r w:rsidRPr="00814CDF">
              <w:t xml:space="preserve"> meaning </w:t>
            </w:r>
            <w:r>
              <w:t xml:space="preserve">of instructions </w:t>
            </w:r>
            <w:r w:rsidRPr="00814CDF">
              <w:t>with peers and supervisors</w:t>
            </w:r>
          </w:p>
          <w:p w14:paraId="54DA53E7" w14:textId="77777777" w:rsidR="00814CDF" w:rsidRPr="00814CDF" w:rsidRDefault="00814CDF" w:rsidP="00FB145D">
            <w:pPr>
              <w:pStyle w:val="SIBulletList1"/>
            </w:pPr>
            <w:r w:rsidRPr="00814CDF">
              <w:t>giv</w:t>
            </w:r>
            <w:r>
              <w:t>ing</w:t>
            </w:r>
            <w:r w:rsidRPr="00814CDF">
              <w:t xml:space="preserve"> accurate verbal or written descriptions of incidents or hazards</w:t>
            </w:r>
          </w:p>
          <w:p w14:paraId="56D19AA3" w14:textId="77777777" w:rsidR="00814CDF" w:rsidRPr="00814CDF" w:rsidRDefault="00814CDF" w:rsidP="00FB145D">
            <w:pPr>
              <w:pStyle w:val="SIBulletList1"/>
            </w:pPr>
            <w:r>
              <w:t xml:space="preserve">actively </w:t>
            </w:r>
            <w:r w:rsidRPr="00814CDF">
              <w:t>participat</w:t>
            </w:r>
            <w:r>
              <w:t xml:space="preserve">ing </w:t>
            </w:r>
            <w:r w:rsidRPr="00814CDF">
              <w:t xml:space="preserve">in </w:t>
            </w:r>
            <w:r>
              <w:t>W</w:t>
            </w:r>
            <w:r w:rsidRPr="00814CDF">
              <w:t>HS activities, including inspections, meetings</w:t>
            </w:r>
            <w:r>
              <w:t xml:space="preserve"> </w:t>
            </w:r>
            <w:r w:rsidRPr="00814CDF">
              <w:t>and risk assessments</w:t>
            </w:r>
            <w:r>
              <w:t>.</w:t>
            </w:r>
          </w:p>
          <w:p w14:paraId="42263143" w14:textId="77777777" w:rsidR="00814CDF" w:rsidRPr="000754EC" w:rsidRDefault="00814CDF" w:rsidP="00FB145D">
            <w:pPr>
              <w:pStyle w:val="SIText"/>
            </w:pPr>
          </w:p>
        </w:tc>
      </w:tr>
    </w:tbl>
    <w:p w14:paraId="08CDAA3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E606C0" w14:textId="77777777" w:rsidTr="00CA2922">
        <w:trPr>
          <w:tblHeader/>
        </w:trPr>
        <w:tc>
          <w:tcPr>
            <w:tcW w:w="5000" w:type="pct"/>
            <w:shd w:val="clear" w:color="auto" w:fill="auto"/>
          </w:tcPr>
          <w:p w14:paraId="5508B3C9" w14:textId="77777777" w:rsidR="00F1480E" w:rsidRPr="000754EC" w:rsidRDefault="00D71E43" w:rsidP="000754EC">
            <w:pPr>
              <w:pStyle w:val="SIHeading2"/>
            </w:pPr>
            <w:r w:rsidRPr="002C55E9">
              <w:t>K</w:t>
            </w:r>
            <w:r w:rsidRPr="000754EC">
              <w:t>nowledge Evidence</w:t>
            </w:r>
          </w:p>
        </w:tc>
      </w:tr>
      <w:tr w:rsidR="00F1480E" w:rsidRPr="00067E1C" w14:paraId="616C1183" w14:textId="77777777" w:rsidTr="00CA2922">
        <w:tc>
          <w:tcPr>
            <w:tcW w:w="5000" w:type="pct"/>
            <w:shd w:val="clear" w:color="auto" w:fill="auto"/>
          </w:tcPr>
          <w:p w14:paraId="189DE0B3"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BC1EA8C" w14:textId="056F1903" w:rsidR="00634C72" w:rsidRPr="00634C72" w:rsidRDefault="0084725A" w:rsidP="00634C72">
            <w:pPr>
              <w:pStyle w:val="SIBulletList1"/>
            </w:pPr>
            <w:r>
              <w:t>C</w:t>
            </w:r>
            <w:r w:rsidR="00634C72" w:rsidRPr="00634C72">
              <w:t>ommonwealth, state or territory WHS legislation, regulations, standards, codes of practice and industry standards/guidance notes relevant to own work, role and responsibilities</w:t>
            </w:r>
          </w:p>
          <w:p w14:paraId="594FED8D" w14:textId="77777777" w:rsidR="00634C72" w:rsidRPr="00634C72" w:rsidRDefault="00634C72" w:rsidP="00634C72">
            <w:pPr>
              <w:pStyle w:val="SIBulletList1"/>
            </w:pPr>
            <w:r w:rsidRPr="00634C72">
              <w:t>safety signs and their meanings, including signs for:</w:t>
            </w:r>
          </w:p>
          <w:p w14:paraId="6A591B41" w14:textId="77777777" w:rsidR="00634C72" w:rsidRPr="00634C72" w:rsidRDefault="00634C72" w:rsidP="00634C72">
            <w:pPr>
              <w:pStyle w:val="SIBulletList2"/>
            </w:pPr>
            <w:r w:rsidRPr="00634C72">
              <w:t>personal protective equipment</w:t>
            </w:r>
          </w:p>
          <w:p w14:paraId="77776F11" w14:textId="77777777" w:rsidR="00634C72" w:rsidRPr="00634C72" w:rsidRDefault="00634C72" w:rsidP="00634C72">
            <w:pPr>
              <w:pStyle w:val="SIBulletList2"/>
            </w:pPr>
            <w:r w:rsidRPr="00634C72">
              <w:t>emergency equipment</w:t>
            </w:r>
          </w:p>
          <w:p w14:paraId="3BECD2F1" w14:textId="77777777" w:rsidR="00634C72" w:rsidRPr="00634C72" w:rsidRDefault="00634C72" w:rsidP="00634C72">
            <w:pPr>
              <w:pStyle w:val="SIBulletList2"/>
            </w:pPr>
            <w:r w:rsidRPr="00634C72">
              <w:t>dangerous goods class signs</w:t>
            </w:r>
          </w:p>
          <w:p w14:paraId="07653375" w14:textId="77777777" w:rsidR="00634C72" w:rsidRPr="00634C72" w:rsidRDefault="00634C72" w:rsidP="00634C72">
            <w:pPr>
              <w:pStyle w:val="SIBulletList2"/>
            </w:pPr>
            <w:r w:rsidRPr="00634C72">
              <w:t>specific hazards, such as sharps and radiation</w:t>
            </w:r>
          </w:p>
          <w:p w14:paraId="040EC8BB" w14:textId="77777777" w:rsidR="00634C72" w:rsidRPr="00634C72" w:rsidRDefault="00634C72" w:rsidP="00634C72">
            <w:pPr>
              <w:pStyle w:val="SIBulletList1"/>
            </w:pPr>
            <w:r w:rsidRPr="00634C72">
              <w:t>the difference between hazard and risk</w:t>
            </w:r>
          </w:p>
          <w:p w14:paraId="46375CD7" w14:textId="77777777" w:rsidR="00634C72" w:rsidRPr="00634C72" w:rsidRDefault="00634C72" w:rsidP="00634C72">
            <w:pPr>
              <w:pStyle w:val="SIBulletList1"/>
            </w:pPr>
            <w:r w:rsidRPr="00634C72">
              <w:t>nature of common workplace hazards, including chemicals, bodily fluids, sharps, noise, manual handling, work postures, underfoot hazards and moving parts of machinery</w:t>
            </w:r>
          </w:p>
          <w:p w14:paraId="54F172B4" w14:textId="77777777" w:rsidR="00634C72" w:rsidRPr="00634C72" w:rsidRDefault="00634C72" w:rsidP="00634C72">
            <w:pPr>
              <w:pStyle w:val="SIBulletList1"/>
            </w:pPr>
            <w:r w:rsidRPr="00634C72">
              <w:t>potential consequences of incompliance and failing to follow safe work practices</w:t>
            </w:r>
          </w:p>
          <w:p w14:paraId="4DCA51FC" w14:textId="77777777" w:rsidR="00634C72" w:rsidRPr="00634C72" w:rsidRDefault="00634C72" w:rsidP="00634C72">
            <w:pPr>
              <w:pStyle w:val="SIBulletList1"/>
            </w:pPr>
            <w:r w:rsidRPr="00634C72">
              <w:t>standard emergency signals, alarms and required responses</w:t>
            </w:r>
          </w:p>
          <w:p w14:paraId="65B80E48" w14:textId="77777777" w:rsidR="00634C72" w:rsidRPr="00634C72" w:rsidRDefault="00634C72" w:rsidP="00634C72">
            <w:pPr>
              <w:pStyle w:val="SIBulletList1"/>
            </w:pPr>
            <w:r w:rsidRPr="00634C72">
              <w:t>the elements within the hierarchy of control</w:t>
            </w:r>
          </w:p>
          <w:p w14:paraId="6108C2E9" w14:textId="77777777" w:rsidR="00634C72" w:rsidRPr="00634C72" w:rsidRDefault="00634C72" w:rsidP="00634C72">
            <w:pPr>
              <w:pStyle w:val="SIBulletList1"/>
            </w:pPr>
            <w:r w:rsidRPr="00634C72">
              <w:t>safety measures related to common workplace hazards</w:t>
            </w:r>
          </w:p>
          <w:p w14:paraId="282A4DEC" w14:textId="77777777" w:rsidR="00634C72" w:rsidRPr="00634C72" w:rsidRDefault="00634C72" w:rsidP="00634C72">
            <w:pPr>
              <w:pStyle w:val="SIBulletList1"/>
            </w:pPr>
            <w:r w:rsidRPr="00634C72">
              <w:t>sources of WHS information in the workplace</w:t>
            </w:r>
          </w:p>
          <w:p w14:paraId="79FC1213" w14:textId="77777777" w:rsidR="00634C72" w:rsidRPr="00634C72" w:rsidRDefault="00634C72" w:rsidP="00634C72">
            <w:pPr>
              <w:pStyle w:val="SIBulletList1"/>
            </w:pPr>
            <w:r w:rsidRPr="00634C72">
              <w:t>the roles and responsibilities of employees, supervisors and managers in the workplace</w:t>
            </w:r>
          </w:p>
          <w:p w14:paraId="564E5DB5" w14:textId="77777777" w:rsidR="00634C72" w:rsidRPr="00634C72" w:rsidRDefault="00634C72" w:rsidP="00634C72">
            <w:pPr>
              <w:pStyle w:val="SIBulletList1"/>
            </w:pPr>
            <w:r w:rsidRPr="00634C72">
              <w:t>roles and responsibilities of WHS representatives, WHS committees and employers</w:t>
            </w:r>
          </w:p>
          <w:p w14:paraId="176DDDDF" w14:textId="77777777" w:rsidR="00634C72" w:rsidRPr="00634C72" w:rsidRDefault="00634C72" w:rsidP="00634C72">
            <w:pPr>
              <w:pStyle w:val="SIBulletList1"/>
            </w:pPr>
            <w:r w:rsidRPr="00634C72">
              <w:t>workplace specific information, including:</w:t>
            </w:r>
          </w:p>
          <w:p w14:paraId="6CE563D0" w14:textId="77777777" w:rsidR="00634C72" w:rsidRPr="00634C72" w:rsidRDefault="00634C72" w:rsidP="00634C72">
            <w:pPr>
              <w:pStyle w:val="SIBulletList2"/>
            </w:pPr>
            <w:r w:rsidRPr="00634C72">
              <w:t>hazards of the particular work environment</w:t>
            </w:r>
          </w:p>
          <w:p w14:paraId="37331E6B" w14:textId="77777777" w:rsidR="00634C72" w:rsidRPr="00634C72" w:rsidRDefault="00634C72" w:rsidP="00634C72">
            <w:pPr>
              <w:pStyle w:val="SIBulletList2"/>
            </w:pPr>
            <w:r w:rsidRPr="00634C72">
              <w:t>potential emergencies relevant to the workplace</w:t>
            </w:r>
          </w:p>
          <w:p w14:paraId="3F22D273" w14:textId="77777777" w:rsidR="00634C72" w:rsidRPr="00634C72" w:rsidRDefault="00634C72" w:rsidP="00634C72">
            <w:pPr>
              <w:pStyle w:val="SIBulletList2"/>
            </w:pPr>
            <w:r w:rsidRPr="00634C72">
              <w:t>designated person for raising WHS issues</w:t>
            </w:r>
          </w:p>
          <w:p w14:paraId="35F06EFA" w14:textId="77777777" w:rsidR="00634C72" w:rsidRPr="00634C72" w:rsidRDefault="00634C72" w:rsidP="00634C72">
            <w:pPr>
              <w:pStyle w:val="SIBulletList2"/>
            </w:pPr>
            <w:r w:rsidRPr="00634C72">
              <w:t>organisation and work procedures particularly those related to performance of own work, specific hazards and risk control, reporting of hazards, incidents and injuries, consultation, use of personal protective equipment and emergency response</w:t>
            </w:r>
          </w:p>
          <w:p w14:paraId="63DE478E" w14:textId="77777777" w:rsidR="00F1480E" w:rsidRPr="000754EC" w:rsidRDefault="00634C72" w:rsidP="00634C72">
            <w:pPr>
              <w:pStyle w:val="SIBulletList1"/>
            </w:pPr>
            <w:r w:rsidRPr="00634C72">
              <w:t>potential emergency situations, alarms and signals, and required response</w:t>
            </w:r>
            <w:r w:rsidR="0084725A">
              <w:t>s</w:t>
            </w:r>
            <w:r w:rsidRPr="00634C72">
              <w:t>.</w:t>
            </w:r>
          </w:p>
        </w:tc>
      </w:tr>
    </w:tbl>
    <w:p w14:paraId="09E8C3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8641619" w14:textId="77777777" w:rsidTr="00CA2922">
        <w:trPr>
          <w:tblHeader/>
        </w:trPr>
        <w:tc>
          <w:tcPr>
            <w:tcW w:w="5000" w:type="pct"/>
            <w:shd w:val="clear" w:color="auto" w:fill="auto"/>
          </w:tcPr>
          <w:p w14:paraId="41976756" w14:textId="77777777" w:rsidR="00F1480E" w:rsidRPr="000754EC" w:rsidRDefault="00D71E43" w:rsidP="000754EC">
            <w:pPr>
              <w:pStyle w:val="SIHeading2"/>
            </w:pPr>
            <w:r w:rsidRPr="002C55E9">
              <w:t>A</w:t>
            </w:r>
            <w:r w:rsidRPr="000754EC">
              <w:t>ssessment Conditions</w:t>
            </w:r>
          </w:p>
        </w:tc>
      </w:tr>
      <w:tr w:rsidR="00F1480E" w:rsidRPr="00A55106" w14:paraId="545D8B2D" w14:textId="77777777" w:rsidTr="00CA2922">
        <w:tc>
          <w:tcPr>
            <w:tcW w:w="5000" w:type="pct"/>
            <w:shd w:val="clear" w:color="auto" w:fill="auto"/>
          </w:tcPr>
          <w:p w14:paraId="62B09E5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CB7409B" w14:textId="77777777" w:rsidR="004E6741" w:rsidRPr="000754EC" w:rsidRDefault="001D7F5B" w:rsidP="000754EC">
            <w:pPr>
              <w:pStyle w:val="SIBulletList1"/>
            </w:pPr>
            <w:r w:rsidRPr="000754EC">
              <w:t>p</w:t>
            </w:r>
            <w:r w:rsidR="004E6741" w:rsidRPr="000754EC">
              <w:t>hysical conditions</w:t>
            </w:r>
            <w:r w:rsidRPr="000754EC">
              <w:t>:</w:t>
            </w:r>
          </w:p>
          <w:p w14:paraId="0D363B5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9A0DD60" w14:textId="77777777" w:rsidR="00634C72" w:rsidRPr="00634C72" w:rsidRDefault="00634C72" w:rsidP="00634C72">
            <w:pPr>
              <w:pStyle w:val="SIBulletList1"/>
              <w:rPr>
                <w:rFonts w:eastAsia="Calibri"/>
              </w:rPr>
            </w:pPr>
            <w:r w:rsidRPr="00634C72">
              <w:rPr>
                <w:rFonts w:eastAsia="Calibri"/>
              </w:rPr>
              <w:t>specifications:</w:t>
            </w:r>
          </w:p>
          <w:p w14:paraId="5B599453" w14:textId="77777777" w:rsidR="00634C72" w:rsidRPr="00634C72" w:rsidRDefault="00634C72" w:rsidP="00634C72">
            <w:pPr>
              <w:pStyle w:val="SIBulletList2"/>
              <w:rPr>
                <w:rFonts w:eastAsia="Calibri"/>
              </w:rPr>
            </w:pPr>
            <w:r w:rsidRPr="00634C72">
              <w:t>WHS legislation, regulations and codes of practice</w:t>
            </w:r>
            <w:r w:rsidR="0084725A">
              <w:t>.</w:t>
            </w:r>
          </w:p>
          <w:p w14:paraId="5348B503" w14:textId="77777777" w:rsidR="0021210E" w:rsidRDefault="0021210E" w:rsidP="000754EC">
            <w:pPr>
              <w:pStyle w:val="SIText"/>
            </w:pPr>
          </w:p>
          <w:p w14:paraId="27550DA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4F8B5A7" w14:textId="77777777" w:rsidR="00F1480E" w:rsidRPr="000754EC" w:rsidRDefault="00F1480E" w:rsidP="0035000E">
            <w:pPr>
              <w:pStyle w:val="SIBulletList2"/>
              <w:numPr>
                <w:ilvl w:val="0"/>
                <w:numId w:val="0"/>
              </w:numPr>
              <w:rPr>
                <w:rFonts w:eastAsia="Calibri"/>
              </w:rPr>
            </w:pPr>
          </w:p>
        </w:tc>
      </w:tr>
    </w:tbl>
    <w:p w14:paraId="23B130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6C5C3DF" w14:textId="77777777" w:rsidTr="004679E3">
        <w:tc>
          <w:tcPr>
            <w:tcW w:w="990" w:type="pct"/>
            <w:shd w:val="clear" w:color="auto" w:fill="auto"/>
          </w:tcPr>
          <w:p w14:paraId="5F9C1286"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17F96B8"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3BF8103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E51FB" w14:textId="77777777" w:rsidR="00112C21" w:rsidRDefault="00112C21" w:rsidP="00BF3F0A">
      <w:r>
        <w:separator/>
      </w:r>
    </w:p>
    <w:p w14:paraId="455BFCD3" w14:textId="77777777" w:rsidR="00112C21" w:rsidRDefault="00112C21"/>
  </w:endnote>
  <w:endnote w:type="continuationSeparator" w:id="0">
    <w:p w14:paraId="75D7ED64" w14:textId="77777777" w:rsidR="00112C21" w:rsidRDefault="00112C21" w:rsidP="00BF3F0A">
      <w:r>
        <w:continuationSeparator/>
      </w:r>
    </w:p>
    <w:p w14:paraId="77BB12D4" w14:textId="77777777" w:rsidR="00112C21" w:rsidRDefault="00112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48B4958" w14:textId="76E74F7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B145D">
          <w:rPr>
            <w:noProof/>
          </w:rPr>
          <w:t>1</w:t>
        </w:r>
        <w:r w:rsidRPr="000754EC">
          <w:fldChar w:fldCharType="end"/>
        </w:r>
      </w:p>
      <w:p w14:paraId="7E8994B9" w14:textId="263CF30D"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F1B82A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51B45" w14:textId="77777777" w:rsidR="00112C21" w:rsidRDefault="00112C21" w:rsidP="00BF3F0A">
      <w:r>
        <w:separator/>
      </w:r>
    </w:p>
    <w:p w14:paraId="4183F3C4" w14:textId="77777777" w:rsidR="00112C21" w:rsidRDefault="00112C21"/>
  </w:footnote>
  <w:footnote w:type="continuationSeparator" w:id="0">
    <w:p w14:paraId="67EFBFBE" w14:textId="77777777" w:rsidR="00112C21" w:rsidRDefault="00112C21" w:rsidP="00BF3F0A">
      <w:r>
        <w:continuationSeparator/>
      </w:r>
    </w:p>
    <w:p w14:paraId="739BBA5B" w14:textId="77777777" w:rsidR="00112C21" w:rsidRDefault="00112C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11DB" w14:textId="3CECAB7D" w:rsidR="009C2650" w:rsidRPr="00634C72" w:rsidRDefault="0084725A" w:rsidP="00634C72">
    <w:pPr>
      <w:pStyle w:val="SIText"/>
    </w:pPr>
    <w:r w:rsidRPr="00634C72">
      <w:t>F</w:t>
    </w:r>
    <w:r>
      <w:t>BP</w:t>
    </w:r>
    <w:r w:rsidRPr="00634C72">
      <w:t xml:space="preserve">WHS2001 </w:t>
    </w:r>
    <w:r w:rsidR="00634C72" w:rsidRPr="00634C72">
      <w:t>Participate in work health and safety processes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D5731A"/>
    <w:multiLevelType w:val="multilevel"/>
    <w:tmpl w:val="0CB6FD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D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2C2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C72"/>
    <w:rsid w:val="00634FCA"/>
    <w:rsid w:val="00643D1B"/>
    <w:rsid w:val="006452B8"/>
    <w:rsid w:val="00652E62"/>
    <w:rsid w:val="0067553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4E21"/>
    <w:rsid w:val="00727901"/>
    <w:rsid w:val="0073075B"/>
    <w:rsid w:val="0073404B"/>
    <w:rsid w:val="007341FF"/>
    <w:rsid w:val="007404E9"/>
    <w:rsid w:val="007444CF"/>
    <w:rsid w:val="00752C75"/>
    <w:rsid w:val="00755F5C"/>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4CDF"/>
    <w:rsid w:val="00817D51"/>
    <w:rsid w:val="00823530"/>
    <w:rsid w:val="00823FF4"/>
    <w:rsid w:val="00830267"/>
    <w:rsid w:val="008306E7"/>
    <w:rsid w:val="00834BC8"/>
    <w:rsid w:val="00837FD6"/>
    <w:rsid w:val="0084725A"/>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11D"/>
    <w:rsid w:val="00A92DD1"/>
    <w:rsid w:val="00AA5338"/>
    <w:rsid w:val="00AB1B8E"/>
    <w:rsid w:val="00AC0696"/>
    <w:rsid w:val="00AC4C98"/>
    <w:rsid w:val="00AC5F6B"/>
    <w:rsid w:val="00AC7B65"/>
    <w:rsid w:val="00AD3896"/>
    <w:rsid w:val="00AD5B47"/>
    <w:rsid w:val="00AE1ED9"/>
    <w:rsid w:val="00AE32CB"/>
    <w:rsid w:val="00AE4D99"/>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35E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145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DD47C"/>
  <w15:docId w15:val="{E5018E23-CB29-453A-A1D6-93CBFC5DE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06879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F49F9B5933E540AB0303B52208C7B9" ma:contentTypeVersion="3" ma:contentTypeDescription="Create a new document." ma:contentTypeScope="" ma:versionID="151a3fffb9c6e3d67b3ecc7b55ed71ee">
  <xsd:schema xmlns:xsd="http://www.w3.org/2001/XMLSchema" xmlns:xs="http://www.w3.org/2001/XMLSchema" xmlns:p="http://schemas.microsoft.com/office/2006/metadata/properties" xmlns:ns2="f39af16a-f333-499f-912b-3cb93a161ff1" targetNamespace="http://schemas.microsoft.com/office/2006/metadata/properties" ma:root="true" ma:fieldsID="f014f9ba90c0012e4e6bb06dfe06babf" ns2:_="">
    <xsd:import namespace="f39af16a-f333-499f-912b-3cb93a161ff1"/>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af16a-f333-499f-912b-3cb93a161ff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ea xmlns="f39af16a-f333-499f-912b-3cb93a161ff1">Cross sector</Area>
    <Project_x0020_phase xmlns="f39af16a-f333-499f-912b-3cb93a161ff1">Development</Project_x0020_phase>
    <Assigned_x0020_to0 xmlns="f39af16a-f333-499f-912b-3cb93a161ff1">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1C8BD-8F20-47F5-8E71-BF984C2AF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af16a-f333-499f-912b-3cb93a161f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f39af16a-f333-499f-912b-3cb93a161ff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95A7C82-F509-4C5E-A8B2-C715D61C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3</cp:revision>
  <cp:lastPrinted>2016-05-27T05:21:00Z</cp:lastPrinted>
  <dcterms:created xsi:type="dcterms:W3CDTF">2017-10-26T05:11:00Z</dcterms:created>
  <dcterms:modified xsi:type="dcterms:W3CDTF">2017-11-01T23:27:00Z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0x010100D1F49F9B5933E540AB0303B52208C7B9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