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3F9F5" w14:textId="77777777" w:rsidR="00F1480E" w:rsidRPr="00CA2922" w:rsidRDefault="00F1480E" w:rsidP="00303604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E2B964" w14:textId="77777777" w:rsidTr="00CA2922">
        <w:trPr>
          <w:tblHeader/>
        </w:trPr>
        <w:tc>
          <w:tcPr>
            <w:tcW w:w="2689" w:type="dxa"/>
          </w:tcPr>
          <w:p w14:paraId="46F91BA6" w14:textId="1D30EC1D" w:rsidR="00F1480E" w:rsidRPr="00A326C2" w:rsidRDefault="005F32A3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A67BA8" w14:textId="159AAD8A" w:rsidR="00F1480E" w:rsidRPr="00A326C2" w:rsidRDefault="005F32A3" w:rsidP="00CA2922">
            <w:pPr>
              <w:pStyle w:val="SIText-Bold"/>
            </w:pPr>
            <w:r w:rsidRPr="00A326C2">
              <w:t>Comments</w:t>
            </w:r>
          </w:p>
        </w:tc>
      </w:tr>
      <w:tr w:rsidR="00602322" w14:paraId="18683630" w14:textId="77777777" w:rsidTr="00984773">
        <w:tc>
          <w:tcPr>
            <w:tcW w:w="2689" w:type="dxa"/>
          </w:tcPr>
          <w:p w14:paraId="61C7D40C" w14:textId="30246243" w:rsidR="00602322" w:rsidRDefault="00602322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A1EBDE7" w14:textId="2E47967B" w:rsidR="00602322" w:rsidRDefault="00602322" w:rsidP="00984773">
            <w:pPr>
              <w:pStyle w:val="SIText"/>
            </w:pPr>
            <w:r w:rsidRPr="00602322">
              <w:t>This version released with AHC Agriculture, Horticulture and Conservation and Land Manag</w:t>
            </w:r>
            <w:r>
              <w:t>ement Training Package Version 3</w:t>
            </w:r>
            <w:r w:rsidRPr="00602322">
              <w:t>.0.</w:t>
            </w:r>
          </w:p>
        </w:tc>
      </w:tr>
      <w:tr w:rsidR="00F1480E" w14:paraId="1C80BA7D" w14:textId="77777777" w:rsidTr="00CA2922">
        <w:tc>
          <w:tcPr>
            <w:tcW w:w="2689" w:type="dxa"/>
          </w:tcPr>
          <w:p w14:paraId="52EF179B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9696CD3" w14:textId="37F90257" w:rsidR="00F1480E" w:rsidRDefault="00602322" w:rsidP="00582164">
            <w:pPr>
              <w:pStyle w:val="SIText"/>
            </w:pPr>
            <w:r w:rsidRPr="00602322">
              <w:t>This version released with AHC Agriculture, Horticulture and Conservation and Land Management Training Package Version 1.0.</w:t>
            </w:r>
          </w:p>
        </w:tc>
      </w:tr>
    </w:tbl>
    <w:p w14:paraId="117F0D1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09A9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26610E" w14:textId="77777777" w:rsidR="00F1480E" w:rsidRPr="00963A46" w:rsidRDefault="00E75C06" w:rsidP="00CA2922">
            <w:pPr>
              <w:pStyle w:val="SIUNITCODE"/>
            </w:pPr>
            <w:r>
              <w:t>AHCWRK306</w:t>
            </w:r>
          </w:p>
        </w:tc>
        <w:tc>
          <w:tcPr>
            <w:tcW w:w="3604" w:type="pct"/>
            <w:shd w:val="clear" w:color="auto" w:fill="auto"/>
          </w:tcPr>
          <w:p w14:paraId="25664249" w14:textId="77777777" w:rsidR="00F1480E" w:rsidRPr="00303604" w:rsidRDefault="00E75C06" w:rsidP="00303604">
            <w:pPr>
              <w:pStyle w:val="SIUnittitle"/>
            </w:pPr>
            <w:r w:rsidRPr="00303604">
              <w:t xml:space="preserve">Comply with industry quality assurance </w:t>
            </w:r>
            <w:r w:rsidR="0099618C" w:rsidRPr="00303604">
              <w:t xml:space="preserve">requirements </w:t>
            </w:r>
          </w:p>
        </w:tc>
      </w:tr>
      <w:tr w:rsidR="00F1480E" w:rsidRPr="00963A46" w14:paraId="16E7188D" w14:textId="77777777" w:rsidTr="00CA2922">
        <w:tc>
          <w:tcPr>
            <w:tcW w:w="1396" w:type="pct"/>
            <w:shd w:val="clear" w:color="auto" w:fill="auto"/>
          </w:tcPr>
          <w:p w14:paraId="10A87E2C" w14:textId="6C3592A7" w:rsidR="00F1480E" w:rsidRPr="00963A46" w:rsidRDefault="005F32A3" w:rsidP="00303604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AFD14E9" w14:textId="77777777" w:rsidR="00FF05B1" w:rsidRPr="00303604" w:rsidRDefault="00FF05B1" w:rsidP="00303604">
            <w:pPr>
              <w:pStyle w:val="SIText"/>
            </w:pPr>
            <w:r w:rsidRPr="00303604">
              <w:t>This unit of competency describes the skills and knowledge required to comply with industry quality assurance requirements in the production of food and fibre products.</w:t>
            </w:r>
          </w:p>
          <w:p w14:paraId="66BB2C3B" w14:textId="77777777" w:rsidR="00FF05B1" w:rsidRPr="00303604" w:rsidRDefault="00FF05B1" w:rsidP="00303604">
            <w:pPr>
              <w:pStyle w:val="SIText"/>
            </w:pPr>
          </w:p>
          <w:p w14:paraId="359CBD02" w14:textId="1433F729" w:rsidR="00FF05B1" w:rsidRPr="00303604" w:rsidRDefault="005E3FEF" w:rsidP="00303604">
            <w:pPr>
              <w:pStyle w:val="SIText"/>
            </w:pPr>
            <w:r>
              <w:t>The</w:t>
            </w:r>
            <w:r w:rsidRPr="00303604">
              <w:t xml:space="preserve"> </w:t>
            </w:r>
            <w:r w:rsidR="00FF05B1" w:rsidRPr="00303604">
              <w:t xml:space="preserve">unit applies to individuals who work under broad direction </w:t>
            </w:r>
            <w:r>
              <w:t>where q</w:t>
            </w:r>
            <w:r w:rsidRPr="00303604">
              <w:t>uality assurance for food safety, biosecurity, environmental management and</w:t>
            </w:r>
            <w:r>
              <w:t xml:space="preserve">/or </w:t>
            </w:r>
            <w:r w:rsidRPr="00303604">
              <w:t>animal welfare</w:t>
            </w:r>
            <w:r w:rsidR="0061152D">
              <w:t xml:space="preserve"> are </w:t>
            </w:r>
            <w:r w:rsidR="00984F30">
              <w:t>specified</w:t>
            </w:r>
            <w:r>
              <w:t>.</w:t>
            </w:r>
            <w:r w:rsidRPr="00303604">
              <w:t xml:space="preserve"> </w:t>
            </w:r>
            <w:r>
              <w:t xml:space="preserve">They generally </w:t>
            </w:r>
            <w:r w:rsidR="00FF05B1" w:rsidRPr="00303604">
              <w:t>take responsibility for their own work</w:t>
            </w:r>
            <w:r>
              <w:t xml:space="preserve"> and </w:t>
            </w:r>
            <w:r w:rsidR="00FF05B1" w:rsidRPr="00303604">
              <w:t>use discretion and judgement in the selection and use of available resources.</w:t>
            </w:r>
          </w:p>
          <w:p w14:paraId="590BCCF1" w14:textId="77777777" w:rsidR="00FF05B1" w:rsidRPr="00303604" w:rsidRDefault="00FF05B1" w:rsidP="00303604">
            <w:pPr>
              <w:pStyle w:val="SIText"/>
            </w:pPr>
          </w:p>
          <w:p w14:paraId="34C223E0" w14:textId="77777777" w:rsidR="00F1480E" w:rsidRPr="00303604" w:rsidRDefault="00FF05B1" w:rsidP="00303604">
            <w:pPr>
              <w:pStyle w:val="SIText"/>
            </w:pPr>
            <w:r w:rsidRPr="0030360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94C7484" w14:textId="77777777" w:rsidTr="00CA2922">
        <w:tc>
          <w:tcPr>
            <w:tcW w:w="1396" w:type="pct"/>
            <w:shd w:val="clear" w:color="auto" w:fill="auto"/>
          </w:tcPr>
          <w:p w14:paraId="3AA59A56" w14:textId="0BA284DF" w:rsidR="00F1480E" w:rsidRPr="00963A46" w:rsidRDefault="005F32A3" w:rsidP="00303604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1EA929" w14:textId="77777777" w:rsidR="00F1480E" w:rsidRPr="00303604" w:rsidRDefault="00F1480E" w:rsidP="00303604">
            <w:pPr>
              <w:pStyle w:val="SIText"/>
            </w:pPr>
            <w:r w:rsidRPr="00303604">
              <w:t>Nil</w:t>
            </w:r>
          </w:p>
        </w:tc>
      </w:tr>
      <w:tr w:rsidR="00F1480E" w:rsidRPr="00963A46" w14:paraId="37998574" w14:textId="77777777" w:rsidTr="00CA2922">
        <w:tc>
          <w:tcPr>
            <w:tcW w:w="1396" w:type="pct"/>
            <w:shd w:val="clear" w:color="auto" w:fill="auto"/>
          </w:tcPr>
          <w:p w14:paraId="051ED814" w14:textId="6DD23209" w:rsidR="00F1480E" w:rsidRPr="00963A46" w:rsidRDefault="005F32A3" w:rsidP="00303604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542EF1" w14:textId="77777777" w:rsidR="00F1480E" w:rsidRPr="00303604" w:rsidRDefault="00545110" w:rsidP="00303604">
            <w:pPr>
              <w:pStyle w:val="SIText"/>
            </w:pPr>
            <w:r w:rsidRPr="00303604">
              <w:t>Work (WRK)</w:t>
            </w:r>
          </w:p>
        </w:tc>
      </w:tr>
    </w:tbl>
    <w:p w14:paraId="17A18BE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2DB1A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820CAB" w14:textId="347C8394" w:rsidR="00F1480E" w:rsidRPr="00963A46" w:rsidRDefault="005F32A3" w:rsidP="00303604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2CC27B" w14:textId="070E6CC1" w:rsidR="00F1480E" w:rsidRPr="00963A46" w:rsidRDefault="005F32A3" w:rsidP="00303604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446A3A9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059D73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7624AF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F05B1" w:rsidRPr="00963A46" w14:paraId="7290CB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6BE26" w14:textId="77777777" w:rsidR="00FF05B1" w:rsidRDefault="00FF05B1" w:rsidP="00FF05B1">
            <w:pPr>
              <w:pStyle w:val="SIText"/>
              <w:rPr>
                <w:lang w:val="en-NZ"/>
              </w:rPr>
            </w:pPr>
            <w:r>
              <w:t>1.</w:t>
            </w:r>
            <w:r w:rsidRPr="00CE2EBB">
              <w:t xml:space="preserve">Follow quality assurance practices </w:t>
            </w:r>
          </w:p>
        </w:tc>
        <w:tc>
          <w:tcPr>
            <w:tcW w:w="3604" w:type="pct"/>
            <w:shd w:val="clear" w:color="auto" w:fill="auto"/>
          </w:tcPr>
          <w:p w14:paraId="2CC984FB" w14:textId="289DAB0D" w:rsidR="00FF05B1" w:rsidRPr="00CE2EBB" w:rsidRDefault="00FF05B1" w:rsidP="00FF05B1">
            <w:pPr>
              <w:pStyle w:val="SIText"/>
            </w:pPr>
            <w:r w:rsidRPr="00CE2EBB">
              <w:t>1.1</w:t>
            </w:r>
            <w:r w:rsidR="005F32A3">
              <w:t xml:space="preserve"> </w:t>
            </w:r>
            <w:r w:rsidRPr="00CE2EBB">
              <w:t>Determine elements of the industry quality assurance requirements</w:t>
            </w:r>
          </w:p>
          <w:p w14:paraId="49FF6E78" w14:textId="39E35488" w:rsidR="00FF05B1" w:rsidRPr="00CE2EBB" w:rsidRDefault="00FF05B1" w:rsidP="00FF05B1">
            <w:pPr>
              <w:pStyle w:val="SIText"/>
            </w:pPr>
            <w:r w:rsidRPr="00CE2EBB">
              <w:t>1.2</w:t>
            </w:r>
            <w:r w:rsidR="005F32A3">
              <w:t xml:space="preserve"> </w:t>
            </w:r>
            <w:r w:rsidRPr="00CE2EBB">
              <w:t xml:space="preserve">Identify hazards to food safety and </w:t>
            </w:r>
            <w:r w:rsidR="005E3FEF">
              <w:t xml:space="preserve">product </w:t>
            </w:r>
            <w:r w:rsidRPr="00CE2EBB">
              <w:t>quality</w:t>
            </w:r>
            <w:r w:rsidR="005E3FEF">
              <w:t xml:space="preserve"> standards applicable</w:t>
            </w:r>
            <w:r w:rsidRPr="00CE2EBB">
              <w:t xml:space="preserve"> </w:t>
            </w:r>
            <w:r w:rsidR="005E3FEF">
              <w:t>to</w:t>
            </w:r>
            <w:r w:rsidR="005E3FEF" w:rsidRPr="00CE2EBB">
              <w:t xml:space="preserve"> </w:t>
            </w:r>
            <w:r w:rsidR="005E3FEF">
              <w:t>industry sector</w:t>
            </w:r>
            <w:r w:rsidRPr="00CE2EBB">
              <w:t xml:space="preserve"> </w:t>
            </w:r>
          </w:p>
          <w:p w14:paraId="673DD0E7" w14:textId="50F23E1F" w:rsidR="00FF05B1" w:rsidRPr="00CE2EBB" w:rsidRDefault="00FF05B1" w:rsidP="00FF05B1">
            <w:pPr>
              <w:pStyle w:val="SIText"/>
            </w:pPr>
            <w:r w:rsidRPr="00CE2EBB">
              <w:t>1.3</w:t>
            </w:r>
            <w:r w:rsidR="005F32A3">
              <w:t xml:space="preserve"> </w:t>
            </w:r>
            <w:r w:rsidRPr="00CE2EBB">
              <w:t>Determine critical control points for work area</w:t>
            </w:r>
          </w:p>
          <w:p w14:paraId="4984098E" w14:textId="1AA3D744" w:rsidR="00FF05B1" w:rsidRPr="00CE2EBB" w:rsidRDefault="00FF05B1" w:rsidP="00FF05B1">
            <w:pPr>
              <w:pStyle w:val="SIText"/>
            </w:pPr>
            <w:r w:rsidRPr="00CE2EBB">
              <w:t>1.4</w:t>
            </w:r>
            <w:r w:rsidR="005F32A3">
              <w:t xml:space="preserve"> </w:t>
            </w:r>
            <w:r w:rsidRPr="00CE2EBB">
              <w:t xml:space="preserve">Complete record keeping </w:t>
            </w:r>
            <w:r w:rsidR="005E3FEF">
              <w:t>according to workplace requirements</w:t>
            </w:r>
          </w:p>
          <w:p w14:paraId="1A86094A" w14:textId="77777777" w:rsidR="005E3FEF" w:rsidRDefault="00FF05B1" w:rsidP="00FF05B1">
            <w:pPr>
              <w:pStyle w:val="SIText"/>
            </w:pPr>
            <w:r w:rsidRPr="00CE2EBB">
              <w:t>1.5</w:t>
            </w:r>
            <w:r w:rsidR="005F32A3">
              <w:t xml:space="preserve"> </w:t>
            </w:r>
            <w:r w:rsidRPr="00CE2EBB">
              <w:t>Conduct a safety hazard analysis and risk assessment</w:t>
            </w:r>
          </w:p>
          <w:p w14:paraId="696F6C0B" w14:textId="612EB0DB" w:rsidR="00FF05B1" w:rsidRDefault="005E3FEF" w:rsidP="00FD4EB2">
            <w:pPr>
              <w:pStyle w:val="SIText"/>
              <w:rPr>
                <w:lang w:val="en-NZ"/>
              </w:rPr>
            </w:pPr>
            <w:r>
              <w:t>1.6 I</w:t>
            </w:r>
            <w:r w:rsidR="00FF05B1" w:rsidRPr="00CE2EBB">
              <w:t>mplement the Critical Control Point (HACCP) approach to quality assurance</w:t>
            </w:r>
          </w:p>
        </w:tc>
      </w:tr>
      <w:tr w:rsidR="00FF05B1" w:rsidRPr="00963A46" w14:paraId="1CA7A4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E7742" w14:textId="77777777" w:rsidR="00FF05B1" w:rsidRDefault="00FF05B1" w:rsidP="00FF05B1">
            <w:pPr>
              <w:pStyle w:val="SIText"/>
              <w:rPr>
                <w:lang w:val="en-NZ"/>
              </w:rPr>
            </w:pPr>
            <w:r>
              <w:t>2.</w:t>
            </w:r>
            <w:r w:rsidRPr="00CE2EBB">
              <w:t>Implement standard operating procedures</w:t>
            </w:r>
          </w:p>
        </w:tc>
        <w:tc>
          <w:tcPr>
            <w:tcW w:w="3604" w:type="pct"/>
            <w:shd w:val="clear" w:color="auto" w:fill="auto"/>
          </w:tcPr>
          <w:p w14:paraId="6C91E2EF" w14:textId="5743BE63" w:rsidR="00FF05B1" w:rsidRPr="00CE2EBB" w:rsidRDefault="00FF05B1" w:rsidP="00FF05B1">
            <w:pPr>
              <w:pStyle w:val="SIText"/>
            </w:pPr>
            <w:r w:rsidRPr="00CE2EBB">
              <w:t>2.1</w:t>
            </w:r>
            <w:r w:rsidR="005F32A3">
              <w:t xml:space="preserve"> </w:t>
            </w:r>
            <w:r w:rsidR="005E3FEF">
              <w:t>Identify and comply with s</w:t>
            </w:r>
            <w:r w:rsidRPr="00CE2EBB">
              <w:t>tandard operating procedures</w:t>
            </w:r>
            <w:r w:rsidR="005E3FEF">
              <w:t xml:space="preserve"> according to workplace requirements</w:t>
            </w:r>
          </w:p>
          <w:p w14:paraId="33BBE15D" w14:textId="5D3108E6" w:rsidR="00FF05B1" w:rsidRPr="00CE2EBB" w:rsidRDefault="00FF05B1" w:rsidP="00FF05B1">
            <w:pPr>
              <w:pStyle w:val="SIText"/>
            </w:pPr>
            <w:r w:rsidRPr="00CE2EBB">
              <w:t>2.2</w:t>
            </w:r>
            <w:r w:rsidR="005F32A3">
              <w:t xml:space="preserve"> </w:t>
            </w:r>
            <w:r w:rsidRPr="00CE2EBB">
              <w:t>Report non-conform</w:t>
            </w:r>
            <w:r w:rsidR="005E3FEF">
              <w:t xml:space="preserve">ances </w:t>
            </w:r>
            <w:r w:rsidRPr="00CE2EBB">
              <w:t xml:space="preserve">or defective product </w:t>
            </w:r>
            <w:r w:rsidR="005E3FEF">
              <w:t>according to workplace procedures</w:t>
            </w:r>
          </w:p>
          <w:p w14:paraId="49C16E0C" w14:textId="3D2F4349" w:rsidR="00FF05B1" w:rsidRDefault="00FF05B1" w:rsidP="00FD4EB2">
            <w:pPr>
              <w:pStyle w:val="SIText"/>
              <w:rPr>
                <w:lang w:val="en-NZ"/>
              </w:rPr>
            </w:pPr>
            <w:r w:rsidRPr="00CE2EBB">
              <w:t>2.3</w:t>
            </w:r>
            <w:r w:rsidR="005F32A3">
              <w:t xml:space="preserve"> </w:t>
            </w:r>
            <w:r w:rsidRPr="00CE2EBB">
              <w:t>Take corrective action a</w:t>
            </w:r>
            <w:r w:rsidR="005E3FEF">
              <w:t>ccording to procedures</w:t>
            </w:r>
          </w:p>
        </w:tc>
      </w:tr>
      <w:tr w:rsidR="00FF05B1" w:rsidRPr="00963A46" w14:paraId="5BA4FB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53B45C" w14:textId="77777777" w:rsidR="00FF05B1" w:rsidRDefault="00FF05B1" w:rsidP="00FF05B1">
            <w:pPr>
              <w:pStyle w:val="SIText"/>
              <w:rPr>
                <w:lang w:val="en-NZ"/>
              </w:rPr>
            </w:pPr>
            <w:r>
              <w:t>3.</w:t>
            </w:r>
            <w:r w:rsidRPr="00CE2EBB">
              <w:t>Report problems that affect quality</w:t>
            </w:r>
          </w:p>
        </w:tc>
        <w:tc>
          <w:tcPr>
            <w:tcW w:w="3604" w:type="pct"/>
            <w:shd w:val="clear" w:color="auto" w:fill="auto"/>
          </w:tcPr>
          <w:p w14:paraId="343B1A38" w14:textId="0324240E" w:rsidR="00FF05B1" w:rsidRPr="00CE2EBB" w:rsidRDefault="00FF05B1" w:rsidP="00FF05B1">
            <w:pPr>
              <w:pStyle w:val="SIText"/>
            </w:pPr>
            <w:r w:rsidRPr="00CE2EBB">
              <w:t>3.1</w:t>
            </w:r>
            <w:r w:rsidR="005F32A3">
              <w:t xml:space="preserve"> </w:t>
            </w:r>
            <w:r w:rsidRPr="00CE2EBB">
              <w:t>Identify potential or existing quality problems</w:t>
            </w:r>
          </w:p>
          <w:p w14:paraId="5A69A64A" w14:textId="1C87EC1A" w:rsidR="00FF05B1" w:rsidRPr="00CE2EBB" w:rsidRDefault="00FF05B1" w:rsidP="00FF05B1">
            <w:pPr>
              <w:pStyle w:val="SIText"/>
            </w:pPr>
            <w:r w:rsidRPr="00CE2EBB">
              <w:t>3.2</w:t>
            </w:r>
            <w:r w:rsidR="005F32A3">
              <w:t xml:space="preserve"> </w:t>
            </w:r>
            <w:r w:rsidRPr="00CE2EBB">
              <w:t>Identify instances of variation in quality from specifications or work instructions</w:t>
            </w:r>
          </w:p>
          <w:p w14:paraId="221D5DD2" w14:textId="5935184B" w:rsidR="00FF05B1" w:rsidRPr="00CE2EBB" w:rsidRDefault="00FF05B1" w:rsidP="00FD4EB2">
            <w:pPr>
              <w:pStyle w:val="SIText"/>
            </w:pPr>
            <w:r w:rsidRPr="00CE2EBB">
              <w:t>3.3</w:t>
            </w:r>
            <w:r w:rsidR="005F32A3">
              <w:t xml:space="preserve"> </w:t>
            </w:r>
            <w:r w:rsidRPr="00CE2EBB">
              <w:t xml:space="preserve">Report variations and potential problems </w:t>
            </w:r>
            <w:r w:rsidR="005E3FEF">
              <w:t>according to workplace procedures</w:t>
            </w:r>
          </w:p>
        </w:tc>
      </w:tr>
    </w:tbl>
    <w:p w14:paraId="634609C0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5F32A3" w14:paraId="6D99427B" w14:textId="77777777" w:rsidTr="002C7A57">
        <w:tc>
          <w:tcPr>
            <w:tcW w:w="9628" w:type="dxa"/>
            <w:gridSpan w:val="2"/>
          </w:tcPr>
          <w:p w14:paraId="3D8839D9" w14:textId="77777777" w:rsidR="005F32A3" w:rsidRDefault="005F32A3" w:rsidP="00303604">
            <w:pPr>
              <w:pStyle w:val="SIHeading2"/>
            </w:pPr>
            <w:r>
              <w:t>Foundation Skills</w:t>
            </w:r>
          </w:p>
          <w:p w14:paraId="1554B465" w14:textId="2E2003A3" w:rsidR="005F32A3" w:rsidRPr="00303604" w:rsidRDefault="005F32A3" w:rsidP="00F1480E">
            <w:pPr>
              <w:pStyle w:val="SIText"/>
              <w:rPr>
                <w:rStyle w:val="SIText-Italic"/>
              </w:rPr>
            </w:pPr>
            <w:r w:rsidRPr="00303604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5F32A3" w14:paraId="5BE962D1" w14:textId="77777777" w:rsidTr="006C337C">
        <w:tc>
          <w:tcPr>
            <w:tcW w:w="2689" w:type="dxa"/>
          </w:tcPr>
          <w:p w14:paraId="27EDCDBA" w14:textId="1D385AD6" w:rsidR="005F32A3" w:rsidRDefault="005F32A3" w:rsidP="00303604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68FA0D9E" w14:textId="16017652" w:rsidR="005F32A3" w:rsidRDefault="005F32A3" w:rsidP="00303604">
            <w:pPr>
              <w:pStyle w:val="SIText-Bold"/>
            </w:pPr>
            <w:r>
              <w:t>Description</w:t>
            </w:r>
          </w:p>
        </w:tc>
      </w:tr>
      <w:tr w:rsidR="005F32A3" w14:paraId="71B87079" w14:textId="77777777" w:rsidTr="006C337C">
        <w:tc>
          <w:tcPr>
            <w:tcW w:w="2689" w:type="dxa"/>
          </w:tcPr>
          <w:p w14:paraId="7402FAA8" w14:textId="5124F291" w:rsidR="005F32A3" w:rsidRDefault="005F32A3" w:rsidP="00F1480E">
            <w:pPr>
              <w:pStyle w:val="SIText"/>
            </w:pPr>
            <w:r>
              <w:t>Reading</w:t>
            </w:r>
          </w:p>
        </w:tc>
        <w:tc>
          <w:tcPr>
            <w:tcW w:w="6939" w:type="dxa"/>
          </w:tcPr>
          <w:p w14:paraId="3157006F" w14:textId="0AFF6ECA" w:rsidR="005F32A3" w:rsidRDefault="00AC3379" w:rsidP="006C337C">
            <w:pPr>
              <w:pStyle w:val="SIBulletList1"/>
            </w:pPr>
            <w:r w:rsidRPr="00AC3379">
              <w:t xml:space="preserve">Reads and interprets </w:t>
            </w:r>
            <w:r>
              <w:t xml:space="preserve">standards and quality documentation </w:t>
            </w:r>
            <w:r w:rsidRPr="00AC3379">
              <w:t>to determine requirements</w:t>
            </w:r>
          </w:p>
        </w:tc>
      </w:tr>
      <w:tr w:rsidR="005F32A3" w14:paraId="7BEB5887" w14:textId="77777777" w:rsidTr="006C337C">
        <w:tc>
          <w:tcPr>
            <w:tcW w:w="2689" w:type="dxa"/>
          </w:tcPr>
          <w:p w14:paraId="4BBFBD1B" w14:textId="117A8928" w:rsidR="005F32A3" w:rsidRDefault="005F32A3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15C6850F" w14:textId="20AB050F" w:rsidR="005F32A3" w:rsidRDefault="00AC3379" w:rsidP="006C337C">
            <w:pPr>
              <w:pStyle w:val="SIBulletList1"/>
            </w:pPr>
            <w:r w:rsidRPr="00AC3379">
              <w:t xml:space="preserve">Accurately records and completes organisational </w:t>
            </w:r>
            <w:r>
              <w:t xml:space="preserve">reports </w:t>
            </w:r>
            <w:r w:rsidRPr="00AC3379">
              <w:t xml:space="preserve">using clear language </w:t>
            </w:r>
            <w:r>
              <w:t>industry</w:t>
            </w:r>
            <w:r w:rsidRPr="00AC3379">
              <w:t xml:space="preserve"> terminology</w:t>
            </w:r>
          </w:p>
        </w:tc>
      </w:tr>
      <w:tr w:rsidR="005F32A3" w14:paraId="3EF983EE" w14:textId="77777777" w:rsidTr="006C337C">
        <w:tc>
          <w:tcPr>
            <w:tcW w:w="2689" w:type="dxa"/>
          </w:tcPr>
          <w:p w14:paraId="7925F0BB" w14:textId="4DF42ADC" w:rsidR="005F32A3" w:rsidRDefault="005F32A3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3F9129B3" w14:textId="1062F351" w:rsidR="005F32A3" w:rsidRDefault="00822DE3" w:rsidP="00822DE3">
            <w:pPr>
              <w:pStyle w:val="SIBulletList1"/>
            </w:pPr>
            <w:r>
              <w:t>Takes full responsibility for following policies, procedures and industry specific quality standards</w:t>
            </w:r>
          </w:p>
        </w:tc>
      </w:tr>
      <w:tr w:rsidR="005F32A3" w14:paraId="5BF90A32" w14:textId="77777777" w:rsidTr="006C337C">
        <w:tc>
          <w:tcPr>
            <w:tcW w:w="2689" w:type="dxa"/>
          </w:tcPr>
          <w:p w14:paraId="1DA83C4F" w14:textId="17AB3912" w:rsidR="005F32A3" w:rsidRDefault="005F32A3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5A1E6AEE" w14:textId="2047E726" w:rsidR="005F32A3" w:rsidRDefault="00822DE3" w:rsidP="00822DE3">
            <w:pPr>
              <w:pStyle w:val="SIBulletList1"/>
            </w:pPr>
            <w:r w:rsidRPr="00822DE3">
              <w:t xml:space="preserve">Contributes to continuous improvement of </w:t>
            </w:r>
            <w:r>
              <w:t>quality</w:t>
            </w:r>
            <w:r w:rsidRPr="00822DE3">
              <w:t xml:space="preserve"> practices by </w:t>
            </w:r>
            <w:r>
              <w:t xml:space="preserve">recognising and reporting non-conformances and variations </w:t>
            </w:r>
          </w:p>
        </w:tc>
      </w:tr>
    </w:tbl>
    <w:p w14:paraId="4F266DA8" w14:textId="77777777" w:rsidR="005F32A3" w:rsidRPr="00FE792C" w:rsidRDefault="005F32A3" w:rsidP="00F1480E">
      <w:pPr>
        <w:pStyle w:val="SIText"/>
      </w:pPr>
    </w:p>
    <w:p w14:paraId="589ABCAB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86"/>
        <w:gridCol w:w="2386"/>
        <w:gridCol w:w="3445"/>
        <w:gridCol w:w="1411"/>
      </w:tblGrid>
      <w:tr w:rsidR="00F1480E" w14:paraId="42A7464E" w14:textId="77777777" w:rsidTr="00CA2922">
        <w:trPr>
          <w:tblHeader/>
        </w:trPr>
        <w:tc>
          <w:tcPr>
            <w:tcW w:w="5000" w:type="pct"/>
            <w:gridSpan w:val="4"/>
          </w:tcPr>
          <w:p w14:paraId="4344D4DF" w14:textId="43170AB1" w:rsidR="00F1480E" w:rsidRPr="00BC49BB" w:rsidRDefault="005F32A3" w:rsidP="00303604">
            <w:pPr>
              <w:pStyle w:val="SIHeading2"/>
            </w:pPr>
            <w:r>
              <w:t>Unit mapping information</w:t>
            </w:r>
          </w:p>
        </w:tc>
      </w:tr>
      <w:tr w:rsidR="00F1480E" w14:paraId="2C519C02" w14:textId="77777777" w:rsidTr="00545110">
        <w:trPr>
          <w:tblHeader/>
        </w:trPr>
        <w:tc>
          <w:tcPr>
            <w:tcW w:w="1239" w:type="pct"/>
          </w:tcPr>
          <w:p w14:paraId="2640E944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39" w:type="pct"/>
          </w:tcPr>
          <w:p w14:paraId="2341A1C2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89" w:type="pct"/>
          </w:tcPr>
          <w:p w14:paraId="27E750F7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33" w:type="pct"/>
          </w:tcPr>
          <w:p w14:paraId="7019E420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F05B1" w14:paraId="6005480A" w14:textId="77777777" w:rsidTr="00545110">
        <w:tc>
          <w:tcPr>
            <w:tcW w:w="1239" w:type="pct"/>
          </w:tcPr>
          <w:p w14:paraId="51DAC048" w14:textId="77777777" w:rsidR="00FF05B1" w:rsidRDefault="00FF05B1" w:rsidP="00FF05B1">
            <w:pPr>
              <w:pStyle w:val="SIText"/>
            </w:pPr>
            <w:r w:rsidRPr="00B8368D">
              <w:t>AHCWRK306 Comply with industry quality assurance requirements</w:t>
            </w:r>
          </w:p>
        </w:tc>
        <w:tc>
          <w:tcPr>
            <w:tcW w:w="1239" w:type="pct"/>
          </w:tcPr>
          <w:p w14:paraId="500F75E7" w14:textId="77777777" w:rsidR="00FF05B1" w:rsidRDefault="00FF05B1" w:rsidP="00FF05B1">
            <w:pPr>
              <w:pStyle w:val="SIText"/>
            </w:pPr>
            <w:r w:rsidRPr="00B8368D">
              <w:t>AHCWRK306A Comply with industry quality assurance requirements</w:t>
            </w:r>
          </w:p>
        </w:tc>
        <w:tc>
          <w:tcPr>
            <w:tcW w:w="1789" w:type="pct"/>
          </w:tcPr>
          <w:p w14:paraId="2559E139" w14:textId="77777777" w:rsidR="005E3FEF" w:rsidRDefault="005E3FEF" w:rsidP="005E3FEF">
            <w:pPr>
              <w:pStyle w:val="SIText"/>
            </w:pPr>
            <w:r>
              <w:t>Updated to meet Standards for Training Packages</w:t>
            </w:r>
          </w:p>
          <w:p w14:paraId="0422024E" w14:textId="77777777" w:rsidR="005E3FEF" w:rsidRDefault="005E3FEF" w:rsidP="005E3FEF">
            <w:pPr>
              <w:pStyle w:val="SIText"/>
            </w:pPr>
            <w:r>
              <w:t>Minor changes to Performance Criteria for clarity</w:t>
            </w:r>
          </w:p>
          <w:p w14:paraId="7C2B0065" w14:textId="43BAD460" w:rsidR="00FF05B1" w:rsidRPr="00BC49BB" w:rsidRDefault="00FF05B1" w:rsidP="00FF05B1">
            <w:pPr>
              <w:pStyle w:val="SIText"/>
            </w:pPr>
          </w:p>
        </w:tc>
        <w:tc>
          <w:tcPr>
            <w:tcW w:w="733" w:type="pct"/>
          </w:tcPr>
          <w:p w14:paraId="18BB2EF6" w14:textId="2699703E" w:rsidR="00FF05B1" w:rsidRPr="00BC49BB" w:rsidRDefault="00B87FA2" w:rsidP="00FF05B1">
            <w:pPr>
              <w:pStyle w:val="SIText"/>
            </w:pPr>
            <w:r>
              <w:t>Equivalent unit</w:t>
            </w:r>
          </w:p>
        </w:tc>
      </w:tr>
    </w:tbl>
    <w:p w14:paraId="45A99C12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3182F3" w14:textId="77777777" w:rsidTr="00CA2922">
        <w:tc>
          <w:tcPr>
            <w:tcW w:w="1396" w:type="pct"/>
            <w:shd w:val="clear" w:color="auto" w:fill="auto"/>
          </w:tcPr>
          <w:p w14:paraId="16D542B9" w14:textId="465957E5" w:rsidR="00F1480E" w:rsidRPr="00A55106" w:rsidRDefault="005F32A3" w:rsidP="00303604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0E6D6111" w14:textId="77777777" w:rsidR="00F1480E" w:rsidRPr="00303604" w:rsidRDefault="005A6E41" w:rsidP="00303604">
            <w:pPr>
              <w:pStyle w:val="SIText"/>
            </w:pPr>
            <w:r w:rsidRPr="00303604">
              <w:t xml:space="preserve">Companion Volumes, including Implementation Guides, are available at </w:t>
            </w:r>
            <w:proofErr w:type="spellStart"/>
            <w:r w:rsidRPr="00303604">
              <w:t>VETNet</w:t>
            </w:r>
            <w:proofErr w:type="spellEnd"/>
            <w:r w:rsidRPr="00303604">
              <w:t xml:space="preserve">: </w:t>
            </w:r>
            <w:r w:rsidR="00515FEB" w:rsidRPr="00303604">
              <w:t>https://vetnet.education.gov.au/Pages/TrainingDocs.aspx?q=c6399549-9c62-4a5e-bf1a-524b2322cf72</w:t>
            </w:r>
          </w:p>
        </w:tc>
      </w:tr>
    </w:tbl>
    <w:p w14:paraId="2779597A" w14:textId="77777777" w:rsidR="00F1480E" w:rsidRDefault="00F1480E" w:rsidP="00F1480E">
      <w:pPr>
        <w:pStyle w:val="SIText"/>
      </w:pPr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103673E6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6A75CF" w14:textId="2AEA5CE2" w:rsidR="00F1480E" w:rsidRPr="005446D1" w:rsidRDefault="005F32A3" w:rsidP="00303604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2C81F188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1408EF09" w14:textId="77777777" w:rsidR="00F1480E" w:rsidRPr="00E91BFF" w:rsidRDefault="00FF05B1" w:rsidP="00303604">
            <w:pPr>
              <w:pStyle w:val="SIUNITCODE"/>
              <w:rPr>
                <w:rFonts w:asciiTheme="minorHAnsi" w:hAnsiTheme="minorHAnsi" w:cstheme="minorHAnsi"/>
              </w:rPr>
            </w:pPr>
            <w:r>
              <w:t>AHCWRK306</w:t>
            </w:r>
          </w:p>
        </w:tc>
        <w:tc>
          <w:tcPr>
            <w:tcW w:w="3522" w:type="pct"/>
            <w:shd w:val="clear" w:color="auto" w:fill="auto"/>
          </w:tcPr>
          <w:p w14:paraId="35C6F3C1" w14:textId="77777777" w:rsidR="00F1480E" w:rsidRPr="00303604" w:rsidRDefault="00FF05B1" w:rsidP="00303604">
            <w:pPr>
              <w:pStyle w:val="SIUnittitle"/>
            </w:pPr>
            <w:r w:rsidRPr="00303604">
              <w:t xml:space="preserve">Comply with industry quality assurance requirements </w:t>
            </w:r>
          </w:p>
        </w:tc>
      </w:tr>
      <w:tr w:rsidR="00F1480E" w:rsidRPr="00A55106" w14:paraId="10E17879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1BADA6" w14:textId="67E1FB49" w:rsidR="00F1480E" w:rsidRPr="00A55106" w:rsidRDefault="005F32A3" w:rsidP="00303604">
            <w:pPr>
              <w:pStyle w:val="SIHeading2"/>
            </w:pPr>
            <w:r w:rsidRPr="00A55106">
              <w:t>Performance evidence</w:t>
            </w:r>
          </w:p>
        </w:tc>
      </w:tr>
      <w:tr w:rsidR="00FF05B1" w:rsidRPr="00067E1C" w14:paraId="6CB0DBA4" w14:textId="77777777" w:rsidTr="00CA2922">
        <w:tc>
          <w:tcPr>
            <w:tcW w:w="5000" w:type="pct"/>
            <w:gridSpan w:val="2"/>
            <w:shd w:val="clear" w:color="auto" w:fill="auto"/>
          </w:tcPr>
          <w:p w14:paraId="34D77227" w14:textId="2A6FE62D" w:rsidR="00FF05B1" w:rsidRPr="00E54805" w:rsidRDefault="00404F33" w:rsidP="00FF05B1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52E97B23" w14:textId="2A889D57" w:rsidR="00FF05B1" w:rsidRPr="00E54805" w:rsidRDefault="00A217AC" w:rsidP="00FF05B1">
            <w:pPr>
              <w:pStyle w:val="SIText"/>
            </w:pPr>
            <w:r>
              <w:t xml:space="preserve">There must be evidence that on at least one occasion the individual has demonstrated </w:t>
            </w:r>
            <w:r w:rsidR="00FD4EB2">
              <w:t xml:space="preserve">the ability to apply quality assurance procedures </w:t>
            </w:r>
            <w:r>
              <w:t>including:</w:t>
            </w:r>
          </w:p>
          <w:p w14:paraId="6225D38A" w14:textId="051B378B" w:rsidR="00FF05B1" w:rsidRPr="00E54805" w:rsidRDefault="00FD4EB2" w:rsidP="00303604">
            <w:pPr>
              <w:pStyle w:val="SIBulletList1"/>
            </w:pPr>
            <w:r w:rsidRPr="00E54805">
              <w:t>identif</w:t>
            </w:r>
            <w:r>
              <w:t>ied</w:t>
            </w:r>
            <w:r w:rsidR="00FF05B1" w:rsidRPr="00E54805">
              <w:t xml:space="preserve"> and </w:t>
            </w:r>
            <w:r w:rsidRPr="00E54805">
              <w:t>repor</w:t>
            </w:r>
            <w:r>
              <w:t>ted</w:t>
            </w:r>
            <w:r w:rsidR="00FF05B1" w:rsidRPr="00E54805">
              <w:t xml:space="preserve"> issues that impact on product quality</w:t>
            </w:r>
          </w:p>
          <w:p w14:paraId="60314F90" w14:textId="1A71182C" w:rsidR="00FF05B1" w:rsidRPr="00E54805" w:rsidRDefault="00FF05B1" w:rsidP="00303604">
            <w:pPr>
              <w:pStyle w:val="SIBulletList1"/>
            </w:pPr>
            <w:r w:rsidRPr="00E54805">
              <w:t>follow</w:t>
            </w:r>
            <w:r w:rsidR="00FD4EB2">
              <w:t>ed</w:t>
            </w:r>
            <w:r w:rsidRPr="00E54805">
              <w:t xml:space="preserve"> quality assurance practices</w:t>
            </w:r>
          </w:p>
          <w:p w14:paraId="5EC63FDF" w14:textId="7FB909FA" w:rsidR="00FF05B1" w:rsidRPr="00E54805" w:rsidRDefault="00FF05B1" w:rsidP="00303604">
            <w:pPr>
              <w:pStyle w:val="SIBulletList1"/>
            </w:pPr>
            <w:r w:rsidRPr="00E54805">
              <w:t>implement</w:t>
            </w:r>
            <w:r w:rsidR="00FD4EB2">
              <w:t>ed</w:t>
            </w:r>
            <w:r w:rsidRPr="00E54805">
              <w:t xml:space="preserve"> standard operating procedures</w:t>
            </w:r>
          </w:p>
          <w:p w14:paraId="768D31D0" w14:textId="15ADC1C0" w:rsidR="00FF05B1" w:rsidRPr="00E54805" w:rsidRDefault="00FD4EB2" w:rsidP="00303604">
            <w:pPr>
              <w:pStyle w:val="SIBulletList1"/>
            </w:pPr>
            <w:r>
              <w:t xml:space="preserve">recognised, responded and reported non-conformances and variations of product </w:t>
            </w:r>
            <w:r w:rsidR="00FF05B1" w:rsidRPr="00E54805">
              <w:t>against quality standards</w:t>
            </w:r>
          </w:p>
          <w:p w14:paraId="21BCF6AB" w14:textId="773C54CC" w:rsidR="00FF05B1" w:rsidRPr="00E54805" w:rsidRDefault="00FF05B1" w:rsidP="00303604">
            <w:pPr>
              <w:pStyle w:val="SIBulletList1"/>
            </w:pPr>
            <w:r w:rsidRPr="00E54805">
              <w:t>complete</w:t>
            </w:r>
            <w:r w:rsidR="00FD4EB2">
              <w:t>d</w:t>
            </w:r>
            <w:r w:rsidRPr="00E54805">
              <w:t xml:space="preserve"> records</w:t>
            </w:r>
            <w:r w:rsidR="00FD4EB2">
              <w:t xml:space="preserve"> according to procedures</w:t>
            </w:r>
          </w:p>
          <w:p w14:paraId="3567DDB3" w14:textId="6D734A31" w:rsidR="00FF05B1" w:rsidRPr="00B37F59" w:rsidRDefault="00FF05B1" w:rsidP="006C337C">
            <w:pPr>
              <w:pStyle w:val="SIBulletList1"/>
            </w:pPr>
            <w:proofErr w:type="gramStart"/>
            <w:r w:rsidRPr="00E54805">
              <w:t>determine</w:t>
            </w:r>
            <w:r w:rsidR="00FD4EB2">
              <w:t>d</w:t>
            </w:r>
            <w:proofErr w:type="gramEnd"/>
            <w:r w:rsidRPr="00E54805">
              <w:t xml:space="preserve"> critical control points for work area</w:t>
            </w:r>
            <w:r w:rsidR="00FD4EB2">
              <w:t>.</w:t>
            </w:r>
          </w:p>
        </w:tc>
      </w:tr>
    </w:tbl>
    <w:p w14:paraId="57E70495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5BD1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A7B872" w14:textId="3E11751D" w:rsidR="00F1480E" w:rsidRPr="00A55106" w:rsidRDefault="005F32A3" w:rsidP="00303604">
            <w:pPr>
              <w:pStyle w:val="SIHeading2"/>
            </w:pPr>
            <w:r w:rsidRPr="00A55106">
              <w:t>Knowledge evidence</w:t>
            </w:r>
          </w:p>
        </w:tc>
      </w:tr>
      <w:tr w:rsidR="007F06B7" w:rsidRPr="00067E1C" w14:paraId="1F53ED72" w14:textId="77777777" w:rsidTr="00CA2922">
        <w:tc>
          <w:tcPr>
            <w:tcW w:w="5000" w:type="pct"/>
            <w:shd w:val="clear" w:color="auto" w:fill="auto"/>
          </w:tcPr>
          <w:p w14:paraId="7A92E7CA" w14:textId="0C4BB67F" w:rsidR="00FF05B1" w:rsidRPr="00E54805" w:rsidRDefault="007E1E9A" w:rsidP="00FF05B1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0D32245" w14:textId="7AF2397A" w:rsidR="00FF05B1" w:rsidRPr="00E54805" w:rsidRDefault="00FF05B1" w:rsidP="00303604">
            <w:pPr>
              <w:pStyle w:val="SIBulletList1"/>
            </w:pPr>
            <w:r w:rsidRPr="00E54805">
              <w:t>industry quality assurance requirements</w:t>
            </w:r>
            <w:r w:rsidR="00822DE3">
              <w:t xml:space="preserve"> for a specified sector of industry</w:t>
            </w:r>
          </w:p>
          <w:p w14:paraId="6ED6B4DD" w14:textId="77777777" w:rsidR="00FF05B1" w:rsidRPr="00E54805" w:rsidRDefault="00FF05B1" w:rsidP="00303604">
            <w:pPr>
              <w:pStyle w:val="SIBulletList1"/>
            </w:pPr>
            <w:r w:rsidRPr="00E54805">
              <w:t>work processes in own field of work</w:t>
            </w:r>
          </w:p>
          <w:p w14:paraId="3DE56F9B" w14:textId="77777777" w:rsidR="00FF05B1" w:rsidRPr="00E54805" w:rsidRDefault="00FF05B1" w:rsidP="00303604">
            <w:pPr>
              <w:pStyle w:val="SIBulletList1"/>
            </w:pPr>
            <w:r w:rsidRPr="00E54805">
              <w:t>Hazard Analysis and Critical Control Point (HACCP) approach to quality assurance</w:t>
            </w:r>
          </w:p>
          <w:p w14:paraId="5699A8A4" w14:textId="3993EAF1" w:rsidR="00FD4EB2" w:rsidRDefault="00FF05B1" w:rsidP="00303604">
            <w:pPr>
              <w:pStyle w:val="SIBulletList1"/>
            </w:pPr>
            <w:r w:rsidRPr="00E54805">
              <w:t>procedures, policies, guidelines and standard operating procedures for own area of work</w:t>
            </w:r>
          </w:p>
          <w:p w14:paraId="25F767C0" w14:textId="3738BD1D" w:rsidR="007F06B7" w:rsidRPr="006646F7" w:rsidRDefault="00FD4EB2" w:rsidP="00822DE3">
            <w:pPr>
              <w:pStyle w:val="SIBulletList1"/>
            </w:pPr>
            <w:proofErr w:type="gramStart"/>
            <w:r>
              <w:t>reporting</w:t>
            </w:r>
            <w:proofErr w:type="gramEnd"/>
            <w:r>
              <w:t xml:space="preserve"> and record keeping requirements for quality assurance</w:t>
            </w:r>
            <w:r w:rsidR="00FF05B1" w:rsidRPr="00E54805">
              <w:t>.</w:t>
            </w:r>
          </w:p>
        </w:tc>
      </w:tr>
    </w:tbl>
    <w:p w14:paraId="71C8E6D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689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4C70F7" w14:textId="6121C257" w:rsidR="00F1480E" w:rsidRPr="00A55106" w:rsidRDefault="005F32A3" w:rsidP="00303604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1C2EFC32" w14:textId="77777777" w:rsidTr="00CA2922">
        <w:tc>
          <w:tcPr>
            <w:tcW w:w="5000" w:type="pct"/>
            <w:shd w:val="clear" w:color="auto" w:fill="auto"/>
          </w:tcPr>
          <w:p w14:paraId="11436B4A" w14:textId="03FD78C5" w:rsidR="003112F1" w:rsidRDefault="003112F1" w:rsidP="003112F1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277A7DC" w14:textId="7AA8EF7F" w:rsidR="003112F1" w:rsidRDefault="003112F1" w:rsidP="003112F1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236F82AF" w14:textId="48689F87" w:rsidR="003112F1" w:rsidRDefault="003112F1" w:rsidP="003112F1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must be demonstrated in a workplace setting or an environment that accurately represents workplace conditions</w:t>
            </w:r>
          </w:p>
          <w:p w14:paraId="07F52C4C" w14:textId="77777777" w:rsidR="003112F1" w:rsidRDefault="003112F1" w:rsidP="003112F1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370E150C" w14:textId="2179DA93" w:rsidR="003112F1" w:rsidRDefault="00822DE3" w:rsidP="003112F1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products or services relevant to the specific sector</w:t>
            </w:r>
          </w:p>
          <w:p w14:paraId="324A4F24" w14:textId="77777777" w:rsidR="003112F1" w:rsidRDefault="003112F1" w:rsidP="003112F1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67CAF37D" w14:textId="05C9659A" w:rsidR="003112F1" w:rsidRDefault="00822DE3" w:rsidP="003112F1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and </w:t>
            </w:r>
            <w:r w:rsidR="003112F1">
              <w:rPr>
                <w:rFonts w:eastAsia="Calibri"/>
              </w:rPr>
              <w:t>use of specific workplace documents such as policies, procedures, processes, forms</w:t>
            </w:r>
          </w:p>
          <w:p w14:paraId="7743ED8F" w14:textId="0C28A038" w:rsidR="00822DE3" w:rsidRDefault="003112F1" w:rsidP="003112F1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use of workplace </w:t>
            </w:r>
            <w:r w:rsidR="00822DE3">
              <w:rPr>
                <w:rFonts w:eastAsia="Calibri"/>
              </w:rPr>
              <w:t>procedures, specifications and/or quality standards relevant to the industry sector</w:t>
            </w:r>
          </w:p>
          <w:p w14:paraId="4A70C70B" w14:textId="7DC956EA" w:rsidR="003112F1" w:rsidRPr="00822DE3" w:rsidRDefault="003112F1" w:rsidP="00822DE3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822DE3">
              <w:rPr>
                <w:rFonts w:eastAsia="Calibri"/>
              </w:rPr>
              <w:t xml:space="preserve">access to </w:t>
            </w:r>
            <w:r w:rsidRPr="006C337C">
              <w:rPr>
                <w:rFonts w:eastAsia="Calibri"/>
              </w:rPr>
              <w:t>legislation/codes of practice</w:t>
            </w:r>
            <w:r w:rsidR="00822DE3">
              <w:rPr>
                <w:rFonts w:eastAsia="Calibri"/>
              </w:rPr>
              <w:t xml:space="preserve"> relevant to quality </w:t>
            </w:r>
          </w:p>
          <w:p w14:paraId="6390D061" w14:textId="580C8C6D" w:rsidR="003112F1" w:rsidRDefault="00AC3379" w:rsidP="003112F1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r</w:t>
            </w:r>
            <w:r w:rsidR="003112F1">
              <w:t>elationships</w:t>
            </w:r>
            <w:r>
              <w:t>:</w:t>
            </w:r>
            <w:r w:rsidR="003112F1">
              <w:t xml:space="preserve"> </w:t>
            </w:r>
          </w:p>
          <w:p w14:paraId="12954574" w14:textId="77777777" w:rsidR="00EE7E97" w:rsidRDefault="003112F1" w:rsidP="003112F1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</w:pPr>
            <w:r>
              <w:t>team member(s)</w:t>
            </w:r>
          </w:p>
          <w:p w14:paraId="4C4868CE" w14:textId="6953AD0A" w:rsidR="003112F1" w:rsidRDefault="003112F1" w:rsidP="003112F1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</w:pPr>
            <w:bookmarkStart w:id="0" w:name="_GoBack"/>
            <w:bookmarkEnd w:id="0"/>
            <w:r>
              <w:t xml:space="preserve">supervisors </w:t>
            </w:r>
          </w:p>
          <w:p w14:paraId="1019875D" w14:textId="77777777" w:rsidR="003112F1" w:rsidRDefault="003112F1" w:rsidP="00923DA2">
            <w:pPr>
              <w:pStyle w:val="SIText"/>
            </w:pPr>
          </w:p>
          <w:p w14:paraId="382C7270" w14:textId="28439556" w:rsidR="00F1480E" w:rsidRPr="001D37DE" w:rsidRDefault="002478C6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18DC4E8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68307378" w14:textId="77777777" w:rsidTr="00B36A25">
        <w:tc>
          <w:tcPr>
            <w:tcW w:w="1323" w:type="pct"/>
            <w:shd w:val="clear" w:color="auto" w:fill="auto"/>
          </w:tcPr>
          <w:p w14:paraId="46C7E1B5" w14:textId="29789A72" w:rsidR="00B36A25" w:rsidRPr="00A55106" w:rsidRDefault="005F32A3" w:rsidP="00303604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7D2AA608" w14:textId="77777777" w:rsidR="00B36A25" w:rsidRPr="00303604" w:rsidRDefault="005A6E41" w:rsidP="00303604">
            <w:pPr>
              <w:pStyle w:val="SIText"/>
            </w:pPr>
            <w:r w:rsidRPr="00303604">
              <w:t xml:space="preserve">Companion Volumes, including Implementation Guides, are available at </w:t>
            </w:r>
            <w:proofErr w:type="spellStart"/>
            <w:r w:rsidRPr="00303604">
              <w:t>VETNet</w:t>
            </w:r>
            <w:proofErr w:type="spellEnd"/>
            <w:r w:rsidRPr="00303604">
              <w:t xml:space="preserve">: </w:t>
            </w:r>
            <w:r w:rsidR="00B36A25" w:rsidRPr="00303604">
              <w:t>https://vetnet.education.gov.au/Pages/TrainingDocs.aspx?q=c6399549-9c62-4a5e-bf1a-524b2322cf72</w:t>
            </w:r>
          </w:p>
        </w:tc>
      </w:tr>
    </w:tbl>
    <w:p w14:paraId="25CAB875" w14:textId="77777777" w:rsidR="00F1480E" w:rsidRPr="00EA0938" w:rsidRDefault="00F1480E" w:rsidP="00F1480E">
      <w:pPr>
        <w:pStyle w:val="SIText"/>
        <w:rPr>
          <w:sz w:val="2"/>
          <w:szCs w:val="2"/>
        </w:rPr>
      </w:pPr>
    </w:p>
    <w:sectPr w:rsidR="00F1480E" w:rsidRPr="00EA0938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5E126" w14:textId="77777777" w:rsidR="00332A3B" w:rsidRDefault="00332A3B" w:rsidP="00BF3F0A">
      <w:r>
        <w:separator/>
      </w:r>
    </w:p>
    <w:p w14:paraId="6D0B3C47" w14:textId="77777777" w:rsidR="00332A3B" w:rsidRDefault="00332A3B"/>
  </w:endnote>
  <w:endnote w:type="continuationSeparator" w:id="0">
    <w:p w14:paraId="210B278B" w14:textId="77777777" w:rsidR="00332A3B" w:rsidRDefault="00332A3B" w:rsidP="00BF3F0A">
      <w:r>
        <w:continuationSeparator/>
      </w:r>
    </w:p>
    <w:p w14:paraId="43F8BD3D" w14:textId="77777777" w:rsidR="00332A3B" w:rsidRDefault="00332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B09266" w14:textId="2E893AAF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4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ED2E3E" w14:textId="77777777" w:rsidR="00D73592" w:rsidRDefault="00D735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B047E" w14:textId="77777777" w:rsidR="00332A3B" w:rsidRDefault="00332A3B" w:rsidP="00BF3F0A">
      <w:r>
        <w:separator/>
      </w:r>
    </w:p>
    <w:p w14:paraId="32A81EE8" w14:textId="77777777" w:rsidR="00332A3B" w:rsidRDefault="00332A3B"/>
  </w:footnote>
  <w:footnote w:type="continuationSeparator" w:id="0">
    <w:p w14:paraId="4ED59A86" w14:textId="77777777" w:rsidR="00332A3B" w:rsidRDefault="00332A3B" w:rsidP="00BF3F0A">
      <w:r>
        <w:continuationSeparator/>
      </w:r>
    </w:p>
    <w:p w14:paraId="7395F499" w14:textId="77777777" w:rsidR="00332A3B" w:rsidRDefault="00332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4F422" w14:textId="17C9AFB8" w:rsidR="00602322" w:rsidRDefault="00602322" w:rsidP="00602322">
    <w:pPr>
      <w:pStyle w:val="SIText"/>
    </w:pPr>
    <w:r w:rsidRPr="00602322">
      <w:t>AHCWRK306</w:t>
    </w:r>
    <w:r>
      <w:t xml:space="preserve"> </w:t>
    </w:r>
    <w:r w:rsidRPr="00602322">
      <w:t>Comply with industry quality assurance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01649A"/>
    <w:multiLevelType w:val="hybridMultilevel"/>
    <w:tmpl w:val="46E63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20768"/>
    <w:multiLevelType w:val="hybridMultilevel"/>
    <w:tmpl w:val="AE9C18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16"/>
  </w:num>
  <w:num w:numId="6">
    <w:abstractNumId w:val="13"/>
  </w:num>
  <w:num w:numId="7">
    <w:abstractNumId w:val="12"/>
  </w:num>
  <w:num w:numId="8">
    <w:abstractNumId w:val="9"/>
  </w:num>
  <w:num w:numId="9">
    <w:abstractNumId w:val="6"/>
  </w:num>
  <w:num w:numId="10">
    <w:abstractNumId w:val="3"/>
  </w:num>
  <w:num w:numId="11">
    <w:abstractNumId w:val="15"/>
  </w:num>
  <w:num w:numId="12">
    <w:abstractNumId w:val="1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  <w:num w:numId="17">
    <w:abstractNumId w:val="10"/>
  </w:num>
  <w:num w:numId="18">
    <w:abstractNumId w:val="17"/>
  </w:num>
  <w:num w:numId="19">
    <w:abstractNumId w:val="4"/>
  </w:num>
  <w:num w:numId="20">
    <w:abstractNumId w:val="5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10"/>
    <w:rsid w:val="000014B9"/>
    <w:rsid w:val="0001108F"/>
    <w:rsid w:val="000115E2"/>
    <w:rsid w:val="0001296A"/>
    <w:rsid w:val="00016803"/>
    <w:rsid w:val="00023992"/>
    <w:rsid w:val="00054AC8"/>
    <w:rsid w:val="000570D5"/>
    <w:rsid w:val="00070B3E"/>
    <w:rsid w:val="00071F95"/>
    <w:rsid w:val="000737BB"/>
    <w:rsid w:val="00074E47"/>
    <w:rsid w:val="0009243F"/>
    <w:rsid w:val="000A5441"/>
    <w:rsid w:val="000E2216"/>
    <w:rsid w:val="000E2C86"/>
    <w:rsid w:val="000F29F2"/>
    <w:rsid w:val="00101659"/>
    <w:rsid w:val="001078BF"/>
    <w:rsid w:val="00133957"/>
    <w:rsid w:val="001372F6"/>
    <w:rsid w:val="001436A3"/>
    <w:rsid w:val="00144385"/>
    <w:rsid w:val="00151D93"/>
    <w:rsid w:val="00156EF3"/>
    <w:rsid w:val="00162287"/>
    <w:rsid w:val="00176355"/>
    <w:rsid w:val="00176E4F"/>
    <w:rsid w:val="0018546B"/>
    <w:rsid w:val="001A6A3E"/>
    <w:rsid w:val="001A7B6D"/>
    <w:rsid w:val="001B34D5"/>
    <w:rsid w:val="001B513A"/>
    <w:rsid w:val="001C0A75"/>
    <w:rsid w:val="001D37DE"/>
    <w:rsid w:val="001E16BC"/>
    <w:rsid w:val="001F2BA5"/>
    <w:rsid w:val="001F308D"/>
    <w:rsid w:val="00201A7C"/>
    <w:rsid w:val="0021414D"/>
    <w:rsid w:val="00223124"/>
    <w:rsid w:val="00234444"/>
    <w:rsid w:val="002347D1"/>
    <w:rsid w:val="00242293"/>
    <w:rsid w:val="00244EA7"/>
    <w:rsid w:val="002478C6"/>
    <w:rsid w:val="00262FC3"/>
    <w:rsid w:val="00276DB8"/>
    <w:rsid w:val="00282664"/>
    <w:rsid w:val="00285FB8"/>
    <w:rsid w:val="002A4CD3"/>
    <w:rsid w:val="002D0C8B"/>
    <w:rsid w:val="002E193E"/>
    <w:rsid w:val="002F7A1E"/>
    <w:rsid w:val="00303604"/>
    <w:rsid w:val="003112F1"/>
    <w:rsid w:val="003301A5"/>
    <w:rsid w:val="00332A3B"/>
    <w:rsid w:val="00345637"/>
    <w:rsid w:val="00350BB1"/>
    <w:rsid w:val="0037067D"/>
    <w:rsid w:val="0038735B"/>
    <w:rsid w:val="003916D1"/>
    <w:rsid w:val="003937D2"/>
    <w:rsid w:val="003A21F0"/>
    <w:rsid w:val="003A58BA"/>
    <w:rsid w:val="003A5AE7"/>
    <w:rsid w:val="003A7221"/>
    <w:rsid w:val="003C13AE"/>
    <w:rsid w:val="003D2E73"/>
    <w:rsid w:val="003E7BBE"/>
    <w:rsid w:val="00404F33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6EFA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BAF"/>
    <w:rsid w:val="004E5FAE"/>
    <w:rsid w:val="004E7094"/>
    <w:rsid w:val="004F5DC7"/>
    <w:rsid w:val="004F78DA"/>
    <w:rsid w:val="00503703"/>
    <w:rsid w:val="0050436F"/>
    <w:rsid w:val="00504780"/>
    <w:rsid w:val="00506AF3"/>
    <w:rsid w:val="00515FEB"/>
    <w:rsid w:val="005248C1"/>
    <w:rsid w:val="00526134"/>
    <w:rsid w:val="00534B8E"/>
    <w:rsid w:val="005427C8"/>
    <w:rsid w:val="005446D1"/>
    <w:rsid w:val="00545110"/>
    <w:rsid w:val="00557369"/>
    <w:rsid w:val="005708EB"/>
    <w:rsid w:val="0057125E"/>
    <w:rsid w:val="00582164"/>
    <w:rsid w:val="00583902"/>
    <w:rsid w:val="005979BC"/>
    <w:rsid w:val="005A3AA5"/>
    <w:rsid w:val="005A6C9C"/>
    <w:rsid w:val="005A6E41"/>
    <w:rsid w:val="005A74DC"/>
    <w:rsid w:val="005B5146"/>
    <w:rsid w:val="005C657A"/>
    <w:rsid w:val="005E3FEF"/>
    <w:rsid w:val="005F32A3"/>
    <w:rsid w:val="005F33CC"/>
    <w:rsid w:val="00602322"/>
    <w:rsid w:val="0061152D"/>
    <w:rsid w:val="006121D4"/>
    <w:rsid w:val="00613B49"/>
    <w:rsid w:val="00620E8E"/>
    <w:rsid w:val="00633CFE"/>
    <w:rsid w:val="006452B8"/>
    <w:rsid w:val="00652E62"/>
    <w:rsid w:val="00655E7F"/>
    <w:rsid w:val="00690C44"/>
    <w:rsid w:val="00692423"/>
    <w:rsid w:val="006969D9"/>
    <w:rsid w:val="006A2B68"/>
    <w:rsid w:val="006C2F32"/>
    <w:rsid w:val="006C337C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81D77"/>
    <w:rsid w:val="007860B7"/>
    <w:rsid w:val="00786DC8"/>
    <w:rsid w:val="007A0640"/>
    <w:rsid w:val="007A4A32"/>
    <w:rsid w:val="007B63CF"/>
    <w:rsid w:val="007C4B5C"/>
    <w:rsid w:val="007D5A78"/>
    <w:rsid w:val="007E1E9A"/>
    <w:rsid w:val="007F06B7"/>
    <w:rsid w:val="007F1563"/>
    <w:rsid w:val="007F44DB"/>
    <w:rsid w:val="007F5A8B"/>
    <w:rsid w:val="00817D51"/>
    <w:rsid w:val="00822DE3"/>
    <w:rsid w:val="00823530"/>
    <w:rsid w:val="00823FF4"/>
    <w:rsid w:val="008306E7"/>
    <w:rsid w:val="00834BC8"/>
    <w:rsid w:val="00837FD6"/>
    <w:rsid w:val="008406B2"/>
    <w:rsid w:val="00847B60"/>
    <w:rsid w:val="00850243"/>
    <w:rsid w:val="008545EB"/>
    <w:rsid w:val="00854A18"/>
    <w:rsid w:val="0086226A"/>
    <w:rsid w:val="00865011"/>
    <w:rsid w:val="00886790"/>
    <w:rsid w:val="008A12ED"/>
    <w:rsid w:val="008A22B3"/>
    <w:rsid w:val="008B3EDA"/>
    <w:rsid w:val="008B4AD2"/>
    <w:rsid w:val="008C6B64"/>
    <w:rsid w:val="008F32F6"/>
    <w:rsid w:val="00920927"/>
    <w:rsid w:val="00921B38"/>
    <w:rsid w:val="00923DA2"/>
    <w:rsid w:val="009278C9"/>
    <w:rsid w:val="009527CB"/>
    <w:rsid w:val="00953835"/>
    <w:rsid w:val="00960F6C"/>
    <w:rsid w:val="00970747"/>
    <w:rsid w:val="00984F30"/>
    <w:rsid w:val="0099618C"/>
    <w:rsid w:val="009A5900"/>
    <w:rsid w:val="009D15E2"/>
    <w:rsid w:val="009D15FE"/>
    <w:rsid w:val="009D5D2C"/>
    <w:rsid w:val="009E6016"/>
    <w:rsid w:val="009F0DCC"/>
    <w:rsid w:val="009F11CA"/>
    <w:rsid w:val="009F2073"/>
    <w:rsid w:val="00A05D92"/>
    <w:rsid w:val="00A0695B"/>
    <w:rsid w:val="00A13052"/>
    <w:rsid w:val="00A216A8"/>
    <w:rsid w:val="00A217AC"/>
    <w:rsid w:val="00A223A6"/>
    <w:rsid w:val="00A239B9"/>
    <w:rsid w:val="00A5092E"/>
    <w:rsid w:val="00A56E14"/>
    <w:rsid w:val="00A6476B"/>
    <w:rsid w:val="00A92DD1"/>
    <w:rsid w:val="00AA5338"/>
    <w:rsid w:val="00AB1B8E"/>
    <w:rsid w:val="00AB79AE"/>
    <w:rsid w:val="00AC0696"/>
    <w:rsid w:val="00AC3379"/>
    <w:rsid w:val="00AC4C98"/>
    <w:rsid w:val="00AC5F6B"/>
    <w:rsid w:val="00AD3896"/>
    <w:rsid w:val="00AD4461"/>
    <w:rsid w:val="00AD5B47"/>
    <w:rsid w:val="00AE1ED9"/>
    <w:rsid w:val="00AE32CB"/>
    <w:rsid w:val="00AF3957"/>
    <w:rsid w:val="00B12013"/>
    <w:rsid w:val="00B22C67"/>
    <w:rsid w:val="00B3508F"/>
    <w:rsid w:val="00B36A25"/>
    <w:rsid w:val="00B443EE"/>
    <w:rsid w:val="00B560C8"/>
    <w:rsid w:val="00B61150"/>
    <w:rsid w:val="00B65BC7"/>
    <w:rsid w:val="00B746B9"/>
    <w:rsid w:val="00B848D4"/>
    <w:rsid w:val="00B865B7"/>
    <w:rsid w:val="00B87FA2"/>
    <w:rsid w:val="00BA1CB1"/>
    <w:rsid w:val="00BA482D"/>
    <w:rsid w:val="00BB23F4"/>
    <w:rsid w:val="00BC5075"/>
    <w:rsid w:val="00BD3B0F"/>
    <w:rsid w:val="00BE3765"/>
    <w:rsid w:val="00BE7D91"/>
    <w:rsid w:val="00BF1D4C"/>
    <w:rsid w:val="00BF3F0A"/>
    <w:rsid w:val="00C143C3"/>
    <w:rsid w:val="00C1739B"/>
    <w:rsid w:val="00C2520F"/>
    <w:rsid w:val="00C30A29"/>
    <w:rsid w:val="00C317DC"/>
    <w:rsid w:val="00C578E9"/>
    <w:rsid w:val="00C60A77"/>
    <w:rsid w:val="00C70626"/>
    <w:rsid w:val="00C72543"/>
    <w:rsid w:val="00C72860"/>
    <w:rsid w:val="00C73B90"/>
    <w:rsid w:val="00C96AF3"/>
    <w:rsid w:val="00C96BD8"/>
    <w:rsid w:val="00C97CCC"/>
    <w:rsid w:val="00CA0274"/>
    <w:rsid w:val="00CB0D9B"/>
    <w:rsid w:val="00CB746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826"/>
    <w:rsid w:val="00D25D16"/>
    <w:rsid w:val="00D41334"/>
    <w:rsid w:val="00D44207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53B5"/>
    <w:rsid w:val="00DA7AE4"/>
    <w:rsid w:val="00DC1D69"/>
    <w:rsid w:val="00DC2142"/>
    <w:rsid w:val="00DC5A3A"/>
    <w:rsid w:val="00E14D29"/>
    <w:rsid w:val="00E238E6"/>
    <w:rsid w:val="00E35064"/>
    <w:rsid w:val="00E54E95"/>
    <w:rsid w:val="00E75C06"/>
    <w:rsid w:val="00E91BFF"/>
    <w:rsid w:val="00E92933"/>
    <w:rsid w:val="00EA0938"/>
    <w:rsid w:val="00EB0AA4"/>
    <w:rsid w:val="00EB5C88"/>
    <w:rsid w:val="00EC0469"/>
    <w:rsid w:val="00EE7E97"/>
    <w:rsid w:val="00EF40EF"/>
    <w:rsid w:val="00EF7E5A"/>
    <w:rsid w:val="00F1480E"/>
    <w:rsid w:val="00F1497D"/>
    <w:rsid w:val="00F16AAC"/>
    <w:rsid w:val="00F438FC"/>
    <w:rsid w:val="00F5616F"/>
    <w:rsid w:val="00F65EF0"/>
    <w:rsid w:val="00F71651"/>
    <w:rsid w:val="00F74685"/>
    <w:rsid w:val="00F76CC6"/>
    <w:rsid w:val="00FD4EB2"/>
    <w:rsid w:val="00FE0282"/>
    <w:rsid w:val="00FE124D"/>
    <w:rsid w:val="00FE792C"/>
    <w:rsid w:val="00FF05B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81D2B"/>
  <w15:docId w15:val="{2DBE21E2-7651-4DE8-91D6-D368939F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3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D413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3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3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D41334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D41334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D41334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D41334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4133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D413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1334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D413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334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D41334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334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334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413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33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33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13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133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33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D41334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3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D41334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D41334"/>
    <w:pPr>
      <w:numPr>
        <w:numId w:val="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D4133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133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1334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D41334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D41334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D41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EA0938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ITemporaryText">
    <w:name w:val="SI Temporary Text"/>
    <w:basedOn w:val="DefaultParagraphFont"/>
    <w:uiPriority w:val="1"/>
    <w:qFormat/>
    <w:rsid w:val="00D41334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D4133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D41334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D41334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D41334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D1C20A8FD04681A2169745BC4AA5" ma:contentTypeVersion="" ma:contentTypeDescription="Create a new document." ma:contentTypeScope="" ma:versionID="115ef952bfe99a3e902a4d9bdcbac7c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FF2AB-CC58-46F6-A825-C6D587EC6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EA238E4-60CE-4091-9CE7-F0EF229D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Tom Vassallo</cp:lastModifiedBy>
  <cp:revision>22</cp:revision>
  <cp:lastPrinted>2016-05-27T05:21:00Z</cp:lastPrinted>
  <dcterms:created xsi:type="dcterms:W3CDTF">2016-12-06T02:48:00Z</dcterms:created>
  <dcterms:modified xsi:type="dcterms:W3CDTF">2017-10-30T08:42:00Z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0x010100F9C9D1C20A8FD04681A2169745BC4AA5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