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336DA" w14:textId="77777777" w:rsidR="00F1480E" w:rsidRPr="0043315F" w:rsidRDefault="00F1480E" w:rsidP="00FD557D">
      <w:pPr>
        <w:pStyle w:val="SIHeading2"/>
      </w:pPr>
      <w:r w:rsidRPr="0043315F">
        <w:t>Modification history</w:t>
      </w:r>
    </w:p>
    <w:tbl>
      <w:tblPr>
        <w:tblStyle w:val="TableGrid"/>
        <w:tblW w:w="0" w:type="auto"/>
        <w:tblLook w:val="04A0" w:firstRow="1" w:lastRow="0" w:firstColumn="1" w:lastColumn="0" w:noHBand="0" w:noVBand="1"/>
      </w:tblPr>
      <w:tblGrid>
        <w:gridCol w:w="2689"/>
        <w:gridCol w:w="6939"/>
      </w:tblGrid>
      <w:tr w:rsidR="00F1480E" w:rsidRPr="0043315F" w14:paraId="695ADC81" w14:textId="77777777" w:rsidTr="00816721">
        <w:trPr>
          <w:tblHeader/>
        </w:trPr>
        <w:tc>
          <w:tcPr>
            <w:tcW w:w="2689" w:type="dxa"/>
          </w:tcPr>
          <w:p w14:paraId="449C0271" w14:textId="77777777" w:rsidR="00F1480E" w:rsidRPr="0043315F" w:rsidRDefault="00830267" w:rsidP="00816721">
            <w:pPr>
              <w:pStyle w:val="SIText-Bold"/>
            </w:pPr>
            <w:r w:rsidRPr="0043315F">
              <w:t>Release</w:t>
            </w:r>
          </w:p>
        </w:tc>
        <w:tc>
          <w:tcPr>
            <w:tcW w:w="6939" w:type="dxa"/>
          </w:tcPr>
          <w:p w14:paraId="30167A34" w14:textId="77777777" w:rsidR="00F1480E" w:rsidRPr="0043315F" w:rsidRDefault="00830267" w:rsidP="00816721">
            <w:pPr>
              <w:pStyle w:val="SIText-Bold"/>
            </w:pPr>
            <w:r w:rsidRPr="0043315F">
              <w:t>Comments</w:t>
            </w:r>
          </w:p>
        </w:tc>
      </w:tr>
      <w:tr w:rsidR="00F1480E" w:rsidRPr="0043315F" w14:paraId="13817E4A" w14:textId="77777777" w:rsidTr="00816721">
        <w:tc>
          <w:tcPr>
            <w:tcW w:w="2689" w:type="dxa"/>
          </w:tcPr>
          <w:p w14:paraId="5DCA22DE" w14:textId="77777777" w:rsidR="00F1480E" w:rsidRPr="0043315F" w:rsidRDefault="00F1480E" w:rsidP="00CC451E">
            <w:pPr>
              <w:pStyle w:val="SIText"/>
            </w:pPr>
            <w:r w:rsidRPr="0043315F">
              <w:t>Release</w:t>
            </w:r>
            <w:r w:rsidR="00FF2E60" w:rsidRPr="0043315F">
              <w:t xml:space="preserve"> 1</w:t>
            </w:r>
          </w:p>
        </w:tc>
        <w:tc>
          <w:tcPr>
            <w:tcW w:w="6939" w:type="dxa"/>
          </w:tcPr>
          <w:p w14:paraId="2EA88EF8" w14:textId="7E6CD201" w:rsidR="00F1480E" w:rsidRPr="0043315F" w:rsidRDefault="00F1480E" w:rsidP="00CC451E">
            <w:pPr>
              <w:pStyle w:val="SIText"/>
            </w:pPr>
            <w:r w:rsidRPr="0043315F">
              <w:t xml:space="preserve">This version released with </w:t>
            </w:r>
            <w:r w:rsidR="00490B62">
              <w:t xml:space="preserve">the </w:t>
            </w:r>
            <w:r w:rsidR="005D19A7" w:rsidRPr="005D19A7">
              <w:t>FBP Food, Beverage and Pharmaceuticals Training Package version 1.0</w:t>
            </w:r>
          </w:p>
        </w:tc>
      </w:tr>
    </w:tbl>
    <w:p w14:paraId="69D68737" w14:textId="77777777" w:rsidR="00F1480E" w:rsidRPr="0043315F"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43315F" w14:paraId="419BB4A9" w14:textId="77777777" w:rsidTr="00816721">
        <w:trPr>
          <w:tblHeader/>
        </w:trPr>
        <w:tc>
          <w:tcPr>
            <w:tcW w:w="1396" w:type="pct"/>
            <w:shd w:val="clear" w:color="auto" w:fill="auto"/>
          </w:tcPr>
          <w:p w14:paraId="660E3ADF" w14:textId="1E0F4324" w:rsidR="00F1480E" w:rsidRPr="0043315F" w:rsidRDefault="009B2DA7" w:rsidP="00923720">
            <w:pPr>
              <w:pStyle w:val="SIUNITCODE"/>
            </w:pPr>
            <w:r w:rsidRPr="009B2DA7">
              <w:t>FBPRBK4003</w:t>
            </w:r>
          </w:p>
        </w:tc>
        <w:tc>
          <w:tcPr>
            <w:tcW w:w="3604" w:type="pct"/>
            <w:shd w:val="clear" w:color="auto" w:fill="auto"/>
          </w:tcPr>
          <w:p w14:paraId="4AF55A72" w14:textId="77777777" w:rsidR="00F1480E" w:rsidRPr="0043315F" w:rsidRDefault="00EF48A8" w:rsidP="00923720">
            <w:pPr>
              <w:pStyle w:val="SIUnittitle"/>
            </w:pPr>
            <w:r w:rsidRPr="0043315F">
              <w:t>Produce</w:t>
            </w:r>
            <w:r w:rsidR="000551C8" w:rsidRPr="0043315F">
              <w:t xml:space="preserve"> </w:t>
            </w:r>
            <w:r w:rsidR="00365C2C" w:rsidRPr="0043315F">
              <w:t>gateau</w:t>
            </w:r>
            <w:r w:rsidR="006112B0">
              <w:t>x</w:t>
            </w:r>
            <w:r w:rsidR="00365C2C" w:rsidRPr="0043315F">
              <w:t>, torte</w:t>
            </w:r>
            <w:r w:rsidR="00E56A2B">
              <w:t>s</w:t>
            </w:r>
            <w:r w:rsidR="00365C2C" w:rsidRPr="0043315F">
              <w:t xml:space="preserve"> and entremets</w:t>
            </w:r>
          </w:p>
        </w:tc>
      </w:tr>
      <w:tr w:rsidR="00F1480E" w:rsidRPr="0043315F" w14:paraId="158F83F2" w14:textId="77777777" w:rsidTr="00816721">
        <w:tc>
          <w:tcPr>
            <w:tcW w:w="1396" w:type="pct"/>
            <w:shd w:val="clear" w:color="auto" w:fill="auto"/>
          </w:tcPr>
          <w:p w14:paraId="0D6E8ACB" w14:textId="77777777" w:rsidR="00F1480E" w:rsidRPr="0043315F" w:rsidRDefault="00FD557D" w:rsidP="00FD557D">
            <w:pPr>
              <w:pStyle w:val="SIHeading2"/>
            </w:pPr>
            <w:r w:rsidRPr="0043315F">
              <w:t>Application</w:t>
            </w:r>
          </w:p>
          <w:p w14:paraId="64CF4797" w14:textId="77777777" w:rsidR="00FD557D" w:rsidRPr="0043315F" w:rsidRDefault="00FD557D" w:rsidP="00FD557D">
            <w:pPr>
              <w:pStyle w:val="SIHeading2"/>
            </w:pPr>
          </w:p>
        </w:tc>
        <w:tc>
          <w:tcPr>
            <w:tcW w:w="3604" w:type="pct"/>
            <w:shd w:val="clear" w:color="auto" w:fill="auto"/>
          </w:tcPr>
          <w:p w14:paraId="7EFA4E62" w14:textId="77777777" w:rsidR="00F1480E" w:rsidRPr="0043315F" w:rsidRDefault="00F1480E" w:rsidP="00923720">
            <w:pPr>
              <w:pStyle w:val="SIText"/>
            </w:pPr>
            <w:r w:rsidRPr="0043315F">
              <w:t xml:space="preserve">This unit of competency describes the skills and knowledge required </w:t>
            </w:r>
            <w:r w:rsidR="006900D2" w:rsidRPr="0043315F">
              <w:t xml:space="preserve">to produce </w:t>
            </w:r>
            <w:r w:rsidR="003D149B" w:rsidRPr="0043315F">
              <w:t xml:space="preserve">and finish </w:t>
            </w:r>
            <w:r w:rsidR="00365C2C" w:rsidRPr="0043315F">
              <w:t>gateau</w:t>
            </w:r>
            <w:r w:rsidR="006112B0">
              <w:t>x</w:t>
            </w:r>
            <w:r w:rsidR="00365C2C" w:rsidRPr="0043315F">
              <w:t>, torte</w:t>
            </w:r>
            <w:r w:rsidR="00E56A2B">
              <w:t>s</w:t>
            </w:r>
            <w:r w:rsidR="00365C2C" w:rsidRPr="0043315F">
              <w:t xml:space="preserve"> and entremets</w:t>
            </w:r>
            <w:r w:rsidR="000551C8" w:rsidRPr="0043315F">
              <w:t xml:space="preserve"> in a </w:t>
            </w:r>
            <w:r w:rsidR="00FE390B" w:rsidRPr="0043315F">
              <w:t xml:space="preserve">commercial </w:t>
            </w:r>
            <w:r w:rsidR="000551C8" w:rsidRPr="0043315F">
              <w:t xml:space="preserve">baking </w:t>
            </w:r>
            <w:r w:rsidR="00036740">
              <w:t xml:space="preserve">or hospitality </w:t>
            </w:r>
            <w:r w:rsidR="000551C8" w:rsidRPr="0043315F">
              <w:t>environment</w:t>
            </w:r>
            <w:r w:rsidR="00D10A6A" w:rsidRPr="0043315F">
              <w:t>.</w:t>
            </w:r>
          </w:p>
          <w:p w14:paraId="639E0055" w14:textId="77777777" w:rsidR="006533D7" w:rsidRPr="0043315F" w:rsidRDefault="006533D7" w:rsidP="00923720">
            <w:pPr>
              <w:pStyle w:val="SIText"/>
            </w:pPr>
          </w:p>
          <w:p w14:paraId="3F7FAAF3" w14:textId="77777777" w:rsidR="000551C8" w:rsidRPr="0043315F" w:rsidRDefault="000551C8" w:rsidP="000551C8">
            <w:pPr>
              <w:pStyle w:val="SIText"/>
            </w:pPr>
            <w:r w:rsidRPr="0043315F">
              <w:t>This unit applies to individuals who apply a broad range of knowledge and skills with responsibility for their own work. This includes applying and communicating known solutions to predictable problems.</w:t>
            </w:r>
          </w:p>
          <w:p w14:paraId="1FCDFF9A" w14:textId="77777777" w:rsidR="00916CD7" w:rsidRPr="0043315F" w:rsidRDefault="00916CD7" w:rsidP="00923720">
            <w:pPr>
              <w:pStyle w:val="SIText"/>
            </w:pPr>
          </w:p>
          <w:p w14:paraId="3C27F5F0" w14:textId="77777777" w:rsidR="005C2BA2" w:rsidRPr="008B2FFE" w:rsidRDefault="005C2BA2" w:rsidP="005C2BA2">
            <w:pPr>
              <w:pStyle w:val="SIText"/>
            </w:pPr>
            <w:r w:rsidRPr="008B2FFE">
              <w:t>All work must be carried out to comply with workplace procedures, in accordance with State/Territory food safety, and work health and safety, regulations and legislation that apply to the workplace.</w:t>
            </w:r>
          </w:p>
          <w:p w14:paraId="6412C8BC" w14:textId="77777777" w:rsidR="005C2BA2" w:rsidRPr="008B2FFE" w:rsidRDefault="005C2BA2" w:rsidP="005C2BA2">
            <w:pPr>
              <w:pStyle w:val="SIText"/>
            </w:pPr>
          </w:p>
          <w:p w14:paraId="3CD369D2" w14:textId="4FC0D1AD" w:rsidR="00F1480E" w:rsidRPr="0043315F" w:rsidRDefault="005C2BA2" w:rsidP="005C2BA2">
            <w:pPr>
              <w:pStyle w:val="SIText"/>
            </w:pPr>
            <w:r w:rsidRPr="008B2FFE">
              <w:t>No occupational licensing, legislative or certification requirements apply to this unit at the time of publication.</w:t>
            </w:r>
          </w:p>
        </w:tc>
      </w:tr>
      <w:tr w:rsidR="00F1480E" w:rsidRPr="0043315F" w14:paraId="4738E9EB" w14:textId="77777777" w:rsidTr="00816721">
        <w:tc>
          <w:tcPr>
            <w:tcW w:w="1396" w:type="pct"/>
            <w:shd w:val="clear" w:color="auto" w:fill="auto"/>
          </w:tcPr>
          <w:p w14:paraId="3DC5888C" w14:textId="77777777" w:rsidR="00F1480E" w:rsidRPr="0043315F" w:rsidRDefault="00FD557D" w:rsidP="00FD557D">
            <w:pPr>
              <w:pStyle w:val="SIHeading2"/>
            </w:pPr>
            <w:r w:rsidRPr="0043315F">
              <w:t>Prerequisite Unit</w:t>
            </w:r>
          </w:p>
        </w:tc>
        <w:tc>
          <w:tcPr>
            <w:tcW w:w="3604" w:type="pct"/>
            <w:shd w:val="clear" w:color="auto" w:fill="auto"/>
          </w:tcPr>
          <w:p w14:paraId="07A7C599" w14:textId="77777777" w:rsidR="00490B62" w:rsidRDefault="00490B62" w:rsidP="00490B62">
            <w:pPr>
              <w:pStyle w:val="SIText"/>
            </w:pPr>
            <w:r>
              <w:t>The prerequisite unit</w:t>
            </w:r>
            <w:r w:rsidRPr="00121B51">
              <w:t xml:space="preserve"> of</w:t>
            </w:r>
            <w:r>
              <w:t xml:space="preserve"> competency for this unit is:</w:t>
            </w:r>
          </w:p>
          <w:p w14:paraId="5E142E16" w14:textId="1E1D1993" w:rsidR="000D2961" w:rsidRPr="0043315F" w:rsidRDefault="00490B62" w:rsidP="008908DE">
            <w:pPr>
              <w:pStyle w:val="SIBulletList1"/>
            </w:pPr>
            <w:r w:rsidRPr="00A97CEE">
              <w:t xml:space="preserve">FBPRBK3010 </w:t>
            </w:r>
            <w:r>
              <w:t>Produce cake and pudding products.</w:t>
            </w:r>
          </w:p>
        </w:tc>
      </w:tr>
      <w:tr w:rsidR="00F1480E" w:rsidRPr="0043315F" w14:paraId="3EA1D4F5" w14:textId="77777777" w:rsidTr="00816721">
        <w:tc>
          <w:tcPr>
            <w:tcW w:w="1396" w:type="pct"/>
            <w:shd w:val="clear" w:color="auto" w:fill="auto"/>
          </w:tcPr>
          <w:p w14:paraId="6D72B3BC" w14:textId="77777777" w:rsidR="00F1480E" w:rsidRPr="0043315F" w:rsidRDefault="00FD557D" w:rsidP="00FD557D">
            <w:pPr>
              <w:pStyle w:val="SIHeading2"/>
            </w:pPr>
            <w:r w:rsidRPr="0043315F">
              <w:t>Unit Sector</w:t>
            </w:r>
          </w:p>
        </w:tc>
        <w:tc>
          <w:tcPr>
            <w:tcW w:w="3604" w:type="pct"/>
            <w:shd w:val="clear" w:color="auto" w:fill="auto"/>
          </w:tcPr>
          <w:p w14:paraId="64662B8E" w14:textId="76D4B3BE" w:rsidR="00F1480E" w:rsidRPr="0043315F" w:rsidRDefault="00490551" w:rsidP="008908DE">
            <w:pPr>
              <w:pStyle w:val="SIText"/>
            </w:pPr>
            <w:r w:rsidRPr="0043315F">
              <w:t>Retail baking</w:t>
            </w:r>
            <w:r w:rsidR="00D944FB" w:rsidRPr="0043315F">
              <w:t xml:space="preserve"> (RB</w:t>
            </w:r>
            <w:r w:rsidR="00A97CEE">
              <w:t>K</w:t>
            </w:r>
            <w:r w:rsidR="00D944FB" w:rsidRPr="0043315F">
              <w:t>)</w:t>
            </w:r>
          </w:p>
        </w:tc>
      </w:tr>
    </w:tbl>
    <w:p w14:paraId="617383D5" w14:textId="77777777" w:rsidR="00F1480E" w:rsidRPr="0043315F"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43315F" w14:paraId="6B14C5CA" w14:textId="77777777" w:rsidTr="00816721">
        <w:trPr>
          <w:cantSplit/>
          <w:tblHeader/>
        </w:trPr>
        <w:tc>
          <w:tcPr>
            <w:tcW w:w="1396" w:type="pct"/>
            <w:tcBorders>
              <w:bottom w:val="single" w:sz="4" w:space="0" w:color="C0C0C0"/>
            </w:tcBorders>
            <w:shd w:val="clear" w:color="auto" w:fill="auto"/>
          </w:tcPr>
          <w:p w14:paraId="27957180" w14:textId="77777777" w:rsidR="00F1480E" w:rsidRPr="0043315F" w:rsidRDefault="00FD557D" w:rsidP="00FD557D">
            <w:pPr>
              <w:pStyle w:val="SIHeading2"/>
            </w:pPr>
            <w:r w:rsidRPr="0043315F">
              <w:t>Elements</w:t>
            </w:r>
          </w:p>
        </w:tc>
        <w:tc>
          <w:tcPr>
            <w:tcW w:w="3604" w:type="pct"/>
            <w:tcBorders>
              <w:bottom w:val="single" w:sz="4" w:space="0" w:color="C0C0C0"/>
            </w:tcBorders>
            <w:shd w:val="clear" w:color="auto" w:fill="auto"/>
          </w:tcPr>
          <w:p w14:paraId="2B2FFD4A" w14:textId="77777777" w:rsidR="00F1480E" w:rsidRPr="0043315F" w:rsidRDefault="00FD557D" w:rsidP="00FD557D">
            <w:pPr>
              <w:pStyle w:val="SIHeading2"/>
            </w:pPr>
            <w:r w:rsidRPr="0043315F">
              <w:t>Performance Criteria</w:t>
            </w:r>
          </w:p>
        </w:tc>
      </w:tr>
      <w:tr w:rsidR="00F1480E" w:rsidRPr="0043315F" w14:paraId="69DDAE46" w14:textId="77777777" w:rsidTr="00816721">
        <w:trPr>
          <w:cantSplit/>
          <w:tblHeader/>
        </w:trPr>
        <w:tc>
          <w:tcPr>
            <w:tcW w:w="1396" w:type="pct"/>
            <w:tcBorders>
              <w:top w:val="single" w:sz="4" w:space="0" w:color="C0C0C0"/>
            </w:tcBorders>
            <w:shd w:val="clear" w:color="auto" w:fill="auto"/>
          </w:tcPr>
          <w:p w14:paraId="16F4C248" w14:textId="77777777" w:rsidR="00F1480E" w:rsidRPr="0043315F" w:rsidRDefault="00F1480E" w:rsidP="00816721">
            <w:pPr>
              <w:pStyle w:val="SIText"/>
              <w:rPr>
                <w:rStyle w:val="SIText-Italic"/>
              </w:rPr>
            </w:pPr>
            <w:r w:rsidRPr="0043315F">
              <w:rPr>
                <w:rStyle w:val="SIText-Italic"/>
              </w:rPr>
              <w:t>Elements describe the essential outcomes.</w:t>
            </w:r>
          </w:p>
        </w:tc>
        <w:tc>
          <w:tcPr>
            <w:tcW w:w="3604" w:type="pct"/>
            <w:tcBorders>
              <w:top w:val="single" w:sz="4" w:space="0" w:color="C0C0C0"/>
            </w:tcBorders>
            <w:shd w:val="clear" w:color="auto" w:fill="auto"/>
          </w:tcPr>
          <w:p w14:paraId="46CE0D36" w14:textId="77777777" w:rsidR="00F1480E" w:rsidRPr="0043315F" w:rsidRDefault="00F1480E" w:rsidP="00816721">
            <w:pPr>
              <w:pStyle w:val="SIText"/>
              <w:rPr>
                <w:rStyle w:val="SIText-Italic"/>
              </w:rPr>
            </w:pPr>
            <w:r w:rsidRPr="0043315F">
              <w:rPr>
                <w:rStyle w:val="SIText-Italic"/>
              </w:rPr>
              <w:t>Performance criteria describe the performance needed to demonstrate achievement of the element.</w:t>
            </w:r>
          </w:p>
        </w:tc>
      </w:tr>
      <w:tr w:rsidR="00F1480E" w:rsidRPr="0043315F" w14:paraId="5923A3EC" w14:textId="77777777" w:rsidTr="00816721">
        <w:trPr>
          <w:cantSplit/>
        </w:trPr>
        <w:tc>
          <w:tcPr>
            <w:tcW w:w="1396" w:type="pct"/>
            <w:shd w:val="clear" w:color="auto" w:fill="auto"/>
          </w:tcPr>
          <w:p w14:paraId="7873B594" w14:textId="77777777" w:rsidR="00F1480E" w:rsidRPr="0043315F" w:rsidRDefault="00F1480E" w:rsidP="008908DE">
            <w:pPr>
              <w:pStyle w:val="SIText"/>
            </w:pPr>
            <w:r w:rsidRPr="0043315F">
              <w:t>1</w:t>
            </w:r>
            <w:r w:rsidR="008908DE" w:rsidRPr="0043315F">
              <w:t>.</w:t>
            </w:r>
            <w:r w:rsidRPr="0043315F">
              <w:t xml:space="preserve"> </w:t>
            </w:r>
            <w:r w:rsidR="00490551" w:rsidRPr="0043315F">
              <w:t>Prepare for work</w:t>
            </w:r>
          </w:p>
        </w:tc>
        <w:tc>
          <w:tcPr>
            <w:tcW w:w="3604" w:type="pct"/>
            <w:shd w:val="clear" w:color="auto" w:fill="auto"/>
          </w:tcPr>
          <w:p w14:paraId="0A09DC2A" w14:textId="77777777" w:rsidR="00490551" w:rsidRPr="0043315F" w:rsidRDefault="00490551" w:rsidP="00490551">
            <w:pPr>
              <w:pStyle w:val="SIText"/>
            </w:pPr>
            <w:r w:rsidRPr="0043315F">
              <w:t xml:space="preserve">1.1 </w:t>
            </w:r>
            <w:r w:rsidR="00E6215D" w:rsidRPr="0043315F">
              <w:t>C</w:t>
            </w:r>
            <w:r w:rsidR="00D50D7C" w:rsidRPr="0043315F">
              <w:t xml:space="preserve">onfirm </w:t>
            </w:r>
            <w:r w:rsidR="00557D0F">
              <w:t>product types and volumes to</w:t>
            </w:r>
            <w:r w:rsidR="00E6215D" w:rsidRPr="0043315F">
              <w:t xml:space="preserve"> schedule production</w:t>
            </w:r>
          </w:p>
          <w:p w14:paraId="374FF23A" w14:textId="77777777" w:rsidR="00E937A7" w:rsidRPr="0043315F" w:rsidRDefault="006A25DD" w:rsidP="00490551">
            <w:pPr>
              <w:pStyle w:val="SIText"/>
            </w:pPr>
            <w:r w:rsidRPr="0043315F">
              <w:t>1.</w:t>
            </w:r>
            <w:r w:rsidR="00544089" w:rsidRPr="0043315F">
              <w:t>2</w:t>
            </w:r>
            <w:r w:rsidR="00E937A7" w:rsidRPr="0043315F">
              <w:t xml:space="preserve"> </w:t>
            </w:r>
            <w:r w:rsidR="00684765" w:rsidRPr="0043315F">
              <w:t xml:space="preserve">Calculate yield and </w:t>
            </w:r>
            <w:r w:rsidR="00E937A7" w:rsidRPr="0043315F">
              <w:t xml:space="preserve">adjust recipe to meet </w:t>
            </w:r>
            <w:r w:rsidR="00482115">
              <w:t>production volumes</w:t>
            </w:r>
          </w:p>
          <w:p w14:paraId="110C730A" w14:textId="77777777" w:rsidR="00D50D7C" w:rsidRPr="0043315F" w:rsidRDefault="006A25DD" w:rsidP="00D50D7C">
            <w:pPr>
              <w:pStyle w:val="SIText"/>
            </w:pPr>
            <w:r w:rsidRPr="0043315F">
              <w:t>1.</w:t>
            </w:r>
            <w:r w:rsidR="00544089" w:rsidRPr="0043315F">
              <w:t>3</w:t>
            </w:r>
            <w:r w:rsidR="00D50D7C" w:rsidRPr="0043315F">
              <w:t xml:space="preserve"> </w:t>
            </w:r>
            <w:r w:rsidR="007B0BEF">
              <w:t>Confirm work area and work practices meet food safety and workplace health and safety requirements</w:t>
            </w:r>
          </w:p>
          <w:p w14:paraId="25A6038D" w14:textId="765F3AE5" w:rsidR="00BA78A5" w:rsidRPr="0043315F" w:rsidRDefault="006A25DD" w:rsidP="00490551">
            <w:pPr>
              <w:pStyle w:val="SIText"/>
            </w:pPr>
            <w:r w:rsidRPr="0043315F">
              <w:t>1.</w:t>
            </w:r>
            <w:r w:rsidR="00544089" w:rsidRPr="0043315F">
              <w:t>4</w:t>
            </w:r>
            <w:r w:rsidR="000C1F18">
              <w:t xml:space="preserve"> Select and wear</w:t>
            </w:r>
            <w:r w:rsidR="00BA78A5" w:rsidRPr="0043315F">
              <w:t xml:space="preserve"> personal protective equipment</w:t>
            </w:r>
            <w:r w:rsidR="000C1F18">
              <w:t xml:space="preserve"> according to safety requirements</w:t>
            </w:r>
            <w:r w:rsidR="00BA78A5" w:rsidRPr="0043315F">
              <w:t xml:space="preserve"> </w:t>
            </w:r>
          </w:p>
          <w:p w14:paraId="6CE3058C" w14:textId="77777777" w:rsidR="00544089" w:rsidRPr="0043315F" w:rsidRDefault="006A25DD" w:rsidP="00490551">
            <w:pPr>
              <w:pStyle w:val="SIText"/>
            </w:pPr>
            <w:r w:rsidRPr="0043315F">
              <w:t>1.</w:t>
            </w:r>
            <w:r w:rsidR="007B0BEF">
              <w:t>5</w:t>
            </w:r>
            <w:r w:rsidR="00AD5B5D" w:rsidRPr="0043315F">
              <w:t xml:space="preserve"> S</w:t>
            </w:r>
            <w:r w:rsidR="00490551" w:rsidRPr="0043315F">
              <w:t xml:space="preserve">elect </w:t>
            </w:r>
            <w:r w:rsidR="00DC34DE" w:rsidRPr="00490B62">
              <w:t xml:space="preserve">baking </w:t>
            </w:r>
            <w:r w:rsidR="00E6215D" w:rsidRPr="00490B62">
              <w:t xml:space="preserve">equipment </w:t>
            </w:r>
            <w:r w:rsidR="00E56A2B" w:rsidRPr="00490B62">
              <w:t>for gateaux, tortes and entremets</w:t>
            </w:r>
            <w:r w:rsidR="00E56A2B" w:rsidRPr="0043315F">
              <w:rPr>
                <w:b/>
                <w:i/>
              </w:rPr>
              <w:t xml:space="preserve"> </w:t>
            </w:r>
            <w:r w:rsidR="00E6215D" w:rsidRPr="0043315F">
              <w:t xml:space="preserve">and </w:t>
            </w:r>
            <w:r w:rsidR="00B35A74" w:rsidRPr="00B35A74">
              <w:t xml:space="preserve">check to </w:t>
            </w:r>
            <w:r w:rsidR="00544089" w:rsidRPr="0043315F">
              <w:t>confirm</w:t>
            </w:r>
            <w:r w:rsidR="00E6215D" w:rsidRPr="0043315F">
              <w:t xml:space="preserve"> readiness for use</w:t>
            </w:r>
            <w:r w:rsidR="00E6215D" w:rsidRPr="0043315F" w:rsidDel="00E6215D">
              <w:t xml:space="preserve"> </w:t>
            </w:r>
          </w:p>
          <w:p w14:paraId="5C58B715" w14:textId="77777777" w:rsidR="00490551" w:rsidRPr="0043315F" w:rsidRDefault="006A25DD" w:rsidP="00490551">
            <w:pPr>
              <w:pStyle w:val="SIText"/>
            </w:pPr>
            <w:r w:rsidRPr="0043315F">
              <w:t>1.</w:t>
            </w:r>
            <w:r w:rsidR="007B0BEF">
              <w:t>6</w:t>
            </w:r>
            <w:r w:rsidR="00490551" w:rsidRPr="0043315F">
              <w:t xml:space="preserve"> </w:t>
            </w:r>
            <w:r w:rsidR="00AD5B5D" w:rsidRPr="0043315F">
              <w:t>S</w:t>
            </w:r>
            <w:r w:rsidR="00490551" w:rsidRPr="0043315F">
              <w:t xml:space="preserve">elect </w:t>
            </w:r>
            <w:r w:rsidR="00E6215D" w:rsidRPr="0043315F">
              <w:t xml:space="preserve">ingredients and </w:t>
            </w:r>
            <w:r w:rsidR="00B35A74" w:rsidRPr="00B35A74">
              <w:t xml:space="preserve">check to </w:t>
            </w:r>
            <w:r w:rsidR="00544089" w:rsidRPr="0043315F">
              <w:t>confirm</w:t>
            </w:r>
            <w:r w:rsidR="00E6215D" w:rsidRPr="0043315F">
              <w:t xml:space="preserve"> quality and quantity</w:t>
            </w:r>
          </w:p>
          <w:p w14:paraId="527477C5" w14:textId="77777777" w:rsidR="00C43A2B" w:rsidRPr="0043315F" w:rsidRDefault="000D2961" w:rsidP="0084751F">
            <w:pPr>
              <w:pStyle w:val="SIText"/>
            </w:pPr>
            <w:r w:rsidRPr="0043315F">
              <w:t>1</w:t>
            </w:r>
            <w:r w:rsidR="007B0BEF">
              <w:t>.7</w:t>
            </w:r>
            <w:r w:rsidR="007C4CE7" w:rsidRPr="0043315F">
              <w:t xml:space="preserve"> Prepare tins</w:t>
            </w:r>
            <w:r w:rsidR="003D149B" w:rsidRPr="0043315F">
              <w:t>, trays</w:t>
            </w:r>
            <w:r w:rsidR="007C4CE7" w:rsidRPr="0043315F">
              <w:t xml:space="preserve"> and pans to match </w:t>
            </w:r>
            <w:r w:rsidR="00210665">
              <w:t xml:space="preserve">type of </w:t>
            </w:r>
            <w:r w:rsidR="0084751F">
              <w:t>gateaux, tort</w:t>
            </w:r>
            <w:r w:rsidR="00215491">
              <w:t>es</w:t>
            </w:r>
            <w:r w:rsidR="0084751F">
              <w:t xml:space="preserve"> or entremet</w:t>
            </w:r>
            <w:r w:rsidR="00215491">
              <w:t>s</w:t>
            </w:r>
            <w:r w:rsidR="0084751F" w:rsidRPr="0043315F">
              <w:t xml:space="preserve"> </w:t>
            </w:r>
          </w:p>
        </w:tc>
      </w:tr>
      <w:tr w:rsidR="00967CD3" w:rsidRPr="0043315F" w14:paraId="3F48B92C" w14:textId="77777777" w:rsidTr="00816721">
        <w:trPr>
          <w:cantSplit/>
        </w:trPr>
        <w:tc>
          <w:tcPr>
            <w:tcW w:w="1396" w:type="pct"/>
            <w:shd w:val="clear" w:color="auto" w:fill="auto"/>
          </w:tcPr>
          <w:p w14:paraId="47546907" w14:textId="77777777" w:rsidR="00967CD3" w:rsidRPr="0043315F" w:rsidRDefault="00967CD3" w:rsidP="008908DE">
            <w:pPr>
              <w:pStyle w:val="SIText"/>
            </w:pPr>
            <w:r w:rsidRPr="0043315F">
              <w:t xml:space="preserve">2. Prepare </w:t>
            </w:r>
            <w:r w:rsidR="00E56A2B">
              <w:t xml:space="preserve">bases for </w:t>
            </w:r>
            <w:r w:rsidR="00CF68AE" w:rsidRPr="0043315F">
              <w:t>gateau</w:t>
            </w:r>
            <w:r w:rsidR="006112B0">
              <w:t>x</w:t>
            </w:r>
            <w:r w:rsidR="00CF68AE" w:rsidRPr="0043315F">
              <w:t>, torte</w:t>
            </w:r>
            <w:r w:rsidR="00E56A2B">
              <w:t>s</w:t>
            </w:r>
            <w:r w:rsidR="00CF68AE" w:rsidRPr="0043315F">
              <w:t xml:space="preserve"> and entremets</w:t>
            </w:r>
            <w:r w:rsidR="00CF68AE">
              <w:t xml:space="preserve"> </w:t>
            </w:r>
          </w:p>
        </w:tc>
        <w:tc>
          <w:tcPr>
            <w:tcW w:w="3604" w:type="pct"/>
            <w:shd w:val="clear" w:color="auto" w:fill="auto"/>
          </w:tcPr>
          <w:p w14:paraId="0C4E18A6" w14:textId="6F60C9AF" w:rsidR="00967CD3" w:rsidRPr="0043315F" w:rsidRDefault="00967CD3" w:rsidP="00490551">
            <w:pPr>
              <w:pStyle w:val="SIText"/>
            </w:pPr>
            <w:r w:rsidRPr="0043315F">
              <w:t xml:space="preserve">2.1 </w:t>
            </w:r>
            <w:r w:rsidR="00F637FE">
              <w:t>Measure ingredient quantities</w:t>
            </w:r>
            <w:r w:rsidRPr="0043315F">
              <w:t xml:space="preserve"> to meet recipe specification</w:t>
            </w:r>
            <w:r w:rsidR="00E974E9">
              <w:t>s</w:t>
            </w:r>
          </w:p>
          <w:p w14:paraId="2B144962" w14:textId="77777777" w:rsidR="00967CD3" w:rsidRDefault="00967CD3" w:rsidP="00490551">
            <w:pPr>
              <w:pStyle w:val="SIText"/>
              <w:rPr>
                <w:b/>
                <w:i/>
              </w:rPr>
            </w:pPr>
            <w:r w:rsidRPr="0043315F">
              <w:t xml:space="preserve">2.2 Process ingredients to </w:t>
            </w:r>
            <w:r w:rsidR="000345E8">
              <w:t>mix</w:t>
            </w:r>
            <w:r w:rsidRPr="0043315F">
              <w:t xml:space="preserve"> </w:t>
            </w:r>
            <w:r w:rsidRPr="00490B62">
              <w:t>bases</w:t>
            </w:r>
            <w:r w:rsidR="0038188C">
              <w:rPr>
                <w:b/>
                <w:i/>
              </w:rPr>
              <w:t xml:space="preserve"> </w:t>
            </w:r>
            <w:r w:rsidR="0038188C" w:rsidRPr="0038188C">
              <w:t>for g</w:t>
            </w:r>
            <w:r w:rsidR="0038188C">
              <w:t>ateaux, tortes and entremets</w:t>
            </w:r>
          </w:p>
          <w:p w14:paraId="44500D77" w14:textId="77777777" w:rsidR="000345E8" w:rsidRPr="0043315F" w:rsidRDefault="000345E8" w:rsidP="00490551">
            <w:pPr>
              <w:pStyle w:val="SIText"/>
            </w:pPr>
            <w:r w:rsidRPr="000345E8">
              <w:t xml:space="preserve">2.3 </w:t>
            </w:r>
            <w:r>
              <w:t>Set and load oven and monitor baking</w:t>
            </w:r>
            <w:r w:rsidRPr="000345E8">
              <w:t xml:space="preserve"> to </w:t>
            </w:r>
            <w:r>
              <w:t xml:space="preserve">bake </w:t>
            </w:r>
            <w:r w:rsidRPr="000345E8">
              <w:t>bases</w:t>
            </w:r>
          </w:p>
          <w:p w14:paraId="4E217867" w14:textId="77777777" w:rsidR="00967CD3" w:rsidRDefault="00967CD3" w:rsidP="00E23E5D">
            <w:pPr>
              <w:pStyle w:val="SIText"/>
            </w:pPr>
            <w:r w:rsidRPr="0043315F">
              <w:t>2.</w:t>
            </w:r>
            <w:r w:rsidR="000345E8">
              <w:t>4</w:t>
            </w:r>
            <w:r w:rsidRPr="0043315F">
              <w:t xml:space="preserve"> </w:t>
            </w:r>
            <w:r w:rsidR="00482115">
              <w:t>Check base</w:t>
            </w:r>
            <w:r w:rsidR="000345E8">
              <w:t xml:space="preserve"> bake</w:t>
            </w:r>
            <w:r w:rsidR="00482115">
              <w:t xml:space="preserve"> to </w:t>
            </w:r>
            <w:r w:rsidR="00E23E5D" w:rsidRPr="00E23E5D">
              <w:t>identify faults and rectify</w:t>
            </w:r>
          </w:p>
          <w:p w14:paraId="7514F004" w14:textId="77777777" w:rsidR="00E56A2B" w:rsidRPr="0043315F" w:rsidRDefault="00E56A2B" w:rsidP="00E23E5D">
            <w:pPr>
              <w:pStyle w:val="SIText"/>
            </w:pPr>
            <w:r>
              <w:t>2.5 Prepare and transfer bases</w:t>
            </w:r>
            <w:r w:rsidRPr="0043315F">
              <w:t xml:space="preserve"> </w:t>
            </w:r>
            <w:r>
              <w:t>for storage in accordance with food safety requirements</w:t>
            </w:r>
          </w:p>
        </w:tc>
      </w:tr>
      <w:tr w:rsidR="00F1480E" w:rsidRPr="0043315F" w14:paraId="24A05A94" w14:textId="77777777" w:rsidTr="00816721">
        <w:trPr>
          <w:cantSplit/>
        </w:trPr>
        <w:tc>
          <w:tcPr>
            <w:tcW w:w="1396" w:type="pct"/>
            <w:shd w:val="clear" w:color="auto" w:fill="auto"/>
          </w:tcPr>
          <w:p w14:paraId="63F4A03A" w14:textId="77777777" w:rsidR="00F1480E" w:rsidRPr="0043315F" w:rsidRDefault="00967CD3" w:rsidP="00916CD7">
            <w:pPr>
              <w:pStyle w:val="SIText"/>
            </w:pPr>
            <w:r w:rsidRPr="004505AC">
              <w:lastRenderedPageBreak/>
              <w:t>3</w:t>
            </w:r>
            <w:r w:rsidR="008908DE" w:rsidRPr="004505AC">
              <w:t>.</w:t>
            </w:r>
            <w:r w:rsidR="00F1480E" w:rsidRPr="004505AC">
              <w:t xml:space="preserve"> </w:t>
            </w:r>
            <w:r w:rsidR="000D2961" w:rsidRPr="004505AC">
              <w:t xml:space="preserve">Prepare </w:t>
            </w:r>
            <w:r w:rsidR="00E56A2B" w:rsidRPr="004505AC">
              <w:t xml:space="preserve">fillings and finishes for </w:t>
            </w:r>
            <w:r w:rsidR="00CF68AE" w:rsidRPr="004505AC">
              <w:t>gateau</w:t>
            </w:r>
            <w:r w:rsidR="006112B0" w:rsidRPr="004505AC">
              <w:t>x</w:t>
            </w:r>
            <w:r w:rsidR="00CF68AE" w:rsidRPr="004505AC">
              <w:t>, torte</w:t>
            </w:r>
            <w:r w:rsidR="00E56A2B" w:rsidRPr="004505AC">
              <w:t>s</w:t>
            </w:r>
            <w:r w:rsidR="00CF68AE" w:rsidRPr="004505AC">
              <w:t xml:space="preserve"> and entremets</w:t>
            </w:r>
            <w:r w:rsidR="00CF68AE" w:rsidRPr="0043315F">
              <w:t xml:space="preserve"> </w:t>
            </w:r>
          </w:p>
        </w:tc>
        <w:tc>
          <w:tcPr>
            <w:tcW w:w="3604" w:type="pct"/>
            <w:shd w:val="clear" w:color="auto" w:fill="auto"/>
          </w:tcPr>
          <w:p w14:paraId="3AB3C9B5" w14:textId="277CFE7A" w:rsidR="00490551" w:rsidRPr="0043315F" w:rsidRDefault="007E03C2" w:rsidP="00490551">
            <w:pPr>
              <w:pStyle w:val="SIText"/>
            </w:pPr>
            <w:r w:rsidRPr="0043315F">
              <w:t>3</w:t>
            </w:r>
            <w:r w:rsidR="00D50D7C" w:rsidRPr="0043315F">
              <w:t>.</w:t>
            </w:r>
            <w:r w:rsidR="00860CEF" w:rsidRPr="0043315F">
              <w:t>1</w:t>
            </w:r>
            <w:r w:rsidR="00D50D7C" w:rsidRPr="0043315F">
              <w:t xml:space="preserve"> </w:t>
            </w:r>
            <w:r w:rsidR="00482115">
              <w:t xml:space="preserve">Measure </w:t>
            </w:r>
            <w:r w:rsidR="00482115" w:rsidRPr="0043315F">
              <w:t xml:space="preserve">filling and </w:t>
            </w:r>
            <w:r w:rsidR="00CF68AE">
              <w:t xml:space="preserve">finishing </w:t>
            </w:r>
            <w:r w:rsidR="00482115">
              <w:t>ingredient quantities</w:t>
            </w:r>
            <w:r w:rsidR="00E974E9">
              <w:t xml:space="preserve"> to meet recipe specifications</w:t>
            </w:r>
          </w:p>
          <w:p w14:paraId="1E4DE92A" w14:textId="77777777" w:rsidR="00F605FF" w:rsidRPr="00490B62" w:rsidRDefault="007E03C2" w:rsidP="00490551">
            <w:pPr>
              <w:pStyle w:val="SIText"/>
            </w:pPr>
            <w:r w:rsidRPr="0043315F">
              <w:t>3</w:t>
            </w:r>
            <w:r w:rsidR="00490551" w:rsidRPr="0043315F">
              <w:t>.</w:t>
            </w:r>
            <w:r w:rsidR="00860CEF" w:rsidRPr="0043315F">
              <w:t>2</w:t>
            </w:r>
            <w:r w:rsidR="00490551" w:rsidRPr="0043315F">
              <w:t xml:space="preserve"> </w:t>
            </w:r>
            <w:r w:rsidR="000D2961" w:rsidRPr="0043315F">
              <w:t xml:space="preserve">Process ingredients to </w:t>
            </w:r>
            <w:r w:rsidR="00876B44" w:rsidRPr="0043315F">
              <w:t xml:space="preserve">make </w:t>
            </w:r>
            <w:r w:rsidR="00876B44" w:rsidRPr="00490B62">
              <w:t>fillings and</w:t>
            </w:r>
            <w:r w:rsidR="00CF68AE" w:rsidRPr="00490B62">
              <w:t xml:space="preserve"> finishes</w:t>
            </w:r>
            <w:r w:rsidR="00E56A2B" w:rsidRPr="00490B62">
              <w:t xml:space="preserve"> for gateaux, tortes and entremets</w:t>
            </w:r>
          </w:p>
          <w:p w14:paraId="2DF6C3E1" w14:textId="77777777" w:rsidR="00F1480E" w:rsidRDefault="006112B0" w:rsidP="00E23E5D">
            <w:pPr>
              <w:pStyle w:val="SIText"/>
            </w:pPr>
            <w:r w:rsidRPr="0038188C">
              <w:t>3</w:t>
            </w:r>
            <w:r w:rsidR="00F605FF" w:rsidRPr="0043315F">
              <w:t>.</w:t>
            </w:r>
            <w:r w:rsidR="009202BB">
              <w:t>3</w:t>
            </w:r>
            <w:r w:rsidR="00FB2A3A" w:rsidRPr="0043315F">
              <w:t xml:space="preserve"> </w:t>
            </w:r>
            <w:r w:rsidR="00E23E5D">
              <w:t>Check</w:t>
            </w:r>
            <w:r>
              <w:t xml:space="preserve"> </w:t>
            </w:r>
            <w:r w:rsidR="00482115" w:rsidRPr="0043315F">
              <w:t>filling</w:t>
            </w:r>
            <w:r w:rsidR="00482115">
              <w:t>s</w:t>
            </w:r>
            <w:r w:rsidR="00482115" w:rsidRPr="0043315F">
              <w:t xml:space="preserve"> and </w:t>
            </w:r>
            <w:r w:rsidR="00CF68AE">
              <w:t xml:space="preserve">finishes </w:t>
            </w:r>
            <w:r w:rsidR="00E56A2B">
              <w:t>for gateaux, tortes and entremets</w:t>
            </w:r>
            <w:r w:rsidR="00E56A2B" w:rsidRPr="0043315F">
              <w:t xml:space="preserve"> </w:t>
            </w:r>
            <w:r w:rsidR="00E23E5D">
              <w:t xml:space="preserve">to </w:t>
            </w:r>
            <w:r w:rsidR="00E23E5D" w:rsidRPr="00E23E5D">
              <w:t>identify faults and rectify</w:t>
            </w:r>
            <w:r w:rsidR="003D149B" w:rsidRPr="0043315F">
              <w:t xml:space="preserve"> </w:t>
            </w:r>
          </w:p>
          <w:p w14:paraId="6EC55D7C" w14:textId="50861879" w:rsidR="00E56A2B" w:rsidRPr="0043315F" w:rsidRDefault="009202BB" w:rsidP="005C1214">
            <w:pPr>
              <w:pStyle w:val="SIText"/>
            </w:pPr>
            <w:r>
              <w:t>3.4</w:t>
            </w:r>
            <w:r w:rsidR="00E56A2B">
              <w:t xml:space="preserve"> Prepare and transfer fillings and finishes</w:t>
            </w:r>
            <w:r w:rsidR="00E56A2B" w:rsidRPr="0043315F">
              <w:t xml:space="preserve"> </w:t>
            </w:r>
            <w:r w:rsidR="00E56A2B">
              <w:t xml:space="preserve">for storage </w:t>
            </w:r>
            <w:r w:rsidR="005C1214">
              <w:t xml:space="preserve">according to </w:t>
            </w:r>
            <w:r w:rsidR="00E56A2B">
              <w:t>food safety requirements</w:t>
            </w:r>
          </w:p>
        </w:tc>
      </w:tr>
      <w:tr w:rsidR="00394D72" w:rsidRPr="0043315F" w14:paraId="7EFA47B5" w14:textId="77777777" w:rsidTr="00816721">
        <w:trPr>
          <w:cantSplit/>
        </w:trPr>
        <w:tc>
          <w:tcPr>
            <w:tcW w:w="1396" w:type="pct"/>
            <w:shd w:val="clear" w:color="auto" w:fill="auto"/>
          </w:tcPr>
          <w:p w14:paraId="36BFB542" w14:textId="77777777" w:rsidR="00394D72" w:rsidRPr="0043315F" w:rsidRDefault="00967CD3" w:rsidP="008E260C">
            <w:pPr>
              <w:pStyle w:val="SIText"/>
            </w:pPr>
            <w:r w:rsidRPr="0043315F">
              <w:t>4</w:t>
            </w:r>
            <w:r w:rsidR="00394D72" w:rsidRPr="0043315F">
              <w:t xml:space="preserve">. </w:t>
            </w:r>
            <w:r w:rsidR="00876B44" w:rsidRPr="0043315F">
              <w:t>Assemble gateau</w:t>
            </w:r>
            <w:r w:rsidR="006112B0">
              <w:t>x</w:t>
            </w:r>
            <w:r w:rsidR="00876B44" w:rsidRPr="0043315F">
              <w:t>, torte</w:t>
            </w:r>
            <w:r w:rsidR="00E56A2B">
              <w:t>s</w:t>
            </w:r>
            <w:r w:rsidR="00876B44" w:rsidRPr="0043315F">
              <w:t xml:space="preserve"> and entremets</w:t>
            </w:r>
            <w:r w:rsidR="00482115">
              <w:t xml:space="preserve"> </w:t>
            </w:r>
          </w:p>
        </w:tc>
        <w:tc>
          <w:tcPr>
            <w:tcW w:w="3604" w:type="pct"/>
            <w:shd w:val="clear" w:color="auto" w:fill="auto"/>
          </w:tcPr>
          <w:p w14:paraId="7399887A" w14:textId="77777777" w:rsidR="00876B44" w:rsidRPr="0043315F" w:rsidRDefault="007E03C2" w:rsidP="00876B44">
            <w:pPr>
              <w:pStyle w:val="SIText"/>
            </w:pPr>
            <w:r w:rsidRPr="0043315F">
              <w:t>4</w:t>
            </w:r>
            <w:r w:rsidR="00696ACB" w:rsidRPr="0043315F">
              <w:t>.1</w:t>
            </w:r>
            <w:r w:rsidR="00394D72" w:rsidRPr="0043315F">
              <w:t xml:space="preserve"> </w:t>
            </w:r>
            <w:r w:rsidR="00876B44" w:rsidRPr="0043315F">
              <w:t>Prepare bases</w:t>
            </w:r>
            <w:r w:rsidR="00A4397F" w:rsidRPr="0043315F">
              <w:t xml:space="preserve"> </w:t>
            </w:r>
            <w:r w:rsidR="00482115">
              <w:t>for</w:t>
            </w:r>
            <w:r w:rsidR="00A4397F" w:rsidRPr="0043315F">
              <w:t xml:space="preserve"> assembly</w:t>
            </w:r>
            <w:r w:rsidR="00482115">
              <w:t xml:space="preserve"> to meet product type</w:t>
            </w:r>
          </w:p>
          <w:p w14:paraId="6415B8EA" w14:textId="77777777" w:rsidR="00876B44" w:rsidRPr="0043315F" w:rsidRDefault="007E03C2" w:rsidP="007E03C2">
            <w:pPr>
              <w:pStyle w:val="SIText"/>
            </w:pPr>
            <w:r w:rsidRPr="0043315F">
              <w:t xml:space="preserve">4.2 </w:t>
            </w:r>
            <w:r w:rsidR="00482115">
              <w:t xml:space="preserve">Combine fillings and bases </w:t>
            </w:r>
            <w:r w:rsidR="00C53678" w:rsidRPr="0043315F">
              <w:t>to assemble</w:t>
            </w:r>
            <w:r w:rsidRPr="0043315F">
              <w:t xml:space="preserve"> </w:t>
            </w:r>
            <w:r w:rsidR="00482115" w:rsidRPr="0043315F">
              <w:t>gateau</w:t>
            </w:r>
            <w:r w:rsidR="006112B0">
              <w:t>x</w:t>
            </w:r>
            <w:r w:rsidR="00482115" w:rsidRPr="0043315F">
              <w:t>, torte</w:t>
            </w:r>
            <w:r w:rsidR="00E56A2B">
              <w:t>s</w:t>
            </w:r>
            <w:r w:rsidR="00482115" w:rsidRPr="0043315F">
              <w:t xml:space="preserve"> and entremets</w:t>
            </w:r>
            <w:r w:rsidR="00482115">
              <w:t xml:space="preserve"> as required for product type</w:t>
            </w:r>
          </w:p>
          <w:p w14:paraId="3063C7F1" w14:textId="77777777" w:rsidR="00394D72" w:rsidRPr="0043315F" w:rsidRDefault="007E03C2" w:rsidP="00E23E5D">
            <w:pPr>
              <w:pStyle w:val="SIText"/>
            </w:pPr>
            <w:r w:rsidRPr="0043315F">
              <w:t>4</w:t>
            </w:r>
            <w:r w:rsidR="00876B44" w:rsidRPr="0043315F">
              <w:t>.</w:t>
            </w:r>
            <w:r w:rsidR="00482115">
              <w:t>3</w:t>
            </w:r>
            <w:r w:rsidR="00876B44" w:rsidRPr="0043315F">
              <w:t xml:space="preserve"> </w:t>
            </w:r>
            <w:r w:rsidR="00E23E5D">
              <w:t>Check</w:t>
            </w:r>
            <w:r w:rsidR="00876B44" w:rsidRPr="0043315F">
              <w:t xml:space="preserve"> </w:t>
            </w:r>
            <w:r w:rsidR="00E56A2B">
              <w:t xml:space="preserve">assembly for </w:t>
            </w:r>
            <w:r w:rsidR="00482115" w:rsidRPr="0043315F">
              <w:t>gateau</w:t>
            </w:r>
            <w:r w:rsidR="006112B0">
              <w:t>x</w:t>
            </w:r>
            <w:r w:rsidR="00482115" w:rsidRPr="0043315F">
              <w:t>, torte</w:t>
            </w:r>
            <w:r w:rsidR="00E56A2B">
              <w:t>s</w:t>
            </w:r>
            <w:r w:rsidR="00482115" w:rsidRPr="0043315F">
              <w:t xml:space="preserve"> and entremets</w:t>
            </w:r>
            <w:r w:rsidR="00482115">
              <w:t xml:space="preserve"> </w:t>
            </w:r>
            <w:r w:rsidR="00E23E5D">
              <w:t xml:space="preserve">to </w:t>
            </w:r>
            <w:r w:rsidR="00E23E5D" w:rsidRPr="00E23E5D">
              <w:t>identify faults and rectify</w:t>
            </w:r>
          </w:p>
        </w:tc>
      </w:tr>
      <w:tr w:rsidR="003D149B" w:rsidRPr="0043315F" w14:paraId="3F8AE659" w14:textId="77777777" w:rsidTr="00816721">
        <w:trPr>
          <w:cantSplit/>
        </w:trPr>
        <w:tc>
          <w:tcPr>
            <w:tcW w:w="1396" w:type="pct"/>
            <w:shd w:val="clear" w:color="auto" w:fill="auto"/>
          </w:tcPr>
          <w:p w14:paraId="629DDED1" w14:textId="77777777" w:rsidR="003D149B" w:rsidRPr="0043315F" w:rsidRDefault="00967CD3" w:rsidP="008E260C">
            <w:pPr>
              <w:pStyle w:val="SIText"/>
            </w:pPr>
            <w:r w:rsidRPr="0043315F">
              <w:t>5</w:t>
            </w:r>
            <w:r w:rsidR="00B95655" w:rsidRPr="0043315F">
              <w:t xml:space="preserve">. </w:t>
            </w:r>
            <w:r w:rsidR="00876B44" w:rsidRPr="0043315F">
              <w:t>Finish gateau</w:t>
            </w:r>
            <w:r w:rsidR="006112B0">
              <w:t>x</w:t>
            </w:r>
            <w:r w:rsidR="00876B44" w:rsidRPr="0043315F">
              <w:t>, torte</w:t>
            </w:r>
            <w:r w:rsidR="00E56A2B">
              <w:t>s</w:t>
            </w:r>
            <w:r w:rsidR="00876B44" w:rsidRPr="0043315F">
              <w:t xml:space="preserve"> and entremets</w:t>
            </w:r>
          </w:p>
        </w:tc>
        <w:tc>
          <w:tcPr>
            <w:tcW w:w="3604" w:type="pct"/>
            <w:shd w:val="clear" w:color="auto" w:fill="auto"/>
          </w:tcPr>
          <w:p w14:paraId="5D79DFB3" w14:textId="77777777" w:rsidR="00876B44" w:rsidRPr="0043315F" w:rsidRDefault="007E03C2" w:rsidP="00876B44">
            <w:pPr>
              <w:pStyle w:val="SIText"/>
            </w:pPr>
            <w:r w:rsidRPr="0043315F">
              <w:t>5</w:t>
            </w:r>
            <w:r w:rsidR="00876B44" w:rsidRPr="0043315F">
              <w:t>.</w:t>
            </w:r>
            <w:r w:rsidR="00A4397F" w:rsidRPr="0043315F">
              <w:t>1</w:t>
            </w:r>
            <w:r w:rsidR="00876B44" w:rsidRPr="0043315F">
              <w:t xml:space="preserve"> </w:t>
            </w:r>
            <w:r w:rsidR="00A4397F" w:rsidRPr="0043315F">
              <w:t>Apply</w:t>
            </w:r>
            <w:r w:rsidR="00876B44" w:rsidRPr="0043315F">
              <w:t xml:space="preserve"> finishes to </w:t>
            </w:r>
            <w:r w:rsidR="00482115" w:rsidRPr="0043315F">
              <w:t>gateau</w:t>
            </w:r>
            <w:r w:rsidR="006112B0">
              <w:t>x</w:t>
            </w:r>
            <w:r w:rsidR="00482115" w:rsidRPr="0043315F">
              <w:t>, torte</w:t>
            </w:r>
            <w:r w:rsidR="00E56A2B">
              <w:t>s</w:t>
            </w:r>
            <w:r w:rsidR="00482115" w:rsidRPr="0043315F">
              <w:t xml:space="preserve"> and entremets</w:t>
            </w:r>
            <w:r w:rsidR="00482115">
              <w:t xml:space="preserve"> as required for product type</w:t>
            </w:r>
          </w:p>
          <w:p w14:paraId="2787C5D2" w14:textId="77777777" w:rsidR="00A4397F" w:rsidRPr="0043315F" w:rsidRDefault="007E03C2" w:rsidP="00876B44">
            <w:pPr>
              <w:pStyle w:val="SIText"/>
            </w:pPr>
            <w:r w:rsidRPr="0043315F">
              <w:t>5</w:t>
            </w:r>
            <w:r w:rsidR="00A4397F" w:rsidRPr="0043315F">
              <w:t xml:space="preserve">.2 Apply garnishes to finish </w:t>
            </w:r>
            <w:r w:rsidR="00482115" w:rsidRPr="0043315F">
              <w:t>gateau</w:t>
            </w:r>
            <w:r w:rsidR="006112B0">
              <w:t>x</w:t>
            </w:r>
            <w:r w:rsidR="00482115" w:rsidRPr="0043315F">
              <w:t>, torte</w:t>
            </w:r>
            <w:r w:rsidR="00E56A2B">
              <w:t>s</w:t>
            </w:r>
            <w:r w:rsidR="00482115" w:rsidRPr="0043315F">
              <w:t xml:space="preserve"> and entremets</w:t>
            </w:r>
            <w:r w:rsidR="00482115">
              <w:t xml:space="preserve"> as required for product type</w:t>
            </w:r>
          </w:p>
          <w:p w14:paraId="1EBCE36E" w14:textId="77777777" w:rsidR="003D149B" w:rsidRDefault="007E03C2" w:rsidP="00E23E5D">
            <w:pPr>
              <w:pStyle w:val="SIText"/>
            </w:pPr>
            <w:r w:rsidRPr="0043315F">
              <w:t>5</w:t>
            </w:r>
            <w:r w:rsidR="00876B44" w:rsidRPr="0043315F">
              <w:t>.</w:t>
            </w:r>
            <w:r w:rsidR="0084751F">
              <w:t>3</w:t>
            </w:r>
            <w:r w:rsidR="0084751F" w:rsidRPr="0043315F">
              <w:t xml:space="preserve"> </w:t>
            </w:r>
            <w:r w:rsidR="00E23E5D">
              <w:t>Check</w:t>
            </w:r>
            <w:r w:rsidR="00876B44" w:rsidRPr="0043315F">
              <w:t xml:space="preserve"> </w:t>
            </w:r>
            <w:r w:rsidR="00E56A2B">
              <w:t>f</w:t>
            </w:r>
            <w:r w:rsidR="00876B44" w:rsidRPr="0043315F">
              <w:t xml:space="preserve">inishing </w:t>
            </w:r>
            <w:r w:rsidR="00E56A2B">
              <w:t xml:space="preserve">for </w:t>
            </w:r>
            <w:r w:rsidR="00E56A2B" w:rsidRPr="0043315F">
              <w:t>gateau</w:t>
            </w:r>
            <w:r w:rsidR="00E56A2B">
              <w:t>x</w:t>
            </w:r>
            <w:r w:rsidR="00E56A2B" w:rsidRPr="0043315F">
              <w:t>, torte</w:t>
            </w:r>
            <w:r w:rsidR="00E56A2B">
              <w:t>s</w:t>
            </w:r>
            <w:r w:rsidR="00E56A2B" w:rsidRPr="0043315F">
              <w:t xml:space="preserve"> and entremets</w:t>
            </w:r>
            <w:r w:rsidR="00E56A2B">
              <w:t xml:space="preserve"> </w:t>
            </w:r>
            <w:r w:rsidR="00E23E5D">
              <w:t xml:space="preserve">to </w:t>
            </w:r>
            <w:r w:rsidR="00E23E5D" w:rsidRPr="00E23E5D">
              <w:t>identify faults and rectify</w:t>
            </w:r>
          </w:p>
          <w:p w14:paraId="4F6DBA24" w14:textId="4E5980E1" w:rsidR="00482115" w:rsidRPr="0043315F" w:rsidRDefault="00482115" w:rsidP="005C1214">
            <w:pPr>
              <w:pStyle w:val="SIText"/>
            </w:pPr>
            <w:r>
              <w:t>5.</w:t>
            </w:r>
            <w:r w:rsidR="0084751F">
              <w:t xml:space="preserve">4 </w:t>
            </w:r>
            <w:r>
              <w:t xml:space="preserve">Prepare and transfer finished </w:t>
            </w:r>
            <w:r w:rsidRPr="0043315F">
              <w:t>gateau</w:t>
            </w:r>
            <w:r w:rsidR="006112B0">
              <w:t>x</w:t>
            </w:r>
            <w:r w:rsidRPr="0043315F">
              <w:t>, torte</w:t>
            </w:r>
            <w:r w:rsidR="00E56A2B">
              <w:t>s</w:t>
            </w:r>
            <w:r w:rsidRPr="0043315F">
              <w:t xml:space="preserve"> and entremets</w:t>
            </w:r>
            <w:r>
              <w:t xml:space="preserve"> for presentation and storage </w:t>
            </w:r>
            <w:r w:rsidR="005C1214">
              <w:t xml:space="preserve">according to </w:t>
            </w:r>
            <w:bookmarkStart w:id="0" w:name="_GoBack"/>
            <w:bookmarkEnd w:id="0"/>
            <w:r>
              <w:t>packaging and food safety requirements</w:t>
            </w:r>
          </w:p>
        </w:tc>
      </w:tr>
      <w:tr w:rsidR="00394D72" w:rsidRPr="0043315F" w14:paraId="2F44B1E2" w14:textId="77777777" w:rsidTr="00816721">
        <w:trPr>
          <w:cantSplit/>
        </w:trPr>
        <w:tc>
          <w:tcPr>
            <w:tcW w:w="1396" w:type="pct"/>
            <w:shd w:val="clear" w:color="auto" w:fill="auto"/>
          </w:tcPr>
          <w:p w14:paraId="4EB3B40E" w14:textId="77777777" w:rsidR="00394D72" w:rsidRPr="0043315F" w:rsidRDefault="00967CD3" w:rsidP="008E260C">
            <w:pPr>
              <w:pStyle w:val="SIText"/>
            </w:pPr>
            <w:r w:rsidRPr="0043315F">
              <w:t>6</w:t>
            </w:r>
            <w:r w:rsidR="00394D72" w:rsidRPr="0043315F">
              <w:t>. Complete work</w:t>
            </w:r>
          </w:p>
        </w:tc>
        <w:tc>
          <w:tcPr>
            <w:tcW w:w="3604" w:type="pct"/>
            <w:shd w:val="clear" w:color="auto" w:fill="auto"/>
          </w:tcPr>
          <w:p w14:paraId="5F0F611D" w14:textId="77777777" w:rsidR="00394D72" w:rsidRPr="0043315F" w:rsidRDefault="007E03C2" w:rsidP="00490551">
            <w:pPr>
              <w:pStyle w:val="SIText"/>
            </w:pPr>
            <w:r w:rsidRPr="0043315F">
              <w:t>6</w:t>
            </w:r>
            <w:r w:rsidR="00394D72" w:rsidRPr="0043315F">
              <w:t xml:space="preserve">.1 Clean equipment and work area </w:t>
            </w:r>
            <w:r w:rsidR="00E23E5D" w:rsidRPr="00E23E5D">
              <w:t>to meet housekeeping standards</w:t>
            </w:r>
          </w:p>
          <w:p w14:paraId="6C0D822E" w14:textId="77777777" w:rsidR="00394D72" w:rsidRPr="0043315F" w:rsidRDefault="007E03C2" w:rsidP="00490551">
            <w:pPr>
              <w:pStyle w:val="SIText"/>
            </w:pPr>
            <w:r w:rsidRPr="0043315F">
              <w:t>6</w:t>
            </w:r>
            <w:r w:rsidR="00394D72" w:rsidRPr="0043315F">
              <w:t xml:space="preserve">.2 Dispose of waste </w:t>
            </w:r>
            <w:r w:rsidR="00E23E5D" w:rsidRPr="00E23E5D">
              <w:t>according to workplace requirements</w:t>
            </w:r>
          </w:p>
          <w:p w14:paraId="5D480716" w14:textId="77777777" w:rsidR="00394D72" w:rsidRPr="0043315F" w:rsidRDefault="007E03C2" w:rsidP="007C5DA5">
            <w:pPr>
              <w:pStyle w:val="SIText"/>
            </w:pPr>
            <w:r w:rsidRPr="0043315F">
              <w:t>6</w:t>
            </w:r>
            <w:r w:rsidR="00394D72" w:rsidRPr="0043315F">
              <w:t xml:space="preserve">.3 Complete workplace records </w:t>
            </w:r>
            <w:r w:rsidR="00E23E5D" w:rsidRPr="00E23E5D">
              <w:t>according to workplace requirements</w:t>
            </w:r>
          </w:p>
        </w:tc>
      </w:tr>
    </w:tbl>
    <w:p w14:paraId="7968EB3D" w14:textId="77777777" w:rsidR="00F1480E" w:rsidRPr="0043315F"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43315F" w:rsidDel="00423CB2" w14:paraId="347D06A1" w14:textId="77777777" w:rsidTr="00816721">
        <w:trPr>
          <w:tblHeader/>
        </w:trPr>
        <w:tc>
          <w:tcPr>
            <w:tcW w:w="5000" w:type="pct"/>
            <w:gridSpan w:val="2"/>
          </w:tcPr>
          <w:p w14:paraId="49156F95" w14:textId="77777777" w:rsidR="00F1480E" w:rsidRPr="0043315F" w:rsidRDefault="00FD557D" w:rsidP="00FD557D">
            <w:pPr>
              <w:pStyle w:val="SIHeading2"/>
            </w:pPr>
            <w:r w:rsidRPr="0043315F">
              <w:t>Foundation Skills</w:t>
            </w:r>
          </w:p>
          <w:p w14:paraId="56667AAC" w14:textId="77777777" w:rsidR="00F1480E" w:rsidRPr="0043315F" w:rsidRDefault="00F1480E" w:rsidP="00634FCA">
            <w:pPr>
              <w:rPr>
                <w:rStyle w:val="SIText-Italic"/>
                <w:rFonts w:eastAsiaTheme="majorEastAsia"/>
              </w:rPr>
            </w:pPr>
            <w:r w:rsidRPr="0043315F">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43315F" w:rsidDel="00423CB2" w14:paraId="1620B62C" w14:textId="77777777" w:rsidTr="00816721">
        <w:trPr>
          <w:tblHeader/>
        </w:trPr>
        <w:tc>
          <w:tcPr>
            <w:tcW w:w="1396" w:type="pct"/>
          </w:tcPr>
          <w:p w14:paraId="3B7428C7" w14:textId="77777777" w:rsidR="00F1480E" w:rsidRPr="0043315F" w:rsidDel="00423CB2" w:rsidRDefault="00F1480E" w:rsidP="00FD557D">
            <w:pPr>
              <w:pStyle w:val="SIText-Bold"/>
              <w:rPr>
                <w:rFonts w:eastAsiaTheme="majorEastAsia"/>
              </w:rPr>
            </w:pPr>
            <w:r w:rsidRPr="0043315F">
              <w:rPr>
                <w:rFonts w:eastAsiaTheme="majorEastAsia"/>
              </w:rPr>
              <w:t>Skill</w:t>
            </w:r>
          </w:p>
        </w:tc>
        <w:tc>
          <w:tcPr>
            <w:tcW w:w="3604" w:type="pct"/>
          </w:tcPr>
          <w:p w14:paraId="724D2F69" w14:textId="77777777" w:rsidR="00F1480E" w:rsidRPr="0043315F" w:rsidDel="00423CB2" w:rsidRDefault="00F1480E" w:rsidP="00FD557D">
            <w:pPr>
              <w:pStyle w:val="SIText-Bold"/>
              <w:rPr>
                <w:rFonts w:eastAsiaTheme="majorEastAsia"/>
              </w:rPr>
            </w:pPr>
            <w:r w:rsidRPr="0043315F">
              <w:rPr>
                <w:rFonts w:eastAsiaTheme="majorEastAsia"/>
              </w:rPr>
              <w:t>Description</w:t>
            </w:r>
          </w:p>
        </w:tc>
      </w:tr>
      <w:tr w:rsidR="00482115" w:rsidRPr="0043315F" w:rsidDel="00423CB2" w14:paraId="1346F61A" w14:textId="77777777" w:rsidTr="00816721">
        <w:tc>
          <w:tcPr>
            <w:tcW w:w="1396" w:type="pct"/>
          </w:tcPr>
          <w:p w14:paraId="7FF98687" w14:textId="77777777" w:rsidR="00482115" w:rsidRPr="00606BF0" w:rsidRDefault="00482115" w:rsidP="00482115">
            <w:pPr>
              <w:pStyle w:val="SIText"/>
            </w:pPr>
            <w:r w:rsidRPr="00606BF0">
              <w:rPr>
                <w:rFonts w:cs="Calibri"/>
                <w:bCs/>
              </w:rPr>
              <w:t>Reading</w:t>
            </w:r>
          </w:p>
        </w:tc>
        <w:tc>
          <w:tcPr>
            <w:tcW w:w="3604" w:type="pct"/>
          </w:tcPr>
          <w:p w14:paraId="22AAF35D" w14:textId="61CA9273" w:rsidR="00482115" w:rsidRPr="00606BF0" w:rsidRDefault="00482115" w:rsidP="00482115">
            <w:pPr>
              <w:pStyle w:val="SIBulletList1"/>
              <w:tabs>
                <w:tab w:val="num" w:pos="360"/>
              </w:tabs>
              <w:ind w:left="357" w:hanging="357"/>
            </w:pPr>
            <w:r w:rsidRPr="00911DE7">
              <w:t>Interprets key information from recipes, ingredient labels</w:t>
            </w:r>
            <w:r>
              <w:t>,</w:t>
            </w:r>
            <w:r w:rsidRPr="00911DE7">
              <w:t xml:space="preserve"> baking</w:t>
            </w:r>
            <w:r>
              <w:t xml:space="preserve"> </w:t>
            </w:r>
            <w:r w:rsidRPr="00911DE7">
              <w:t>equipment operating instructions</w:t>
            </w:r>
            <w:r w:rsidR="00490B62">
              <w:t xml:space="preserve"> and end-</w:t>
            </w:r>
            <w:r>
              <w:t>product specifications</w:t>
            </w:r>
          </w:p>
        </w:tc>
      </w:tr>
      <w:tr w:rsidR="00482115" w:rsidRPr="0043315F" w:rsidDel="00423CB2" w14:paraId="5FE6A6F2" w14:textId="77777777" w:rsidTr="00816721">
        <w:tc>
          <w:tcPr>
            <w:tcW w:w="1396" w:type="pct"/>
          </w:tcPr>
          <w:p w14:paraId="245C0995" w14:textId="77777777" w:rsidR="00482115" w:rsidRPr="00606BF0" w:rsidRDefault="00482115" w:rsidP="00482115">
            <w:pPr>
              <w:pStyle w:val="SIText"/>
              <w:rPr>
                <w:rFonts w:cs="Calibri"/>
                <w:bCs/>
              </w:rPr>
            </w:pPr>
            <w:r w:rsidRPr="00606BF0">
              <w:rPr>
                <w:rFonts w:cs="Calibri"/>
                <w:bCs/>
              </w:rPr>
              <w:t>Writing</w:t>
            </w:r>
          </w:p>
        </w:tc>
        <w:tc>
          <w:tcPr>
            <w:tcW w:w="3604" w:type="pct"/>
          </w:tcPr>
          <w:p w14:paraId="79E84D33" w14:textId="77777777" w:rsidR="00482115" w:rsidRPr="00606BF0" w:rsidRDefault="00482115" w:rsidP="00482115">
            <w:pPr>
              <w:pStyle w:val="SIBulletList1"/>
              <w:tabs>
                <w:tab w:val="num" w:pos="360"/>
              </w:tabs>
              <w:ind w:left="357" w:hanging="357"/>
            </w:pPr>
            <w:r>
              <w:t xml:space="preserve">Prepares </w:t>
            </w:r>
            <w:r w:rsidRPr="00606BF0">
              <w:t xml:space="preserve">production </w:t>
            </w:r>
            <w:r>
              <w:t xml:space="preserve">schedules and completes production </w:t>
            </w:r>
            <w:r w:rsidRPr="00606BF0">
              <w:t xml:space="preserve">records </w:t>
            </w:r>
            <w:r w:rsidRPr="00606BF0">
              <w:rPr>
                <w:rFonts w:cs="Calibri"/>
                <w:bCs/>
              </w:rPr>
              <w:t>using required format, language and structure</w:t>
            </w:r>
          </w:p>
        </w:tc>
      </w:tr>
      <w:tr w:rsidR="00482115" w:rsidRPr="0043315F" w:rsidDel="00423CB2" w14:paraId="0489D441" w14:textId="77777777" w:rsidTr="00816721">
        <w:tc>
          <w:tcPr>
            <w:tcW w:w="1396" w:type="pct"/>
          </w:tcPr>
          <w:p w14:paraId="2E9F70B3" w14:textId="77777777" w:rsidR="00482115" w:rsidRPr="00606BF0" w:rsidRDefault="00482115" w:rsidP="00482115">
            <w:pPr>
              <w:pStyle w:val="SIText"/>
            </w:pPr>
            <w:r w:rsidRPr="00606BF0">
              <w:rPr>
                <w:rFonts w:cs="Calibri"/>
                <w:bCs/>
              </w:rPr>
              <w:t>Numeracy</w:t>
            </w:r>
          </w:p>
        </w:tc>
        <w:tc>
          <w:tcPr>
            <w:tcW w:w="3604" w:type="pct"/>
          </w:tcPr>
          <w:p w14:paraId="35B35440" w14:textId="77777777" w:rsidR="00482115" w:rsidRPr="00606BF0" w:rsidRDefault="00482115" w:rsidP="00482115">
            <w:pPr>
              <w:pStyle w:val="SIBulletList1"/>
              <w:tabs>
                <w:tab w:val="num" w:pos="360"/>
              </w:tabs>
              <w:ind w:left="357" w:hanging="357"/>
              <w:rPr>
                <w:rFonts w:eastAsia="Calibri"/>
              </w:rPr>
            </w:pPr>
            <w:r>
              <w:rPr>
                <w:rFonts w:cs="Calibri"/>
                <w:bCs/>
              </w:rPr>
              <w:t>Identifies and comprehends ingredient quantities in recipes, dates on ingredient labels</w:t>
            </w:r>
            <w:r w:rsidR="00CF68AE">
              <w:rPr>
                <w:rFonts w:cs="Calibri"/>
                <w:bCs/>
              </w:rPr>
              <w:t>,</w:t>
            </w:r>
            <w:r>
              <w:rPr>
                <w:rFonts w:cs="Calibri"/>
                <w:bCs/>
              </w:rPr>
              <w:t xml:space="preserve"> temperature and timer settings</w:t>
            </w:r>
            <w:r w:rsidR="00CF68AE">
              <w:rPr>
                <w:rFonts w:cs="Calibri"/>
                <w:bCs/>
              </w:rPr>
              <w:t xml:space="preserve"> and product dimensions</w:t>
            </w:r>
          </w:p>
          <w:p w14:paraId="3BB3F131" w14:textId="336138DE" w:rsidR="00482115" w:rsidRDefault="00F25AE0" w:rsidP="00482115">
            <w:pPr>
              <w:pStyle w:val="SIBulletList1"/>
              <w:tabs>
                <w:tab w:val="num" w:pos="360"/>
              </w:tabs>
              <w:ind w:left="357" w:hanging="357"/>
              <w:rPr>
                <w:rFonts w:eastAsia="Calibri"/>
              </w:rPr>
            </w:pPr>
            <w:r>
              <w:rPr>
                <w:rFonts w:eastAsia="Calibri"/>
              </w:rPr>
              <w:t>Estimates approximate quantities</w:t>
            </w:r>
            <w:r w:rsidR="00490B62">
              <w:rPr>
                <w:rFonts w:eastAsia="Calibri"/>
              </w:rPr>
              <w:t>,</w:t>
            </w:r>
            <w:r>
              <w:rPr>
                <w:rFonts w:eastAsia="Calibri"/>
              </w:rPr>
              <w:t xml:space="preserve"> and uses</w:t>
            </w:r>
            <w:r w:rsidR="001D5042">
              <w:rPr>
                <w:rFonts w:eastAsia="Calibri"/>
              </w:rPr>
              <w:t xml:space="preserve"> equipment to measure ingredient </w:t>
            </w:r>
            <w:r w:rsidR="00482115">
              <w:rPr>
                <w:rFonts w:eastAsia="Calibri"/>
              </w:rPr>
              <w:t>weights and volumes</w:t>
            </w:r>
            <w:r w:rsidR="000A71AF">
              <w:rPr>
                <w:rFonts w:eastAsia="Calibri"/>
              </w:rPr>
              <w:t xml:space="preserve"> and product dimensions</w:t>
            </w:r>
          </w:p>
          <w:p w14:paraId="0138CBC2" w14:textId="39016B15" w:rsidR="00482115" w:rsidRDefault="00482115" w:rsidP="00482115">
            <w:pPr>
              <w:pStyle w:val="SIBulletList1"/>
              <w:tabs>
                <w:tab w:val="num" w:pos="360"/>
              </w:tabs>
              <w:ind w:left="357" w:hanging="357"/>
              <w:rPr>
                <w:rFonts w:eastAsia="Calibri" w:cs="Arial"/>
              </w:rPr>
            </w:pPr>
            <w:r>
              <w:rPr>
                <w:rFonts w:eastAsia="Calibri" w:cs="Arial"/>
              </w:rPr>
              <w:t>Performs calculations to adjust recipes using baking formulas</w:t>
            </w:r>
            <w:r w:rsidR="00490B62">
              <w:rPr>
                <w:rFonts w:eastAsia="Calibri" w:cs="Arial"/>
              </w:rPr>
              <w:t>,</w:t>
            </w:r>
            <w:r>
              <w:rPr>
                <w:rFonts w:eastAsia="Calibri" w:cs="Arial"/>
              </w:rPr>
              <w:t xml:space="preserve"> and allow</w:t>
            </w:r>
            <w:r w:rsidR="00490B62">
              <w:rPr>
                <w:rFonts w:eastAsia="Calibri" w:cs="Arial"/>
              </w:rPr>
              <w:t>s</w:t>
            </w:r>
            <w:r>
              <w:rPr>
                <w:rFonts w:eastAsia="Calibri" w:cs="Arial"/>
              </w:rPr>
              <w:t xml:space="preserve"> for wastage</w:t>
            </w:r>
          </w:p>
          <w:p w14:paraId="7AED749D" w14:textId="514BE2B3" w:rsidR="00482115" w:rsidRPr="00606BF0" w:rsidRDefault="00490B62" w:rsidP="00482115">
            <w:pPr>
              <w:pStyle w:val="SIBulletList1"/>
              <w:tabs>
                <w:tab w:val="num" w:pos="360"/>
              </w:tabs>
              <w:ind w:left="357" w:hanging="357"/>
              <w:rPr>
                <w:rFonts w:eastAsia="Calibri"/>
              </w:rPr>
            </w:pPr>
            <w:r>
              <w:rPr>
                <w:rFonts w:eastAsia="Calibri" w:cs="Arial"/>
              </w:rPr>
              <w:t>Uses understanding of three-</w:t>
            </w:r>
            <w:r w:rsidR="00482115">
              <w:rPr>
                <w:rFonts w:eastAsia="Calibri" w:cs="Arial"/>
              </w:rPr>
              <w:t>dimensional shapes to shape and</w:t>
            </w:r>
            <w:r>
              <w:rPr>
                <w:rFonts w:eastAsia="Calibri" w:cs="Arial"/>
              </w:rPr>
              <w:t xml:space="preserve"> portion products and check end-</w:t>
            </w:r>
            <w:r w:rsidR="00482115">
              <w:rPr>
                <w:rFonts w:eastAsia="Calibri" w:cs="Arial"/>
              </w:rPr>
              <w:t>product shapes</w:t>
            </w:r>
          </w:p>
          <w:p w14:paraId="029FB283" w14:textId="77777777" w:rsidR="00482115" w:rsidRDefault="00482115" w:rsidP="00482115">
            <w:pPr>
              <w:pStyle w:val="SIBulletList1"/>
              <w:tabs>
                <w:tab w:val="num" w:pos="360"/>
              </w:tabs>
              <w:ind w:left="357" w:hanging="357"/>
              <w:rPr>
                <w:rFonts w:eastAsia="Calibri"/>
              </w:rPr>
            </w:pPr>
            <w:r>
              <w:rPr>
                <w:rFonts w:eastAsia="Calibri"/>
              </w:rPr>
              <w:t>Interprets measurement information to set, monitor and adjust process parameters</w:t>
            </w:r>
          </w:p>
          <w:p w14:paraId="438FF3D4" w14:textId="77777777" w:rsidR="001D5042" w:rsidRPr="00606BF0" w:rsidRDefault="001D5042" w:rsidP="00482115">
            <w:pPr>
              <w:pStyle w:val="SIBulletList1"/>
              <w:tabs>
                <w:tab w:val="num" w:pos="360"/>
              </w:tabs>
              <w:ind w:left="357" w:hanging="357"/>
              <w:rPr>
                <w:rFonts w:eastAsia="Calibri"/>
              </w:rPr>
            </w:pPr>
            <w:r>
              <w:rPr>
                <w:rFonts w:eastAsia="Calibri"/>
              </w:rPr>
              <w:t>Completes production records using mathematical symbols and conventions</w:t>
            </w:r>
          </w:p>
        </w:tc>
      </w:tr>
      <w:tr w:rsidR="00482115" w:rsidRPr="0043315F" w:rsidDel="00423CB2" w14:paraId="60228E06" w14:textId="77777777" w:rsidTr="00816721">
        <w:tc>
          <w:tcPr>
            <w:tcW w:w="1396" w:type="pct"/>
          </w:tcPr>
          <w:p w14:paraId="36A069A0" w14:textId="77777777" w:rsidR="00482115" w:rsidRPr="00606BF0" w:rsidRDefault="00482115" w:rsidP="00482115">
            <w:pPr>
              <w:pStyle w:val="SIText"/>
              <w:rPr>
                <w:rFonts w:cs="Calibri"/>
                <w:bCs/>
              </w:rPr>
            </w:pPr>
            <w:r w:rsidRPr="00606BF0">
              <w:rPr>
                <w:rFonts w:cs="Calibri"/>
                <w:bCs/>
              </w:rPr>
              <w:t>Navigate the world of work</w:t>
            </w:r>
          </w:p>
        </w:tc>
        <w:tc>
          <w:tcPr>
            <w:tcW w:w="3604" w:type="pct"/>
          </w:tcPr>
          <w:p w14:paraId="4300F8D0" w14:textId="77777777" w:rsidR="00482115" w:rsidRDefault="00482115" w:rsidP="00482115">
            <w:pPr>
              <w:pStyle w:val="SIBulletList1"/>
              <w:tabs>
                <w:tab w:val="num" w:pos="360"/>
              </w:tabs>
              <w:ind w:left="357" w:hanging="357"/>
              <w:rPr>
                <w:rFonts w:cs="Calibri"/>
                <w:bCs/>
              </w:rPr>
            </w:pPr>
            <w:r>
              <w:rPr>
                <w:rFonts w:cs="Calibri"/>
                <w:bCs/>
              </w:rPr>
              <w:t>Complies with workplace health and safety and food safety regulatory requirements relevant to a commercial baking operation</w:t>
            </w:r>
          </w:p>
          <w:p w14:paraId="17562DAA" w14:textId="77777777" w:rsidR="00482115" w:rsidRPr="00606BF0" w:rsidRDefault="00482115" w:rsidP="00482115">
            <w:pPr>
              <w:pStyle w:val="SIBulletList1"/>
              <w:tabs>
                <w:tab w:val="num" w:pos="360"/>
              </w:tabs>
              <w:ind w:left="357" w:hanging="357"/>
              <w:rPr>
                <w:rFonts w:cs="Calibri"/>
                <w:bCs/>
              </w:rPr>
            </w:pPr>
            <w:r>
              <w:rPr>
                <w:rFonts w:cs="Calibri"/>
                <w:bCs/>
              </w:rPr>
              <w:t>Follows organisational policies and procedures relevant to own work role</w:t>
            </w:r>
          </w:p>
        </w:tc>
      </w:tr>
      <w:tr w:rsidR="00482115" w:rsidRPr="0043315F" w:rsidDel="00423CB2" w14:paraId="375D880F" w14:textId="77777777" w:rsidTr="00816721">
        <w:tc>
          <w:tcPr>
            <w:tcW w:w="1396" w:type="pct"/>
          </w:tcPr>
          <w:p w14:paraId="28AF7005" w14:textId="77777777" w:rsidR="00482115" w:rsidRPr="00606BF0" w:rsidRDefault="00482115" w:rsidP="00482115">
            <w:pPr>
              <w:pStyle w:val="SIText"/>
              <w:rPr>
                <w:rFonts w:cs="Calibri"/>
                <w:bCs/>
              </w:rPr>
            </w:pPr>
            <w:r w:rsidRPr="00606BF0">
              <w:rPr>
                <w:rFonts w:cs="Calibri"/>
                <w:bCs/>
              </w:rPr>
              <w:t>Get the work done</w:t>
            </w:r>
          </w:p>
        </w:tc>
        <w:tc>
          <w:tcPr>
            <w:tcW w:w="3604" w:type="pct"/>
          </w:tcPr>
          <w:p w14:paraId="6D69429C" w14:textId="77777777" w:rsidR="00482115" w:rsidRPr="00606BF0" w:rsidRDefault="00482115" w:rsidP="00482115">
            <w:pPr>
              <w:pStyle w:val="SIBulletList1"/>
              <w:tabs>
                <w:tab w:val="num" w:pos="360"/>
              </w:tabs>
              <w:ind w:left="357" w:hanging="357"/>
              <w:rPr>
                <w:rFonts w:cs="Calibri"/>
                <w:bCs/>
              </w:rPr>
            </w:pPr>
            <w:r>
              <w:rPr>
                <w:rFonts w:cs="Calibri"/>
                <w:bCs/>
              </w:rPr>
              <w:t>Plans, organises and implements tasks required to achieve production outcomes</w:t>
            </w:r>
          </w:p>
          <w:p w14:paraId="7A2D4FDB" w14:textId="77777777" w:rsidR="00482115" w:rsidRPr="00FD6685" w:rsidRDefault="00482115" w:rsidP="00FD6685">
            <w:pPr>
              <w:pStyle w:val="SIBulletList1"/>
              <w:tabs>
                <w:tab w:val="num" w:pos="360"/>
              </w:tabs>
              <w:ind w:left="357" w:hanging="357"/>
              <w:rPr>
                <w:rFonts w:cs="Calibri"/>
                <w:bCs/>
              </w:rPr>
            </w:pPr>
            <w:r>
              <w:rPr>
                <w:rFonts w:cs="Calibri"/>
                <w:bCs/>
              </w:rPr>
              <w:lastRenderedPageBreak/>
              <w:t>Uses problem-solving skills to analyse product and process faults and decide on appropriate action</w:t>
            </w:r>
            <w:r w:rsidRPr="00606BF0">
              <w:rPr>
                <w:rFonts w:cs="Calibri"/>
                <w:bCs/>
              </w:rPr>
              <w:t xml:space="preserve"> </w:t>
            </w:r>
          </w:p>
        </w:tc>
      </w:tr>
    </w:tbl>
    <w:p w14:paraId="1A3978E6" w14:textId="77777777" w:rsidR="00916CD7" w:rsidRPr="0043315F" w:rsidRDefault="00916CD7" w:rsidP="00F1480E">
      <w:pPr>
        <w:pStyle w:val="SIText"/>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876B44" w:rsidRPr="0043315F" w:rsidDel="00423CB2" w14:paraId="5CE97B56" w14:textId="77777777" w:rsidTr="00BC663A">
        <w:trPr>
          <w:tblHeader/>
        </w:trPr>
        <w:tc>
          <w:tcPr>
            <w:tcW w:w="5000" w:type="pct"/>
            <w:gridSpan w:val="2"/>
          </w:tcPr>
          <w:p w14:paraId="29DFD40A" w14:textId="77777777" w:rsidR="00876B44" w:rsidRPr="0043315F" w:rsidRDefault="00876B44" w:rsidP="00BC663A">
            <w:pPr>
              <w:pStyle w:val="SIHeading2"/>
            </w:pPr>
            <w:r w:rsidRPr="0043315F">
              <w:t>Range Of Conditions</w:t>
            </w:r>
          </w:p>
          <w:p w14:paraId="0AD65E3A" w14:textId="77777777" w:rsidR="00876B44" w:rsidRPr="0043315F" w:rsidRDefault="00876B44" w:rsidP="00BC663A">
            <w:pPr>
              <w:rPr>
                <w:rStyle w:val="SIText-Italic"/>
                <w:rFonts w:eastAsiaTheme="majorEastAsia"/>
              </w:rPr>
            </w:pPr>
            <w:r w:rsidRPr="0043315F">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DC34DE" w:rsidRPr="0043315F" w:rsidDel="00423CB2" w14:paraId="7C0C32E5" w14:textId="77777777" w:rsidTr="00BC663A">
        <w:tc>
          <w:tcPr>
            <w:tcW w:w="1396" w:type="pct"/>
          </w:tcPr>
          <w:p w14:paraId="042D68CA" w14:textId="77777777" w:rsidR="00DC34DE" w:rsidRPr="0043315F" w:rsidRDefault="00E56A2B" w:rsidP="00DC34DE">
            <w:pPr>
              <w:pStyle w:val="SIText"/>
              <w:rPr>
                <w:b/>
                <w:i/>
              </w:rPr>
            </w:pPr>
            <w:r w:rsidRPr="00490B62">
              <w:t>Baking equipment for gateaux, tortes and entremets</w:t>
            </w:r>
            <w:r w:rsidRPr="0043315F">
              <w:rPr>
                <w:b/>
                <w:i/>
              </w:rPr>
              <w:t xml:space="preserve"> </w:t>
            </w:r>
            <w:r w:rsidR="00DC34DE" w:rsidRPr="0043315F">
              <w:t>must include:</w:t>
            </w:r>
          </w:p>
        </w:tc>
        <w:tc>
          <w:tcPr>
            <w:tcW w:w="3604" w:type="pct"/>
          </w:tcPr>
          <w:p w14:paraId="5D19B8FD" w14:textId="5614F2BB" w:rsidR="00DC34DE" w:rsidRPr="0038188C" w:rsidRDefault="00DC34DE" w:rsidP="0038188C">
            <w:pPr>
              <w:pStyle w:val="SIBulletList1"/>
              <w:tabs>
                <w:tab w:val="num" w:pos="360"/>
              </w:tabs>
              <w:ind w:left="357" w:hanging="357"/>
              <w:rPr>
                <w:rFonts w:eastAsia="Calibri"/>
              </w:rPr>
            </w:pPr>
            <w:r w:rsidRPr="0038188C">
              <w:rPr>
                <w:rFonts w:eastAsia="Calibri"/>
              </w:rPr>
              <w:t>equipment</w:t>
            </w:r>
            <w:r w:rsidR="00490B62">
              <w:rPr>
                <w:rFonts w:eastAsia="Calibri"/>
              </w:rPr>
              <w:t>, including</w:t>
            </w:r>
            <w:r w:rsidRPr="0038188C">
              <w:rPr>
                <w:rFonts w:eastAsia="Calibri"/>
              </w:rPr>
              <w:t>:</w:t>
            </w:r>
          </w:p>
          <w:p w14:paraId="3EDAB72C" w14:textId="77777777" w:rsidR="005E676D" w:rsidRPr="0038188C" w:rsidRDefault="00CF68AE" w:rsidP="00210665">
            <w:pPr>
              <w:pStyle w:val="SIBulletList2"/>
              <w:rPr>
                <w:rFonts w:eastAsia="Calibri"/>
              </w:rPr>
            </w:pPr>
            <w:r w:rsidRPr="0038188C">
              <w:rPr>
                <w:rFonts w:eastAsia="Calibri"/>
              </w:rPr>
              <w:t>industrial mixer</w:t>
            </w:r>
            <w:r w:rsidR="008F3566">
              <w:rPr>
                <w:rFonts w:eastAsia="Calibri"/>
              </w:rPr>
              <w:t xml:space="preserve"> and attachments</w:t>
            </w:r>
          </w:p>
          <w:p w14:paraId="67B1F716" w14:textId="77777777" w:rsidR="005E676D" w:rsidRPr="0038188C" w:rsidRDefault="0043315F" w:rsidP="00210665">
            <w:pPr>
              <w:pStyle w:val="SIBulletList2"/>
              <w:rPr>
                <w:rFonts w:eastAsia="Calibri"/>
              </w:rPr>
            </w:pPr>
            <w:r w:rsidRPr="0038188C">
              <w:rPr>
                <w:rFonts w:eastAsia="Calibri"/>
              </w:rPr>
              <w:t>freezer</w:t>
            </w:r>
          </w:p>
          <w:p w14:paraId="3160FA9C" w14:textId="77777777" w:rsidR="005E676D" w:rsidRPr="0038188C" w:rsidRDefault="0043315F" w:rsidP="00210665">
            <w:pPr>
              <w:pStyle w:val="SIBulletList2"/>
              <w:rPr>
                <w:rFonts w:eastAsia="Calibri"/>
              </w:rPr>
            </w:pPr>
            <w:r w:rsidRPr="0038188C">
              <w:rPr>
                <w:rFonts w:eastAsia="Calibri"/>
              </w:rPr>
              <w:t>cool</w:t>
            </w:r>
            <w:r w:rsidR="00902C6E" w:rsidRPr="0038188C">
              <w:rPr>
                <w:rFonts w:eastAsia="Calibri"/>
              </w:rPr>
              <w:t xml:space="preserve"> </w:t>
            </w:r>
            <w:r w:rsidRPr="0038188C">
              <w:rPr>
                <w:rFonts w:eastAsia="Calibri"/>
              </w:rPr>
              <w:t>room or refrigerator</w:t>
            </w:r>
          </w:p>
          <w:p w14:paraId="376B9F80" w14:textId="77777777" w:rsidR="005E676D" w:rsidRPr="0038188C" w:rsidRDefault="0084751F" w:rsidP="00210665">
            <w:pPr>
              <w:pStyle w:val="SIBulletList2"/>
              <w:rPr>
                <w:rFonts w:eastAsia="Calibri"/>
              </w:rPr>
            </w:pPr>
            <w:r>
              <w:rPr>
                <w:rFonts w:eastAsia="Calibri"/>
              </w:rPr>
              <w:t>industrial</w:t>
            </w:r>
            <w:r w:rsidR="0043315F" w:rsidRPr="0038188C">
              <w:rPr>
                <w:rFonts w:eastAsia="Calibri"/>
              </w:rPr>
              <w:t xml:space="preserve"> cook tops</w:t>
            </w:r>
          </w:p>
          <w:p w14:paraId="36D2CD96" w14:textId="27672984" w:rsidR="00DC34DE" w:rsidRPr="0038188C" w:rsidRDefault="0043315F" w:rsidP="0038188C">
            <w:pPr>
              <w:pStyle w:val="SIBulletList1"/>
              <w:tabs>
                <w:tab w:val="num" w:pos="360"/>
              </w:tabs>
              <w:ind w:left="357" w:hanging="357"/>
              <w:rPr>
                <w:rFonts w:eastAsia="Calibri"/>
              </w:rPr>
            </w:pPr>
            <w:r w:rsidRPr="0038188C">
              <w:rPr>
                <w:rFonts w:eastAsia="Calibri"/>
              </w:rPr>
              <w:t>equipment accessories</w:t>
            </w:r>
            <w:r w:rsidR="00490B62">
              <w:rPr>
                <w:rFonts w:eastAsia="Calibri"/>
              </w:rPr>
              <w:t>, including</w:t>
            </w:r>
            <w:r w:rsidRPr="0038188C">
              <w:rPr>
                <w:rFonts w:eastAsia="Calibri"/>
              </w:rPr>
              <w:t>:</w:t>
            </w:r>
          </w:p>
          <w:p w14:paraId="5025D666" w14:textId="77777777" w:rsidR="005E676D" w:rsidRPr="0038188C" w:rsidRDefault="0043315F" w:rsidP="00210665">
            <w:pPr>
              <w:pStyle w:val="SIBulletList2"/>
              <w:rPr>
                <w:rFonts w:eastAsia="Calibri"/>
              </w:rPr>
            </w:pPr>
            <w:r w:rsidRPr="0038188C">
              <w:rPr>
                <w:rFonts w:eastAsia="Calibri"/>
              </w:rPr>
              <w:t>dough hook attachment</w:t>
            </w:r>
          </w:p>
          <w:p w14:paraId="569ED7E7" w14:textId="77777777" w:rsidR="005E676D" w:rsidRPr="0038188C" w:rsidRDefault="0043315F" w:rsidP="00210665">
            <w:pPr>
              <w:pStyle w:val="SIBulletList2"/>
              <w:rPr>
                <w:rFonts w:eastAsia="Calibri"/>
              </w:rPr>
            </w:pPr>
            <w:r w:rsidRPr="0038188C">
              <w:rPr>
                <w:rFonts w:eastAsia="Calibri"/>
              </w:rPr>
              <w:t>cake beater attachment</w:t>
            </w:r>
          </w:p>
          <w:p w14:paraId="26CD9262" w14:textId="77777777" w:rsidR="005E676D" w:rsidRPr="0038188C" w:rsidRDefault="0043315F" w:rsidP="00210665">
            <w:pPr>
              <w:pStyle w:val="SIBulletList2"/>
              <w:rPr>
                <w:rFonts w:eastAsia="Calibri"/>
              </w:rPr>
            </w:pPr>
            <w:r w:rsidRPr="0038188C">
              <w:rPr>
                <w:rFonts w:eastAsia="Calibri"/>
              </w:rPr>
              <w:t>cake whisk attachment</w:t>
            </w:r>
          </w:p>
          <w:p w14:paraId="33F3EFBE" w14:textId="794AA3CD" w:rsidR="00DC34DE" w:rsidRPr="0038188C" w:rsidRDefault="0043315F" w:rsidP="0038188C">
            <w:pPr>
              <w:pStyle w:val="SIBulletList1"/>
              <w:tabs>
                <w:tab w:val="num" w:pos="360"/>
              </w:tabs>
              <w:ind w:left="357" w:hanging="357"/>
              <w:rPr>
                <w:rFonts w:eastAsia="Calibri"/>
              </w:rPr>
            </w:pPr>
            <w:r w:rsidRPr="0038188C">
              <w:rPr>
                <w:rFonts w:eastAsia="Calibri"/>
              </w:rPr>
              <w:t>ancillary equipment</w:t>
            </w:r>
            <w:r w:rsidR="00490B62">
              <w:rPr>
                <w:rFonts w:eastAsia="Calibri"/>
              </w:rPr>
              <w:t>, including</w:t>
            </w:r>
            <w:r w:rsidRPr="0038188C">
              <w:rPr>
                <w:rFonts w:eastAsia="Calibri"/>
              </w:rPr>
              <w:t>:</w:t>
            </w:r>
          </w:p>
          <w:p w14:paraId="0BCBEB50" w14:textId="290F1DC7" w:rsidR="0083092A" w:rsidRDefault="0083092A" w:rsidP="00210665">
            <w:pPr>
              <w:pStyle w:val="SIBulletList2"/>
              <w:rPr>
                <w:rFonts w:eastAsia="Calibri"/>
              </w:rPr>
            </w:pPr>
            <w:r>
              <w:rPr>
                <w:rFonts w:eastAsia="Calibri"/>
              </w:rPr>
              <w:t>rolling pin</w:t>
            </w:r>
          </w:p>
          <w:p w14:paraId="30411860" w14:textId="77777777" w:rsidR="005E676D" w:rsidRPr="0038188C" w:rsidRDefault="0043315F" w:rsidP="00210665">
            <w:pPr>
              <w:pStyle w:val="SIBulletList2"/>
              <w:rPr>
                <w:rFonts w:eastAsia="Calibri"/>
              </w:rPr>
            </w:pPr>
            <w:r w:rsidRPr="0038188C">
              <w:rPr>
                <w:rFonts w:eastAsia="Calibri"/>
              </w:rPr>
              <w:t>cake hoops or tins</w:t>
            </w:r>
          </w:p>
          <w:p w14:paraId="4C50F83C" w14:textId="77777777" w:rsidR="005E676D" w:rsidRPr="0038188C" w:rsidRDefault="0043315F" w:rsidP="00210665">
            <w:pPr>
              <w:pStyle w:val="SIBulletList2"/>
              <w:rPr>
                <w:rFonts w:eastAsia="Calibri"/>
              </w:rPr>
            </w:pPr>
            <w:r w:rsidRPr="0038188C">
              <w:rPr>
                <w:rFonts w:eastAsia="Calibri"/>
              </w:rPr>
              <w:t>equipment</w:t>
            </w:r>
            <w:r w:rsidR="0084751F">
              <w:rPr>
                <w:rFonts w:eastAsia="Calibri"/>
              </w:rPr>
              <w:t xml:space="preserve"> to temper chocolate</w:t>
            </w:r>
          </w:p>
          <w:p w14:paraId="594FFC13" w14:textId="77777777" w:rsidR="005E676D" w:rsidRPr="0038188C" w:rsidRDefault="00902C6E" w:rsidP="00210665">
            <w:pPr>
              <w:pStyle w:val="SIBulletList2"/>
              <w:rPr>
                <w:rFonts w:eastAsia="Calibri"/>
              </w:rPr>
            </w:pPr>
            <w:r w:rsidRPr="0038188C">
              <w:rPr>
                <w:rFonts w:eastAsia="Calibri"/>
              </w:rPr>
              <w:t>plateware for entreme</w:t>
            </w:r>
            <w:r w:rsidR="0043315F" w:rsidRPr="0038188C">
              <w:rPr>
                <w:rFonts w:eastAsia="Calibri"/>
              </w:rPr>
              <w:t>ts</w:t>
            </w:r>
          </w:p>
          <w:p w14:paraId="6C863C6B" w14:textId="6946DD3B" w:rsidR="00DC34DE" w:rsidRPr="0038188C" w:rsidRDefault="0043315F" w:rsidP="00490B62">
            <w:pPr>
              <w:pStyle w:val="SIBulletList1"/>
              <w:tabs>
                <w:tab w:val="num" w:pos="360"/>
              </w:tabs>
              <w:ind w:left="357" w:hanging="357"/>
              <w:rPr>
                <w:rFonts w:eastAsia="Calibri"/>
              </w:rPr>
            </w:pPr>
            <w:r w:rsidRPr="0038188C">
              <w:rPr>
                <w:rFonts w:eastAsia="Calibri"/>
              </w:rPr>
              <w:t>tools and utensils</w:t>
            </w:r>
            <w:r w:rsidR="00490B62">
              <w:rPr>
                <w:rFonts w:eastAsia="Calibri"/>
              </w:rPr>
              <w:t>, including</w:t>
            </w:r>
            <w:r w:rsidRPr="0038188C">
              <w:rPr>
                <w:rFonts w:eastAsia="Calibri"/>
              </w:rPr>
              <w:t>:</w:t>
            </w:r>
          </w:p>
          <w:p w14:paraId="74C8B4B4" w14:textId="77777777" w:rsidR="00DC34DE" w:rsidRPr="0043315F" w:rsidRDefault="0043315F" w:rsidP="00210665">
            <w:pPr>
              <w:pStyle w:val="SIBulletList2"/>
              <w:rPr>
                <w:rFonts w:eastAsia="Calibri"/>
              </w:rPr>
            </w:pPr>
            <w:r w:rsidRPr="0043315F">
              <w:rPr>
                <w:rFonts w:eastAsia="Calibri"/>
              </w:rPr>
              <w:t>pallet knives</w:t>
            </w:r>
          </w:p>
          <w:p w14:paraId="52C94384" w14:textId="77777777" w:rsidR="005E676D" w:rsidRPr="0043315F" w:rsidRDefault="0043315F" w:rsidP="00210665">
            <w:pPr>
              <w:pStyle w:val="SIBulletList2"/>
              <w:rPr>
                <w:rFonts w:eastAsia="Calibri"/>
              </w:rPr>
            </w:pPr>
            <w:r w:rsidRPr="0043315F">
              <w:rPr>
                <w:rFonts w:eastAsia="Calibri"/>
              </w:rPr>
              <w:t>ladles or spoons</w:t>
            </w:r>
          </w:p>
          <w:p w14:paraId="0E300EF9" w14:textId="77777777" w:rsidR="005E676D" w:rsidRPr="0043315F" w:rsidRDefault="0043315F" w:rsidP="00210665">
            <w:pPr>
              <w:pStyle w:val="SIBulletList2"/>
              <w:rPr>
                <w:rFonts w:eastAsia="Calibri"/>
              </w:rPr>
            </w:pPr>
            <w:r w:rsidRPr="0043315F">
              <w:rPr>
                <w:rFonts w:eastAsia="Calibri"/>
              </w:rPr>
              <w:t>scrapers</w:t>
            </w:r>
          </w:p>
          <w:p w14:paraId="64BB2F23" w14:textId="77777777" w:rsidR="005E676D" w:rsidRPr="0043315F" w:rsidRDefault="0043315F" w:rsidP="00210665">
            <w:pPr>
              <w:pStyle w:val="SIBulletList2"/>
              <w:rPr>
                <w:rFonts w:eastAsia="Calibri"/>
              </w:rPr>
            </w:pPr>
            <w:r w:rsidRPr="0043315F">
              <w:rPr>
                <w:rFonts w:eastAsia="Calibri"/>
              </w:rPr>
              <w:t>cake knives.</w:t>
            </w:r>
          </w:p>
        </w:tc>
      </w:tr>
      <w:tr w:rsidR="00DC34DE" w:rsidRPr="0043315F" w:rsidDel="00423CB2" w14:paraId="5E1F51A9" w14:textId="77777777" w:rsidTr="00BC663A">
        <w:tc>
          <w:tcPr>
            <w:tcW w:w="1396" w:type="pct"/>
          </w:tcPr>
          <w:p w14:paraId="7B096B95" w14:textId="77777777" w:rsidR="00DC34DE" w:rsidRPr="0043315F" w:rsidRDefault="00DC34DE" w:rsidP="00BC663A">
            <w:pPr>
              <w:pStyle w:val="SIText"/>
              <w:rPr>
                <w:b/>
                <w:i/>
              </w:rPr>
            </w:pPr>
            <w:r w:rsidRPr="00490B62">
              <w:t>Bases</w:t>
            </w:r>
            <w:r w:rsidRPr="0043315F">
              <w:rPr>
                <w:b/>
                <w:i/>
              </w:rPr>
              <w:t xml:space="preserve"> </w:t>
            </w:r>
            <w:r w:rsidRPr="0043315F">
              <w:t>must include:</w:t>
            </w:r>
          </w:p>
        </w:tc>
        <w:tc>
          <w:tcPr>
            <w:tcW w:w="3604" w:type="pct"/>
          </w:tcPr>
          <w:p w14:paraId="33711EA7" w14:textId="77777777" w:rsidR="00DC34DE" w:rsidRPr="0043315F" w:rsidRDefault="00DC34DE" w:rsidP="00BC663A">
            <w:pPr>
              <w:pStyle w:val="SIBulletList1"/>
              <w:tabs>
                <w:tab w:val="num" w:pos="360"/>
              </w:tabs>
              <w:ind w:left="357" w:hanging="357"/>
              <w:rPr>
                <w:rFonts w:eastAsia="Calibri"/>
              </w:rPr>
            </w:pPr>
            <w:r w:rsidRPr="0043315F">
              <w:rPr>
                <w:rFonts w:eastAsia="Calibri"/>
              </w:rPr>
              <w:t>cake</w:t>
            </w:r>
          </w:p>
          <w:p w14:paraId="15B1B953" w14:textId="71F7E31C" w:rsidR="00DC34DE" w:rsidRPr="0043315F" w:rsidRDefault="00DC34DE" w:rsidP="00FB15CE">
            <w:pPr>
              <w:pStyle w:val="SIBulletList1"/>
              <w:tabs>
                <w:tab w:val="num" w:pos="360"/>
              </w:tabs>
              <w:ind w:left="357" w:hanging="357"/>
              <w:rPr>
                <w:rFonts w:eastAsia="Calibri"/>
              </w:rPr>
            </w:pPr>
            <w:r w:rsidRPr="0043315F">
              <w:rPr>
                <w:rFonts w:eastAsia="Calibri"/>
              </w:rPr>
              <w:t xml:space="preserve">laminated </w:t>
            </w:r>
            <w:r w:rsidR="00036740">
              <w:rPr>
                <w:rFonts w:eastAsia="Calibri"/>
              </w:rPr>
              <w:t xml:space="preserve">or short </w:t>
            </w:r>
            <w:r w:rsidRPr="0043315F">
              <w:rPr>
                <w:rFonts w:eastAsia="Calibri"/>
              </w:rPr>
              <w:t>pastry</w:t>
            </w:r>
            <w:r w:rsidR="00490B62">
              <w:rPr>
                <w:rFonts w:eastAsia="Calibri"/>
              </w:rPr>
              <w:t>.</w:t>
            </w:r>
          </w:p>
        </w:tc>
      </w:tr>
      <w:tr w:rsidR="00DC34DE" w:rsidRPr="0043315F" w:rsidDel="00423CB2" w14:paraId="1FD68C32" w14:textId="77777777" w:rsidTr="00BC663A">
        <w:tc>
          <w:tcPr>
            <w:tcW w:w="1396" w:type="pct"/>
          </w:tcPr>
          <w:p w14:paraId="728C962F" w14:textId="77777777" w:rsidR="00DC34DE" w:rsidRPr="0043315F" w:rsidRDefault="00DC34DE" w:rsidP="00BC663A">
            <w:pPr>
              <w:pStyle w:val="SIText"/>
            </w:pPr>
            <w:r w:rsidRPr="00490B62">
              <w:t xml:space="preserve">Fillings and </w:t>
            </w:r>
            <w:r w:rsidR="00CF68AE" w:rsidRPr="00490B62">
              <w:t>finishes</w:t>
            </w:r>
            <w:r w:rsidRPr="0043315F">
              <w:t xml:space="preserve"> must include:</w:t>
            </w:r>
          </w:p>
        </w:tc>
        <w:tc>
          <w:tcPr>
            <w:tcW w:w="3604" w:type="pct"/>
          </w:tcPr>
          <w:p w14:paraId="166A8875" w14:textId="326F63B5" w:rsidR="00DC34DE" w:rsidRPr="0043315F" w:rsidRDefault="00DC34DE" w:rsidP="00BC663A">
            <w:pPr>
              <w:pStyle w:val="SIBulletList1"/>
              <w:tabs>
                <w:tab w:val="num" w:pos="360"/>
              </w:tabs>
              <w:ind w:left="357" w:hanging="357"/>
            </w:pPr>
            <w:r w:rsidRPr="0043315F">
              <w:rPr>
                <w:rFonts w:eastAsia="Calibri"/>
              </w:rPr>
              <w:t>sab</w:t>
            </w:r>
            <w:r w:rsidR="002C2A8D">
              <w:rPr>
                <w:rFonts w:eastAsia="Calibri"/>
              </w:rPr>
              <w:t>a</w:t>
            </w:r>
            <w:r w:rsidRPr="0043315F">
              <w:rPr>
                <w:rFonts w:eastAsia="Calibri"/>
              </w:rPr>
              <w:t>yon</w:t>
            </w:r>
            <w:r w:rsidR="0084751F">
              <w:rPr>
                <w:rFonts w:eastAsia="Calibri"/>
              </w:rPr>
              <w:t xml:space="preserve"> or custard</w:t>
            </w:r>
          </w:p>
          <w:p w14:paraId="10019BE4" w14:textId="77777777" w:rsidR="00DC34DE" w:rsidRPr="0043315F" w:rsidRDefault="00DC34DE" w:rsidP="00BC663A">
            <w:pPr>
              <w:pStyle w:val="SIBulletList1"/>
              <w:tabs>
                <w:tab w:val="num" w:pos="360"/>
              </w:tabs>
              <w:ind w:left="357" w:hanging="357"/>
            </w:pPr>
            <w:r w:rsidRPr="0043315F">
              <w:rPr>
                <w:rFonts w:eastAsia="Calibri"/>
              </w:rPr>
              <w:t>aerated creams</w:t>
            </w:r>
          </w:p>
          <w:p w14:paraId="28C633D3" w14:textId="44956C15" w:rsidR="00DC34DE" w:rsidRPr="0043315F" w:rsidRDefault="00490B62" w:rsidP="00BC663A">
            <w:pPr>
              <w:pStyle w:val="SIBulletList1"/>
              <w:tabs>
                <w:tab w:val="num" w:pos="360"/>
              </w:tabs>
              <w:ind w:left="357" w:hanging="357"/>
            </w:pPr>
            <w:r>
              <w:rPr>
                <w:rFonts w:eastAsia="Calibri"/>
              </w:rPr>
              <w:t>chocolate-</w:t>
            </w:r>
            <w:r w:rsidR="00DC34DE" w:rsidRPr="0043315F">
              <w:rPr>
                <w:rFonts w:eastAsia="Calibri"/>
              </w:rPr>
              <w:t>based glazes</w:t>
            </w:r>
            <w:r w:rsidR="0084751F">
              <w:rPr>
                <w:rFonts w:eastAsia="Calibri"/>
              </w:rPr>
              <w:t xml:space="preserve"> or sauces</w:t>
            </w:r>
          </w:p>
          <w:p w14:paraId="56BEEFC1" w14:textId="77777777" w:rsidR="00DC34DE" w:rsidRPr="0043315F" w:rsidRDefault="00DC34DE" w:rsidP="00BC663A">
            <w:pPr>
              <w:pStyle w:val="SIBulletList1"/>
              <w:tabs>
                <w:tab w:val="num" w:pos="360"/>
              </w:tabs>
              <w:ind w:left="357" w:hanging="357"/>
            </w:pPr>
            <w:r w:rsidRPr="0043315F">
              <w:rPr>
                <w:rFonts w:eastAsia="Calibri"/>
              </w:rPr>
              <w:t>tempered couverture chocolate</w:t>
            </w:r>
          </w:p>
          <w:p w14:paraId="7600B19A" w14:textId="77777777" w:rsidR="00DC34DE" w:rsidRPr="0043315F" w:rsidRDefault="00DC34DE" w:rsidP="00BC663A">
            <w:pPr>
              <w:pStyle w:val="SIBulletList1"/>
              <w:tabs>
                <w:tab w:val="num" w:pos="360"/>
              </w:tabs>
              <w:ind w:left="357" w:hanging="357"/>
            </w:pPr>
            <w:r w:rsidRPr="0043315F">
              <w:rPr>
                <w:rFonts w:eastAsia="Calibri"/>
              </w:rPr>
              <w:t>fruit fillings</w:t>
            </w:r>
          </w:p>
          <w:p w14:paraId="13AA4FC4" w14:textId="77777777" w:rsidR="00036740" w:rsidRPr="00FB15CE" w:rsidRDefault="00DC34DE" w:rsidP="00BC663A">
            <w:pPr>
              <w:pStyle w:val="SIBulletList1"/>
              <w:tabs>
                <w:tab w:val="num" w:pos="360"/>
              </w:tabs>
              <w:ind w:left="357" w:hanging="357"/>
            </w:pPr>
            <w:r w:rsidRPr="0043315F">
              <w:rPr>
                <w:rFonts w:eastAsia="Calibri"/>
              </w:rPr>
              <w:t xml:space="preserve">bavarois or mousse </w:t>
            </w:r>
          </w:p>
          <w:p w14:paraId="07C2DE8F" w14:textId="387B3224" w:rsidR="00DC34DE" w:rsidRPr="0043315F" w:rsidRDefault="00DC34DE" w:rsidP="00BC663A">
            <w:pPr>
              <w:pStyle w:val="SIBulletList1"/>
              <w:tabs>
                <w:tab w:val="num" w:pos="360"/>
              </w:tabs>
              <w:ind w:left="357" w:hanging="357"/>
            </w:pPr>
            <w:r w:rsidRPr="0043315F">
              <w:t>meringue</w:t>
            </w:r>
            <w:r w:rsidR="0084751F">
              <w:t xml:space="preserve"> or butter</w:t>
            </w:r>
            <w:r w:rsidR="00490B62">
              <w:t xml:space="preserve"> </w:t>
            </w:r>
            <w:r w:rsidR="0084751F">
              <w:t>cream</w:t>
            </w:r>
          </w:p>
          <w:p w14:paraId="59E0CAF2" w14:textId="4DD099A4" w:rsidR="00DC34DE" w:rsidRPr="0043315F" w:rsidRDefault="00DC34DE" w:rsidP="00210665">
            <w:pPr>
              <w:pStyle w:val="SIBulletList1"/>
              <w:tabs>
                <w:tab w:val="num" w:pos="360"/>
              </w:tabs>
              <w:ind w:left="357" w:hanging="357"/>
            </w:pPr>
            <w:r w:rsidRPr="0043315F">
              <w:t xml:space="preserve">chocolate </w:t>
            </w:r>
            <w:r w:rsidR="00B578F7">
              <w:t xml:space="preserve">or sugar </w:t>
            </w:r>
            <w:r w:rsidRPr="0043315F">
              <w:t>garnishes</w:t>
            </w:r>
            <w:r w:rsidR="00490B62">
              <w:t>.</w:t>
            </w:r>
          </w:p>
        </w:tc>
      </w:tr>
    </w:tbl>
    <w:p w14:paraId="04CD0B52" w14:textId="77777777" w:rsidR="00876B44" w:rsidRPr="0043315F" w:rsidRDefault="00876B44" w:rsidP="00F1480E">
      <w:pPr>
        <w:pStyle w:val="SIText"/>
        <w:keepNext/>
      </w:pPr>
    </w:p>
    <w:p w14:paraId="49380242" w14:textId="77777777" w:rsidR="00876B44" w:rsidRPr="0043315F" w:rsidRDefault="00876B44" w:rsidP="00F1480E">
      <w:pPr>
        <w:pStyle w:val="SIText"/>
        <w:keepNext/>
      </w:pPr>
    </w:p>
    <w:tbl>
      <w:tblPr>
        <w:tblStyle w:val="TableGrid"/>
        <w:tblW w:w="5000" w:type="pct"/>
        <w:tblLook w:val="04A0" w:firstRow="1" w:lastRow="0" w:firstColumn="1" w:lastColumn="0" w:noHBand="0" w:noVBand="1"/>
      </w:tblPr>
      <w:tblGrid>
        <w:gridCol w:w="2463"/>
        <w:gridCol w:w="2463"/>
        <w:gridCol w:w="2464"/>
        <w:gridCol w:w="2464"/>
      </w:tblGrid>
      <w:tr w:rsidR="00F1480E" w:rsidRPr="0043315F" w14:paraId="28C4E985" w14:textId="77777777" w:rsidTr="00816721">
        <w:trPr>
          <w:tblHeader/>
        </w:trPr>
        <w:tc>
          <w:tcPr>
            <w:tcW w:w="5000" w:type="pct"/>
            <w:gridSpan w:val="4"/>
          </w:tcPr>
          <w:p w14:paraId="04BB8408" w14:textId="77777777" w:rsidR="00F1480E" w:rsidRPr="0043315F" w:rsidRDefault="00916CD7" w:rsidP="00FD557D">
            <w:pPr>
              <w:pStyle w:val="SIHeading2"/>
            </w:pPr>
            <w:r w:rsidRPr="0043315F">
              <w:br w:type="page"/>
            </w:r>
            <w:r w:rsidR="00FD557D" w:rsidRPr="0043315F">
              <w:t>Unit Mapping Information</w:t>
            </w:r>
          </w:p>
        </w:tc>
      </w:tr>
      <w:tr w:rsidR="00F1480E" w:rsidRPr="0043315F" w14:paraId="1D46E4D6" w14:textId="77777777" w:rsidTr="005717BE">
        <w:trPr>
          <w:tblHeader/>
        </w:trPr>
        <w:tc>
          <w:tcPr>
            <w:tcW w:w="1250" w:type="pct"/>
          </w:tcPr>
          <w:p w14:paraId="253F5927" w14:textId="77777777" w:rsidR="00F1480E" w:rsidRPr="0043315F" w:rsidRDefault="00F1480E" w:rsidP="00923720">
            <w:pPr>
              <w:pStyle w:val="SIText-Bold"/>
            </w:pPr>
            <w:r w:rsidRPr="0043315F">
              <w:t>Code and title current version</w:t>
            </w:r>
          </w:p>
        </w:tc>
        <w:tc>
          <w:tcPr>
            <w:tcW w:w="1250" w:type="pct"/>
          </w:tcPr>
          <w:p w14:paraId="0A4BEBBD" w14:textId="77777777" w:rsidR="00F1480E" w:rsidRPr="0043315F" w:rsidRDefault="00F1480E" w:rsidP="00923720">
            <w:pPr>
              <w:pStyle w:val="SIText-Bold"/>
            </w:pPr>
            <w:r w:rsidRPr="0043315F">
              <w:t>Code and title previous version</w:t>
            </w:r>
          </w:p>
        </w:tc>
        <w:tc>
          <w:tcPr>
            <w:tcW w:w="1250" w:type="pct"/>
          </w:tcPr>
          <w:p w14:paraId="1D9F587A" w14:textId="77777777" w:rsidR="00F1480E" w:rsidRPr="0043315F" w:rsidRDefault="00F1480E" w:rsidP="00923720">
            <w:pPr>
              <w:pStyle w:val="SIText-Bold"/>
            </w:pPr>
            <w:r w:rsidRPr="0043315F">
              <w:t>Comments</w:t>
            </w:r>
          </w:p>
        </w:tc>
        <w:tc>
          <w:tcPr>
            <w:tcW w:w="1250" w:type="pct"/>
          </w:tcPr>
          <w:p w14:paraId="0511F73F" w14:textId="77777777" w:rsidR="00F1480E" w:rsidRPr="0043315F" w:rsidRDefault="00F1480E" w:rsidP="00923720">
            <w:pPr>
              <w:pStyle w:val="SIText-Bold"/>
            </w:pPr>
            <w:r w:rsidRPr="0043315F">
              <w:t>Equivalence status</w:t>
            </w:r>
          </w:p>
        </w:tc>
      </w:tr>
      <w:tr w:rsidR="00041E59" w:rsidRPr="0043315F" w14:paraId="17601E46" w14:textId="77777777" w:rsidTr="005717BE">
        <w:tc>
          <w:tcPr>
            <w:tcW w:w="1250" w:type="pct"/>
          </w:tcPr>
          <w:p w14:paraId="43C59B04" w14:textId="1100AFCF" w:rsidR="00041E59" w:rsidRPr="0043315F" w:rsidRDefault="009B2DA7" w:rsidP="00916CD7">
            <w:pPr>
              <w:pStyle w:val="SIText"/>
            </w:pPr>
            <w:r w:rsidRPr="009B2DA7">
              <w:t xml:space="preserve">FBPRBK4003 </w:t>
            </w:r>
            <w:r w:rsidR="00311039" w:rsidRPr="0043315F">
              <w:t xml:space="preserve">Produce </w:t>
            </w:r>
            <w:r w:rsidR="00365C2C" w:rsidRPr="0043315F">
              <w:t>gateau</w:t>
            </w:r>
            <w:r w:rsidR="00BC663A">
              <w:t>x</w:t>
            </w:r>
            <w:r w:rsidR="00365C2C" w:rsidRPr="0043315F">
              <w:t>, torte</w:t>
            </w:r>
            <w:r w:rsidR="00BC663A">
              <w:t>s</w:t>
            </w:r>
            <w:r w:rsidR="00365C2C" w:rsidRPr="0043315F">
              <w:t xml:space="preserve"> and entremets</w:t>
            </w:r>
          </w:p>
        </w:tc>
        <w:tc>
          <w:tcPr>
            <w:tcW w:w="1250" w:type="pct"/>
          </w:tcPr>
          <w:p w14:paraId="0ED8C7EA" w14:textId="0FEE3E41" w:rsidR="00646A00" w:rsidRPr="0043315F" w:rsidRDefault="008D74CD" w:rsidP="008D74CD">
            <w:pPr>
              <w:pStyle w:val="SIText"/>
            </w:pPr>
            <w:r w:rsidRPr="008D74CD">
              <w:t>FDFRB</w:t>
            </w:r>
            <w:r>
              <w:t>3015A</w:t>
            </w:r>
            <w:r w:rsidRPr="008D74CD">
              <w:t xml:space="preserve"> Produce gateaux, tortes and entremets</w:t>
            </w:r>
          </w:p>
        </w:tc>
        <w:tc>
          <w:tcPr>
            <w:tcW w:w="1250" w:type="pct"/>
          </w:tcPr>
          <w:p w14:paraId="32361C62" w14:textId="2B80AACB" w:rsidR="00DF2AE5" w:rsidRDefault="008D74CD" w:rsidP="008D74CD">
            <w:pPr>
              <w:pStyle w:val="SIText"/>
            </w:pPr>
            <w:r w:rsidRPr="008D74CD">
              <w:t>Redesigned unit that includes content from previous unit</w:t>
            </w:r>
          </w:p>
          <w:p w14:paraId="3F138347" w14:textId="77777777" w:rsidR="00490B62" w:rsidRDefault="00490B62" w:rsidP="008D74CD">
            <w:pPr>
              <w:pStyle w:val="SIText"/>
            </w:pPr>
          </w:p>
          <w:p w14:paraId="2D7A1F38" w14:textId="49706CFD" w:rsidR="004505AC" w:rsidRPr="0043315F" w:rsidRDefault="002C3CA5" w:rsidP="004505AC">
            <w:pPr>
              <w:pStyle w:val="SIText"/>
            </w:pPr>
            <w:r w:rsidRPr="002C3CA5">
              <w:t>Code changed to reflect AQF alignment</w:t>
            </w:r>
          </w:p>
        </w:tc>
        <w:tc>
          <w:tcPr>
            <w:tcW w:w="1250" w:type="pct"/>
          </w:tcPr>
          <w:p w14:paraId="410C7E8F" w14:textId="77777777" w:rsidR="00916CD7" w:rsidRPr="0043315F" w:rsidRDefault="00916CD7" w:rsidP="00041E59">
            <w:pPr>
              <w:pStyle w:val="SIText"/>
            </w:pPr>
            <w:r w:rsidRPr="0043315F">
              <w:t>No equivalent unit</w:t>
            </w:r>
          </w:p>
        </w:tc>
      </w:tr>
      <w:tr w:rsidR="00B50D41" w:rsidRPr="0043315F" w14:paraId="17EBD1C4" w14:textId="77777777" w:rsidTr="005717BE">
        <w:tc>
          <w:tcPr>
            <w:tcW w:w="1250" w:type="pct"/>
          </w:tcPr>
          <w:p w14:paraId="2CCCC11A" w14:textId="77777777" w:rsidR="00B50D41" w:rsidRPr="009B2DA7" w:rsidRDefault="00B50D41" w:rsidP="00916CD7">
            <w:pPr>
              <w:pStyle w:val="SIText"/>
            </w:pPr>
          </w:p>
        </w:tc>
        <w:tc>
          <w:tcPr>
            <w:tcW w:w="1250" w:type="pct"/>
          </w:tcPr>
          <w:p w14:paraId="4618C4E8" w14:textId="693F5E5A" w:rsidR="00B50D41" w:rsidRPr="008D74CD" w:rsidRDefault="00B50D41" w:rsidP="008D74CD">
            <w:pPr>
              <w:pStyle w:val="SIText"/>
            </w:pPr>
            <w:r w:rsidRPr="00B50D41">
              <w:t>FDFRB3012A Diagnose and respond to product and process faults (pastry, cake and cookies)</w:t>
            </w:r>
          </w:p>
        </w:tc>
        <w:tc>
          <w:tcPr>
            <w:tcW w:w="1250" w:type="pct"/>
          </w:tcPr>
          <w:p w14:paraId="24EE9128" w14:textId="77777777" w:rsidR="00B50D41" w:rsidRDefault="00B50D41" w:rsidP="00B50D41">
            <w:pPr>
              <w:pStyle w:val="SIText"/>
            </w:pPr>
            <w:r w:rsidRPr="008D74CD">
              <w:t>Redesigned unit that includes content from previous unit</w:t>
            </w:r>
          </w:p>
          <w:p w14:paraId="3F46D68B" w14:textId="77777777" w:rsidR="00B50D41" w:rsidRPr="008D74CD" w:rsidRDefault="00B50D41" w:rsidP="008D74CD">
            <w:pPr>
              <w:pStyle w:val="SIText"/>
            </w:pPr>
          </w:p>
        </w:tc>
        <w:tc>
          <w:tcPr>
            <w:tcW w:w="1250" w:type="pct"/>
          </w:tcPr>
          <w:p w14:paraId="1BA1594E" w14:textId="20D4E793" w:rsidR="00B50D41" w:rsidRPr="0043315F" w:rsidRDefault="00B50D41" w:rsidP="00041E59">
            <w:pPr>
              <w:pStyle w:val="SIText"/>
            </w:pPr>
            <w:r w:rsidRPr="0043315F">
              <w:t>No equivalent unit</w:t>
            </w:r>
          </w:p>
        </w:tc>
      </w:tr>
    </w:tbl>
    <w:p w14:paraId="5D76339A" w14:textId="77777777" w:rsidR="00F1480E" w:rsidRPr="0043315F"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7392"/>
      </w:tblGrid>
      <w:tr w:rsidR="00F1480E" w:rsidRPr="0043315F" w14:paraId="1BC4EBCB" w14:textId="77777777" w:rsidTr="00BA242C">
        <w:tc>
          <w:tcPr>
            <w:tcW w:w="1249" w:type="pct"/>
            <w:shd w:val="clear" w:color="auto" w:fill="auto"/>
          </w:tcPr>
          <w:p w14:paraId="1AA6826D" w14:textId="77777777" w:rsidR="00F1480E" w:rsidRPr="0043315F" w:rsidRDefault="00FD557D" w:rsidP="00FD557D">
            <w:pPr>
              <w:pStyle w:val="SIHeading2"/>
            </w:pPr>
            <w:r w:rsidRPr="0043315F">
              <w:t>Links</w:t>
            </w:r>
          </w:p>
        </w:tc>
        <w:tc>
          <w:tcPr>
            <w:tcW w:w="3751" w:type="pct"/>
            <w:shd w:val="clear" w:color="auto" w:fill="auto"/>
          </w:tcPr>
          <w:p w14:paraId="73EC616A" w14:textId="77777777" w:rsidR="00490B62" w:rsidRDefault="00490B62" w:rsidP="00490B62">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00E63D29" w14:textId="4E620F86" w:rsidR="00F1480E" w:rsidRPr="0043315F" w:rsidRDefault="005C1214" w:rsidP="00490B62">
            <w:pPr>
              <w:pStyle w:val="SIText"/>
            </w:pPr>
            <w:hyperlink r:id="rId11" w:history="1">
              <w:r w:rsidR="00490B62" w:rsidRPr="00BC34EB">
                <w:rPr>
                  <w:rStyle w:val="Hyperlink"/>
                </w:rPr>
                <w:t>https://vetnet.education.gov.au/Pages/TrainingDocs.aspx?q=78b15323-cd38-483e-aad7-1159b570a5c4</w:t>
              </w:r>
            </w:hyperlink>
          </w:p>
        </w:tc>
      </w:tr>
    </w:tbl>
    <w:p w14:paraId="6C96906E" w14:textId="77777777" w:rsidR="00F1480E" w:rsidRPr="0043315F" w:rsidRDefault="00F1480E" w:rsidP="00F1480E">
      <w:pPr>
        <w:pStyle w:val="SIText"/>
      </w:pPr>
    </w:p>
    <w:p w14:paraId="672FAE74" w14:textId="77777777" w:rsidR="00F1480E" w:rsidRPr="0043315F" w:rsidRDefault="00F1480E" w:rsidP="00F1480E">
      <w:pPr>
        <w:pStyle w:val="SIText"/>
      </w:pPr>
      <w:r w:rsidRPr="0043315F">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43315F" w14:paraId="5D659B14" w14:textId="77777777" w:rsidTr="00FF1FBF">
        <w:tc>
          <w:tcPr>
            <w:tcW w:w="1478" w:type="pct"/>
            <w:shd w:val="clear" w:color="auto" w:fill="auto"/>
          </w:tcPr>
          <w:p w14:paraId="2B447C2C" w14:textId="77777777" w:rsidR="00556C4C" w:rsidRPr="0043315F" w:rsidRDefault="00556C4C" w:rsidP="00816721">
            <w:pPr>
              <w:pStyle w:val="SIUnittitle"/>
            </w:pPr>
            <w:r w:rsidRPr="0043315F">
              <w:lastRenderedPageBreak/>
              <w:t>TITLE</w:t>
            </w:r>
          </w:p>
        </w:tc>
        <w:tc>
          <w:tcPr>
            <w:tcW w:w="3522" w:type="pct"/>
            <w:shd w:val="clear" w:color="auto" w:fill="auto"/>
          </w:tcPr>
          <w:p w14:paraId="7D5C6A44" w14:textId="3ACC61D3" w:rsidR="00556C4C" w:rsidRPr="0043315F" w:rsidRDefault="00556C4C" w:rsidP="00816721">
            <w:pPr>
              <w:pStyle w:val="SIUnittitle"/>
            </w:pPr>
            <w:r w:rsidRPr="0043315F">
              <w:t xml:space="preserve">Assessment requirements for </w:t>
            </w:r>
            <w:r w:rsidR="009B2DA7" w:rsidRPr="009B2DA7">
              <w:t xml:space="preserve">FBPRBK4003 </w:t>
            </w:r>
            <w:r w:rsidR="00EF48A8" w:rsidRPr="0043315F">
              <w:t xml:space="preserve">Produce </w:t>
            </w:r>
            <w:r w:rsidR="00365C2C" w:rsidRPr="0043315F">
              <w:t>gateau</w:t>
            </w:r>
            <w:r w:rsidR="00BC663A">
              <w:t>x</w:t>
            </w:r>
            <w:r w:rsidR="00365C2C" w:rsidRPr="0043315F">
              <w:t>, torte</w:t>
            </w:r>
            <w:r w:rsidR="00BC663A">
              <w:t>s</w:t>
            </w:r>
            <w:r w:rsidR="00365C2C" w:rsidRPr="0043315F">
              <w:t xml:space="preserve"> and entremets</w:t>
            </w:r>
          </w:p>
        </w:tc>
      </w:tr>
      <w:tr w:rsidR="00556C4C" w:rsidRPr="0043315F" w14:paraId="4766A3AB" w14:textId="77777777" w:rsidTr="00FF1FBF">
        <w:tc>
          <w:tcPr>
            <w:tcW w:w="5000" w:type="pct"/>
            <w:gridSpan w:val="2"/>
            <w:shd w:val="clear" w:color="auto" w:fill="auto"/>
          </w:tcPr>
          <w:p w14:paraId="1DFB2928" w14:textId="77777777" w:rsidR="00556C4C" w:rsidRPr="0043315F" w:rsidRDefault="00D71E43" w:rsidP="00D71E43">
            <w:pPr>
              <w:pStyle w:val="SIHeading2"/>
            </w:pPr>
            <w:r w:rsidRPr="0043315F">
              <w:t>Performance Evidence</w:t>
            </w:r>
          </w:p>
        </w:tc>
      </w:tr>
      <w:tr w:rsidR="00556C4C" w:rsidRPr="0043315F" w14:paraId="486AD585" w14:textId="77777777" w:rsidTr="00FF1FBF">
        <w:tc>
          <w:tcPr>
            <w:tcW w:w="5000" w:type="pct"/>
            <w:gridSpan w:val="2"/>
            <w:shd w:val="clear" w:color="auto" w:fill="auto"/>
          </w:tcPr>
          <w:p w14:paraId="47A1C38B" w14:textId="4AAAF92C" w:rsidR="008262FE" w:rsidRPr="0043315F" w:rsidRDefault="00E3681D" w:rsidP="00816721">
            <w:pPr>
              <w:pStyle w:val="SIText"/>
            </w:pPr>
            <w:r w:rsidRPr="0043315F">
              <w:t xml:space="preserve">An individual </w:t>
            </w:r>
            <w:r w:rsidR="00556C4C" w:rsidRPr="0043315F">
              <w:t>demonstrati</w:t>
            </w:r>
            <w:r w:rsidR="00BA242C">
              <w:t>ng competency</w:t>
            </w:r>
            <w:r w:rsidR="005279D6">
              <w:t xml:space="preserve"> in this unit</w:t>
            </w:r>
            <w:r w:rsidR="00BA242C">
              <w:t xml:space="preserve"> must satisfy all </w:t>
            </w:r>
            <w:r w:rsidR="005279D6">
              <w:t xml:space="preserve">of </w:t>
            </w:r>
            <w:r w:rsidR="00556C4C" w:rsidRPr="0043315F">
              <w:t>the elements</w:t>
            </w:r>
            <w:r w:rsidR="00F01E49">
              <w:t xml:space="preserve"> and</w:t>
            </w:r>
            <w:r w:rsidR="00556C4C" w:rsidRPr="0043315F">
              <w:t xml:space="preserve"> performance criteria of this unit.</w:t>
            </w:r>
          </w:p>
          <w:p w14:paraId="23D77EF8" w14:textId="517235F4" w:rsidR="00556C4C" w:rsidRPr="0043315F" w:rsidRDefault="009A6E6C" w:rsidP="008262FE">
            <w:pPr>
              <w:pStyle w:val="SIText"/>
              <w:spacing w:before="240"/>
            </w:pPr>
            <w:r w:rsidRPr="0043315F">
              <w:t>There must be evidence that</w:t>
            </w:r>
            <w:r w:rsidR="00116160" w:rsidRPr="0043315F">
              <w:t xml:space="preserve"> the individual has</w:t>
            </w:r>
            <w:r w:rsidR="008262FE" w:rsidRPr="0043315F">
              <w:t xml:space="preserve"> </w:t>
            </w:r>
            <w:r w:rsidR="007C0A3E" w:rsidRPr="0043315F">
              <w:rPr>
                <w:rFonts w:cs="Calibri"/>
                <w:bCs/>
              </w:rPr>
              <w:t>produced</w:t>
            </w:r>
            <w:r w:rsidR="00116160" w:rsidRPr="0043315F">
              <w:t xml:space="preserve"> </w:t>
            </w:r>
            <w:r w:rsidR="00365C2C" w:rsidRPr="0043315F">
              <w:t>gateau</w:t>
            </w:r>
            <w:r w:rsidR="00BC663A">
              <w:t>x</w:t>
            </w:r>
            <w:r w:rsidR="00365C2C" w:rsidRPr="0043315F">
              <w:t>, torte</w:t>
            </w:r>
            <w:r w:rsidR="00CF1411">
              <w:t>s</w:t>
            </w:r>
            <w:r w:rsidR="00365C2C" w:rsidRPr="0043315F">
              <w:t xml:space="preserve"> and entremets</w:t>
            </w:r>
            <w:r w:rsidR="00116160" w:rsidRPr="0043315F">
              <w:t xml:space="preserve"> </w:t>
            </w:r>
            <w:r w:rsidR="008262FE" w:rsidRPr="0043315F">
              <w:t>according to a production schedule</w:t>
            </w:r>
            <w:r w:rsidR="00490B62">
              <w:t>, including</w:t>
            </w:r>
            <w:r w:rsidR="00116160" w:rsidRPr="0043315F">
              <w:t>:</w:t>
            </w:r>
          </w:p>
          <w:p w14:paraId="1D2EB0E9" w14:textId="77777777" w:rsidR="00311039" w:rsidRPr="0043315F" w:rsidRDefault="00CF68AE" w:rsidP="00EE0A62">
            <w:pPr>
              <w:pStyle w:val="SIBulletList1"/>
            </w:pPr>
            <w:r>
              <w:t xml:space="preserve">producing </w:t>
            </w:r>
            <w:r w:rsidR="008262FE" w:rsidRPr="0043315F">
              <w:t xml:space="preserve">the following </w:t>
            </w:r>
            <w:r w:rsidR="00B64B84" w:rsidRPr="0043315F">
              <w:t xml:space="preserve">three </w:t>
            </w:r>
            <w:r w:rsidR="00A4397F" w:rsidRPr="0043315F">
              <w:t>products</w:t>
            </w:r>
            <w:r w:rsidR="00311039" w:rsidRPr="0043315F">
              <w:t>:</w:t>
            </w:r>
          </w:p>
          <w:p w14:paraId="234592B1" w14:textId="77777777" w:rsidR="00106C7D" w:rsidRPr="0043315F" w:rsidRDefault="00902C6E" w:rsidP="00EE0A62">
            <w:pPr>
              <w:pStyle w:val="SIBulletList3"/>
            </w:pPr>
            <w:r>
              <w:t>gateau</w:t>
            </w:r>
            <w:r w:rsidR="006112B0">
              <w:t>x</w:t>
            </w:r>
          </w:p>
          <w:p w14:paraId="3F19650C" w14:textId="77162F25" w:rsidR="00A4397F" w:rsidRPr="0043315F" w:rsidRDefault="00A4397F" w:rsidP="00EE0A62">
            <w:pPr>
              <w:pStyle w:val="SIBulletList3"/>
            </w:pPr>
            <w:r w:rsidRPr="0043315F">
              <w:t>torte</w:t>
            </w:r>
          </w:p>
          <w:p w14:paraId="4C46418B" w14:textId="77777777" w:rsidR="00A4397F" w:rsidRPr="0043315F" w:rsidRDefault="00E06366" w:rsidP="00EE0A62">
            <w:pPr>
              <w:pStyle w:val="SIBulletList3"/>
            </w:pPr>
            <w:r w:rsidRPr="0043315F">
              <w:t xml:space="preserve">small </w:t>
            </w:r>
            <w:r w:rsidR="00A4397F" w:rsidRPr="0043315F">
              <w:t>entremet</w:t>
            </w:r>
            <w:r w:rsidR="00902C6E">
              <w:t>s</w:t>
            </w:r>
          </w:p>
          <w:p w14:paraId="3E4D5693" w14:textId="24E427C4" w:rsidR="00C50D1E" w:rsidRPr="0043315F" w:rsidRDefault="00E974E9" w:rsidP="00C50D1E">
            <w:pPr>
              <w:pStyle w:val="SIBulletList1"/>
            </w:pPr>
            <w:r>
              <w:t xml:space="preserve">presenting </w:t>
            </w:r>
            <w:r w:rsidR="00C50D1E">
              <w:t xml:space="preserve">entremets on plateware </w:t>
            </w:r>
            <w:r>
              <w:t>appropriate for the entremets</w:t>
            </w:r>
            <w:r w:rsidR="00BC663A">
              <w:t xml:space="preserve"> type</w:t>
            </w:r>
            <w:r>
              <w:t>,</w:t>
            </w:r>
            <w:r w:rsidR="00BC663A">
              <w:t xml:space="preserve"> </w:t>
            </w:r>
            <w:r w:rsidR="00C50D1E">
              <w:t xml:space="preserve">with the following </w:t>
            </w:r>
            <w:r w:rsidR="00BC663A">
              <w:t>th</w:t>
            </w:r>
            <w:r w:rsidR="0084751F">
              <w:t>r</w:t>
            </w:r>
            <w:r w:rsidR="00BC663A">
              <w:t>ee finishes:</w:t>
            </w:r>
          </w:p>
          <w:p w14:paraId="37FF2084" w14:textId="77777777" w:rsidR="00B578F7" w:rsidRDefault="00B578F7" w:rsidP="00B578F7">
            <w:pPr>
              <w:pStyle w:val="SIBulletList3"/>
            </w:pPr>
            <w:r>
              <w:t>using a sauce or coulis to present entremets</w:t>
            </w:r>
          </w:p>
          <w:p w14:paraId="518F3CFF" w14:textId="77777777" w:rsidR="00B578F7" w:rsidRDefault="00B578F7" w:rsidP="00B578F7">
            <w:pPr>
              <w:pStyle w:val="SIBulletList3"/>
            </w:pPr>
            <w:r>
              <w:t>using a garnish of sugar or chocolate to present entremets</w:t>
            </w:r>
          </w:p>
          <w:p w14:paraId="7F23E2B1" w14:textId="77777777" w:rsidR="00B578F7" w:rsidRDefault="00210665" w:rsidP="00B578F7">
            <w:pPr>
              <w:pStyle w:val="SIBulletList3"/>
            </w:pPr>
            <w:r>
              <w:t>using an ice cream or sorbet t</w:t>
            </w:r>
            <w:r w:rsidR="00B578F7">
              <w:t>o present with entremets</w:t>
            </w:r>
          </w:p>
          <w:p w14:paraId="1EBC9B43" w14:textId="77777777" w:rsidR="00FD0F53" w:rsidRPr="0043315F" w:rsidRDefault="00CF68AE" w:rsidP="00106C7D">
            <w:pPr>
              <w:pStyle w:val="SIBulletList1"/>
            </w:pPr>
            <w:r>
              <w:t xml:space="preserve">producing </w:t>
            </w:r>
            <w:r w:rsidR="0084751F">
              <w:t>gateaux and torte</w:t>
            </w:r>
            <w:r w:rsidR="00CF1411">
              <w:t>s</w:t>
            </w:r>
            <w:r w:rsidR="0084751F">
              <w:t xml:space="preserve"> </w:t>
            </w:r>
            <w:r>
              <w:t xml:space="preserve">using the </w:t>
            </w:r>
            <w:r w:rsidR="008262FE" w:rsidRPr="0043315F">
              <w:t xml:space="preserve">following </w:t>
            </w:r>
            <w:r w:rsidR="00FB2A3A">
              <w:t>two</w:t>
            </w:r>
            <w:r w:rsidR="00FB2A3A" w:rsidRPr="0043315F">
              <w:t xml:space="preserve"> </w:t>
            </w:r>
            <w:r w:rsidR="00FD0F53" w:rsidRPr="0043315F">
              <w:t>base</w:t>
            </w:r>
            <w:r w:rsidR="00B64B84" w:rsidRPr="0043315F">
              <w:t>s</w:t>
            </w:r>
            <w:r w:rsidR="00FD0F53" w:rsidRPr="0043315F">
              <w:t xml:space="preserve"> </w:t>
            </w:r>
            <w:r w:rsidR="00967CD3" w:rsidRPr="0043315F">
              <w:t>made from scratch ingredients</w:t>
            </w:r>
            <w:r w:rsidR="00FD0F53" w:rsidRPr="0043315F">
              <w:t>:</w:t>
            </w:r>
          </w:p>
          <w:p w14:paraId="449D0FAA" w14:textId="07ACA9C4" w:rsidR="00E06366" w:rsidRPr="0043315F" w:rsidRDefault="0083092A" w:rsidP="00BC663A">
            <w:pPr>
              <w:pStyle w:val="SIBulletList3"/>
            </w:pPr>
            <w:r>
              <w:t xml:space="preserve">non laminated </w:t>
            </w:r>
            <w:r w:rsidR="00036740">
              <w:t>or laminated</w:t>
            </w:r>
            <w:r w:rsidR="00E06366" w:rsidRPr="0043315F">
              <w:t xml:space="preserve"> pastry</w:t>
            </w:r>
          </w:p>
          <w:p w14:paraId="586EBAAF" w14:textId="77777777" w:rsidR="00E06366" w:rsidRPr="0043315F" w:rsidRDefault="00E06366" w:rsidP="00BC663A">
            <w:pPr>
              <w:pStyle w:val="SIBulletList3"/>
            </w:pPr>
            <w:r w:rsidRPr="0043315F">
              <w:t>cake</w:t>
            </w:r>
          </w:p>
          <w:p w14:paraId="2AFCA1D1" w14:textId="5FD65AAD" w:rsidR="008262FE" w:rsidRPr="0043315F" w:rsidRDefault="00CF68AE" w:rsidP="008262FE">
            <w:pPr>
              <w:pStyle w:val="SIBulletList1"/>
            </w:pPr>
            <w:r>
              <w:t>using</w:t>
            </w:r>
            <w:r w:rsidR="008262FE" w:rsidRPr="0043315F">
              <w:t xml:space="preserve"> the following three processes for producing </w:t>
            </w:r>
            <w:r w:rsidRPr="0043315F">
              <w:t>gateau</w:t>
            </w:r>
            <w:r w:rsidR="00FB2A3A">
              <w:t>x</w:t>
            </w:r>
            <w:r w:rsidRPr="0043315F">
              <w:t>, torte</w:t>
            </w:r>
            <w:r w:rsidR="00BC663A">
              <w:t>s</w:t>
            </w:r>
            <w:r w:rsidRPr="0043315F">
              <w:t xml:space="preserve"> and entremets</w:t>
            </w:r>
            <w:r w:rsidR="008262FE" w:rsidRPr="0043315F">
              <w:t>:</w:t>
            </w:r>
          </w:p>
          <w:p w14:paraId="38D8AB63" w14:textId="77777777" w:rsidR="008262FE" w:rsidRPr="0043315F" w:rsidRDefault="008262FE" w:rsidP="008262FE">
            <w:pPr>
              <w:pStyle w:val="SIBulletList2"/>
            </w:pPr>
            <w:r w:rsidRPr="0043315F">
              <w:t>chilling</w:t>
            </w:r>
          </w:p>
          <w:p w14:paraId="6B33D459" w14:textId="77777777" w:rsidR="008262FE" w:rsidRPr="0043315F" w:rsidRDefault="008262FE" w:rsidP="008262FE">
            <w:pPr>
              <w:pStyle w:val="SIBulletList2"/>
            </w:pPr>
            <w:r w:rsidRPr="0043315F">
              <w:t>freezing</w:t>
            </w:r>
          </w:p>
          <w:p w14:paraId="3E663CF0" w14:textId="77777777" w:rsidR="008262FE" w:rsidRPr="0043315F" w:rsidRDefault="008262FE" w:rsidP="008262FE">
            <w:pPr>
              <w:pStyle w:val="SIBulletList2"/>
            </w:pPr>
            <w:r w:rsidRPr="0043315F">
              <w:t>baking</w:t>
            </w:r>
          </w:p>
          <w:p w14:paraId="733C9E86" w14:textId="77777777" w:rsidR="004B5580" w:rsidRPr="0043315F" w:rsidRDefault="00CF68AE" w:rsidP="00106C7D">
            <w:pPr>
              <w:pStyle w:val="SIBulletList1"/>
            </w:pPr>
            <w:r>
              <w:t xml:space="preserve">using </w:t>
            </w:r>
            <w:r w:rsidR="00B64B84" w:rsidRPr="0043315F">
              <w:t xml:space="preserve">the </w:t>
            </w:r>
            <w:r w:rsidR="008262FE" w:rsidRPr="0043315F">
              <w:t xml:space="preserve">following </w:t>
            </w:r>
            <w:r w:rsidR="00B578F7">
              <w:t>eight</w:t>
            </w:r>
            <w:r w:rsidR="00B578F7" w:rsidRPr="0043315F">
              <w:t xml:space="preserve"> </w:t>
            </w:r>
            <w:r>
              <w:t>fillings and finishes</w:t>
            </w:r>
            <w:r w:rsidR="00A4397F" w:rsidRPr="0043315F">
              <w:t xml:space="preserve"> prepared from scratch ingredients</w:t>
            </w:r>
            <w:r w:rsidR="004B5580" w:rsidRPr="0043315F">
              <w:t>:</w:t>
            </w:r>
          </w:p>
          <w:p w14:paraId="779A64A0" w14:textId="68A6F95B" w:rsidR="00B578F7" w:rsidRPr="0043315F" w:rsidRDefault="00B578F7" w:rsidP="00B578F7">
            <w:pPr>
              <w:pStyle w:val="SIBulletList1"/>
              <w:ind w:left="1134" w:hanging="357"/>
            </w:pPr>
            <w:r w:rsidRPr="0043315F">
              <w:rPr>
                <w:rFonts w:eastAsia="Calibri"/>
              </w:rPr>
              <w:t>sab</w:t>
            </w:r>
            <w:r w:rsidR="002C2A8D">
              <w:rPr>
                <w:rFonts w:eastAsia="Calibri"/>
              </w:rPr>
              <w:t>a</w:t>
            </w:r>
            <w:r w:rsidRPr="0043315F">
              <w:rPr>
                <w:rFonts w:eastAsia="Calibri"/>
              </w:rPr>
              <w:t>yon</w:t>
            </w:r>
            <w:r>
              <w:rPr>
                <w:rFonts w:eastAsia="Calibri"/>
              </w:rPr>
              <w:t xml:space="preserve"> or custard</w:t>
            </w:r>
          </w:p>
          <w:p w14:paraId="7913482E" w14:textId="77777777" w:rsidR="00B578F7" w:rsidRPr="0043315F" w:rsidRDefault="00B578F7" w:rsidP="00B578F7">
            <w:pPr>
              <w:pStyle w:val="SIBulletList1"/>
              <w:ind w:left="1134" w:hanging="357"/>
            </w:pPr>
            <w:r w:rsidRPr="0043315F">
              <w:rPr>
                <w:rFonts w:eastAsia="Calibri"/>
              </w:rPr>
              <w:t>aerated creams</w:t>
            </w:r>
          </w:p>
          <w:p w14:paraId="73C508DD" w14:textId="5FD8842D" w:rsidR="00B578F7" w:rsidRPr="0043315F" w:rsidRDefault="00E974E9" w:rsidP="00B578F7">
            <w:pPr>
              <w:pStyle w:val="SIBulletList1"/>
              <w:ind w:left="1134" w:hanging="357"/>
            </w:pPr>
            <w:r>
              <w:rPr>
                <w:rFonts w:eastAsia="Calibri"/>
              </w:rPr>
              <w:t>chocolate-</w:t>
            </w:r>
            <w:r w:rsidR="00B578F7" w:rsidRPr="0043315F">
              <w:rPr>
                <w:rFonts w:eastAsia="Calibri"/>
              </w:rPr>
              <w:t>based glazes</w:t>
            </w:r>
            <w:r w:rsidR="00B578F7">
              <w:rPr>
                <w:rFonts w:eastAsia="Calibri"/>
              </w:rPr>
              <w:t xml:space="preserve"> or sauces</w:t>
            </w:r>
          </w:p>
          <w:p w14:paraId="68F205BC" w14:textId="77777777" w:rsidR="00B578F7" w:rsidRPr="0043315F" w:rsidRDefault="00B578F7" w:rsidP="00B578F7">
            <w:pPr>
              <w:pStyle w:val="SIBulletList1"/>
              <w:ind w:left="1134" w:hanging="357"/>
            </w:pPr>
            <w:r w:rsidRPr="0043315F">
              <w:rPr>
                <w:rFonts w:eastAsia="Calibri"/>
              </w:rPr>
              <w:t>tempered couverture chocolate</w:t>
            </w:r>
          </w:p>
          <w:p w14:paraId="27D2FC74" w14:textId="77777777" w:rsidR="00B578F7" w:rsidRPr="0043315F" w:rsidRDefault="00B578F7" w:rsidP="00B578F7">
            <w:pPr>
              <w:pStyle w:val="SIBulletList1"/>
              <w:ind w:left="1134" w:hanging="357"/>
            </w:pPr>
            <w:r w:rsidRPr="0043315F">
              <w:rPr>
                <w:rFonts w:eastAsia="Calibri"/>
              </w:rPr>
              <w:t>fruit fillings</w:t>
            </w:r>
          </w:p>
          <w:p w14:paraId="642BAAFB" w14:textId="77777777" w:rsidR="00B578F7" w:rsidRPr="00FB15CE" w:rsidRDefault="00B578F7" w:rsidP="00B578F7">
            <w:pPr>
              <w:pStyle w:val="SIBulletList1"/>
              <w:ind w:left="1134" w:hanging="357"/>
            </w:pPr>
            <w:r w:rsidRPr="0043315F">
              <w:rPr>
                <w:rFonts w:eastAsia="Calibri"/>
              </w:rPr>
              <w:t xml:space="preserve">bavarois or mousse </w:t>
            </w:r>
          </w:p>
          <w:p w14:paraId="7A4B4BE7" w14:textId="10539E79" w:rsidR="00B578F7" w:rsidRPr="0043315F" w:rsidRDefault="00B578F7" w:rsidP="00B578F7">
            <w:pPr>
              <w:pStyle w:val="SIBulletList1"/>
              <w:ind w:left="1134" w:hanging="357"/>
            </w:pPr>
            <w:r w:rsidRPr="0043315F">
              <w:t>meringue</w:t>
            </w:r>
            <w:r>
              <w:t xml:space="preserve"> or butter</w:t>
            </w:r>
            <w:r w:rsidR="00E974E9">
              <w:t xml:space="preserve"> </w:t>
            </w:r>
            <w:r>
              <w:t>cream</w:t>
            </w:r>
          </w:p>
          <w:p w14:paraId="35ABCC43" w14:textId="77777777" w:rsidR="00B578F7" w:rsidRPr="0043315F" w:rsidRDefault="00B578F7" w:rsidP="00B578F7">
            <w:pPr>
              <w:pStyle w:val="SIBulletList1"/>
              <w:ind w:left="1134" w:hanging="357"/>
            </w:pPr>
            <w:r w:rsidRPr="0043315F">
              <w:t xml:space="preserve">chocolate </w:t>
            </w:r>
            <w:r>
              <w:t xml:space="preserve">or sugar </w:t>
            </w:r>
            <w:r w:rsidRPr="0043315F">
              <w:t>garnishes</w:t>
            </w:r>
          </w:p>
          <w:p w14:paraId="1AC7FD09" w14:textId="77777777" w:rsidR="004B5580" w:rsidRPr="0043315F" w:rsidRDefault="00CF68AE" w:rsidP="004B5580">
            <w:pPr>
              <w:pStyle w:val="SIBulletList3"/>
              <w:ind w:left="709"/>
            </w:pPr>
            <w:r>
              <w:t xml:space="preserve">using </w:t>
            </w:r>
            <w:r w:rsidR="004B5580" w:rsidRPr="0043315F">
              <w:t xml:space="preserve">the </w:t>
            </w:r>
            <w:r w:rsidR="008262FE" w:rsidRPr="0043315F">
              <w:t xml:space="preserve">following </w:t>
            </w:r>
            <w:r w:rsidR="00B578F7">
              <w:t xml:space="preserve">three </w:t>
            </w:r>
            <w:r w:rsidR="00FB2A3A">
              <w:t>d</w:t>
            </w:r>
            <w:r w:rsidR="00C53678" w:rsidRPr="0043315F">
              <w:t>ecorating techniques</w:t>
            </w:r>
            <w:r w:rsidR="00B578F7">
              <w:t xml:space="preserve"> for gateaux and to</w:t>
            </w:r>
            <w:r w:rsidR="006D5030">
              <w:t>rtes</w:t>
            </w:r>
            <w:r w:rsidR="004B5580" w:rsidRPr="0043315F">
              <w:t>:</w:t>
            </w:r>
          </w:p>
          <w:p w14:paraId="0542FBD2" w14:textId="77777777" w:rsidR="00C53678" w:rsidRPr="0043315F" w:rsidRDefault="007E03C2" w:rsidP="00B95655">
            <w:pPr>
              <w:pStyle w:val="SIBulletList2"/>
            </w:pPr>
            <w:r w:rsidRPr="0043315F">
              <w:t>couverture chocolate</w:t>
            </w:r>
          </w:p>
          <w:p w14:paraId="75C34795" w14:textId="77777777" w:rsidR="00C53678" w:rsidRDefault="007E03C2" w:rsidP="00B95655">
            <w:pPr>
              <w:pStyle w:val="SIBulletList2"/>
            </w:pPr>
            <w:r w:rsidRPr="0043315F">
              <w:t>glazing</w:t>
            </w:r>
          </w:p>
          <w:p w14:paraId="5F9E03FB" w14:textId="77777777" w:rsidR="00C53678" w:rsidRPr="0043315F" w:rsidRDefault="007E03C2" w:rsidP="00B95655">
            <w:pPr>
              <w:pStyle w:val="SIBulletList2"/>
            </w:pPr>
            <w:r w:rsidRPr="0043315F">
              <w:t>prepared garnishes</w:t>
            </w:r>
          </w:p>
          <w:p w14:paraId="4C0BA0C1" w14:textId="77777777" w:rsidR="008262FE" w:rsidRPr="0043315F" w:rsidRDefault="00210665" w:rsidP="00CF68AE">
            <w:pPr>
              <w:pStyle w:val="SIBulletList3"/>
              <w:ind w:left="709"/>
            </w:pPr>
            <w:r>
              <w:t xml:space="preserve">using the following </w:t>
            </w:r>
            <w:r w:rsidR="00FB2A3A">
              <w:t>three</w:t>
            </w:r>
            <w:r w:rsidR="00FB2A3A" w:rsidRPr="0043315F">
              <w:t xml:space="preserve"> </w:t>
            </w:r>
            <w:r w:rsidR="008262FE" w:rsidRPr="0043315F">
              <w:t>garnishes:</w:t>
            </w:r>
          </w:p>
          <w:p w14:paraId="7522ED84" w14:textId="77777777" w:rsidR="008262FE" w:rsidRPr="0043315F" w:rsidRDefault="008262FE" w:rsidP="008262FE">
            <w:pPr>
              <w:pStyle w:val="SIBulletList3"/>
            </w:pPr>
            <w:r w:rsidRPr="0043315F">
              <w:t>chocolate garnishes</w:t>
            </w:r>
          </w:p>
          <w:p w14:paraId="57FEE640" w14:textId="77777777" w:rsidR="008262FE" w:rsidRDefault="00CF68AE" w:rsidP="008262FE">
            <w:pPr>
              <w:pStyle w:val="SIBulletList2"/>
            </w:pPr>
            <w:r>
              <w:t>sugar garnishes</w:t>
            </w:r>
          </w:p>
          <w:p w14:paraId="68D4047B" w14:textId="05F97908" w:rsidR="00FB2A3A" w:rsidRPr="0043315F" w:rsidRDefault="0011308E" w:rsidP="008262FE">
            <w:pPr>
              <w:pStyle w:val="SIBulletList2"/>
            </w:pPr>
            <w:r>
              <w:t xml:space="preserve">baked </w:t>
            </w:r>
            <w:r w:rsidR="00FB2A3A">
              <w:t>garnish</w:t>
            </w:r>
          </w:p>
          <w:p w14:paraId="28BCDDB8" w14:textId="014137DF" w:rsidR="00DC34DE" w:rsidRPr="0043315F" w:rsidRDefault="00CF68AE" w:rsidP="00CF68AE">
            <w:pPr>
              <w:pStyle w:val="SIBulletList3"/>
              <w:ind w:left="709"/>
            </w:pPr>
            <w:r>
              <w:t xml:space="preserve">selecting, using and cleaning </w:t>
            </w:r>
            <w:r w:rsidR="00DC34DE" w:rsidRPr="0043315F">
              <w:t xml:space="preserve">the </w:t>
            </w:r>
            <w:r w:rsidR="00E974E9">
              <w:t>baking equipment listed in the range of c</w:t>
            </w:r>
            <w:r w:rsidR="00DC34DE" w:rsidRPr="0043315F">
              <w:t>onditions</w:t>
            </w:r>
            <w:r w:rsidR="00490B62">
              <w:t>, including</w:t>
            </w:r>
            <w:r w:rsidR="00DC34DE" w:rsidRPr="0043315F">
              <w:t xml:space="preserve"> controlling electrical</w:t>
            </w:r>
            <w:r>
              <w:t xml:space="preserve"> hazards applicable to cleaning</w:t>
            </w:r>
          </w:p>
          <w:p w14:paraId="7092990F" w14:textId="242EA250" w:rsidR="00317D04" w:rsidRDefault="00CF68AE" w:rsidP="00CF68AE">
            <w:pPr>
              <w:pStyle w:val="SIBulletList3"/>
              <w:ind w:left="709"/>
            </w:pPr>
            <w:r>
              <w:t>documenting</w:t>
            </w:r>
            <w:r w:rsidR="00317D04">
              <w:t xml:space="preserve"> the production schedule</w:t>
            </w:r>
            <w:r w:rsidR="00490B62">
              <w:t>, including</w:t>
            </w:r>
            <w:r w:rsidR="00317D04">
              <w:t xml:space="preserve"> the following </w:t>
            </w:r>
            <w:r w:rsidR="00FC4115">
              <w:t>six</w:t>
            </w:r>
            <w:r w:rsidR="00317D04">
              <w:t xml:space="preserve"> considerations:</w:t>
            </w:r>
          </w:p>
          <w:p w14:paraId="4306BDA6" w14:textId="77777777" w:rsidR="00317D04" w:rsidRPr="00CF68AE" w:rsidRDefault="00317D04" w:rsidP="00CF68AE">
            <w:pPr>
              <w:pStyle w:val="SIBulletList2"/>
            </w:pPr>
            <w:r w:rsidRPr="00CF68AE">
              <w:t>timings</w:t>
            </w:r>
          </w:p>
          <w:p w14:paraId="74A6640A" w14:textId="77777777" w:rsidR="00317D04" w:rsidRPr="00CF68AE" w:rsidRDefault="00317D04" w:rsidP="00CF68AE">
            <w:pPr>
              <w:pStyle w:val="SIBulletList2"/>
            </w:pPr>
            <w:r w:rsidRPr="00CF68AE">
              <w:lastRenderedPageBreak/>
              <w:t>volume requirements</w:t>
            </w:r>
          </w:p>
          <w:p w14:paraId="2E58D290" w14:textId="77777777" w:rsidR="00317D04" w:rsidRDefault="00317D04" w:rsidP="00CF68AE">
            <w:pPr>
              <w:pStyle w:val="SIBulletList2"/>
            </w:pPr>
            <w:r w:rsidRPr="00CF68AE">
              <w:t>product processing requirements</w:t>
            </w:r>
          </w:p>
          <w:p w14:paraId="2092AC9D" w14:textId="77777777" w:rsidR="00FB2A3A" w:rsidRDefault="00FB2A3A" w:rsidP="00CF68AE">
            <w:pPr>
              <w:pStyle w:val="SIBulletList2"/>
            </w:pPr>
            <w:r>
              <w:t xml:space="preserve">finishing </w:t>
            </w:r>
            <w:r w:rsidR="00BC663A">
              <w:t>requirements</w:t>
            </w:r>
            <w:r>
              <w:t xml:space="preserve"> for gateaux, torte</w:t>
            </w:r>
            <w:r w:rsidR="00BC663A">
              <w:t>s</w:t>
            </w:r>
            <w:r>
              <w:t xml:space="preserve"> and </w:t>
            </w:r>
            <w:r w:rsidR="00BC663A">
              <w:t>entremets</w:t>
            </w:r>
          </w:p>
          <w:p w14:paraId="35F4D5C2" w14:textId="77777777" w:rsidR="00FB2A3A" w:rsidRPr="00CF68AE" w:rsidRDefault="00FB2A3A" w:rsidP="00CF68AE">
            <w:pPr>
              <w:pStyle w:val="SIBulletList2"/>
            </w:pPr>
            <w:r>
              <w:t>presentation of gateaux, torte</w:t>
            </w:r>
            <w:r w:rsidR="00BC663A">
              <w:t>s</w:t>
            </w:r>
            <w:r>
              <w:t xml:space="preserve"> and </w:t>
            </w:r>
            <w:r w:rsidR="00BC663A">
              <w:t>entremets</w:t>
            </w:r>
          </w:p>
          <w:p w14:paraId="0CB93B56" w14:textId="77777777" w:rsidR="004B5580" w:rsidRPr="0043315F" w:rsidRDefault="00317D04" w:rsidP="00CF68AE">
            <w:pPr>
              <w:pStyle w:val="SIBulletList2"/>
            </w:pPr>
            <w:r w:rsidRPr="00CF68AE">
              <w:t>recipe reformulation to minimise waste</w:t>
            </w:r>
            <w:r w:rsidRPr="00317D04">
              <w:rPr>
                <w:rFonts w:eastAsia="Calibri"/>
              </w:rPr>
              <w:t>.</w:t>
            </w:r>
          </w:p>
          <w:p w14:paraId="39260D23" w14:textId="77777777" w:rsidR="009A55F7" w:rsidRPr="0043315F" w:rsidRDefault="009A55F7" w:rsidP="008262FE">
            <w:pPr>
              <w:pStyle w:val="SIBulletList1"/>
              <w:numPr>
                <w:ilvl w:val="0"/>
                <w:numId w:val="0"/>
              </w:numPr>
            </w:pPr>
          </w:p>
          <w:p w14:paraId="03D2C8B7" w14:textId="77777777" w:rsidR="00A4397F" w:rsidRPr="0043315F" w:rsidRDefault="00336886" w:rsidP="008262FE">
            <w:pPr>
              <w:pStyle w:val="SIBulletList1"/>
              <w:numPr>
                <w:ilvl w:val="0"/>
                <w:numId w:val="0"/>
              </w:numPr>
            </w:pPr>
            <w:r>
              <w:t>Wastage that cannot be reused in production must be less than 5% of the weight of the original production schedule</w:t>
            </w:r>
            <w:r w:rsidR="001C32BA">
              <w:t>.</w:t>
            </w:r>
          </w:p>
        </w:tc>
      </w:tr>
    </w:tbl>
    <w:p w14:paraId="458E1C45" w14:textId="77777777" w:rsidR="00FF1FBF" w:rsidRDefault="00FF1FBF"/>
    <w:p w14:paraId="77DF4B72" w14:textId="77777777" w:rsidR="00FF1FBF" w:rsidRDefault="00FF1FBF">
      <w:pPr>
        <w:spacing w:after="200" w:line="276" w:lineRule="auto"/>
      </w:pPr>
      <w:r>
        <w:br w:type="page"/>
      </w:r>
    </w:p>
    <w:p w14:paraId="4C5E4016" w14:textId="77777777" w:rsidR="00FF1FBF" w:rsidRDefault="00FF1FB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43315F" w14:paraId="20E52CC2" w14:textId="77777777" w:rsidTr="00FF1FBF">
        <w:trPr>
          <w:tblHeader/>
        </w:trPr>
        <w:tc>
          <w:tcPr>
            <w:tcW w:w="5000" w:type="pct"/>
            <w:shd w:val="clear" w:color="auto" w:fill="auto"/>
          </w:tcPr>
          <w:p w14:paraId="56CD6694" w14:textId="77777777" w:rsidR="00F1480E" w:rsidRPr="0043315F" w:rsidRDefault="00D71E43" w:rsidP="00D71E43">
            <w:pPr>
              <w:pStyle w:val="SIHeading2"/>
            </w:pPr>
            <w:r w:rsidRPr="0043315F">
              <w:t>Knowledge Evidence</w:t>
            </w:r>
          </w:p>
        </w:tc>
      </w:tr>
      <w:tr w:rsidR="00F1480E" w:rsidRPr="0043315F" w14:paraId="663DB0C1" w14:textId="77777777" w:rsidTr="00FF1FBF">
        <w:tc>
          <w:tcPr>
            <w:tcW w:w="5000" w:type="pct"/>
            <w:shd w:val="clear" w:color="auto" w:fill="auto"/>
          </w:tcPr>
          <w:p w14:paraId="12F2E506" w14:textId="77777777" w:rsidR="008B2C77" w:rsidRPr="0043315F" w:rsidRDefault="00E3681D" w:rsidP="002C55E9">
            <w:pPr>
              <w:pStyle w:val="SIText"/>
            </w:pPr>
            <w:r w:rsidRPr="0043315F">
              <w:t xml:space="preserve">An individual </w:t>
            </w:r>
            <w:r w:rsidR="008B2C77" w:rsidRPr="0043315F">
              <w:t>must be a</w:t>
            </w:r>
            <w:r w:rsidR="00434ECE" w:rsidRPr="0043315F">
              <w:t>ble to demonstrate the</w:t>
            </w:r>
            <w:r w:rsidR="008B2C77" w:rsidRPr="0043315F">
              <w:t xml:space="preserve"> knowledge required to perform the tasks outlined in the elements and performance criteria of this unit. This includes knowledge of:</w:t>
            </w:r>
          </w:p>
          <w:p w14:paraId="0B48C2CB" w14:textId="46A671F9" w:rsidR="00E363C5" w:rsidRPr="0043315F" w:rsidRDefault="002C36DD" w:rsidP="00BC663A">
            <w:pPr>
              <w:pStyle w:val="SIBulletList1"/>
              <w:tabs>
                <w:tab w:val="num" w:pos="360"/>
              </w:tabs>
              <w:ind w:left="357" w:hanging="357"/>
            </w:pPr>
            <w:r>
              <w:t xml:space="preserve">workplace health and safety </w:t>
            </w:r>
            <w:r w:rsidR="00B8646D" w:rsidRPr="0043315F">
              <w:t>requirements</w:t>
            </w:r>
            <w:r w:rsidR="00490B62">
              <w:t>, including</w:t>
            </w:r>
            <w:r w:rsidR="006F0B86">
              <w:t xml:space="preserve"> per</w:t>
            </w:r>
            <w:r w:rsidR="003730D4">
              <w:t>sonal protective equipment</w:t>
            </w:r>
            <w:r w:rsidR="006F0B86">
              <w:t>,</w:t>
            </w:r>
            <w:r w:rsidR="00B8646D" w:rsidRPr="0043315F">
              <w:t xml:space="preserve"> applicable to </w:t>
            </w:r>
            <w:r w:rsidR="00684765" w:rsidRPr="0043315F">
              <w:t xml:space="preserve">producing </w:t>
            </w:r>
            <w:r w:rsidR="00A4397F" w:rsidRPr="0043315F">
              <w:t>gateau</w:t>
            </w:r>
            <w:r w:rsidR="00BC663A">
              <w:t>x</w:t>
            </w:r>
            <w:r w:rsidR="00A4397F" w:rsidRPr="0043315F">
              <w:t>, torte</w:t>
            </w:r>
            <w:r w:rsidR="00BC663A">
              <w:t>s</w:t>
            </w:r>
            <w:r w:rsidR="00A4397F" w:rsidRPr="0043315F">
              <w:t xml:space="preserve"> and entremets</w:t>
            </w:r>
            <w:r w:rsidR="00941B42" w:rsidRPr="0043315F">
              <w:t xml:space="preserve"> </w:t>
            </w:r>
          </w:p>
          <w:p w14:paraId="01658E49" w14:textId="46D85BD8" w:rsidR="00DC34DE" w:rsidRPr="00CF68AE" w:rsidRDefault="00DC34DE" w:rsidP="00CF68AE">
            <w:pPr>
              <w:pStyle w:val="SIBulletList1"/>
              <w:tabs>
                <w:tab w:val="num" w:pos="360"/>
              </w:tabs>
              <w:ind w:left="357" w:hanging="357"/>
            </w:pPr>
            <w:r w:rsidRPr="0043315F">
              <w:t xml:space="preserve">safe use and cleaning of </w:t>
            </w:r>
            <w:r w:rsidR="00E974E9">
              <w:t>baking equipment listed in the range of c</w:t>
            </w:r>
            <w:r w:rsidRPr="0043315F">
              <w:t>onditions</w:t>
            </w:r>
            <w:r w:rsidR="00490B62">
              <w:t>, including</w:t>
            </w:r>
            <w:r w:rsidRPr="0043315F">
              <w:t xml:space="preserve"> electrical hazards </w:t>
            </w:r>
          </w:p>
          <w:p w14:paraId="30104443" w14:textId="36A83D68" w:rsidR="00317D04" w:rsidRPr="0043315F" w:rsidRDefault="00317D04" w:rsidP="00CF68AE">
            <w:pPr>
              <w:pStyle w:val="SIBulletList1"/>
              <w:tabs>
                <w:tab w:val="num" w:pos="360"/>
              </w:tabs>
              <w:ind w:left="357" w:hanging="357"/>
              <w:rPr>
                <w:rFonts w:eastAsia="Calibri"/>
              </w:rPr>
            </w:pPr>
            <w:r w:rsidRPr="00317D04">
              <w:rPr>
                <w:rFonts w:eastAsia="Calibri"/>
              </w:rPr>
              <w:t xml:space="preserve">regulatory requirements </w:t>
            </w:r>
            <w:r w:rsidR="00511E6F">
              <w:rPr>
                <w:rFonts w:eastAsia="Calibri"/>
              </w:rPr>
              <w:t xml:space="preserve">for food safety </w:t>
            </w:r>
            <w:r w:rsidRPr="00317D04">
              <w:rPr>
                <w:rFonts w:eastAsia="Calibri"/>
              </w:rPr>
              <w:t>applicable to</w:t>
            </w:r>
            <w:r>
              <w:rPr>
                <w:rFonts w:eastAsia="Calibri"/>
              </w:rPr>
              <w:t xml:space="preserve"> producing gateau</w:t>
            </w:r>
            <w:r w:rsidR="00FB2A3A">
              <w:rPr>
                <w:rFonts w:eastAsia="Calibri"/>
              </w:rPr>
              <w:t>x</w:t>
            </w:r>
            <w:r>
              <w:rPr>
                <w:rFonts w:eastAsia="Calibri"/>
              </w:rPr>
              <w:t>, torte</w:t>
            </w:r>
            <w:r w:rsidR="00BC663A">
              <w:rPr>
                <w:rFonts w:eastAsia="Calibri"/>
              </w:rPr>
              <w:t>s</w:t>
            </w:r>
            <w:r>
              <w:rPr>
                <w:rFonts w:eastAsia="Calibri"/>
              </w:rPr>
              <w:t xml:space="preserve"> and entremets</w:t>
            </w:r>
          </w:p>
          <w:p w14:paraId="7B178B97" w14:textId="7C367143" w:rsidR="006A25DD" w:rsidRPr="0043315F" w:rsidRDefault="006A25DD" w:rsidP="00044BDD">
            <w:pPr>
              <w:pStyle w:val="SIBulletList1"/>
              <w:tabs>
                <w:tab w:val="num" w:pos="360"/>
              </w:tabs>
              <w:ind w:left="357" w:hanging="357"/>
            </w:pPr>
            <w:r w:rsidRPr="0043315F">
              <w:t>considerations for production scheduling</w:t>
            </w:r>
            <w:r w:rsidR="00490B62">
              <w:t>, including</w:t>
            </w:r>
            <w:r w:rsidRPr="0043315F">
              <w:t>:</w:t>
            </w:r>
          </w:p>
          <w:p w14:paraId="51530F9C" w14:textId="77777777" w:rsidR="00C50D1E" w:rsidRPr="00C50D1E" w:rsidRDefault="00C50D1E" w:rsidP="00C50D1E">
            <w:pPr>
              <w:pStyle w:val="SIBulletList1"/>
              <w:numPr>
                <w:ilvl w:val="0"/>
                <w:numId w:val="6"/>
              </w:numPr>
              <w:rPr>
                <w:rFonts w:eastAsia="Calibri"/>
              </w:rPr>
            </w:pPr>
            <w:r w:rsidRPr="00C50D1E">
              <w:rPr>
                <w:rFonts w:eastAsia="Calibri"/>
              </w:rPr>
              <w:t>timings</w:t>
            </w:r>
          </w:p>
          <w:p w14:paraId="7A8ABD8B" w14:textId="77777777" w:rsidR="00C50D1E" w:rsidRPr="00C50D1E" w:rsidRDefault="00C50D1E" w:rsidP="00C50D1E">
            <w:pPr>
              <w:pStyle w:val="SIBulletList1"/>
              <w:numPr>
                <w:ilvl w:val="0"/>
                <w:numId w:val="6"/>
              </w:numPr>
              <w:rPr>
                <w:rFonts w:eastAsia="Calibri"/>
              </w:rPr>
            </w:pPr>
            <w:r w:rsidRPr="00C50D1E">
              <w:rPr>
                <w:rFonts w:eastAsia="Calibri"/>
              </w:rPr>
              <w:t>volume requirements</w:t>
            </w:r>
          </w:p>
          <w:p w14:paraId="37967096" w14:textId="77777777" w:rsidR="00C50D1E" w:rsidRPr="00C50D1E" w:rsidRDefault="00C50D1E" w:rsidP="00C50D1E">
            <w:pPr>
              <w:pStyle w:val="SIBulletList1"/>
              <w:numPr>
                <w:ilvl w:val="0"/>
                <w:numId w:val="6"/>
              </w:numPr>
              <w:rPr>
                <w:rFonts w:eastAsia="Calibri"/>
              </w:rPr>
            </w:pPr>
            <w:r w:rsidRPr="00C50D1E">
              <w:rPr>
                <w:rFonts w:eastAsia="Calibri"/>
              </w:rPr>
              <w:t>product processing requirements</w:t>
            </w:r>
          </w:p>
          <w:p w14:paraId="216A0455" w14:textId="77777777" w:rsidR="00C50D1E" w:rsidRPr="00C50D1E" w:rsidRDefault="00C50D1E" w:rsidP="00C50D1E">
            <w:pPr>
              <w:pStyle w:val="SIBulletList1"/>
              <w:numPr>
                <w:ilvl w:val="0"/>
                <w:numId w:val="6"/>
              </w:numPr>
              <w:rPr>
                <w:rFonts w:eastAsia="Calibri"/>
              </w:rPr>
            </w:pPr>
            <w:r w:rsidRPr="00C50D1E">
              <w:rPr>
                <w:rFonts w:eastAsia="Calibri"/>
              </w:rPr>
              <w:t xml:space="preserve">finishing </w:t>
            </w:r>
            <w:r w:rsidR="00BC663A" w:rsidRPr="00C50D1E">
              <w:rPr>
                <w:rFonts w:eastAsia="Calibri"/>
              </w:rPr>
              <w:t>requirements</w:t>
            </w:r>
            <w:r w:rsidRPr="00C50D1E">
              <w:rPr>
                <w:rFonts w:eastAsia="Calibri"/>
              </w:rPr>
              <w:t xml:space="preserve"> for gateaux, torte</w:t>
            </w:r>
            <w:r w:rsidR="00BC663A">
              <w:rPr>
                <w:rFonts w:eastAsia="Calibri"/>
              </w:rPr>
              <w:t>s</w:t>
            </w:r>
            <w:r w:rsidRPr="00C50D1E">
              <w:rPr>
                <w:rFonts w:eastAsia="Calibri"/>
              </w:rPr>
              <w:t xml:space="preserve"> and </w:t>
            </w:r>
            <w:r w:rsidR="00BC663A" w:rsidRPr="00C50D1E">
              <w:rPr>
                <w:rFonts w:eastAsia="Calibri"/>
              </w:rPr>
              <w:t>entremets</w:t>
            </w:r>
            <w:r w:rsidRPr="00C50D1E">
              <w:rPr>
                <w:rFonts w:eastAsia="Calibri"/>
              </w:rPr>
              <w:t xml:space="preserve"> </w:t>
            </w:r>
          </w:p>
          <w:p w14:paraId="7B35028C" w14:textId="77777777" w:rsidR="00C50D1E" w:rsidRPr="00C50D1E" w:rsidRDefault="00C50D1E" w:rsidP="00C50D1E">
            <w:pPr>
              <w:pStyle w:val="SIBulletList1"/>
              <w:numPr>
                <w:ilvl w:val="0"/>
                <w:numId w:val="6"/>
              </w:numPr>
              <w:rPr>
                <w:rFonts w:eastAsia="Calibri"/>
              </w:rPr>
            </w:pPr>
            <w:r w:rsidRPr="00C50D1E">
              <w:rPr>
                <w:rFonts w:eastAsia="Calibri"/>
              </w:rPr>
              <w:t>presentation of gateaux, torte</w:t>
            </w:r>
            <w:r w:rsidR="00BC663A">
              <w:rPr>
                <w:rFonts w:eastAsia="Calibri"/>
              </w:rPr>
              <w:t>s</w:t>
            </w:r>
            <w:r w:rsidRPr="00C50D1E">
              <w:rPr>
                <w:rFonts w:eastAsia="Calibri"/>
              </w:rPr>
              <w:t xml:space="preserve"> and </w:t>
            </w:r>
            <w:r w:rsidR="00BC663A" w:rsidRPr="00C50D1E">
              <w:rPr>
                <w:rFonts w:eastAsia="Calibri"/>
              </w:rPr>
              <w:t>entremets</w:t>
            </w:r>
          </w:p>
          <w:p w14:paraId="3BAFB49D" w14:textId="77777777" w:rsidR="00C50D1E" w:rsidRPr="00C50D1E" w:rsidRDefault="00C50D1E" w:rsidP="00C50D1E">
            <w:pPr>
              <w:pStyle w:val="SIBulletList1"/>
              <w:numPr>
                <w:ilvl w:val="0"/>
                <w:numId w:val="6"/>
              </w:numPr>
              <w:rPr>
                <w:rFonts w:eastAsia="Calibri"/>
              </w:rPr>
            </w:pPr>
            <w:r w:rsidRPr="00C50D1E">
              <w:rPr>
                <w:rFonts w:eastAsia="Calibri"/>
              </w:rPr>
              <w:t>recipe reformulation to minimise waste</w:t>
            </w:r>
          </w:p>
          <w:p w14:paraId="5EB0B955" w14:textId="64648A09" w:rsidR="00FD0F53" w:rsidRPr="0043315F" w:rsidRDefault="00E356A5" w:rsidP="00044BDD">
            <w:pPr>
              <w:pStyle w:val="SIBulletList1"/>
              <w:tabs>
                <w:tab w:val="num" w:pos="360"/>
              </w:tabs>
              <w:ind w:left="357" w:hanging="357"/>
              <w:rPr>
                <w:rFonts w:eastAsia="Calibri"/>
              </w:rPr>
            </w:pPr>
            <w:r>
              <w:rPr>
                <w:rFonts w:eastAsia="Calibri"/>
              </w:rPr>
              <w:t xml:space="preserve">distinguishing characteristics of </w:t>
            </w:r>
            <w:r w:rsidR="00902C6E">
              <w:rPr>
                <w:rFonts w:eastAsia="Calibri"/>
              </w:rPr>
              <w:t>types of gateau</w:t>
            </w:r>
            <w:r w:rsidR="00FB2A3A">
              <w:rPr>
                <w:rFonts w:eastAsia="Calibri"/>
              </w:rPr>
              <w:t>x</w:t>
            </w:r>
            <w:r w:rsidR="00FD0F53" w:rsidRPr="0043315F">
              <w:rPr>
                <w:rFonts w:eastAsia="Calibri"/>
              </w:rPr>
              <w:t>, torte</w:t>
            </w:r>
            <w:r w:rsidR="00BC663A">
              <w:rPr>
                <w:rFonts w:eastAsia="Calibri"/>
              </w:rPr>
              <w:t>s</w:t>
            </w:r>
            <w:r w:rsidR="00FD0F53" w:rsidRPr="0043315F">
              <w:rPr>
                <w:rFonts w:eastAsia="Calibri"/>
              </w:rPr>
              <w:t xml:space="preserve"> and entremets</w:t>
            </w:r>
            <w:r w:rsidR="00490B62">
              <w:rPr>
                <w:rFonts w:eastAsia="Calibri"/>
              </w:rPr>
              <w:t>, including</w:t>
            </w:r>
            <w:r w:rsidR="00FD0F53" w:rsidRPr="0043315F">
              <w:rPr>
                <w:rFonts w:eastAsia="Calibri"/>
              </w:rPr>
              <w:t>:</w:t>
            </w:r>
          </w:p>
          <w:p w14:paraId="3CC2EAF7" w14:textId="7F17561D" w:rsidR="00914974" w:rsidRPr="0043315F" w:rsidRDefault="00E974E9" w:rsidP="00914974">
            <w:pPr>
              <w:pStyle w:val="SIBulletList1"/>
              <w:rPr>
                <w:rFonts w:eastAsia="Calibri"/>
              </w:rPr>
            </w:pPr>
            <w:r>
              <w:rPr>
                <w:rFonts w:eastAsia="Calibri"/>
              </w:rPr>
              <w:t>cold-</w:t>
            </w:r>
            <w:r w:rsidR="00902C6E">
              <w:rPr>
                <w:rFonts w:eastAsia="Calibri"/>
              </w:rPr>
              <w:t>set gateau</w:t>
            </w:r>
            <w:r w:rsidR="00FB2A3A">
              <w:rPr>
                <w:rFonts w:eastAsia="Calibri"/>
              </w:rPr>
              <w:t>x</w:t>
            </w:r>
          </w:p>
          <w:p w14:paraId="1CBCCD97" w14:textId="7370F603" w:rsidR="00914974" w:rsidRPr="0043315F" w:rsidRDefault="00E974E9" w:rsidP="00914974">
            <w:pPr>
              <w:pStyle w:val="SIBulletList1"/>
              <w:rPr>
                <w:rFonts w:eastAsia="Calibri"/>
              </w:rPr>
            </w:pPr>
            <w:r>
              <w:rPr>
                <w:rFonts w:eastAsia="Calibri"/>
              </w:rPr>
              <w:t>multi-</w:t>
            </w:r>
            <w:r w:rsidR="00914974" w:rsidRPr="0043315F">
              <w:rPr>
                <w:rFonts w:eastAsia="Calibri"/>
              </w:rPr>
              <w:t>layered torte</w:t>
            </w:r>
            <w:r w:rsidR="00BC663A">
              <w:rPr>
                <w:rFonts w:eastAsia="Calibri"/>
              </w:rPr>
              <w:t>s</w:t>
            </w:r>
          </w:p>
          <w:p w14:paraId="1227D4C1" w14:textId="77777777" w:rsidR="00914974" w:rsidRPr="0043315F" w:rsidRDefault="00914974" w:rsidP="00914974">
            <w:pPr>
              <w:pStyle w:val="SIBulletList1"/>
              <w:rPr>
                <w:rFonts w:eastAsia="Calibri"/>
              </w:rPr>
            </w:pPr>
            <w:r w:rsidRPr="0043315F">
              <w:rPr>
                <w:rFonts w:eastAsia="Calibri"/>
              </w:rPr>
              <w:t>small entremet</w:t>
            </w:r>
            <w:r w:rsidR="00902C6E">
              <w:rPr>
                <w:rFonts w:eastAsia="Calibri"/>
              </w:rPr>
              <w:t>s</w:t>
            </w:r>
          </w:p>
          <w:p w14:paraId="1D199AC0" w14:textId="1058656C" w:rsidR="00FD0F53" w:rsidRPr="0043315F" w:rsidRDefault="00604F67" w:rsidP="00044BDD">
            <w:pPr>
              <w:pStyle w:val="SIBulletList1"/>
              <w:tabs>
                <w:tab w:val="num" w:pos="360"/>
              </w:tabs>
              <w:ind w:left="357" w:hanging="357"/>
              <w:rPr>
                <w:rFonts w:eastAsia="Calibri"/>
              </w:rPr>
            </w:pPr>
            <w:r>
              <w:rPr>
                <w:rFonts w:eastAsia="Calibri"/>
              </w:rPr>
              <w:t>types of</w:t>
            </w:r>
            <w:r w:rsidR="00FD0F53" w:rsidRPr="0043315F">
              <w:rPr>
                <w:rFonts w:eastAsia="Calibri"/>
              </w:rPr>
              <w:t xml:space="preserve"> </w:t>
            </w:r>
            <w:r w:rsidR="000345E8">
              <w:rPr>
                <w:rFonts w:eastAsia="Calibri"/>
              </w:rPr>
              <w:t>fillings and finishes</w:t>
            </w:r>
            <w:r w:rsidR="00490B62">
              <w:rPr>
                <w:rFonts w:eastAsia="Calibri"/>
              </w:rPr>
              <w:t>, including</w:t>
            </w:r>
            <w:r w:rsidR="00FD0F53" w:rsidRPr="0043315F">
              <w:rPr>
                <w:rFonts w:eastAsia="Calibri"/>
              </w:rPr>
              <w:t>:</w:t>
            </w:r>
          </w:p>
          <w:p w14:paraId="7A5278C9" w14:textId="4C7FFF75" w:rsidR="00513514" w:rsidRPr="0043315F" w:rsidRDefault="00513514" w:rsidP="00513514">
            <w:pPr>
              <w:pStyle w:val="SIBulletList1"/>
              <w:rPr>
                <w:rFonts w:eastAsia="Calibri"/>
              </w:rPr>
            </w:pPr>
            <w:r w:rsidRPr="0043315F">
              <w:rPr>
                <w:rFonts w:eastAsia="Calibri"/>
              </w:rPr>
              <w:t>sab</w:t>
            </w:r>
            <w:r w:rsidR="002C2A8D">
              <w:rPr>
                <w:rFonts w:eastAsia="Calibri"/>
              </w:rPr>
              <w:t>a</w:t>
            </w:r>
            <w:r w:rsidRPr="0043315F">
              <w:rPr>
                <w:rFonts w:eastAsia="Calibri"/>
              </w:rPr>
              <w:t>yon</w:t>
            </w:r>
          </w:p>
          <w:p w14:paraId="48F0AA55" w14:textId="77777777" w:rsidR="00513514" w:rsidRPr="0043315F" w:rsidRDefault="00513514" w:rsidP="00513514">
            <w:pPr>
              <w:pStyle w:val="SIBulletList1"/>
              <w:rPr>
                <w:rFonts w:eastAsia="Calibri"/>
              </w:rPr>
            </w:pPr>
            <w:r w:rsidRPr="0043315F">
              <w:rPr>
                <w:rFonts w:eastAsia="Calibri"/>
              </w:rPr>
              <w:t>aerated creams</w:t>
            </w:r>
          </w:p>
          <w:p w14:paraId="53C36DB2" w14:textId="30960B00" w:rsidR="00513514" w:rsidRPr="0043315F" w:rsidRDefault="00E974E9" w:rsidP="00513514">
            <w:pPr>
              <w:pStyle w:val="SIBulletList1"/>
              <w:rPr>
                <w:rFonts w:eastAsia="Calibri"/>
              </w:rPr>
            </w:pPr>
            <w:r>
              <w:rPr>
                <w:rFonts w:eastAsia="Calibri"/>
              </w:rPr>
              <w:t>chocolate-</w:t>
            </w:r>
            <w:r w:rsidR="00513514" w:rsidRPr="0043315F">
              <w:rPr>
                <w:rFonts w:eastAsia="Calibri"/>
              </w:rPr>
              <w:t>based glazes</w:t>
            </w:r>
            <w:r w:rsidR="00B53C9E">
              <w:rPr>
                <w:rFonts w:eastAsia="Calibri"/>
              </w:rPr>
              <w:t xml:space="preserve"> and sauces</w:t>
            </w:r>
          </w:p>
          <w:p w14:paraId="0B54384F" w14:textId="77777777" w:rsidR="00513514" w:rsidRPr="0043315F" w:rsidRDefault="00513514" w:rsidP="00513514">
            <w:pPr>
              <w:pStyle w:val="SIBulletList1"/>
              <w:rPr>
                <w:rFonts w:eastAsia="Calibri"/>
              </w:rPr>
            </w:pPr>
            <w:r w:rsidRPr="0043315F">
              <w:rPr>
                <w:rFonts w:eastAsia="Calibri"/>
              </w:rPr>
              <w:t>tempered couverture chocolate</w:t>
            </w:r>
          </w:p>
          <w:p w14:paraId="3900DEBB" w14:textId="77777777" w:rsidR="00513514" w:rsidRPr="0043315F" w:rsidRDefault="00513514" w:rsidP="00513514">
            <w:pPr>
              <w:pStyle w:val="SIBulletList1"/>
              <w:rPr>
                <w:rFonts w:eastAsia="Calibri"/>
              </w:rPr>
            </w:pPr>
            <w:r w:rsidRPr="0043315F">
              <w:rPr>
                <w:rFonts w:eastAsia="Calibri"/>
              </w:rPr>
              <w:t xml:space="preserve">bavarois </w:t>
            </w:r>
            <w:r w:rsidR="00B53C9E">
              <w:rPr>
                <w:rFonts w:eastAsia="Calibri"/>
              </w:rPr>
              <w:t xml:space="preserve">or </w:t>
            </w:r>
            <w:r w:rsidRPr="0043315F">
              <w:rPr>
                <w:rFonts w:eastAsia="Calibri"/>
              </w:rPr>
              <w:t>mousse</w:t>
            </w:r>
          </w:p>
          <w:p w14:paraId="716D6FF7" w14:textId="77777777" w:rsidR="00513514" w:rsidRPr="0043315F" w:rsidRDefault="00513514" w:rsidP="00513514">
            <w:pPr>
              <w:pStyle w:val="SIBulletList1"/>
              <w:rPr>
                <w:rFonts w:eastAsia="Calibri"/>
              </w:rPr>
            </w:pPr>
            <w:r w:rsidRPr="0043315F">
              <w:rPr>
                <w:rFonts w:eastAsia="Calibri"/>
              </w:rPr>
              <w:t>meringue</w:t>
            </w:r>
          </w:p>
          <w:p w14:paraId="0E6D543D" w14:textId="77777777" w:rsidR="00513514" w:rsidRPr="0043315F" w:rsidRDefault="00513514" w:rsidP="00513514">
            <w:pPr>
              <w:pStyle w:val="SIBulletList1"/>
              <w:rPr>
                <w:rFonts w:eastAsia="Calibri"/>
              </w:rPr>
            </w:pPr>
            <w:r w:rsidRPr="0043315F">
              <w:rPr>
                <w:rFonts w:eastAsia="Calibri"/>
              </w:rPr>
              <w:t>butter creams</w:t>
            </w:r>
          </w:p>
          <w:p w14:paraId="63657794" w14:textId="46A9477A" w:rsidR="0011308E" w:rsidRDefault="0011308E" w:rsidP="00BC663A">
            <w:pPr>
              <w:pStyle w:val="SIBulletList1"/>
              <w:rPr>
                <w:rFonts w:eastAsia="Calibri"/>
              </w:rPr>
            </w:pPr>
            <w:r>
              <w:rPr>
                <w:rFonts w:eastAsia="Calibri"/>
              </w:rPr>
              <w:t>baked garnish</w:t>
            </w:r>
          </w:p>
          <w:p w14:paraId="68493D55" w14:textId="77777777" w:rsidR="00B53C9E" w:rsidRPr="00B53C9E" w:rsidRDefault="001D5042" w:rsidP="00B53C9E">
            <w:pPr>
              <w:pStyle w:val="SIBulletList1"/>
              <w:rPr>
                <w:rFonts w:eastAsia="Calibri"/>
              </w:rPr>
            </w:pPr>
            <w:r w:rsidRPr="00B53C9E">
              <w:rPr>
                <w:rFonts w:eastAsia="Calibri"/>
              </w:rPr>
              <w:t>custard</w:t>
            </w:r>
          </w:p>
          <w:p w14:paraId="5CC2C8DC" w14:textId="77777777" w:rsidR="00B53C9E" w:rsidRPr="00B53C9E" w:rsidRDefault="001D5042" w:rsidP="00B53C9E">
            <w:pPr>
              <w:pStyle w:val="SIBulletList1"/>
              <w:rPr>
                <w:rFonts w:eastAsia="Calibri"/>
              </w:rPr>
            </w:pPr>
            <w:r w:rsidRPr="00B53C9E">
              <w:rPr>
                <w:rFonts w:eastAsia="Calibri"/>
              </w:rPr>
              <w:t>fruit filling</w:t>
            </w:r>
          </w:p>
          <w:p w14:paraId="37A077BD" w14:textId="77777777" w:rsidR="00B53C9E" w:rsidRPr="00B53C9E" w:rsidRDefault="001D5042" w:rsidP="00B53C9E">
            <w:pPr>
              <w:pStyle w:val="SIBulletList1"/>
              <w:rPr>
                <w:rFonts w:eastAsia="Calibri"/>
              </w:rPr>
            </w:pPr>
            <w:r w:rsidRPr="00B53C9E">
              <w:rPr>
                <w:rFonts w:eastAsia="Calibri"/>
              </w:rPr>
              <w:t>chocolate garnish</w:t>
            </w:r>
          </w:p>
          <w:p w14:paraId="221E6301" w14:textId="77777777" w:rsidR="00B53C9E" w:rsidRPr="00B53C9E" w:rsidRDefault="001D5042" w:rsidP="00B53C9E">
            <w:pPr>
              <w:pStyle w:val="SIBulletList1"/>
              <w:rPr>
                <w:rFonts w:eastAsia="Calibri"/>
              </w:rPr>
            </w:pPr>
            <w:r w:rsidRPr="00B53C9E">
              <w:rPr>
                <w:rFonts w:eastAsia="Calibri"/>
              </w:rPr>
              <w:t>sugar garnish</w:t>
            </w:r>
          </w:p>
          <w:p w14:paraId="02C8F2EF" w14:textId="3080F414" w:rsidR="001D5042" w:rsidRDefault="001D5042" w:rsidP="001D5042">
            <w:pPr>
              <w:pStyle w:val="SIBulletList1"/>
              <w:tabs>
                <w:tab w:val="num" w:pos="360"/>
              </w:tabs>
              <w:ind w:left="357" w:hanging="357"/>
              <w:rPr>
                <w:rFonts w:eastAsia="Calibri"/>
              </w:rPr>
            </w:pPr>
            <w:r>
              <w:rPr>
                <w:rFonts w:eastAsia="Calibri"/>
              </w:rPr>
              <w:t>techniques for presenting entremets</w:t>
            </w:r>
            <w:r w:rsidR="00490B62">
              <w:rPr>
                <w:rFonts w:eastAsia="Calibri"/>
              </w:rPr>
              <w:t>, including</w:t>
            </w:r>
            <w:r>
              <w:rPr>
                <w:rFonts w:eastAsia="Calibri"/>
              </w:rPr>
              <w:t>:</w:t>
            </w:r>
          </w:p>
          <w:p w14:paraId="721C7EEE" w14:textId="734CD7B4" w:rsidR="00B53C9E" w:rsidRDefault="00E974E9" w:rsidP="001D5042">
            <w:pPr>
              <w:pStyle w:val="SIBulletList1"/>
              <w:rPr>
                <w:rFonts w:eastAsia="Calibri"/>
              </w:rPr>
            </w:pPr>
            <w:r>
              <w:rPr>
                <w:rFonts w:eastAsia="Calibri"/>
              </w:rPr>
              <w:t>selecting plate</w:t>
            </w:r>
            <w:r w:rsidR="001D5042">
              <w:rPr>
                <w:rFonts w:eastAsia="Calibri"/>
              </w:rPr>
              <w:t>ware</w:t>
            </w:r>
          </w:p>
          <w:p w14:paraId="4A3E74F0" w14:textId="77777777" w:rsidR="001D5042" w:rsidRDefault="001D5042" w:rsidP="001D5042">
            <w:pPr>
              <w:pStyle w:val="SIBulletList1"/>
              <w:rPr>
                <w:rFonts w:eastAsia="Calibri"/>
              </w:rPr>
            </w:pPr>
            <w:r>
              <w:rPr>
                <w:rFonts w:eastAsia="Calibri"/>
              </w:rPr>
              <w:t>presenting entremets at the appropriate temperature for the product type</w:t>
            </w:r>
          </w:p>
          <w:p w14:paraId="5918EAFC" w14:textId="1AB4FCCD" w:rsidR="00190579" w:rsidRPr="009202BB" w:rsidRDefault="00A40B62" w:rsidP="00FE49D9">
            <w:pPr>
              <w:pStyle w:val="SIBulletList1"/>
              <w:ind w:left="357" w:hanging="357"/>
              <w:rPr>
                <w:rFonts w:eastAsia="Calibri"/>
              </w:rPr>
            </w:pPr>
            <w:r w:rsidRPr="009202BB">
              <w:rPr>
                <w:rFonts w:cs="Arial"/>
                <w:lang w:val="en-US"/>
              </w:rPr>
              <w:t xml:space="preserve">techniques for </w:t>
            </w:r>
            <w:r w:rsidR="000345E8" w:rsidRPr="009202BB">
              <w:rPr>
                <w:rFonts w:cs="Arial"/>
                <w:lang w:val="en-US"/>
              </w:rPr>
              <w:t>finishing</w:t>
            </w:r>
            <w:r w:rsidR="00490B62">
              <w:rPr>
                <w:rFonts w:cs="Arial"/>
                <w:lang w:val="en-US"/>
              </w:rPr>
              <w:t>, including</w:t>
            </w:r>
            <w:r w:rsidR="00190579" w:rsidRPr="009202BB">
              <w:rPr>
                <w:rFonts w:eastAsia="Calibri"/>
              </w:rPr>
              <w:t>:</w:t>
            </w:r>
          </w:p>
          <w:p w14:paraId="21EA8191" w14:textId="116FCB40" w:rsidR="00513514" w:rsidRPr="0043315F" w:rsidRDefault="00E974E9" w:rsidP="00513514">
            <w:pPr>
              <w:pStyle w:val="SIBulletList1"/>
              <w:rPr>
                <w:rFonts w:eastAsia="Calibri"/>
              </w:rPr>
            </w:pPr>
            <w:r>
              <w:rPr>
                <w:rFonts w:eastAsia="Calibri"/>
              </w:rPr>
              <w:t>using</w:t>
            </w:r>
            <w:r w:rsidR="000345E8">
              <w:rPr>
                <w:rFonts w:eastAsia="Calibri"/>
              </w:rPr>
              <w:t xml:space="preserve"> sauces and </w:t>
            </w:r>
            <w:r w:rsidR="00491278" w:rsidRPr="0043315F">
              <w:rPr>
                <w:rFonts w:eastAsia="Calibri"/>
              </w:rPr>
              <w:t>coulis to present entremet</w:t>
            </w:r>
            <w:r w:rsidR="00902C6E">
              <w:rPr>
                <w:rFonts w:eastAsia="Calibri"/>
              </w:rPr>
              <w:t>s</w:t>
            </w:r>
          </w:p>
          <w:p w14:paraId="3C796EF8" w14:textId="77777777" w:rsidR="00513514" w:rsidRDefault="00491278" w:rsidP="00BC663A">
            <w:pPr>
              <w:pStyle w:val="SIBulletList1"/>
              <w:rPr>
                <w:rFonts w:eastAsia="Calibri"/>
              </w:rPr>
            </w:pPr>
            <w:r w:rsidRPr="0043315F">
              <w:rPr>
                <w:rFonts w:eastAsia="Calibri"/>
              </w:rPr>
              <w:t>using garnish</w:t>
            </w:r>
            <w:r w:rsidR="000345E8">
              <w:rPr>
                <w:rFonts w:eastAsia="Calibri"/>
              </w:rPr>
              <w:t>es</w:t>
            </w:r>
            <w:r w:rsidRPr="0043315F">
              <w:rPr>
                <w:rFonts w:eastAsia="Calibri"/>
              </w:rPr>
              <w:t xml:space="preserve"> of sugar to present entremet</w:t>
            </w:r>
            <w:r w:rsidR="00902C6E">
              <w:rPr>
                <w:rFonts w:eastAsia="Calibri"/>
              </w:rPr>
              <w:t>s</w:t>
            </w:r>
          </w:p>
          <w:p w14:paraId="19A2EB06" w14:textId="77777777" w:rsidR="000345E8" w:rsidRDefault="000345E8" w:rsidP="000345E8">
            <w:pPr>
              <w:pStyle w:val="SIBulletList1"/>
              <w:rPr>
                <w:rFonts w:eastAsia="Calibri"/>
              </w:rPr>
            </w:pPr>
            <w:r w:rsidRPr="0043315F">
              <w:rPr>
                <w:rFonts w:eastAsia="Calibri"/>
              </w:rPr>
              <w:t>using garnish</w:t>
            </w:r>
            <w:r>
              <w:rPr>
                <w:rFonts w:eastAsia="Calibri"/>
              </w:rPr>
              <w:t>es</w:t>
            </w:r>
            <w:r w:rsidRPr="0043315F">
              <w:rPr>
                <w:rFonts w:eastAsia="Calibri"/>
              </w:rPr>
              <w:t xml:space="preserve"> of chocolate to present entremet</w:t>
            </w:r>
            <w:r>
              <w:rPr>
                <w:rFonts w:eastAsia="Calibri"/>
              </w:rPr>
              <w:t>s</w:t>
            </w:r>
          </w:p>
          <w:p w14:paraId="1A1F113C" w14:textId="16CB398A" w:rsidR="00E356A5" w:rsidRPr="00E356A5" w:rsidRDefault="00E356A5" w:rsidP="00E356A5">
            <w:pPr>
              <w:pStyle w:val="SIBulletList1"/>
              <w:tabs>
                <w:tab w:val="num" w:pos="360"/>
              </w:tabs>
              <w:ind w:left="357" w:hanging="357"/>
              <w:rPr>
                <w:rFonts w:eastAsia="Calibri"/>
              </w:rPr>
            </w:pPr>
            <w:r w:rsidRPr="0043315F">
              <w:rPr>
                <w:rFonts w:eastAsia="Calibri"/>
              </w:rPr>
              <w:t>assembling gateaux, tortes and entremets</w:t>
            </w:r>
            <w:r>
              <w:rPr>
                <w:rFonts w:eastAsia="Calibri"/>
              </w:rPr>
              <w:t xml:space="preserve"> </w:t>
            </w:r>
          </w:p>
          <w:p w14:paraId="34E4EC49" w14:textId="0D6B12A4" w:rsidR="00511F2A" w:rsidRPr="0043315F" w:rsidRDefault="00491278" w:rsidP="00BC663A">
            <w:pPr>
              <w:pStyle w:val="SIBulletList1"/>
              <w:tabs>
                <w:tab w:val="num" w:pos="360"/>
              </w:tabs>
              <w:ind w:left="357" w:hanging="357"/>
              <w:rPr>
                <w:rFonts w:cs="Arial"/>
                <w:lang w:val="en-US"/>
              </w:rPr>
            </w:pPr>
            <w:r w:rsidRPr="0043315F">
              <w:rPr>
                <w:rFonts w:cs="Arial"/>
                <w:lang w:val="en-US"/>
              </w:rPr>
              <w:t>preparing cake tins and hoops</w:t>
            </w:r>
          </w:p>
          <w:p w14:paraId="7EC153C4" w14:textId="5BD76DCD" w:rsidR="00364088" w:rsidRPr="0043315F" w:rsidRDefault="00B8325C" w:rsidP="00BC663A">
            <w:pPr>
              <w:pStyle w:val="SIBulletList1"/>
              <w:tabs>
                <w:tab w:val="num" w:pos="360"/>
              </w:tabs>
              <w:ind w:left="357" w:hanging="357"/>
              <w:rPr>
                <w:rFonts w:cs="Arial"/>
                <w:lang w:val="en-US"/>
              </w:rPr>
            </w:pPr>
            <w:r w:rsidRPr="0043315F">
              <w:rPr>
                <w:rFonts w:eastAsia="Calibri"/>
              </w:rPr>
              <w:t xml:space="preserve">purpose </w:t>
            </w:r>
            <w:r w:rsidRPr="0043315F">
              <w:rPr>
                <w:rFonts w:cs="Arial"/>
                <w:lang w:val="en-US"/>
              </w:rPr>
              <w:t>and</w:t>
            </w:r>
            <w:r w:rsidRPr="0043315F">
              <w:rPr>
                <w:rFonts w:eastAsia="Calibri"/>
              </w:rPr>
              <w:t xml:space="preserve"> functions of</w:t>
            </w:r>
            <w:r w:rsidR="00B53B67" w:rsidRPr="0043315F">
              <w:rPr>
                <w:rFonts w:eastAsia="Calibri"/>
              </w:rPr>
              <w:t xml:space="preserve"> production </w:t>
            </w:r>
            <w:r w:rsidR="00364088" w:rsidRPr="0043315F">
              <w:rPr>
                <w:rFonts w:cs="Arial"/>
                <w:lang w:val="en-US"/>
              </w:rPr>
              <w:t>settings</w:t>
            </w:r>
            <w:r w:rsidR="00490B62">
              <w:rPr>
                <w:rFonts w:cs="Arial"/>
                <w:lang w:val="en-US"/>
              </w:rPr>
              <w:t>, including</w:t>
            </w:r>
            <w:r w:rsidR="00364088" w:rsidRPr="0043315F">
              <w:rPr>
                <w:rFonts w:cs="Arial"/>
                <w:lang w:val="en-US"/>
              </w:rPr>
              <w:t>:</w:t>
            </w:r>
          </w:p>
          <w:p w14:paraId="59B77AB7" w14:textId="77777777" w:rsidR="00364088" w:rsidRPr="0043315F" w:rsidRDefault="00364088" w:rsidP="00044BDD">
            <w:pPr>
              <w:pStyle w:val="SIBulletList1"/>
              <w:rPr>
                <w:rFonts w:eastAsia="Calibri"/>
              </w:rPr>
            </w:pPr>
            <w:r w:rsidRPr="0043315F">
              <w:rPr>
                <w:rFonts w:eastAsia="Calibri"/>
              </w:rPr>
              <w:t>oven temperatures</w:t>
            </w:r>
          </w:p>
          <w:p w14:paraId="6EEBA9B3" w14:textId="77777777" w:rsidR="00364088" w:rsidRPr="0043315F" w:rsidRDefault="00364088" w:rsidP="00044BDD">
            <w:pPr>
              <w:pStyle w:val="SIBulletList1"/>
              <w:rPr>
                <w:rFonts w:eastAsia="Calibri"/>
              </w:rPr>
            </w:pPr>
            <w:r w:rsidRPr="0043315F">
              <w:rPr>
                <w:rFonts w:eastAsia="Calibri"/>
              </w:rPr>
              <w:lastRenderedPageBreak/>
              <w:t>baking times</w:t>
            </w:r>
          </w:p>
          <w:p w14:paraId="61DA3575" w14:textId="77777777" w:rsidR="00511F2A" w:rsidRPr="0043315F" w:rsidRDefault="00511F2A" w:rsidP="00044BDD">
            <w:pPr>
              <w:pStyle w:val="SIBulletList1"/>
              <w:rPr>
                <w:rFonts w:eastAsia="Calibri"/>
              </w:rPr>
            </w:pPr>
            <w:r w:rsidRPr="0043315F">
              <w:rPr>
                <w:rFonts w:eastAsia="Calibri"/>
              </w:rPr>
              <w:t>chill times</w:t>
            </w:r>
          </w:p>
          <w:p w14:paraId="0B41A5E5" w14:textId="78E3D64B" w:rsidR="00E6045C" w:rsidRPr="0043315F" w:rsidRDefault="00E6045C" w:rsidP="00F8293A">
            <w:pPr>
              <w:pStyle w:val="SIBulletList1"/>
              <w:tabs>
                <w:tab w:val="num" w:pos="360"/>
              </w:tabs>
              <w:ind w:left="357" w:hanging="357"/>
              <w:rPr>
                <w:rFonts w:cs="Arial"/>
                <w:lang w:val="en-US"/>
              </w:rPr>
            </w:pPr>
            <w:r w:rsidRPr="0043315F">
              <w:rPr>
                <w:rFonts w:cs="Arial"/>
                <w:lang w:val="en-US"/>
              </w:rPr>
              <w:t xml:space="preserve">required characteristics of </w:t>
            </w:r>
            <w:r w:rsidR="00A4397F" w:rsidRPr="0043315F">
              <w:rPr>
                <w:rFonts w:cs="Arial"/>
                <w:lang w:val="en-US"/>
              </w:rPr>
              <w:t>gateaux, torte</w:t>
            </w:r>
            <w:r w:rsidR="00902C6E">
              <w:rPr>
                <w:rFonts w:cs="Arial"/>
                <w:lang w:val="en-US"/>
              </w:rPr>
              <w:t>s</w:t>
            </w:r>
            <w:r w:rsidR="00A4397F" w:rsidRPr="0043315F">
              <w:rPr>
                <w:rFonts w:cs="Arial"/>
                <w:lang w:val="en-US"/>
              </w:rPr>
              <w:t xml:space="preserve"> and entremets</w:t>
            </w:r>
            <w:r w:rsidR="00490B62">
              <w:rPr>
                <w:rFonts w:cs="Arial"/>
                <w:lang w:val="en-US"/>
              </w:rPr>
              <w:t>, including</w:t>
            </w:r>
            <w:r w:rsidRPr="0043315F">
              <w:rPr>
                <w:rFonts w:cs="Arial"/>
                <w:lang w:val="en-US"/>
              </w:rPr>
              <w:t>:</w:t>
            </w:r>
          </w:p>
          <w:p w14:paraId="7085F43E" w14:textId="77777777" w:rsidR="00936BE8" w:rsidRPr="0043315F" w:rsidRDefault="00511F2A" w:rsidP="00044BDD">
            <w:pPr>
              <w:pStyle w:val="SIBulletList1"/>
              <w:rPr>
                <w:rFonts w:eastAsia="Calibri"/>
              </w:rPr>
            </w:pPr>
            <w:r w:rsidRPr="0043315F">
              <w:rPr>
                <w:rFonts w:eastAsia="Calibri"/>
              </w:rPr>
              <w:t>appearance</w:t>
            </w:r>
          </w:p>
          <w:p w14:paraId="5DF7D540" w14:textId="77777777" w:rsidR="00511F2A" w:rsidRPr="0043315F" w:rsidRDefault="00511F2A" w:rsidP="00044BDD">
            <w:pPr>
              <w:pStyle w:val="SIBulletList1"/>
              <w:rPr>
                <w:rFonts w:eastAsia="Calibri"/>
              </w:rPr>
            </w:pPr>
            <w:r w:rsidRPr="0043315F">
              <w:rPr>
                <w:rFonts w:eastAsia="Calibri"/>
              </w:rPr>
              <w:t>consistency</w:t>
            </w:r>
          </w:p>
          <w:p w14:paraId="07BCD34B" w14:textId="77777777" w:rsidR="00511F2A" w:rsidRPr="0043315F" w:rsidRDefault="00511F2A" w:rsidP="00044BDD">
            <w:pPr>
              <w:pStyle w:val="SIBulletList1"/>
              <w:rPr>
                <w:rFonts w:eastAsia="Calibri"/>
              </w:rPr>
            </w:pPr>
            <w:r w:rsidRPr="0043315F">
              <w:rPr>
                <w:rFonts w:eastAsia="Calibri"/>
              </w:rPr>
              <w:t>shape</w:t>
            </w:r>
          </w:p>
          <w:p w14:paraId="72028BF5" w14:textId="77777777" w:rsidR="00511F2A" w:rsidRPr="0043315F" w:rsidRDefault="00511F2A" w:rsidP="00044BDD">
            <w:pPr>
              <w:pStyle w:val="SIBulletList1"/>
              <w:rPr>
                <w:rFonts w:eastAsia="Calibri"/>
              </w:rPr>
            </w:pPr>
            <w:r w:rsidRPr="0043315F">
              <w:rPr>
                <w:rFonts w:eastAsia="Calibri"/>
              </w:rPr>
              <w:t>taste</w:t>
            </w:r>
          </w:p>
          <w:p w14:paraId="66C01A2E" w14:textId="77777777" w:rsidR="00511F2A" w:rsidRPr="0043315F" w:rsidRDefault="00511F2A" w:rsidP="00044BDD">
            <w:pPr>
              <w:pStyle w:val="SIBulletList1"/>
              <w:rPr>
                <w:rFonts w:eastAsia="Calibri"/>
              </w:rPr>
            </w:pPr>
            <w:r w:rsidRPr="0043315F">
              <w:rPr>
                <w:rFonts w:eastAsia="Calibri"/>
              </w:rPr>
              <w:t>texture</w:t>
            </w:r>
          </w:p>
          <w:p w14:paraId="72B9515E" w14:textId="6F619C0F" w:rsidR="00513514" w:rsidRPr="0043315F" w:rsidRDefault="00E974E9" w:rsidP="00044BDD">
            <w:pPr>
              <w:pStyle w:val="SIBulletList1"/>
              <w:rPr>
                <w:rFonts w:eastAsia="Calibri"/>
              </w:rPr>
            </w:pPr>
            <w:r>
              <w:rPr>
                <w:rFonts w:eastAsia="Calibri"/>
              </w:rPr>
              <w:t>comple</w:t>
            </w:r>
            <w:r w:rsidR="00513514" w:rsidRPr="0043315F">
              <w:rPr>
                <w:rFonts w:eastAsia="Calibri"/>
              </w:rPr>
              <w:t>menting flavours</w:t>
            </w:r>
          </w:p>
          <w:p w14:paraId="48BFF0B1" w14:textId="53FE11FE" w:rsidR="00B8646D" w:rsidRPr="0043315F" w:rsidRDefault="00AA5E7C" w:rsidP="00044BDD">
            <w:pPr>
              <w:pStyle w:val="SIBulletList1"/>
              <w:tabs>
                <w:tab w:val="num" w:pos="360"/>
              </w:tabs>
              <w:ind w:left="357" w:hanging="357"/>
              <w:rPr>
                <w:rFonts w:cs="Arial"/>
                <w:lang w:val="en-US"/>
              </w:rPr>
            </w:pPr>
            <w:r w:rsidRPr="0043315F">
              <w:rPr>
                <w:rFonts w:cs="Arial"/>
                <w:lang w:val="en-US"/>
              </w:rPr>
              <w:t xml:space="preserve">causes and corrective action for </w:t>
            </w:r>
            <w:r w:rsidR="00B53B67" w:rsidRPr="0043315F">
              <w:rPr>
                <w:rFonts w:cs="Arial"/>
                <w:lang w:val="en-US"/>
              </w:rPr>
              <w:t>predictable and sometimes unpredictable production</w:t>
            </w:r>
            <w:r w:rsidR="00E6045C" w:rsidRPr="0043315F">
              <w:rPr>
                <w:rFonts w:cs="Arial"/>
                <w:lang w:val="en-US"/>
              </w:rPr>
              <w:t xml:space="preserve"> </w:t>
            </w:r>
            <w:r w:rsidR="00B8646D" w:rsidRPr="0043315F">
              <w:rPr>
                <w:rFonts w:cs="Arial"/>
                <w:lang w:val="en-US"/>
              </w:rPr>
              <w:t>problems</w:t>
            </w:r>
            <w:r w:rsidR="00490B62">
              <w:rPr>
                <w:rFonts w:cs="Arial"/>
                <w:lang w:val="en-US"/>
              </w:rPr>
              <w:t>, including</w:t>
            </w:r>
            <w:r w:rsidR="00B8646D" w:rsidRPr="0043315F">
              <w:rPr>
                <w:rFonts w:cs="Arial"/>
                <w:lang w:val="en-US"/>
              </w:rPr>
              <w:t>:</w:t>
            </w:r>
          </w:p>
          <w:p w14:paraId="06818F2B" w14:textId="77777777" w:rsidR="00B8646D" w:rsidRPr="0043315F" w:rsidRDefault="00F8293A" w:rsidP="00044BDD">
            <w:pPr>
              <w:pStyle w:val="SIBulletList1"/>
              <w:rPr>
                <w:rFonts w:cs="Arial"/>
                <w:lang w:val="en-US"/>
              </w:rPr>
            </w:pPr>
            <w:r w:rsidRPr="0043315F">
              <w:rPr>
                <w:rFonts w:eastAsia="Calibri"/>
              </w:rPr>
              <w:t>m</w:t>
            </w:r>
            <w:r w:rsidR="00B84E59" w:rsidRPr="0043315F">
              <w:rPr>
                <w:rFonts w:eastAsia="Calibri"/>
              </w:rPr>
              <w:t>achinery failure</w:t>
            </w:r>
          </w:p>
          <w:p w14:paraId="335E286F" w14:textId="3F576514" w:rsidR="00B84E59" w:rsidRPr="0043315F" w:rsidRDefault="00B84E59" w:rsidP="00044BDD">
            <w:pPr>
              <w:pStyle w:val="SIBulletList1"/>
              <w:rPr>
                <w:rFonts w:cs="Arial"/>
                <w:lang w:val="en-US"/>
              </w:rPr>
            </w:pPr>
            <w:r w:rsidRPr="0043315F">
              <w:rPr>
                <w:rFonts w:cs="Arial"/>
                <w:lang w:val="en-US"/>
              </w:rPr>
              <w:t>environmental factors</w:t>
            </w:r>
            <w:r w:rsidR="00490B62">
              <w:rPr>
                <w:rFonts w:cs="Arial"/>
                <w:lang w:val="en-US"/>
              </w:rPr>
              <w:t>, including</w:t>
            </w:r>
            <w:r w:rsidRPr="0043315F">
              <w:rPr>
                <w:rFonts w:cs="Arial"/>
                <w:lang w:val="en-US"/>
              </w:rPr>
              <w:t xml:space="preserve"> heat, humidity and cold</w:t>
            </w:r>
          </w:p>
          <w:p w14:paraId="3E41EC90" w14:textId="77777777" w:rsidR="00B84E59" w:rsidRPr="0043315F" w:rsidRDefault="00B84E59" w:rsidP="00044BDD">
            <w:pPr>
              <w:pStyle w:val="SIBulletList1"/>
              <w:rPr>
                <w:rFonts w:cs="Arial"/>
                <w:lang w:val="en-US"/>
              </w:rPr>
            </w:pPr>
            <w:r w:rsidRPr="0043315F">
              <w:rPr>
                <w:rFonts w:cs="Arial"/>
                <w:lang w:val="en-US"/>
              </w:rPr>
              <w:t>poor quality ingredients</w:t>
            </w:r>
          </w:p>
          <w:p w14:paraId="021D19AC" w14:textId="30C28D7E" w:rsidR="00E6045C" w:rsidRPr="0043315F" w:rsidRDefault="00E6045C" w:rsidP="00044BDD">
            <w:pPr>
              <w:pStyle w:val="SIBulletList1"/>
              <w:tabs>
                <w:tab w:val="num" w:pos="360"/>
              </w:tabs>
              <w:ind w:left="357" w:hanging="357"/>
              <w:rPr>
                <w:rFonts w:cs="Arial"/>
                <w:lang w:val="en-US"/>
              </w:rPr>
            </w:pPr>
            <w:r w:rsidRPr="0043315F">
              <w:rPr>
                <w:rFonts w:cs="Arial"/>
                <w:lang w:val="en-US"/>
              </w:rPr>
              <w:t>techniques for disposing of waste</w:t>
            </w:r>
            <w:r w:rsidR="003730D4">
              <w:rPr>
                <w:rFonts w:cs="Arial"/>
                <w:lang w:val="en-US"/>
              </w:rPr>
              <w:t xml:space="preserve"> from product production</w:t>
            </w:r>
          </w:p>
          <w:p w14:paraId="316E884B" w14:textId="77777777" w:rsidR="000345E8" w:rsidRDefault="00D756D5" w:rsidP="00D756D5">
            <w:pPr>
              <w:pStyle w:val="SIBulletList1"/>
              <w:tabs>
                <w:tab w:val="num" w:pos="360"/>
              </w:tabs>
              <w:ind w:left="357" w:hanging="357"/>
              <w:rPr>
                <w:rFonts w:eastAsia="Calibri"/>
              </w:rPr>
            </w:pPr>
            <w:r w:rsidRPr="0043315F">
              <w:rPr>
                <w:rFonts w:eastAsia="Calibri"/>
              </w:rPr>
              <w:t>requirements for chilling and freezing gateau</w:t>
            </w:r>
            <w:r w:rsidR="00BC663A">
              <w:rPr>
                <w:rFonts w:eastAsia="Calibri"/>
              </w:rPr>
              <w:t>x</w:t>
            </w:r>
            <w:r w:rsidR="00902C6E">
              <w:rPr>
                <w:rFonts w:eastAsia="Calibri"/>
              </w:rPr>
              <w:t>, torte</w:t>
            </w:r>
            <w:r w:rsidR="00BC663A">
              <w:rPr>
                <w:rFonts w:eastAsia="Calibri"/>
              </w:rPr>
              <w:t>s</w:t>
            </w:r>
            <w:r w:rsidRPr="0043315F">
              <w:rPr>
                <w:rFonts w:eastAsia="Calibri"/>
              </w:rPr>
              <w:t xml:space="preserve"> and entremets</w:t>
            </w:r>
            <w:r w:rsidR="00902C6E">
              <w:rPr>
                <w:rFonts w:eastAsia="Calibri"/>
              </w:rPr>
              <w:t xml:space="preserve"> </w:t>
            </w:r>
          </w:p>
          <w:p w14:paraId="786F708C" w14:textId="77777777" w:rsidR="00F1480E" w:rsidRPr="000345E8" w:rsidRDefault="00BC663A" w:rsidP="000345E8">
            <w:pPr>
              <w:pStyle w:val="SIBulletList1"/>
              <w:tabs>
                <w:tab w:val="num" w:pos="360"/>
              </w:tabs>
              <w:ind w:left="357" w:hanging="357"/>
            </w:pPr>
            <w:r>
              <w:rPr>
                <w:rFonts w:cs="Arial"/>
                <w:lang w:val="en-US"/>
              </w:rPr>
              <w:t xml:space="preserve">product </w:t>
            </w:r>
            <w:r w:rsidRPr="0043315F">
              <w:rPr>
                <w:rFonts w:cs="Arial"/>
                <w:lang w:val="en-US"/>
              </w:rPr>
              <w:t>production terminology</w:t>
            </w:r>
            <w:r>
              <w:rPr>
                <w:rFonts w:cs="Arial"/>
                <w:lang w:val="en-US"/>
              </w:rPr>
              <w:t xml:space="preserve"> for </w:t>
            </w:r>
            <w:r w:rsidR="000345E8">
              <w:rPr>
                <w:rFonts w:cs="Arial"/>
                <w:lang w:val="en-US"/>
              </w:rPr>
              <w:t>gateau</w:t>
            </w:r>
            <w:r w:rsidR="00C50D1E">
              <w:rPr>
                <w:rFonts w:cs="Arial"/>
                <w:lang w:val="en-US"/>
              </w:rPr>
              <w:t>x</w:t>
            </w:r>
            <w:r w:rsidR="000345E8" w:rsidRPr="0043315F">
              <w:rPr>
                <w:rFonts w:cs="Arial"/>
                <w:lang w:val="en-US"/>
              </w:rPr>
              <w:t>, torte</w:t>
            </w:r>
            <w:r>
              <w:rPr>
                <w:rFonts w:cs="Arial"/>
                <w:lang w:val="en-US"/>
              </w:rPr>
              <w:t>s</w:t>
            </w:r>
            <w:r w:rsidR="000345E8" w:rsidRPr="0043315F">
              <w:rPr>
                <w:rFonts w:cs="Arial"/>
                <w:lang w:val="en-US"/>
              </w:rPr>
              <w:t xml:space="preserve"> and entremets</w:t>
            </w:r>
            <w:r w:rsidR="00B8646D" w:rsidRPr="000345E8">
              <w:rPr>
                <w:rFonts w:cs="Arial"/>
                <w:lang w:val="en-US"/>
              </w:rPr>
              <w:t>.</w:t>
            </w:r>
          </w:p>
        </w:tc>
      </w:tr>
    </w:tbl>
    <w:p w14:paraId="67B2CCBA" w14:textId="77777777" w:rsidR="001B7EE1" w:rsidRPr="0043315F" w:rsidRDefault="001B7EE1" w:rsidP="00F1480E">
      <w:pPr>
        <w:pStyle w:val="SIText"/>
      </w:pPr>
    </w:p>
    <w:p w14:paraId="5164FBFF" w14:textId="77777777" w:rsidR="00F1480E" w:rsidRPr="0043315F"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43315F" w14:paraId="4D8CA702" w14:textId="77777777" w:rsidTr="00816721">
        <w:trPr>
          <w:tblHeader/>
        </w:trPr>
        <w:tc>
          <w:tcPr>
            <w:tcW w:w="5000" w:type="pct"/>
            <w:shd w:val="clear" w:color="auto" w:fill="auto"/>
          </w:tcPr>
          <w:p w14:paraId="2A244C37" w14:textId="77777777" w:rsidR="00F1480E" w:rsidRPr="0043315F" w:rsidRDefault="00D71E43" w:rsidP="00D71E43">
            <w:pPr>
              <w:pStyle w:val="SIHeading2"/>
            </w:pPr>
            <w:r w:rsidRPr="0043315F">
              <w:t>Assessment Conditions</w:t>
            </w:r>
          </w:p>
        </w:tc>
      </w:tr>
      <w:tr w:rsidR="00F1480E" w:rsidRPr="0043315F" w14:paraId="56F8B02E" w14:textId="77777777" w:rsidTr="00816721">
        <w:tc>
          <w:tcPr>
            <w:tcW w:w="5000" w:type="pct"/>
            <w:shd w:val="clear" w:color="auto" w:fill="auto"/>
          </w:tcPr>
          <w:p w14:paraId="27EFC714" w14:textId="73D8C8F0" w:rsidR="004A7706" w:rsidRPr="0043315F" w:rsidRDefault="004A7706" w:rsidP="004A7706">
            <w:pPr>
              <w:pStyle w:val="SIText"/>
            </w:pPr>
            <w:r w:rsidRPr="0043315F">
              <w:t xml:space="preserve">Assessment of </w:t>
            </w:r>
            <w:r w:rsidR="00BA242C">
              <w:t>skills</w:t>
            </w:r>
            <w:r w:rsidRPr="0043315F">
              <w:t xml:space="preserve"> must take place under the following conditions: </w:t>
            </w:r>
          </w:p>
          <w:p w14:paraId="34B50B74" w14:textId="77777777" w:rsidR="004E6741" w:rsidRPr="0043315F" w:rsidRDefault="001D7F5B" w:rsidP="00044BDD">
            <w:pPr>
              <w:pStyle w:val="SIBulletList1"/>
              <w:tabs>
                <w:tab w:val="num" w:pos="360"/>
              </w:tabs>
              <w:ind w:left="357" w:hanging="357"/>
            </w:pPr>
            <w:r w:rsidRPr="0043315F">
              <w:rPr>
                <w:rFonts w:cs="Arial"/>
                <w:lang w:val="en-US"/>
              </w:rPr>
              <w:t>p</w:t>
            </w:r>
            <w:r w:rsidR="004E6741" w:rsidRPr="0043315F">
              <w:rPr>
                <w:rFonts w:cs="Arial"/>
                <w:lang w:val="en-US"/>
              </w:rPr>
              <w:t>hysical</w:t>
            </w:r>
            <w:r w:rsidR="004E6741" w:rsidRPr="0043315F">
              <w:t xml:space="preserve"> conditions</w:t>
            </w:r>
            <w:r w:rsidRPr="0043315F">
              <w:t>:</w:t>
            </w:r>
          </w:p>
          <w:p w14:paraId="20853C08" w14:textId="77777777" w:rsidR="004E6741" w:rsidRPr="0043315F" w:rsidRDefault="005863C4" w:rsidP="00044BDD">
            <w:pPr>
              <w:pStyle w:val="SIBulletList1"/>
              <w:rPr>
                <w:rFonts w:eastAsia="Calibri"/>
              </w:rPr>
            </w:pPr>
            <w:r w:rsidRPr="0043315F">
              <w:t>a</w:t>
            </w:r>
            <w:r w:rsidR="00436FEE" w:rsidRPr="0043315F">
              <w:t xml:space="preserve"> </w:t>
            </w:r>
            <w:r w:rsidR="00491278" w:rsidRPr="0043315F">
              <w:t>commercial</w:t>
            </w:r>
            <w:r w:rsidRPr="0043315F">
              <w:t xml:space="preserve"> </w:t>
            </w:r>
            <w:r w:rsidR="00436FEE" w:rsidRPr="0043315F">
              <w:rPr>
                <w:rFonts w:eastAsia="Calibri"/>
              </w:rPr>
              <w:t>bakery</w:t>
            </w:r>
            <w:r w:rsidR="00436FEE" w:rsidRPr="0043315F">
              <w:t xml:space="preserve"> </w:t>
            </w:r>
            <w:r w:rsidR="004E6741" w:rsidRPr="0043315F">
              <w:t xml:space="preserve">or an environment that accurately </w:t>
            </w:r>
            <w:r w:rsidR="00B8646D" w:rsidRPr="0043315F">
              <w:t>represents workplace conditions</w:t>
            </w:r>
          </w:p>
          <w:p w14:paraId="325CBF0C" w14:textId="77777777" w:rsidR="00233143" w:rsidRPr="0043315F" w:rsidRDefault="00366805" w:rsidP="00044BDD">
            <w:pPr>
              <w:pStyle w:val="SIBulletList1"/>
              <w:tabs>
                <w:tab w:val="num" w:pos="360"/>
              </w:tabs>
              <w:ind w:left="357" w:hanging="357"/>
            </w:pPr>
            <w:r w:rsidRPr="0043315F">
              <w:rPr>
                <w:rFonts w:cs="Arial"/>
                <w:lang w:val="en-US"/>
              </w:rPr>
              <w:t>resources</w:t>
            </w:r>
            <w:r w:rsidRPr="0043315F">
              <w:t xml:space="preserve">, </w:t>
            </w:r>
            <w:r w:rsidR="00F83D7C" w:rsidRPr="0043315F">
              <w:t>e</w:t>
            </w:r>
            <w:r w:rsidR="009A6E6C" w:rsidRPr="0043315F">
              <w:t>quipment</w:t>
            </w:r>
            <w:r w:rsidR="00F83D7C" w:rsidRPr="0043315F">
              <w:t xml:space="preserve"> and materials:</w:t>
            </w:r>
          </w:p>
          <w:p w14:paraId="2B19F56B" w14:textId="318C3BF2" w:rsidR="000345E8" w:rsidRPr="00490B62" w:rsidRDefault="00490B62" w:rsidP="00490B62">
            <w:pPr>
              <w:pStyle w:val="SIBulletList1"/>
              <w:rPr>
                <w:rFonts w:eastAsia="Calibri"/>
              </w:rPr>
            </w:pPr>
            <w:r w:rsidRPr="00490B62">
              <w:rPr>
                <w:rFonts w:eastAsia="Calibri"/>
              </w:rPr>
              <w:t>equipment specified in the range of conditions</w:t>
            </w:r>
          </w:p>
          <w:p w14:paraId="1DE8DD58" w14:textId="02487524" w:rsidR="007827BE" w:rsidRPr="00490B62" w:rsidRDefault="00043FD3" w:rsidP="00490B62">
            <w:pPr>
              <w:pStyle w:val="SIBulletList1"/>
              <w:rPr>
                <w:rFonts w:eastAsia="Calibri"/>
              </w:rPr>
            </w:pPr>
            <w:r w:rsidRPr="00490B62">
              <w:rPr>
                <w:rFonts w:eastAsia="Calibri"/>
              </w:rPr>
              <w:t>per</w:t>
            </w:r>
            <w:r w:rsidR="003730D4">
              <w:rPr>
                <w:rFonts w:eastAsia="Calibri"/>
              </w:rPr>
              <w:t xml:space="preserve">sonal protective equipment </w:t>
            </w:r>
          </w:p>
          <w:p w14:paraId="098039C9" w14:textId="77777777" w:rsidR="00043FD3" w:rsidRPr="00490B62" w:rsidRDefault="00043FD3" w:rsidP="00490B62">
            <w:pPr>
              <w:pStyle w:val="SIBulletList1"/>
              <w:rPr>
                <w:rFonts w:eastAsia="Calibri"/>
              </w:rPr>
            </w:pPr>
            <w:r w:rsidRPr="00490B62">
              <w:rPr>
                <w:rFonts w:eastAsia="Calibri"/>
              </w:rPr>
              <w:t>mixing bowls</w:t>
            </w:r>
          </w:p>
          <w:p w14:paraId="17358C12" w14:textId="77777777" w:rsidR="007827BE" w:rsidRPr="00490B62" w:rsidRDefault="007827BE" w:rsidP="00490B62">
            <w:pPr>
              <w:pStyle w:val="SIBulletList1"/>
              <w:rPr>
                <w:rFonts w:eastAsia="Calibri"/>
              </w:rPr>
            </w:pPr>
            <w:r w:rsidRPr="00490B62">
              <w:rPr>
                <w:rFonts w:eastAsia="Calibri"/>
              </w:rPr>
              <w:t>piping bags and nozzles</w:t>
            </w:r>
          </w:p>
          <w:p w14:paraId="7C4B3CEB" w14:textId="77777777" w:rsidR="007827BE" w:rsidRPr="00490B62" w:rsidRDefault="000345E8" w:rsidP="00490B62">
            <w:pPr>
              <w:pStyle w:val="SIBulletList1"/>
              <w:rPr>
                <w:rFonts w:eastAsia="Calibri"/>
              </w:rPr>
            </w:pPr>
            <w:r w:rsidRPr="00490B62">
              <w:rPr>
                <w:rFonts w:eastAsia="Calibri"/>
              </w:rPr>
              <w:t>industrial oven</w:t>
            </w:r>
          </w:p>
          <w:p w14:paraId="6D6CEDEB" w14:textId="39ED1A4E" w:rsidR="007827BE" w:rsidRPr="00490B62" w:rsidRDefault="00490B62" w:rsidP="00490B62">
            <w:pPr>
              <w:pStyle w:val="SIBulletList1"/>
              <w:rPr>
                <w:rFonts w:eastAsia="Calibri"/>
              </w:rPr>
            </w:pPr>
            <w:r w:rsidRPr="00490B62">
              <w:rPr>
                <w:rFonts w:eastAsia="Calibri"/>
              </w:rPr>
              <w:t>tins and trays</w:t>
            </w:r>
          </w:p>
          <w:p w14:paraId="06F03574" w14:textId="0182424E" w:rsidR="00D44023" w:rsidRPr="00490B62" w:rsidRDefault="00490B62" w:rsidP="00490B62">
            <w:pPr>
              <w:pStyle w:val="SIBulletList1"/>
              <w:rPr>
                <w:rFonts w:eastAsia="Calibri"/>
              </w:rPr>
            </w:pPr>
            <w:r w:rsidRPr="00490B62">
              <w:rPr>
                <w:rFonts w:eastAsia="Calibri"/>
              </w:rPr>
              <w:t>measuring cups and spoons</w:t>
            </w:r>
          </w:p>
          <w:p w14:paraId="483F57F7" w14:textId="7C2C02C0" w:rsidR="007827BE" w:rsidRPr="009202BB" w:rsidRDefault="00490B62" w:rsidP="007827BE">
            <w:pPr>
              <w:pStyle w:val="SIBulletList1"/>
            </w:pPr>
            <w:r w:rsidRPr="0043315F">
              <w:rPr>
                <w:rFonts w:eastAsia="Calibri"/>
              </w:rPr>
              <w:t xml:space="preserve">ingredients that meet the product types required in the performance </w:t>
            </w:r>
            <w:r>
              <w:rPr>
                <w:rFonts w:eastAsia="Calibri"/>
              </w:rPr>
              <w:t>e</w:t>
            </w:r>
            <w:r w:rsidRPr="0043315F">
              <w:rPr>
                <w:rFonts w:eastAsia="Calibri"/>
              </w:rPr>
              <w:t>vidence</w:t>
            </w:r>
          </w:p>
          <w:p w14:paraId="411E7ABE" w14:textId="23D4E5B9" w:rsidR="009202BB" w:rsidRPr="00FB3A22" w:rsidRDefault="00490B62" w:rsidP="007827BE">
            <w:pPr>
              <w:pStyle w:val="SIBulletList1"/>
            </w:pPr>
            <w:r>
              <w:rPr>
                <w:rFonts w:eastAsia="Calibri"/>
              </w:rPr>
              <w:t>pre-made flavoured ice cream or sorbet</w:t>
            </w:r>
          </w:p>
          <w:p w14:paraId="4957A6F6" w14:textId="233C7291" w:rsidR="00FB3A22" w:rsidRPr="0043315F" w:rsidRDefault="00490B62" w:rsidP="007827BE">
            <w:pPr>
              <w:pStyle w:val="SIBulletList1"/>
            </w:pPr>
            <w:r>
              <w:rPr>
                <w:rFonts w:eastAsia="Calibri"/>
              </w:rPr>
              <w:t>prepared garnishes</w:t>
            </w:r>
          </w:p>
          <w:p w14:paraId="42AD0056" w14:textId="1F96D9CD" w:rsidR="00F83D7C" w:rsidRPr="0043315F" w:rsidRDefault="00490B62" w:rsidP="00044BDD">
            <w:pPr>
              <w:pStyle w:val="SIBulletList1"/>
              <w:tabs>
                <w:tab w:val="num" w:pos="360"/>
              </w:tabs>
              <w:ind w:left="357" w:hanging="357"/>
              <w:rPr>
                <w:rFonts w:eastAsia="Calibri"/>
              </w:rPr>
            </w:pPr>
            <w:r w:rsidRPr="0043315F">
              <w:t>specifications</w:t>
            </w:r>
            <w:r w:rsidRPr="0043315F">
              <w:rPr>
                <w:rFonts w:eastAsia="Calibri"/>
              </w:rPr>
              <w:t>:</w:t>
            </w:r>
          </w:p>
          <w:p w14:paraId="02DDFDC3" w14:textId="1B6FFF15" w:rsidR="00490B62" w:rsidRDefault="00490B62" w:rsidP="00847B78">
            <w:pPr>
              <w:pStyle w:val="SIBulletList1"/>
              <w:rPr>
                <w:rFonts w:eastAsia="Calibri"/>
              </w:rPr>
            </w:pPr>
            <w:r w:rsidRPr="0043315F">
              <w:t>recipes</w:t>
            </w:r>
            <w:r w:rsidRPr="0043315F">
              <w:rPr>
                <w:rFonts w:eastAsia="Calibri"/>
              </w:rPr>
              <w:t xml:space="preserve"> that meet </w:t>
            </w:r>
            <w:r>
              <w:rPr>
                <w:rFonts w:eastAsia="Calibri"/>
              </w:rPr>
              <w:t xml:space="preserve">the types of </w:t>
            </w:r>
            <w:r w:rsidRPr="0043315F">
              <w:rPr>
                <w:rFonts w:eastAsia="Calibri"/>
              </w:rPr>
              <w:t>gateau</w:t>
            </w:r>
            <w:r>
              <w:rPr>
                <w:rFonts w:eastAsia="Calibri"/>
              </w:rPr>
              <w:t>x</w:t>
            </w:r>
            <w:r w:rsidRPr="0043315F">
              <w:rPr>
                <w:rFonts w:eastAsia="Calibri"/>
              </w:rPr>
              <w:t>, torte</w:t>
            </w:r>
            <w:r>
              <w:rPr>
                <w:rFonts w:eastAsia="Calibri"/>
              </w:rPr>
              <w:t>s</w:t>
            </w:r>
            <w:r w:rsidRPr="0043315F">
              <w:rPr>
                <w:rFonts w:eastAsia="Calibri"/>
              </w:rPr>
              <w:t xml:space="preserve"> and entremets required</w:t>
            </w:r>
            <w:r>
              <w:rPr>
                <w:rFonts w:eastAsia="Calibri"/>
              </w:rPr>
              <w:t xml:space="preserve"> in the performance evidence</w:t>
            </w:r>
          </w:p>
          <w:p w14:paraId="582FE198" w14:textId="47E9EA92" w:rsidR="00491278" w:rsidRDefault="00490B62" w:rsidP="00491278">
            <w:pPr>
              <w:pStyle w:val="SIBulletList1"/>
              <w:rPr>
                <w:rFonts w:eastAsia="Calibri"/>
              </w:rPr>
            </w:pPr>
            <w:r>
              <w:rPr>
                <w:rFonts w:eastAsia="Calibri"/>
              </w:rPr>
              <w:t>end-</w:t>
            </w:r>
            <w:r w:rsidRPr="0043315F">
              <w:rPr>
                <w:rFonts w:eastAsia="Calibri"/>
              </w:rPr>
              <w:t>product quality specifications to meet the product types required in the performance evidence</w:t>
            </w:r>
          </w:p>
          <w:p w14:paraId="3FEE6075" w14:textId="353862EC" w:rsidR="00491278" w:rsidRPr="00D371A6" w:rsidRDefault="00490B62" w:rsidP="00D371A6">
            <w:pPr>
              <w:pStyle w:val="SIBulletList1"/>
              <w:rPr>
                <w:rFonts w:eastAsia="Calibri"/>
              </w:rPr>
            </w:pPr>
            <w:r w:rsidRPr="00FA44D9">
              <w:rPr>
                <w:rFonts w:eastAsia="Calibri"/>
              </w:rPr>
              <w:t>food safety code regulatory requirements applicable to producing gateau</w:t>
            </w:r>
            <w:r>
              <w:rPr>
                <w:rFonts w:eastAsia="Calibri"/>
              </w:rPr>
              <w:t>x</w:t>
            </w:r>
            <w:r w:rsidRPr="00FA44D9">
              <w:rPr>
                <w:rFonts w:eastAsia="Calibri"/>
              </w:rPr>
              <w:t>, torte</w:t>
            </w:r>
            <w:r>
              <w:rPr>
                <w:rFonts w:eastAsia="Calibri"/>
              </w:rPr>
              <w:t>s</w:t>
            </w:r>
            <w:r w:rsidRPr="00FA44D9">
              <w:rPr>
                <w:rFonts w:eastAsia="Calibri"/>
              </w:rPr>
              <w:t xml:space="preserve"> and entremets </w:t>
            </w:r>
          </w:p>
          <w:p w14:paraId="36F749FD" w14:textId="29957B6A" w:rsidR="00491278" w:rsidRPr="0043315F" w:rsidRDefault="00490B62" w:rsidP="00491278">
            <w:pPr>
              <w:pStyle w:val="SIBulletList1"/>
              <w:tabs>
                <w:tab w:val="num" w:pos="360"/>
              </w:tabs>
              <w:ind w:left="357" w:hanging="357"/>
            </w:pPr>
            <w:r w:rsidRPr="0043315F">
              <w:t>timeframes:</w:t>
            </w:r>
          </w:p>
          <w:p w14:paraId="47DE2E73" w14:textId="63231AEF" w:rsidR="00366805" w:rsidRPr="0043315F" w:rsidRDefault="00490B62" w:rsidP="00491278">
            <w:pPr>
              <w:pStyle w:val="SIBulletList2"/>
              <w:tabs>
                <w:tab w:val="num" w:pos="720"/>
              </w:tabs>
              <w:ind w:left="714" w:hanging="357"/>
              <w:rPr>
                <w:rFonts w:eastAsia="Calibri"/>
              </w:rPr>
            </w:pPr>
            <w:r w:rsidRPr="0043315F">
              <w:rPr>
                <w:rFonts w:eastAsia="Calibri"/>
              </w:rPr>
              <w:t>according to the production schedule.</w:t>
            </w:r>
          </w:p>
          <w:p w14:paraId="31A8CCD1" w14:textId="77777777" w:rsidR="0021210E" w:rsidRPr="0043315F" w:rsidRDefault="0021210E" w:rsidP="007134FE">
            <w:pPr>
              <w:pStyle w:val="SIText"/>
            </w:pPr>
          </w:p>
          <w:p w14:paraId="33C63C01" w14:textId="77777777" w:rsidR="00F1480E" w:rsidRPr="0043315F" w:rsidRDefault="007134FE" w:rsidP="001B7EE1">
            <w:pPr>
              <w:pStyle w:val="SIText"/>
            </w:pPr>
            <w:r w:rsidRPr="0043315F">
              <w:lastRenderedPageBreak/>
              <w:t>Assessors of this unit must satisfy the requirements for assessors in applicable vocational education and training legislation, frameworks and/or standards.</w:t>
            </w:r>
          </w:p>
        </w:tc>
      </w:tr>
    </w:tbl>
    <w:p w14:paraId="1D8BA8EF" w14:textId="77777777" w:rsidR="00F1480E" w:rsidRPr="0043315F"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7247"/>
      </w:tblGrid>
      <w:tr w:rsidR="00F1480E" w:rsidRPr="00A55106" w14:paraId="0D214D26" w14:textId="77777777" w:rsidTr="005D19A7">
        <w:trPr>
          <w:trHeight w:val="557"/>
        </w:trPr>
        <w:tc>
          <w:tcPr>
            <w:tcW w:w="1323" w:type="pct"/>
            <w:shd w:val="clear" w:color="auto" w:fill="auto"/>
          </w:tcPr>
          <w:p w14:paraId="11DC9299" w14:textId="77777777" w:rsidR="00F1480E" w:rsidRPr="0043315F" w:rsidRDefault="00D71E43" w:rsidP="00D71E43">
            <w:pPr>
              <w:pStyle w:val="SIHeading2"/>
            </w:pPr>
            <w:r w:rsidRPr="0043315F">
              <w:t>Links</w:t>
            </w:r>
          </w:p>
        </w:tc>
        <w:tc>
          <w:tcPr>
            <w:tcW w:w="3677" w:type="pct"/>
            <w:shd w:val="clear" w:color="auto" w:fill="auto"/>
          </w:tcPr>
          <w:p w14:paraId="7DAC5842" w14:textId="77777777" w:rsidR="00490B62" w:rsidRDefault="00490B62" w:rsidP="00490B62">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55F0ACC8" w14:textId="57C2C83F" w:rsidR="00F1480E" w:rsidRPr="00A55106" w:rsidRDefault="005C1214" w:rsidP="00490B62">
            <w:pPr>
              <w:pStyle w:val="SIText"/>
              <w:rPr>
                <w:rFonts w:asciiTheme="minorHAnsi" w:hAnsiTheme="minorHAnsi" w:cstheme="minorHAnsi"/>
              </w:rPr>
            </w:pPr>
            <w:hyperlink r:id="rId12" w:history="1">
              <w:r w:rsidR="00490B62" w:rsidRPr="00BC34EB">
                <w:rPr>
                  <w:rStyle w:val="Hyperlink"/>
                </w:rPr>
                <w:t>https://vetnet.education.gov.au/Pages/TrainingDocs.aspx?q=78b15323-cd38-483e-aad7-1159b570a5c4</w:t>
              </w:r>
            </w:hyperlink>
          </w:p>
        </w:tc>
      </w:tr>
    </w:tbl>
    <w:p w14:paraId="51997223"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04316" w14:textId="77777777" w:rsidR="00093D02" w:rsidRDefault="00093D02" w:rsidP="00BF3F0A">
      <w:r>
        <w:separator/>
      </w:r>
    </w:p>
    <w:p w14:paraId="14CA89DF" w14:textId="77777777" w:rsidR="00093D02" w:rsidRDefault="00093D02"/>
  </w:endnote>
  <w:endnote w:type="continuationSeparator" w:id="0">
    <w:p w14:paraId="66C0CA16" w14:textId="77777777" w:rsidR="00093D02" w:rsidRDefault="00093D02" w:rsidP="00BF3F0A">
      <w:r>
        <w:continuationSeparator/>
      </w:r>
    </w:p>
    <w:p w14:paraId="0D15970C" w14:textId="77777777" w:rsidR="00093D02" w:rsidRDefault="00093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15BC69B" w14:textId="6F0B418A" w:rsidR="00BC663A" w:rsidRDefault="00BC663A" w:rsidP="006A2B68">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5C1214">
          <w:rPr>
            <w:noProof/>
          </w:rPr>
          <w:t>1</w:t>
        </w:r>
        <w:r>
          <w:rPr>
            <w:noProof/>
          </w:rPr>
          <w:fldChar w:fldCharType="end"/>
        </w:r>
      </w:p>
    </w:sdtContent>
  </w:sdt>
  <w:p w14:paraId="38DED5CA" w14:textId="77777777" w:rsidR="00BC663A" w:rsidRDefault="00BC66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DEB3B" w14:textId="77777777" w:rsidR="00093D02" w:rsidRDefault="00093D02" w:rsidP="00BF3F0A">
      <w:r>
        <w:separator/>
      </w:r>
    </w:p>
    <w:p w14:paraId="43C5F66C" w14:textId="77777777" w:rsidR="00093D02" w:rsidRDefault="00093D02"/>
  </w:footnote>
  <w:footnote w:type="continuationSeparator" w:id="0">
    <w:p w14:paraId="2BB04D8F" w14:textId="77777777" w:rsidR="00093D02" w:rsidRDefault="00093D02" w:rsidP="00BF3F0A">
      <w:r>
        <w:continuationSeparator/>
      </w:r>
    </w:p>
    <w:p w14:paraId="259C2704" w14:textId="77777777" w:rsidR="00093D02" w:rsidRDefault="00093D0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0328D" w14:textId="35DE1943" w:rsidR="00BC663A" w:rsidRDefault="00A97CEE">
    <w:pPr>
      <w:pStyle w:val="Header"/>
    </w:pPr>
    <w:r w:rsidRPr="00A97CEE">
      <w:t>FBPRBK4003</w:t>
    </w:r>
    <w:r>
      <w:t xml:space="preserve"> </w:t>
    </w:r>
    <w:r w:rsidR="00BC663A">
      <w:t>Produce gateaux, tortes and entremets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24C06"/>
    <w:multiLevelType w:val="hybridMultilevel"/>
    <w:tmpl w:val="8370C5E6"/>
    <w:lvl w:ilvl="0" w:tplc="A8BCCEA0">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876FFD"/>
    <w:multiLevelType w:val="hybridMultilevel"/>
    <w:tmpl w:val="A56474FE"/>
    <w:lvl w:ilvl="0" w:tplc="99D61BE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FEA1B43"/>
    <w:multiLevelType w:val="hybridMultilevel"/>
    <w:tmpl w:val="CE9CD320"/>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6"/>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num>
  <w:num w:numId="9">
    <w:abstractNumId w:val="5"/>
  </w:num>
  <w:num w:numId="10">
    <w:abstractNumId w:val="5"/>
  </w:num>
  <w:num w:numId="11">
    <w:abstractNumId w:val="6"/>
  </w:num>
  <w:num w:numId="12">
    <w:abstractNumId w:val="6"/>
  </w:num>
  <w:num w:numId="13">
    <w:abstractNumId w:val="6"/>
  </w:num>
  <w:num w:numId="14">
    <w:abstractNumId w:val="0"/>
  </w:num>
  <w:num w:numId="15">
    <w:abstractNumId w:val="1"/>
  </w:num>
  <w:num w:numId="16">
    <w:abstractNumId w:val="6"/>
  </w:num>
  <w:num w:numId="17">
    <w:abstractNumId w:val="6"/>
  </w:num>
  <w:num w:numId="18">
    <w:abstractNumId w:val="6"/>
  </w:num>
  <w:num w:numId="1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U0sTCwNjIwNTcwtzIyUdpeDU4uLM/DyQAiOjWgAILWx6LQAAAA=="/>
  </w:docVars>
  <w:rsids>
    <w:rsidRoot w:val="00AD4BC9"/>
    <w:rsid w:val="000014B9"/>
    <w:rsid w:val="000055BB"/>
    <w:rsid w:val="00005A15"/>
    <w:rsid w:val="000063B3"/>
    <w:rsid w:val="0001108F"/>
    <w:rsid w:val="000115E2"/>
    <w:rsid w:val="0001296A"/>
    <w:rsid w:val="00016803"/>
    <w:rsid w:val="00023992"/>
    <w:rsid w:val="000345E8"/>
    <w:rsid w:val="00036740"/>
    <w:rsid w:val="00041E59"/>
    <w:rsid w:val="00043FD3"/>
    <w:rsid w:val="00044BDD"/>
    <w:rsid w:val="00052585"/>
    <w:rsid w:val="000551C8"/>
    <w:rsid w:val="00064BFE"/>
    <w:rsid w:val="0006681D"/>
    <w:rsid w:val="00070B3E"/>
    <w:rsid w:val="00071F95"/>
    <w:rsid w:val="000737BB"/>
    <w:rsid w:val="00074E47"/>
    <w:rsid w:val="0009093B"/>
    <w:rsid w:val="00093D02"/>
    <w:rsid w:val="0009400D"/>
    <w:rsid w:val="0009462D"/>
    <w:rsid w:val="000A5441"/>
    <w:rsid w:val="000A71AF"/>
    <w:rsid w:val="000B69B3"/>
    <w:rsid w:val="000C1F18"/>
    <w:rsid w:val="000C484D"/>
    <w:rsid w:val="000D2961"/>
    <w:rsid w:val="000E2C86"/>
    <w:rsid w:val="000F29F2"/>
    <w:rsid w:val="000F41EB"/>
    <w:rsid w:val="000F448A"/>
    <w:rsid w:val="00101659"/>
    <w:rsid w:val="00106C7D"/>
    <w:rsid w:val="001078BF"/>
    <w:rsid w:val="0011308E"/>
    <w:rsid w:val="00116160"/>
    <w:rsid w:val="001331C4"/>
    <w:rsid w:val="00133957"/>
    <w:rsid w:val="001372F6"/>
    <w:rsid w:val="00144385"/>
    <w:rsid w:val="0014627E"/>
    <w:rsid w:val="00151D93"/>
    <w:rsid w:val="00156EF3"/>
    <w:rsid w:val="001758C5"/>
    <w:rsid w:val="00176E4F"/>
    <w:rsid w:val="0018546B"/>
    <w:rsid w:val="00190579"/>
    <w:rsid w:val="001A6A3E"/>
    <w:rsid w:val="001A7B6D"/>
    <w:rsid w:val="001B34D5"/>
    <w:rsid w:val="001B513A"/>
    <w:rsid w:val="001B7EE1"/>
    <w:rsid w:val="001C0A75"/>
    <w:rsid w:val="001C1306"/>
    <w:rsid w:val="001C15AC"/>
    <w:rsid w:val="001C32BA"/>
    <w:rsid w:val="001D1AC0"/>
    <w:rsid w:val="001D5042"/>
    <w:rsid w:val="001D5C1B"/>
    <w:rsid w:val="001D7F5B"/>
    <w:rsid w:val="001E16BC"/>
    <w:rsid w:val="001E16DF"/>
    <w:rsid w:val="001E1CFF"/>
    <w:rsid w:val="001F2BA5"/>
    <w:rsid w:val="001F308D"/>
    <w:rsid w:val="001F4A9F"/>
    <w:rsid w:val="00201A7C"/>
    <w:rsid w:val="00202D3F"/>
    <w:rsid w:val="00210665"/>
    <w:rsid w:val="0021210E"/>
    <w:rsid w:val="0021414D"/>
    <w:rsid w:val="00215491"/>
    <w:rsid w:val="00223124"/>
    <w:rsid w:val="0022339E"/>
    <w:rsid w:val="00223869"/>
    <w:rsid w:val="00233143"/>
    <w:rsid w:val="00234444"/>
    <w:rsid w:val="00242293"/>
    <w:rsid w:val="00244EA7"/>
    <w:rsid w:val="00262FC3"/>
    <w:rsid w:val="0027053B"/>
    <w:rsid w:val="00276DB8"/>
    <w:rsid w:val="00282664"/>
    <w:rsid w:val="002828D2"/>
    <w:rsid w:val="00285FB8"/>
    <w:rsid w:val="00296312"/>
    <w:rsid w:val="002A4CD3"/>
    <w:rsid w:val="002C2A8D"/>
    <w:rsid w:val="002C36DD"/>
    <w:rsid w:val="002C3CA5"/>
    <w:rsid w:val="002C55E9"/>
    <w:rsid w:val="002D00D8"/>
    <w:rsid w:val="002D0C8B"/>
    <w:rsid w:val="002D330A"/>
    <w:rsid w:val="002E193E"/>
    <w:rsid w:val="00310A6A"/>
    <w:rsid w:val="00311039"/>
    <w:rsid w:val="00315861"/>
    <w:rsid w:val="00317D04"/>
    <w:rsid w:val="00336886"/>
    <w:rsid w:val="00337E82"/>
    <w:rsid w:val="00350BB1"/>
    <w:rsid w:val="00352C83"/>
    <w:rsid w:val="003617B1"/>
    <w:rsid w:val="00361C36"/>
    <w:rsid w:val="00364088"/>
    <w:rsid w:val="00365C2C"/>
    <w:rsid w:val="00366805"/>
    <w:rsid w:val="003670EA"/>
    <w:rsid w:val="0037067D"/>
    <w:rsid w:val="003730D4"/>
    <w:rsid w:val="00380594"/>
    <w:rsid w:val="003806A9"/>
    <w:rsid w:val="0038188C"/>
    <w:rsid w:val="00381960"/>
    <w:rsid w:val="0038735B"/>
    <w:rsid w:val="003916D1"/>
    <w:rsid w:val="00394D72"/>
    <w:rsid w:val="003A21F0"/>
    <w:rsid w:val="003A58BA"/>
    <w:rsid w:val="003A5AE7"/>
    <w:rsid w:val="003A7221"/>
    <w:rsid w:val="003C13AE"/>
    <w:rsid w:val="003D149B"/>
    <w:rsid w:val="003D2E73"/>
    <w:rsid w:val="003E559A"/>
    <w:rsid w:val="003E5944"/>
    <w:rsid w:val="003E72B6"/>
    <w:rsid w:val="003E7BBE"/>
    <w:rsid w:val="004127E3"/>
    <w:rsid w:val="00412E14"/>
    <w:rsid w:val="0043212E"/>
    <w:rsid w:val="0043315F"/>
    <w:rsid w:val="004342F5"/>
    <w:rsid w:val="00434366"/>
    <w:rsid w:val="00434ECE"/>
    <w:rsid w:val="00436A09"/>
    <w:rsid w:val="00436FEE"/>
    <w:rsid w:val="00444423"/>
    <w:rsid w:val="004505AC"/>
    <w:rsid w:val="00452F3E"/>
    <w:rsid w:val="004640AE"/>
    <w:rsid w:val="00466425"/>
    <w:rsid w:val="00475172"/>
    <w:rsid w:val="004758B0"/>
    <w:rsid w:val="00480CDA"/>
    <w:rsid w:val="00482115"/>
    <w:rsid w:val="004832D2"/>
    <w:rsid w:val="00485559"/>
    <w:rsid w:val="00490551"/>
    <w:rsid w:val="00490B62"/>
    <w:rsid w:val="00491278"/>
    <w:rsid w:val="004A142B"/>
    <w:rsid w:val="004A2E1C"/>
    <w:rsid w:val="004A3679"/>
    <w:rsid w:val="004A44E8"/>
    <w:rsid w:val="004A7706"/>
    <w:rsid w:val="004B29B7"/>
    <w:rsid w:val="004B5580"/>
    <w:rsid w:val="004C2244"/>
    <w:rsid w:val="004C79A1"/>
    <w:rsid w:val="004D0D5F"/>
    <w:rsid w:val="004D13FB"/>
    <w:rsid w:val="004D1569"/>
    <w:rsid w:val="004D3398"/>
    <w:rsid w:val="004D44B1"/>
    <w:rsid w:val="004E0460"/>
    <w:rsid w:val="004E1579"/>
    <w:rsid w:val="004E5FAE"/>
    <w:rsid w:val="004E6741"/>
    <w:rsid w:val="004E7094"/>
    <w:rsid w:val="004F5DC7"/>
    <w:rsid w:val="004F78DA"/>
    <w:rsid w:val="00511E6F"/>
    <w:rsid w:val="00511F2A"/>
    <w:rsid w:val="00513514"/>
    <w:rsid w:val="005248C1"/>
    <w:rsid w:val="00526134"/>
    <w:rsid w:val="005279D6"/>
    <w:rsid w:val="00534E13"/>
    <w:rsid w:val="00536082"/>
    <w:rsid w:val="005405B2"/>
    <w:rsid w:val="005427C8"/>
    <w:rsid w:val="00544089"/>
    <w:rsid w:val="005446D1"/>
    <w:rsid w:val="00556C4C"/>
    <w:rsid w:val="00557369"/>
    <w:rsid w:val="00557D0F"/>
    <w:rsid w:val="00564ADD"/>
    <w:rsid w:val="005708EB"/>
    <w:rsid w:val="005717BE"/>
    <w:rsid w:val="00572012"/>
    <w:rsid w:val="00575BC6"/>
    <w:rsid w:val="005814C7"/>
    <w:rsid w:val="00583902"/>
    <w:rsid w:val="005863C4"/>
    <w:rsid w:val="00592F47"/>
    <w:rsid w:val="005A3AA5"/>
    <w:rsid w:val="005A6C9C"/>
    <w:rsid w:val="005A74DC"/>
    <w:rsid w:val="005B5146"/>
    <w:rsid w:val="005C1214"/>
    <w:rsid w:val="005C2BA2"/>
    <w:rsid w:val="005C5165"/>
    <w:rsid w:val="005D19A7"/>
    <w:rsid w:val="005D3C18"/>
    <w:rsid w:val="005E343D"/>
    <w:rsid w:val="005E676D"/>
    <w:rsid w:val="005F027A"/>
    <w:rsid w:val="005F23A8"/>
    <w:rsid w:val="005F33CC"/>
    <w:rsid w:val="00604F67"/>
    <w:rsid w:val="006112B0"/>
    <w:rsid w:val="006121D4"/>
    <w:rsid w:val="00613B49"/>
    <w:rsid w:val="0061775F"/>
    <w:rsid w:val="00620E8E"/>
    <w:rsid w:val="006270A9"/>
    <w:rsid w:val="006311C6"/>
    <w:rsid w:val="00633CFE"/>
    <w:rsid w:val="00634FCA"/>
    <w:rsid w:val="00643D1B"/>
    <w:rsid w:val="006452B8"/>
    <w:rsid w:val="00646A00"/>
    <w:rsid w:val="00647FD0"/>
    <w:rsid w:val="00652E62"/>
    <w:rsid w:val="006533D7"/>
    <w:rsid w:val="00654BE0"/>
    <w:rsid w:val="006805E5"/>
    <w:rsid w:val="006830AA"/>
    <w:rsid w:val="00684765"/>
    <w:rsid w:val="00686A49"/>
    <w:rsid w:val="00687B62"/>
    <w:rsid w:val="006900D2"/>
    <w:rsid w:val="006904BD"/>
    <w:rsid w:val="00690C44"/>
    <w:rsid w:val="006969D9"/>
    <w:rsid w:val="00696ACB"/>
    <w:rsid w:val="006A25DD"/>
    <w:rsid w:val="006A2B68"/>
    <w:rsid w:val="006A3E33"/>
    <w:rsid w:val="006B22E2"/>
    <w:rsid w:val="006B5942"/>
    <w:rsid w:val="006C116E"/>
    <w:rsid w:val="006C2F32"/>
    <w:rsid w:val="006C6F40"/>
    <w:rsid w:val="006D4448"/>
    <w:rsid w:val="006D5030"/>
    <w:rsid w:val="006E2C4D"/>
    <w:rsid w:val="006F0B86"/>
    <w:rsid w:val="006F7FCB"/>
    <w:rsid w:val="00705EEC"/>
    <w:rsid w:val="00707741"/>
    <w:rsid w:val="007134FE"/>
    <w:rsid w:val="00716F0D"/>
    <w:rsid w:val="00722769"/>
    <w:rsid w:val="007277CA"/>
    <w:rsid w:val="00727901"/>
    <w:rsid w:val="0073075B"/>
    <w:rsid w:val="007341FF"/>
    <w:rsid w:val="007404E9"/>
    <w:rsid w:val="007444CF"/>
    <w:rsid w:val="00763DA6"/>
    <w:rsid w:val="0076523B"/>
    <w:rsid w:val="00771B60"/>
    <w:rsid w:val="0077544F"/>
    <w:rsid w:val="00781D77"/>
    <w:rsid w:val="007827BE"/>
    <w:rsid w:val="00783549"/>
    <w:rsid w:val="00784E0A"/>
    <w:rsid w:val="007860B7"/>
    <w:rsid w:val="00786DC8"/>
    <w:rsid w:val="007B0BEF"/>
    <w:rsid w:val="007C0A3E"/>
    <w:rsid w:val="007C4BB5"/>
    <w:rsid w:val="007C4CE7"/>
    <w:rsid w:val="007C5DA5"/>
    <w:rsid w:val="007D302E"/>
    <w:rsid w:val="007D5A78"/>
    <w:rsid w:val="007E03C2"/>
    <w:rsid w:val="007E3BD1"/>
    <w:rsid w:val="007F1563"/>
    <w:rsid w:val="007F1EB2"/>
    <w:rsid w:val="007F44DB"/>
    <w:rsid w:val="007F5A8B"/>
    <w:rsid w:val="00816721"/>
    <w:rsid w:val="00817D51"/>
    <w:rsid w:val="00823530"/>
    <w:rsid w:val="00823FF4"/>
    <w:rsid w:val="00825FFB"/>
    <w:rsid w:val="008262FE"/>
    <w:rsid w:val="00830267"/>
    <w:rsid w:val="008306E7"/>
    <w:rsid w:val="0083092A"/>
    <w:rsid w:val="00834BC8"/>
    <w:rsid w:val="00837FD6"/>
    <w:rsid w:val="0084751F"/>
    <w:rsid w:val="00847B60"/>
    <w:rsid w:val="00847B78"/>
    <w:rsid w:val="00850243"/>
    <w:rsid w:val="008545EB"/>
    <w:rsid w:val="00860CEF"/>
    <w:rsid w:val="00865011"/>
    <w:rsid w:val="00870701"/>
    <w:rsid w:val="00870EA2"/>
    <w:rsid w:val="00876B44"/>
    <w:rsid w:val="00884320"/>
    <w:rsid w:val="00886790"/>
    <w:rsid w:val="008908DE"/>
    <w:rsid w:val="008A12ED"/>
    <w:rsid w:val="008A39D3"/>
    <w:rsid w:val="008B2C77"/>
    <w:rsid w:val="008B4AD2"/>
    <w:rsid w:val="008C3927"/>
    <w:rsid w:val="008D74CD"/>
    <w:rsid w:val="008E260C"/>
    <w:rsid w:val="008E39BE"/>
    <w:rsid w:val="008E4613"/>
    <w:rsid w:val="008E62EC"/>
    <w:rsid w:val="008F2BE1"/>
    <w:rsid w:val="008F32F6"/>
    <w:rsid w:val="008F3566"/>
    <w:rsid w:val="00902C6E"/>
    <w:rsid w:val="00914974"/>
    <w:rsid w:val="00916CD7"/>
    <w:rsid w:val="009202BB"/>
    <w:rsid w:val="00920927"/>
    <w:rsid w:val="00921B38"/>
    <w:rsid w:val="00923720"/>
    <w:rsid w:val="009278C9"/>
    <w:rsid w:val="00936BE8"/>
    <w:rsid w:val="00941B42"/>
    <w:rsid w:val="009527CB"/>
    <w:rsid w:val="009530C1"/>
    <w:rsid w:val="00953835"/>
    <w:rsid w:val="00960F6C"/>
    <w:rsid w:val="00965CB7"/>
    <w:rsid w:val="00966255"/>
    <w:rsid w:val="00967CD3"/>
    <w:rsid w:val="00970747"/>
    <w:rsid w:val="0098185E"/>
    <w:rsid w:val="009A4081"/>
    <w:rsid w:val="009A5090"/>
    <w:rsid w:val="009A55F7"/>
    <w:rsid w:val="009A5900"/>
    <w:rsid w:val="009A6E6C"/>
    <w:rsid w:val="009A6F3F"/>
    <w:rsid w:val="009B2DA7"/>
    <w:rsid w:val="009B331A"/>
    <w:rsid w:val="009C2650"/>
    <w:rsid w:val="009D15E2"/>
    <w:rsid w:val="009D15FE"/>
    <w:rsid w:val="009D2475"/>
    <w:rsid w:val="009D5D2C"/>
    <w:rsid w:val="009F0DCC"/>
    <w:rsid w:val="009F11CA"/>
    <w:rsid w:val="00A0695B"/>
    <w:rsid w:val="00A13052"/>
    <w:rsid w:val="00A216A8"/>
    <w:rsid w:val="00A223A6"/>
    <w:rsid w:val="00A331D1"/>
    <w:rsid w:val="00A40B62"/>
    <w:rsid w:val="00A4397F"/>
    <w:rsid w:val="00A5092E"/>
    <w:rsid w:val="00A56E14"/>
    <w:rsid w:val="00A61DEE"/>
    <w:rsid w:val="00A6476B"/>
    <w:rsid w:val="00A64A94"/>
    <w:rsid w:val="00A73667"/>
    <w:rsid w:val="00A76C6C"/>
    <w:rsid w:val="00A92DD1"/>
    <w:rsid w:val="00A97CEE"/>
    <w:rsid w:val="00AA5338"/>
    <w:rsid w:val="00AA5E7C"/>
    <w:rsid w:val="00AA6154"/>
    <w:rsid w:val="00AB1B8E"/>
    <w:rsid w:val="00AB67A5"/>
    <w:rsid w:val="00AC0696"/>
    <w:rsid w:val="00AC0F0A"/>
    <w:rsid w:val="00AC4C98"/>
    <w:rsid w:val="00AC4DA6"/>
    <w:rsid w:val="00AC5F6B"/>
    <w:rsid w:val="00AD3896"/>
    <w:rsid w:val="00AD442D"/>
    <w:rsid w:val="00AD4BC9"/>
    <w:rsid w:val="00AD5B47"/>
    <w:rsid w:val="00AD5B5D"/>
    <w:rsid w:val="00AE1ED9"/>
    <w:rsid w:val="00AE32CB"/>
    <w:rsid w:val="00AF3957"/>
    <w:rsid w:val="00B10169"/>
    <w:rsid w:val="00B12013"/>
    <w:rsid w:val="00B20228"/>
    <w:rsid w:val="00B22C67"/>
    <w:rsid w:val="00B3508F"/>
    <w:rsid w:val="00B35A74"/>
    <w:rsid w:val="00B443EE"/>
    <w:rsid w:val="00B50D41"/>
    <w:rsid w:val="00B513D7"/>
    <w:rsid w:val="00B53B67"/>
    <w:rsid w:val="00B53C9E"/>
    <w:rsid w:val="00B560C8"/>
    <w:rsid w:val="00B578F7"/>
    <w:rsid w:val="00B61150"/>
    <w:rsid w:val="00B64B84"/>
    <w:rsid w:val="00B65BC7"/>
    <w:rsid w:val="00B67BC9"/>
    <w:rsid w:val="00B746B9"/>
    <w:rsid w:val="00B8325C"/>
    <w:rsid w:val="00B848D4"/>
    <w:rsid w:val="00B84E59"/>
    <w:rsid w:val="00B8646D"/>
    <w:rsid w:val="00B865B7"/>
    <w:rsid w:val="00B95655"/>
    <w:rsid w:val="00BA1CB1"/>
    <w:rsid w:val="00BA242C"/>
    <w:rsid w:val="00BA4178"/>
    <w:rsid w:val="00BA482D"/>
    <w:rsid w:val="00BA586B"/>
    <w:rsid w:val="00BA78A5"/>
    <w:rsid w:val="00BB23F4"/>
    <w:rsid w:val="00BC5075"/>
    <w:rsid w:val="00BC5419"/>
    <w:rsid w:val="00BC663A"/>
    <w:rsid w:val="00BD3B0F"/>
    <w:rsid w:val="00BE17D6"/>
    <w:rsid w:val="00BF1D4C"/>
    <w:rsid w:val="00BF3F0A"/>
    <w:rsid w:val="00BF6977"/>
    <w:rsid w:val="00C143C3"/>
    <w:rsid w:val="00C1739B"/>
    <w:rsid w:val="00C21ADE"/>
    <w:rsid w:val="00C26067"/>
    <w:rsid w:val="00C30A29"/>
    <w:rsid w:val="00C317DC"/>
    <w:rsid w:val="00C43A2B"/>
    <w:rsid w:val="00C50D1E"/>
    <w:rsid w:val="00C53678"/>
    <w:rsid w:val="00C563A3"/>
    <w:rsid w:val="00C578E9"/>
    <w:rsid w:val="00C70626"/>
    <w:rsid w:val="00C72860"/>
    <w:rsid w:val="00C73B90"/>
    <w:rsid w:val="00C96AF3"/>
    <w:rsid w:val="00C97CCC"/>
    <w:rsid w:val="00CA0274"/>
    <w:rsid w:val="00CA4CC1"/>
    <w:rsid w:val="00CB010E"/>
    <w:rsid w:val="00CB746F"/>
    <w:rsid w:val="00CC12A8"/>
    <w:rsid w:val="00CC1986"/>
    <w:rsid w:val="00CC451E"/>
    <w:rsid w:val="00CD4E9D"/>
    <w:rsid w:val="00CD4F4D"/>
    <w:rsid w:val="00CE1BC6"/>
    <w:rsid w:val="00CE5948"/>
    <w:rsid w:val="00CE7D19"/>
    <w:rsid w:val="00CF0851"/>
    <w:rsid w:val="00CF0CF5"/>
    <w:rsid w:val="00CF1411"/>
    <w:rsid w:val="00CF2B3E"/>
    <w:rsid w:val="00CF68AE"/>
    <w:rsid w:val="00D0201F"/>
    <w:rsid w:val="00D03685"/>
    <w:rsid w:val="00D07D4E"/>
    <w:rsid w:val="00D10A6A"/>
    <w:rsid w:val="00D115AA"/>
    <w:rsid w:val="00D145BE"/>
    <w:rsid w:val="00D20C57"/>
    <w:rsid w:val="00D25D16"/>
    <w:rsid w:val="00D32124"/>
    <w:rsid w:val="00D371A6"/>
    <w:rsid w:val="00D44023"/>
    <w:rsid w:val="00D50D7C"/>
    <w:rsid w:val="00D54C76"/>
    <w:rsid w:val="00D57FF8"/>
    <w:rsid w:val="00D71E43"/>
    <w:rsid w:val="00D727F3"/>
    <w:rsid w:val="00D735C5"/>
    <w:rsid w:val="00D73695"/>
    <w:rsid w:val="00D756D5"/>
    <w:rsid w:val="00D764DA"/>
    <w:rsid w:val="00D810DE"/>
    <w:rsid w:val="00D87D32"/>
    <w:rsid w:val="00D92C83"/>
    <w:rsid w:val="00D93013"/>
    <w:rsid w:val="00D944FB"/>
    <w:rsid w:val="00DA0A81"/>
    <w:rsid w:val="00DA3C10"/>
    <w:rsid w:val="00DA53B5"/>
    <w:rsid w:val="00DC1D69"/>
    <w:rsid w:val="00DC34DE"/>
    <w:rsid w:val="00DC5A3A"/>
    <w:rsid w:val="00DC6698"/>
    <w:rsid w:val="00DD3D9D"/>
    <w:rsid w:val="00DF2AE5"/>
    <w:rsid w:val="00DF5073"/>
    <w:rsid w:val="00E06366"/>
    <w:rsid w:val="00E238E6"/>
    <w:rsid w:val="00E23E5D"/>
    <w:rsid w:val="00E35064"/>
    <w:rsid w:val="00E356A5"/>
    <w:rsid w:val="00E363C5"/>
    <w:rsid w:val="00E3681D"/>
    <w:rsid w:val="00E4008E"/>
    <w:rsid w:val="00E501F0"/>
    <w:rsid w:val="00E5202B"/>
    <w:rsid w:val="00E55F64"/>
    <w:rsid w:val="00E56A2B"/>
    <w:rsid w:val="00E6045C"/>
    <w:rsid w:val="00E60AE1"/>
    <w:rsid w:val="00E6215D"/>
    <w:rsid w:val="00E75BEF"/>
    <w:rsid w:val="00E87CBE"/>
    <w:rsid w:val="00E91BFF"/>
    <w:rsid w:val="00E92933"/>
    <w:rsid w:val="00E937A7"/>
    <w:rsid w:val="00E974E9"/>
    <w:rsid w:val="00EA63CC"/>
    <w:rsid w:val="00EB0AA4"/>
    <w:rsid w:val="00EB5C88"/>
    <w:rsid w:val="00EC0469"/>
    <w:rsid w:val="00EC55EC"/>
    <w:rsid w:val="00ED7BF8"/>
    <w:rsid w:val="00EE0A62"/>
    <w:rsid w:val="00EF01F8"/>
    <w:rsid w:val="00EF2E2F"/>
    <w:rsid w:val="00EF3303"/>
    <w:rsid w:val="00EF40EF"/>
    <w:rsid w:val="00EF48A8"/>
    <w:rsid w:val="00F01E49"/>
    <w:rsid w:val="00F06AD7"/>
    <w:rsid w:val="00F1480E"/>
    <w:rsid w:val="00F1497D"/>
    <w:rsid w:val="00F1668F"/>
    <w:rsid w:val="00F16AAC"/>
    <w:rsid w:val="00F25AE0"/>
    <w:rsid w:val="00F34808"/>
    <w:rsid w:val="00F438FC"/>
    <w:rsid w:val="00F52CAE"/>
    <w:rsid w:val="00F5616F"/>
    <w:rsid w:val="00F56827"/>
    <w:rsid w:val="00F605FF"/>
    <w:rsid w:val="00F637FE"/>
    <w:rsid w:val="00F65EF0"/>
    <w:rsid w:val="00F71651"/>
    <w:rsid w:val="00F76CC6"/>
    <w:rsid w:val="00F8293A"/>
    <w:rsid w:val="00F83D7C"/>
    <w:rsid w:val="00F956E6"/>
    <w:rsid w:val="00F97545"/>
    <w:rsid w:val="00FA2E54"/>
    <w:rsid w:val="00FA44D9"/>
    <w:rsid w:val="00FB0079"/>
    <w:rsid w:val="00FB15CE"/>
    <w:rsid w:val="00FB232E"/>
    <w:rsid w:val="00FB2A3A"/>
    <w:rsid w:val="00FB3A22"/>
    <w:rsid w:val="00FB6B0D"/>
    <w:rsid w:val="00FC4115"/>
    <w:rsid w:val="00FD0F53"/>
    <w:rsid w:val="00FD557D"/>
    <w:rsid w:val="00FD6074"/>
    <w:rsid w:val="00FD6685"/>
    <w:rsid w:val="00FE0282"/>
    <w:rsid w:val="00FE124D"/>
    <w:rsid w:val="00FE22B0"/>
    <w:rsid w:val="00FE390B"/>
    <w:rsid w:val="00FE792C"/>
    <w:rsid w:val="00FF192F"/>
    <w:rsid w:val="00FF1FBF"/>
    <w:rsid w:val="00FF2E60"/>
    <w:rsid w:val="00FF58F8"/>
    <w:rsid w:val="00FF78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C79901"/>
  <w15:docId w15:val="{09814B02-BCF0-4686-B72E-E4B023A74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pPr>
  </w:style>
  <w:style w:type="paragraph" w:customStyle="1" w:styleId="SIBulletList3">
    <w:name w:val="SI Bullet List 3"/>
    <w:basedOn w:val="SIBulletList2"/>
    <w:rsid w:val="007341FF"/>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Bold">
    <w:name w:val="CAT Bold"/>
    <w:basedOn w:val="Normal"/>
    <w:next w:val="Normal"/>
    <w:link w:val="CATBoldChar"/>
    <w:rsid w:val="00490551"/>
    <w:pPr>
      <w:keepNext/>
      <w:spacing w:after="120"/>
    </w:pPr>
    <w:rPr>
      <w:b/>
      <w:bCs/>
      <w:szCs w:val="20"/>
    </w:rPr>
  </w:style>
  <w:style w:type="character" w:customStyle="1" w:styleId="CATBoldChar">
    <w:name w:val="CAT Bold Char"/>
    <w:basedOn w:val="DefaultParagraphFont"/>
    <w:link w:val="CATBold"/>
    <w:rsid w:val="00490551"/>
    <w:rPr>
      <w:rFonts w:ascii="Arial" w:eastAsia="Times New Roman" w:hAnsi="Arial" w:cs="Times New Roman"/>
      <w:b/>
      <w:bCs/>
      <w:szCs w:val="20"/>
      <w:lang w:eastAsia="en-AU"/>
    </w:rPr>
  </w:style>
  <w:style w:type="paragraph" w:styleId="ListParagraph">
    <w:name w:val="List Paragraph"/>
    <w:basedOn w:val="Normal"/>
    <w:uiPriority w:val="34"/>
    <w:qFormat/>
    <w:rsid w:val="00B8646D"/>
    <w:pPr>
      <w:widowControl w:val="0"/>
      <w:spacing w:after="200" w:line="276" w:lineRule="auto"/>
      <w:ind w:left="720"/>
      <w:contextualSpacing/>
    </w:pPr>
    <w:rPr>
      <w:rFonts w:asciiTheme="minorHAnsi" w:eastAsiaTheme="minorHAnsi" w:hAnsiTheme="minorHAnsi" w:cstheme="minorBidi"/>
      <w:lang w:eastAsia="en-US"/>
    </w:rPr>
  </w:style>
  <w:style w:type="paragraph" w:styleId="DocumentMap">
    <w:name w:val="Document Map"/>
    <w:basedOn w:val="Normal"/>
    <w:link w:val="DocumentMapChar"/>
    <w:uiPriority w:val="99"/>
    <w:semiHidden/>
    <w:unhideWhenUsed/>
    <w:rsid w:val="00490B62"/>
    <w:rPr>
      <w:rFonts w:ascii="Helvetica" w:hAnsi="Helvetica"/>
      <w:sz w:val="24"/>
      <w:szCs w:val="24"/>
    </w:rPr>
  </w:style>
  <w:style w:type="character" w:customStyle="1" w:styleId="DocumentMapChar">
    <w:name w:val="Document Map Char"/>
    <w:basedOn w:val="DefaultParagraphFont"/>
    <w:link w:val="DocumentMap"/>
    <w:uiPriority w:val="99"/>
    <w:semiHidden/>
    <w:rsid w:val="00490B62"/>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4134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1782946">
      <w:bodyDiv w:val="1"/>
      <w:marLeft w:val="0"/>
      <w:marRight w:val="0"/>
      <w:marTop w:val="0"/>
      <w:marBottom w:val="0"/>
      <w:divBdr>
        <w:top w:val="none" w:sz="0" w:space="0" w:color="auto"/>
        <w:left w:val="none" w:sz="0" w:space="0" w:color="auto"/>
        <w:bottom w:val="none" w:sz="0" w:space="0" w:color="auto"/>
        <w:right w:val="none" w:sz="0" w:space="0" w:color="auto"/>
      </w:divBdr>
    </w:div>
    <w:div w:id="732656780">
      <w:bodyDiv w:val="1"/>
      <w:marLeft w:val="0"/>
      <w:marRight w:val="0"/>
      <w:marTop w:val="0"/>
      <w:marBottom w:val="0"/>
      <w:divBdr>
        <w:top w:val="none" w:sz="0" w:space="0" w:color="auto"/>
        <w:left w:val="none" w:sz="0" w:space="0" w:color="auto"/>
        <w:bottom w:val="none" w:sz="0" w:space="0" w:color="auto"/>
        <w:right w:val="none" w:sz="0" w:space="0" w:color="auto"/>
      </w:divBdr>
    </w:div>
    <w:div w:id="1065569692">
      <w:bodyDiv w:val="1"/>
      <w:marLeft w:val="0"/>
      <w:marRight w:val="0"/>
      <w:marTop w:val="0"/>
      <w:marBottom w:val="0"/>
      <w:divBdr>
        <w:top w:val="none" w:sz="0" w:space="0" w:color="auto"/>
        <w:left w:val="none" w:sz="0" w:space="0" w:color="auto"/>
        <w:bottom w:val="none" w:sz="0" w:space="0" w:color="auto"/>
        <w:right w:val="none" w:sz="0" w:space="0" w:color="auto"/>
      </w:divBdr>
    </w:div>
    <w:div w:id="1329556035">
      <w:bodyDiv w:val="1"/>
      <w:marLeft w:val="0"/>
      <w:marRight w:val="0"/>
      <w:marTop w:val="0"/>
      <w:marBottom w:val="0"/>
      <w:divBdr>
        <w:top w:val="none" w:sz="0" w:space="0" w:color="auto"/>
        <w:left w:val="none" w:sz="0" w:space="0" w:color="auto"/>
        <w:bottom w:val="none" w:sz="0" w:space="0" w:color="auto"/>
        <w:right w:val="none" w:sz="0" w:space="0" w:color="auto"/>
      </w:divBdr>
    </w:div>
    <w:div w:id="1519349315">
      <w:bodyDiv w:val="1"/>
      <w:marLeft w:val="0"/>
      <w:marRight w:val="0"/>
      <w:marTop w:val="0"/>
      <w:marBottom w:val="0"/>
      <w:divBdr>
        <w:top w:val="none" w:sz="0" w:space="0" w:color="auto"/>
        <w:left w:val="none" w:sz="0" w:space="0" w:color="auto"/>
        <w:bottom w:val="none" w:sz="0" w:space="0" w:color="auto"/>
        <w:right w:val="none" w:sz="0" w:space="0" w:color="auto"/>
      </w:divBdr>
    </w:div>
    <w:div w:id="19712005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2c73281b-25aa-4866-b8f1-8686b4bf27ba">Edit and Equity</Status>
    <Assigned_x0020_to0 xmlns="2c73281b-25aa-4866-b8f1-8686b4bf27ba">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9617D006281142B367A8F02766F153" ma:contentTypeVersion="7" ma:contentTypeDescription="Create a new document." ma:contentTypeScope="" ma:versionID="0f4d123054d146afda8038f5fdd6c63f">
  <xsd:schema xmlns:xsd="http://www.w3.org/2001/XMLSchema" xmlns:xs="http://www.w3.org/2001/XMLSchema" xmlns:p="http://schemas.microsoft.com/office/2006/metadata/properties" xmlns:ns2="c0c61cd0-8906-41a6-94dd-696765a41e73" xmlns:ns3="2c73281b-25aa-4866-b8f1-8686b4bf27ba" targetNamespace="http://schemas.microsoft.com/office/2006/metadata/properties" ma:root="true" ma:fieldsID="19687969134a87599ba187830b279936" ns2:_="" ns3:_="">
    <xsd:import namespace="c0c61cd0-8906-41a6-94dd-696765a41e73"/>
    <xsd:import namespace="2c73281b-25aa-4866-b8f1-8686b4bf27ba"/>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73281b-25aa-4866-b8f1-8686b4bf27ba"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2c73281b-25aa-4866-b8f1-8686b4bf27ba"/>
    <ds:schemaRef ds:uri="http://schemas.openxmlformats.org/package/2006/metadata/core-properties"/>
    <ds:schemaRef ds:uri="http://purl.org/dc/elements/1.1/"/>
    <ds:schemaRef ds:uri="http://www.w3.org/XML/1998/namespace"/>
    <ds:schemaRef ds:uri="http://schemas.microsoft.com/office/infopath/2007/PartnerControls"/>
    <ds:schemaRef ds:uri="c0c61cd0-8906-41a6-94dd-696765a41e7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998609BA-366F-4BA1-8DE4-1ABC7842F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2c73281b-25aa-4866-b8f1-8686b4bf2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2F8FC73-3B9B-41DC-87F8-7A291B6A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1860</Words>
  <Characters>10608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FBPRBK4003 Produce gateaux, tortes and entremets</vt:lpstr>
    </vt:vector>
  </TitlesOfParts>
  <Company>AgriFood Skills Australia</Company>
  <LinksUpToDate>false</LinksUpToDate>
  <CharactersWithSpaces>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FBPRBK4003 Produce gateaux, tortes and entremets</dc:title>
  <dc:creator>Tina Berghella</dc:creator>
  <cp:lastModifiedBy>Ruth Geldard</cp:lastModifiedBy>
  <cp:revision>4</cp:revision>
  <cp:lastPrinted>2017-03-03T04:29:00Z</cp:lastPrinted>
  <dcterms:created xsi:type="dcterms:W3CDTF">2017-10-09T05:44:00Z</dcterms:created>
  <dcterms:modified xsi:type="dcterms:W3CDTF">2017-10-24T05:39:00Z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0x010100DE9617D006281142B367A8F02766F153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