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07FFA1"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4421B81" w14:textId="77777777" w:rsidTr="00146EEC">
        <w:tc>
          <w:tcPr>
            <w:tcW w:w="2689" w:type="dxa"/>
          </w:tcPr>
          <w:p w14:paraId="41E6655B" w14:textId="77777777" w:rsidR="00F1480E" w:rsidRPr="000754EC" w:rsidRDefault="00830267" w:rsidP="000754EC">
            <w:pPr>
              <w:pStyle w:val="SIText-Bold"/>
            </w:pPr>
            <w:r w:rsidRPr="00A326C2">
              <w:t>Release</w:t>
            </w:r>
          </w:p>
        </w:tc>
        <w:tc>
          <w:tcPr>
            <w:tcW w:w="6939" w:type="dxa"/>
          </w:tcPr>
          <w:p w14:paraId="3ECB31CB" w14:textId="77777777" w:rsidR="00F1480E" w:rsidRPr="000754EC" w:rsidRDefault="00830267" w:rsidP="000754EC">
            <w:pPr>
              <w:pStyle w:val="SIText-Bold"/>
            </w:pPr>
            <w:r w:rsidRPr="00A326C2">
              <w:t>Comments</w:t>
            </w:r>
          </w:p>
        </w:tc>
      </w:tr>
      <w:tr w:rsidR="006D3F08" w14:paraId="3C1810A9" w14:textId="77777777" w:rsidTr="00146EEC">
        <w:tc>
          <w:tcPr>
            <w:tcW w:w="2689" w:type="dxa"/>
          </w:tcPr>
          <w:p w14:paraId="4725E6C6" w14:textId="77777777" w:rsidR="006D3F08" w:rsidRPr="006D3F08" w:rsidRDefault="006D3F08" w:rsidP="006D3F08">
            <w:pPr>
              <w:pStyle w:val="SIText"/>
            </w:pPr>
            <w:r w:rsidRPr="006627D6">
              <w:t>Release 1</w:t>
            </w:r>
          </w:p>
        </w:tc>
        <w:tc>
          <w:tcPr>
            <w:tcW w:w="6939" w:type="dxa"/>
          </w:tcPr>
          <w:p w14:paraId="14131BA4" w14:textId="2C9A0D82" w:rsidR="006D3F08" w:rsidRPr="006D3F08" w:rsidRDefault="006D3F08" w:rsidP="006D3F08">
            <w:pPr>
              <w:pStyle w:val="SIText"/>
            </w:pPr>
            <w:r w:rsidRPr="006627D6">
              <w:t xml:space="preserve">This version released with the </w:t>
            </w:r>
            <w:r w:rsidR="000120B7">
              <w:t xml:space="preserve">RGR </w:t>
            </w:r>
            <w:r w:rsidRPr="006627D6">
              <w:t>Racing Training Package Version 1.</w:t>
            </w:r>
            <w:r>
              <w:t>0.</w:t>
            </w:r>
          </w:p>
        </w:tc>
      </w:tr>
    </w:tbl>
    <w:p w14:paraId="0243F21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6D3F08" w:rsidRPr="00963A46" w14:paraId="1C61768E" w14:textId="77777777" w:rsidTr="00CA2922">
        <w:trPr>
          <w:tblHeader/>
        </w:trPr>
        <w:tc>
          <w:tcPr>
            <w:tcW w:w="1396" w:type="pct"/>
            <w:shd w:val="clear" w:color="auto" w:fill="auto"/>
          </w:tcPr>
          <w:p w14:paraId="03AA6BBE" w14:textId="77777777" w:rsidR="006D3F08" w:rsidRPr="006D3F08" w:rsidRDefault="006D3F08" w:rsidP="006D3F08">
            <w:pPr>
              <w:pStyle w:val="SIUNITCODE"/>
            </w:pPr>
            <w:r w:rsidRPr="006627D6">
              <w:t>RGRTRK301</w:t>
            </w:r>
          </w:p>
        </w:tc>
        <w:tc>
          <w:tcPr>
            <w:tcW w:w="3604" w:type="pct"/>
            <w:shd w:val="clear" w:color="auto" w:fill="auto"/>
          </w:tcPr>
          <w:p w14:paraId="3BF40B47" w14:textId="77777777" w:rsidR="006D3F08" w:rsidRPr="006D3F08" w:rsidRDefault="006D3F08" w:rsidP="006D3F08">
            <w:pPr>
              <w:pStyle w:val="SIUnittitle"/>
            </w:pPr>
            <w:r w:rsidRPr="006627D6">
              <w:t>Assist with race meeting track management</w:t>
            </w:r>
          </w:p>
        </w:tc>
      </w:tr>
      <w:tr w:rsidR="00F1480E" w:rsidRPr="00963A46" w14:paraId="6E852DFA" w14:textId="77777777" w:rsidTr="00CA2922">
        <w:tc>
          <w:tcPr>
            <w:tcW w:w="1396" w:type="pct"/>
            <w:shd w:val="clear" w:color="auto" w:fill="auto"/>
          </w:tcPr>
          <w:p w14:paraId="620DF2FC" w14:textId="77777777" w:rsidR="00F1480E" w:rsidRPr="000754EC" w:rsidRDefault="00FD557D" w:rsidP="000754EC">
            <w:pPr>
              <w:pStyle w:val="SIHeading2"/>
            </w:pPr>
            <w:r w:rsidRPr="00FD557D">
              <w:t>Application</w:t>
            </w:r>
          </w:p>
          <w:p w14:paraId="4C2F9FBD" w14:textId="77777777" w:rsidR="00FD557D" w:rsidRPr="00923720" w:rsidRDefault="00FD557D" w:rsidP="000754EC">
            <w:pPr>
              <w:pStyle w:val="SIHeading2"/>
            </w:pPr>
          </w:p>
        </w:tc>
        <w:tc>
          <w:tcPr>
            <w:tcW w:w="3604" w:type="pct"/>
            <w:shd w:val="clear" w:color="auto" w:fill="auto"/>
          </w:tcPr>
          <w:p w14:paraId="5A0FE89B" w14:textId="77777777" w:rsidR="006D3F08" w:rsidRPr="006D3F08" w:rsidRDefault="006D3F08" w:rsidP="006D3F08">
            <w:pPr>
              <w:pStyle w:val="SIText"/>
            </w:pPr>
            <w:r w:rsidRPr="006627D6">
              <w:t>This unit of competency describes the skills and knowledge</w:t>
            </w:r>
            <w:r w:rsidRPr="006D3F08">
              <w:t xml:space="preserve"> required to assist with race meeting track management operations and maintain and monitor the organisation's policies, allocate race meeting trackwork duties and supervise staff.  </w:t>
            </w:r>
          </w:p>
          <w:p w14:paraId="2F5B5F12" w14:textId="77777777" w:rsidR="006D3F08" w:rsidRPr="00C0025E" w:rsidRDefault="006D3F08" w:rsidP="006D3F08">
            <w:pPr>
              <w:pStyle w:val="SIText"/>
            </w:pPr>
          </w:p>
          <w:p w14:paraId="5F5B0A6E" w14:textId="77777777" w:rsidR="006D3F08" w:rsidRPr="006D3F08" w:rsidRDefault="006D3F08" w:rsidP="006D3F08">
            <w:pPr>
              <w:pStyle w:val="SIText"/>
            </w:pPr>
            <w:r w:rsidRPr="00C0025E">
              <w:t xml:space="preserve">The unit applies to race club employees to assist with race meeting track management operations </w:t>
            </w:r>
            <w:r w:rsidRPr="006D3F08">
              <w:t>in workplace environments of racing administration, kennels, stables, racecourses and public areas.</w:t>
            </w:r>
          </w:p>
          <w:p w14:paraId="42AC1672" w14:textId="77777777" w:rsidR="006D3F08" w:rsidRDefault="006D3F08" w:rsidP="006D3F08">
            <w:pPr>
              <w:pStyle w:val="SIText"/>
            </w:pPr>
          </w:p>
          <w:p w14:paraId="1C045D8A" w14:textId="13DDC815" w:rsidR="00F1480E" w:rsidRPr="000754EC" w:rsidRDefault="0071403E" w:rsidP="0071403E">
            <w:pPr>
              <w:pStyle w:val="SIText"/>
            </w:pPr>
            <w:r w:rsidRPr="0071403E">
              <w:t>No occupational licensing, legislative or certification requirements apply to this unit at the time of publication.</w:t>
            </w:r>
          </w:p>
        </w:tc>
      </w:tr>
      <w:tr w:rsidR="00F1480E" w:rsidRPr="00963A46" w14:paraId="0B11E9A5" w14:textId="77777777" w:rsidTr="00CA2922">
        <w:tc>
          <w:tcPr>
            <w:tcW w:w="1396" w:type="pct"/>
            <w:shd w:val="clear" w:color="auto" w:fill="auto"/>
          </w:tcPr>
          <w:p w14:paraId="0641CE87" w14:textId="77777777" w:rsidR="00F1480E" w:rsidRPr="000754EC" w:rsidRDefault="00FD557D" w:rsidP="000754EC">
            <w:pPr>
              <w:pStyle w:val="SIHeading2"/>
            </w:pPr>
            <w:r w:rsidRPr="00923720">
              <w:t>Prerequisite Unit</w:t>
            </w:r>
          </w:p>
        </w:tc>
        <w:tc>
          <w:tcPr>
            <w:tcW w:w="3604" w:type="pct"/>
            <w:shd w:val="clear" w:color="auto" w:fill="auto"/>
          </w:tcPr>
          <w:p w14:paraId="259CCA84" w14:textId="77777777" w:rsidR="00F1480E" w:rsidRPr="000754EC" w:rsidRDefault="00F1480E" w:rsidP="006D3F08">
            <w:pPr>
              <w:pStyle w:val="SIText"/>
            </w:pPr>
            <w:r w:rsidRPr="008908DE">
              <w:t>Ni</w:t>
            </w:r>
            <w:r w:rsidR="007A300D" w:rsidRPr="000754EC">
              <w:t xml:space="preserve">l </w:t>
            </w:r>
          </w:p>
        </w:tc>
      </w:tr>
      <w:tr w:rsidR="00F1480E" w:rsidRPr="00963A46" w14:paraId="45C58FCD" w14:textId="77777777" w:rsidTr="00CA2922">
        <w:tc>
          <w:tcPr>
            <w:tcW w:w="1396" w:type="pct"/>
            <w:shd w:val="clear" w:color="auto" w:fill="auto"/>
          </w:tcPr>
          <w:p w14:paraId="493D218D" w14:textId="77777777" w:rsidR="00F1480E" w:rsidRPr="000754EC" w:rsidRDefault="00FD557D" w:rsidP="000754EC">
            <w:pPr>
              <w:pStyle w:val="SIHeading2"/>
            </w:pPr>
            <w:r w:rsidRPr="00923720">
              <w:t>Unit Sector</w:t>
            </w:r>
          </w:p>
        </w:tc>
        <w:tc>
          <w:tcPr>
            <w:tcW w:w="3604" w:type="pct"/>
            <w:shd w:val="clear" w:color="auto" w:fill="auto"/>
          </w:tcPr>
          <w:p w14:paraId="493D0A6B" w14:textId="77777777" w:rsidR="00F1480E" w:rsidRPr="000754EC" w:rsidRDefault="006D3F08" w:rsidP="000754EC">
            <w:pPr>
              <w:pStyle w:val="SIText"/>
            </w:pPr>
            <w:r>
              <w:t>Track Management (TRK)</w:t>
            </w:r>
          </w:p>
        </w:tc>
      </w:tr>
    </w:tbl>
    <w:p w14:paraId="472A78A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B763E5" w14:textId="77777777" w:rsidTr="00CA2922">
        <w:trPr>
          <w:cantSplit/>
          <w:tblHeader/>
        </w:trPr>
        <w:tc>
          <w:tcPr>
            <w:tcW w:w="1396" w:type="pct"/>
            <w:tcBorders>
              <w:bottom w:val="single" w:sz="4" w:space="0" w:color="C0C0C0"/>
            </w:tcBorders>
            <w:shd w:val="clear" w:color="auto" w:fill="auto"/>
          </w:tcPr>
          <w:p w14:paraId="4363559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4D7612A" w14:textId="77777777" w:rsidR="00F1480E" w:rsidRPr="000754EC" w:rsidRDefault="00FD557D" w:rsidP="000754EC">
            <w:pPr>
              <w:pStyle w:val="SIHeading2"/>
            </w:pPr>
            <w:r w:rsidRPr="00923720">
              <w:t>Performance Criteria</w:t>
            </w:r>
          </w:p>
        </w:tc>
      </w:tr>
      <w:tr w:rsidR="00F1480E" w:rsidRPr="00963A46" w14:paraId="6D2832F4" w14:textId="77777777" w:rsidTr="00CA2922">
        <w:trPr>
          <w:cantSplit/>
          <w:tblHeader/>
        </w:trPr>
        <w:tc>
          <w:tcPr>
            <w:tcW w:w="1396" w:type="pct"/>
            <w:tcBorders>
              <w:top w:val="single" w:sz="4" w:space="0" w:color="C0C0C0"/>
            </w:tcBorders>
            <w:shd w:val="clear" w:color="auto" w:fill="auto"/>
          </w:tcPr>
          <w:p w14:paraId="478027A6"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A7DF4E2"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6D3F08" w:rsidRPr="00963A46" w14:paraId="3A06DD25" w14:textId="77777777" w:rsidTr="00CA2922">
        <w:trPr>
          <w:cantSplit/>
        </w:trPr>
        <w:tc>
          <w:tcPr>
            <w:tcW w:w="1396" w:type="pct"/>
            <w:shd w:val="clear" w:color="auto" w:fill="auto"/>
          </w:tcPr>
          <w:p w14:paraId="3A37A4F7" w14:textId="77777777" w:rsidR="006D3F08" w:rsidRPr="006D3F08" w:rsidRDefault="006D3F08" w:rsidP="006D3F08">
            <w:pPr>
              <w:pStyle w:val="SIText"/>
            </w:pPr>
            <w:r w:rsidRPr="006627D6">
              <w:t>1. Prepare for race meeting</w:t>
            </w:r>
          </w:p>
        </w:tc>
        <w:tc>
          <w:tcPr>
            <w:tcW w:w="3604" w:type="pct"/>
            <w:shd w:val="clear" w:color="auto" w:fill="auto"/>
          </w:tcPr>
          <w:p w14:paraId="03C067FC" w14:textId="28A43D22" w:rsidR="006D3F08" w:rsidRPr="006D3F08" w:rsidRDefault="006D3F08" w:rsidP="006D3F08">
            <w:pPr>
              <w:pStyle w:val="SIText"/>
            </w:pPr>
            <w:r w:rsidRPr="006627D6">
              <w:t xml:space="preserve">1.1 </w:t>
            </w:r>
            <w:r w:rsidRPr="006D3F08">
              <w:t>Verify race club opening time and race times</w:t>
            </w:r>
            <w:r w:rsidR="00F539E2">
              <w:t xml:space="preserve"> for relevant </w:t>
            </w:r>
            <w:r w:rsidR="00F539E2" w:rsidRPr="00F539E2">
              <w:rPr>
                <w:rStyle w:val="SIRangeEntry"/>
              </w:rPr>
              <w:t>racing code</w:t>
            </w:r>
          </w:p>
          <w:p w14:paraId="0761D045" w14:textId="77777777" w:rsidR="006D3F08" w:rsidRPr="006D3F08" w:rsidRDefault="006D3F08" w:rsidP="006D3F08">
            <w:pPr>
              <w:pStyle w:val="SIText"/>
            </w:pPr>
            <w:r w:rsidRPr="006627D6">
              <w:t xml:space="preserve">1.2 </w:t>
            </w:r>
            <w:r w:rsidRPr="006D3F08">
              <w:t xml:space="preserve">Calculate staffing requirements and seek approval from supervisor. </w:t>
            </w:r>
          </w:p>
          <w:p w14:paraId="3575CCF7" w14:textId="77777777" w:rsidR="0071403E" w:rsidRDefault="006D3F08" w:rsidP="006D3F08">
            <w:pPr>
              <w:pStyle w:val="SIText"/>
            </w:pPr>
            <w:r w:rsidRPr="006627D6">
              <w:t xml:space="preserve">1.3 </w:t>
            </w:r>
            <w:r w:rsidRPr="006D3F08">
              <w:t>Perform track preparation requirements after verifying with supervisor</w:t>
            </w:r>
            <w:r w:rsidR="0071403E">
              <w:t xml:space="preserve"> </w:t>
            </w:r>
          </w:p>
          <w:p w14:paraId="0ED76980" w14:textId="3B781961" w:rsidR="006D3F08" w:rsidRPr="006D3F08" w:rsidRDefault="006D3F08" w:rsidP="006D3F08">
            <w:pPr>
              <w:pStyle w:val="SIText"/>
            </w:pPr>
            <w:r w:rsidRPr="006627D6">
              <w:t xml:space="preserve">1.4 </w:t>
            </w:r>
            <w:r w:rsidRPr="006D3F08">
              <w:t>Distribute contact details and protocols for principal staff and section leaders after verifying with supervisor and chairman of stewards</w:t>
            </w:r>
          </w:p>
          <w:p w14:paraId="78F715A9" w14:textId="1B3AED3C" w:rsidR="006D3F08" w:rsidRPr="006D3F08" w:rsidRDefault="006D3F08" w:rsidP="0071403E">
            <w:pPr>
              <w:pStyle w:val="SIText"/>
            </w:pPr>
            <w:r w:rsidRPr="006627D6">
              <w:t xml:space="preserve">1.5 </w:t>
            </w:r>
            <w:r w:rsidRPr="006D3F08">
              <w:t>Check operation of two-way radios and other communications equipment</w:t>
            </w:r>
          </w:p>
        </w:tc>
      </w:tr>
      <w:tr w:rsidR="006D3F08" w:rsidRPr="00963A46" w14:paraId="1127E7A9" w14:textId="77777777" w:rsidTr="00CA2922">
        <w:trPr>
          <w:cantSplit/>
        </w:trPr>
        <w:tc>
          <w:tcPr>
            <w:tcW w:w="1396" w:type="pct"/>
            <w:shd w:val="clear" w:color="auto" w:fill="auto"/>
          </w:tcPr>
          <w:p w14:paraId="345EABE2" w14:textId="08473F80" w:rsidR="006D3F08" w:rsidRPr="006D3F08" w:rsidRDefault="006D3F08" w:rsidP="006D3F08">
            <w:pPr>
              <w:pStyle w:val="SIText"/>
            </w:pPr>
            <w:r w:rsidRPr="006627D6">
              <w:t>2. Allocate race meeting duties</w:t>
            </w:r>
          </w:p>
        </w:tc>
        <w:tc>
          <w:tcPr>
            <w:tcW w:w="3604" w:type="pct"/>
            <w:shd w:val="clear" w:color="auto" w:fill="auto"/>
          </w:tcPr>
          <w:p w14:paraId="2EF4D5F8" w14:textId="1F46EB9A" w:rsidR="006D3F08" w:rsidRPr="006D3F08" w:rsidRDefault="006D3F08" w:rsidP="006D3F08">
            <w:pPr>
              <w:pStyle w:val="SIText"/>
            </w:pPr>
            <w:r w:rsidRPr="006627D6">
              <w:t xml:space="preserve">2.1 </w:t>
            </w:r>
            <w:r w:rsidRPr="006D3F08">
              <w:t>Verify staff members availability for race meeting and recruit casual staff according to club procedures</w:t>
            </w:r>
          </w:p>
          <w:p w14:paraId="01C14EE8" w14:textId="77777777" w:rsidR="006D3F08" w:rsidRPr="006D3F08" w:rsidRDefault="006D3F08" w:rsidP="006D3F08">
            <w:pPr>
              <w:pStyle w:val="SIText"/>
            </w:pPr>
            <w:r w:rsidRPr="006627D6">
              <w:t xml:space="preserve">2.2 </w:t>
            </w:r>
            <w:r w:rsidRPr="006D3F08">
              <w:t>Confirm endorsement of staff for specific duties</w:t>
            </w:r>
          </w:p>
          <w:p w14:paraId="6FFCDC84" w14:textId="77777777" w:rsidR="006D3F08" w:rsidRPr="006D3F08" w:rsidRDefault="006D3F08" w:rsidP="006D3F08">
            <w:pPr>
              <w:pStyle w:val="SIText"/>
            </w:pPr>
            <w:r w:rsidRPr="006627D6">
              <w:t xml:space="preserve">2.3 </w:t>
            </w:r>
            <w:r w:rsidRPr="006D3F08">
              <w:t>Conduct induction for race meeting duties for casual and new staff</w:t>
            </w:r>
          </w:p>
          <w:p w14:paraId="52A4A3AC" w14:textId="77777777" w:rsidR="006D3F08" w:rsidRPr="006D3F08" w:rsidRDefault="006D3F08" w:rsidP="006D3F08">
            <w:pPr>
              <w:pStyle w:val="SIText"/>
            </w:pPr>
            <w:r w:rsidRPr="006627D6">
              <w:t xml:space="preserve">2.4 </w:t>
            </w:r>
            <w:r w:rsidRPr="006D3F08">
              <w:t>Record and distribute staff roster and duties</w:t>
            </w:r>
          </w:p>
        </w:tc>
      </w:tr>
      <w:tr w:rsidR="006D3F08" w:rsidRPr="00963A46" w14:paraId="5BC71F57" w14:textId="77777777" w:rsidTr="00CA2922">
        <w:trPr>
          <w:cantSplit/>
        </w:trPr>
        <w:tc>
          <w:tcPr>
            <w:tcW w:w="1396" w:type="pct"/>
            <w:shd w:val="clear" w:color="auto" w:fill="auto"/>
          </w:tcPr>
          <w:p w14:paraId="42EF00A2" w14:textId="71B3B706" w:rsidR="006D3F08" w:rsidRPr="006D3F08" w:rsidRDefault="006D3F08" w:rsidP="0071403E">
            <w:pPr>
              <w:pStyle w:val="SIText"/>
            </w:pPr>
            <w:r w:rsidRPr="006627D6">
              <w:t xml:space="preserve">3. </w:t>
            </w:r>
            <w:r w:rsidR="0071403E">
              <w:t>Monitor r</w:t>
            </w:r>
            <w:r w:rsidRPr="006627D6">
              <w:t xml:space="preserve">ace meeting operations </w:t>
            </w:r>
          </w:p>
        </w:tc>
        <w:tc>
          <w:tcPr>
            <w:tcW w:w="3604" w:type="pct"/>
            <w:shd w:val="clear" w:color="auto" w:fill="auto"/>
          </w:tcPr>
          <w:p w14:paraId="05BE92AC" w14:textId="488A23F0" w:rsidR="0071403E" w:rsidRDefault="0071403E" w:rsidP="006D3F08">
            <w:pPr>
              <w:pStyle w:val="SIText"/>
            </w:pPr>
            <w:r>
              <w:t>3.</w:t>
            </w:r>
            <w:r w:rsidR="00A744FB">
              <w:t>1</w:t>
            </w:r>
            <w:r>
              <w:t xml:space="preserve"> Monitor </w:t>
            </w:r>
            <w:r w:rsidRPr="00F539E2">
              <w:rPr>
                <w:rStyle w:val="SIRangeEntry"/>
              </w:rPr>
              <w:t>race start preparations</w:t>
            </w:r>
            <w:r>
              <w:t xml:space="preserve"> and operations</w:t>
            </w:r>
            <w:r w:rsidR="00C76C3C">
              <w:t xml:space="preserve"> for problems that need reporting</w:t>
            </w:r>
          </w:p>
          <w:p w14:paraId="65F81034" w14:textId="4969B736" w:rsidR="006D3F08" w:rsidRPr="006D3F08" w:rsidRDefault="00F539E2" w:rsidP="006D3F08">
            <w:pPr>
              <w:pStyle w:val="SIText"/>
            </w:pPr>
            <w:r>
              <w:t>3.</w:t>
            </w:r>
            <w:r w:rsidR="00A744FB">
              <w:t>2</w:t>
            </w:r>
            <w:r>
              <w:t xml:space="preserve"> Monitor maintenance to track surface and ancillary equipment according to</w:t>
            </w:r>
            <w:r w:rsidR="006D3F08" w:rsidRPr="006D3F08">
              <w:t xml:space="preserve"> track supervisor</w:t>
            </w:r>
            <w:r>
              <w:t xml:space="preserve"> or steward</w:t>
            </w:r>
            <w:r w:rsidR="006D3F08" w:rsidRPr="006D3F08">
              <w:t>'s instructions and safety procedures</w:t>
            </w:r>
          </w:p>
          <w:p w14:paraId="097800E6" w14:textId="49A97300" w:rsidR="006D3F08" w:rsidRPr="006D3F08" w:rsidRDefault="006D3F08" w:rsidP="00A744FB">
            <w:pPr>
              <w:pStyle w:val="SIText"/>
            </w:pPr>
            <w:r w:rsidRPr="006627D6">
              <w:t>3.</w:t>
            </w:r>
            <w:r w:rsidR="00A744FB">
              <w:t>3</w:t>
            </w:r>
            <w:r w:rsidRPr="006627D6">
              <w:t xml:space="preserve"> </w:t>
            </w:r>
            <w:r w:rsidR="00F539E2">
              <w:t>Support staff in undertaking</w:t>
            </w:r>
            <w:r w:rsidRPr="006D3F08">
              <w:t xml:space="preserve"> emergency repairs and make areas safe </w:t>
            </w:r>
            <w:r w:rsidR="00F539E2">
              <w:t>according to workplace procedures</w:t>
            </w:r>
          </w:p>
        </w:tc>
      </w:tr>
      <w:tr w:rsidR="006D3F08" w:rsidRPr="00963A46" w14:paraId="43310D4E" w14:textId="77777777" w:rsidTr="00CA2922">
        <w:trPr>
          <w:cantSplit/>
        </w:trPr>
        <w:tc>
          <w:tcPr>
            <w:tcW w:w="1396" w:type="pct"/>
            <w:shd w:val="clear" w:color="auto" w:fill="auto"/>
          </w:tcPr>
          <w:p w14:paraId="010A37C2" w14:textId="31E2181C" w:rsidR="006D3F08" w:rsidRPr="006D3F08" w:rsidRDefault="006D3F08" w:rsidP="00F539E2">
            <w:pPr>
              <w:pStyle w:val="SIText"/>
            </w:pPr>
            <w:r w:rsidRPr="006627D6">
              <w:t xml:space="preserve">4. </w:t>
            </w:r>
            <w:r w:rsidR="00F539E2">
              <w:t>Monitor</w:t>
            </w:r>
            <w:r w:rsidRPr="006627D6">
              <w:t xml:space="preserve"> post-race meeting track operations</w:t>
            </w:r>
          </w:p>
        </w:tc>
        <w:tc>
          <w:tcPr>
            <w:tcW w:w="3604" w:type="pct"/>
            <w:shd w:val="clear" w:color="auto" w:fill="auto"/>
          </w:tcPr>
          <w:p w14:paraId="0009B737" w14:textId="77777777" w:rsidR="006D3F08" w:rsidRDefault="006D3F08" w:rsidP="006D3F08">
            <w:pPr>
              <w:pStyle w:val="SIText"/>
            </w:pPr>
            <w:r w:rsidRPr="006627D6">
              <w:t xml:space="preserve">4.1 </w:t>
            </w:r>
            <w:r w:rsidRPr="006D3F08">
              <w:t>Identify and record damage to track and surrounds</w:t>
            </w:r>
          </w:p>
          <w:p w14:paraId="6F5764A1" w14:textId="0BF37229" w:rsidR="00C76C3C" w:rsidRPr="006D3F08" w:rsidRDefault="00C76C3C" w:rsidP="006D3F08">
            <w:pPr>
              <w:pStyle w:val="SIText"/>
            </w:pPr>
            <w:r>
              <w:t xml:space="preserve">4.2 Prepare report for supervisor which prioritises areas of maintenance or repair required to meet race club, or </w:t>
            </w:r>
            <w:r w:rsidR="008E4E34">
              <w:t>racing a</w:t>
            </w:r>
            <w:r w:rsidRPr="00C76C3C">
              <w:t>uthority requirements</w:t>
            </w:r>
          </w:p>
          <w:p w14:paraId="4B3B762A" w14:textId="5F698D1C" w:rsidR="006D3F08" w:rsidRPr="006D3F08" w:rsidRDefault="006D3F08" w:rsidP="00C76C3C">
            <w:pPr>
              <w:pStyle w:val="SIText"/>
            </w:pPr>
            <w:r w:rsidRPr="006627D6">
              <w:t xml:space="preserve">4.3 </w:t>
            </w:r>
            <w:r w:rsidRPr="006D3F08">
              <w:t xml:space="preserve">Verify and report staff presence and duties on race day to </w:t>
            </w:r>
            <w:r w:rsidR="00C76C3C">
              <w:t xml:space="preserve">payroll </w:t>
            </w:r>
            <w:r w:rsidRPr="006D3F08">
              <w:t>department</w:t>
            </w:r>
          </w:p>
        </w:tc>
      </w:tr>
    </w:tbl>
    <w:p w14:paraId="4BD84E1D" w14:textId="77777777" w:rsidR="005F771F" w:rsidRDefault="005F771F" w:rsidP="005F771F">
      <w:pPr>
        <w:pStyle w:val="SIText"/>
      </w:pPr>
    </w:p>
    <w:p w14:paraId="44399423" w14:textId="77777777" w:rsidR="005F771F" w:rsidRPr="000754EC" w:rsidRDefault="005F771F" w:rsidP="000754EC">
      <w:r>
        <w:br w:type="page"/>
      </w:r>
    </w:p>
    <w:p w14:paraId="6FF4E83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5D519BF" w14:textId="77777777" w:rsidTr="00CA2922">
        <w:trPr>
          <w:tblHeader/>
        </w:trPr>
        <w:tc>
          <w:tcPr>
            <w:tcW w:w="5000" w:type="pct"/>
            <w:gridSpan w:val="2"/>
          </w:tcPr>
          <w:p w14:paraId="217E7116" w14:textId="77777777" w:rsidR="00F1480E" w:rsidRPr="000754EC" w:rsidRDefault="00FD557D" w:rsidP="000754EC">
            <w:pPr>
              <w:pStyle w:val="SIHeading2"/>
            </w:pPr>
            <w:r w:rsidRPr="00041E59">
              <w:t>F</w:t>
            </w:r>
            <w:r w:rsidRPr="000754EC">
              <w:t>oundation Skills</w:t>
            </w:r>
          </w:p>
          <w:p w14:paraId="0AC5157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99CB8F2" w14:textId="77777777" w:rsidTr="00CA2922">
        <w:trPr>
          <w:tblHeader/>
        </w:trPr>
        <w:tc>
          <w:tcPr>
            <w:tcW w:w="1396" w:type="pct"/>
          </w:tcPr>
          <w:p w14:paraId="1B4991F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071D246"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6D3F08" w:rsidRPr="00336FCA" w:rsidDel="00423CB2" w14:paraId="1C92B411" w14:textId="77777777" w:rsidTr="00CA2922">
        <w:tc>
          <w:tcPr>
            <w:tcW w:w="1396" w:type="pct"/>
          </w:tcPr>
          <w:p w14:paraId="6C6FFCF2" w14:textId="77777777" w:rsidR="006D3F08" w:rsidRPr="006D3F08" w:rsidRDefault="006D3F08" w:rsidP="006D3F08">
            <w:pPr>
              <w:pStyle w:val="SIText"/>
            </w:pPr>
            <w:r>
              <w:t>Reading</w:t>
            </w:r>
          </w:p>
        </w:tc>
        <w:tc>
          <w:tcPr>
            <w:tcW w:w="3604" w:type="pct"/>
          </w:tcPr>
          <w:p w14:paraId="1F47B25F" w14:textId="603A61AB" w:rsidR="006D3F08" w:rsidRPr="006D3F08" w:rsidRDefault="006D3F08" w:rsidP="00C76C3C">
            <w:pPr>
              <w:pStyle w:val="SIBulletList1"/>
            </w:pPr>
            <w:r>
              <w:t>Interpret</w:t>
            </w:r>
            <w:r w:rsidRPr="006D3F08">
              <w:t xml:space="preserve"> workplace and other documentation and consolidate information to determine track management activities and requirements</w:t>
            </w:r>
          </w:p>
        </w:tc>
      </w:tr>
      <w:tr w:rsidR="006D3F08" w:rsidRPr="00336FCA" w:rsidDel="00423CB2" w14:paraId="309BEC1B" w14:textId="77777777" w:rsidTr="00CA2922">
        <w:tc>
          <w:tcPr>
            <w:tcW w:w="1396" w:type="pct"/>
          </w:tcPr>
          <w:p w14:paraId="4312A394" w14:textId="77777777" w:rsidR="006D3F08" w:rsidRPr="006D3F08" w:rsidRDefault="006D3F08" w:rsidP="006D3F08">
            <w:pPr>
              <w:pStyle w:val="SIText"/>
            </w:pPr>
            <w:r>
              <w:t>Writing</w:t>
            </w:r>
          </w:p>
        </w:tc>
        <w:tc>
          <w:tcPr>
            <w:tcW w:w="3604" w:type="pct"/>
          </w:tcPr>
          <w:p w14:paraId="3D1A2F78" w14:textId="3AC1D9E1" w:rsidR="006D3F08" w:rsidRPr="006D3F08" w:rsidRDefault="006D3F08" w:rsidP="00C76C3C">
            <w:pPr>
              <w:pStyle w:val="SIBulletList1"/>
            </w:pPr>
            <w:r>
              <w:t xml:space="preserve">Prepare reports and other </w:t>
            </w:r>
            <w:r w:rsidRPr="006D3F08">
              <w:t>documentation using clear language and correct terminology to convey explicit information, requirements and recommendations</w:t>
            </w:r>
          </w:p>
        </w:tc>
      </w:tr>
      <w:tr w:rsidR="006D3F08" w:rsidRPr="00336FCA" w:rsidDel="00423CB2" w14:paraId="7FE7D7B3" w14:textId="77777777" w:rsidTr="00CA2922">
        <w:tc>
          <w:tcPr>
            <w:tcW w:w="1396" w:type="pct"/>
          </w:tcPr>
          <w:p w14:paraId="68BD95A8" w14:textId="77777777" w:rsidR="006D3F08" w:rsidRPr="006D3F08" w:rsidRDefault="006D3F08" w:rsidP="006D3F08">
            <w:pPr>
              <w:pStyle w:val="SIText"/>
            </w:pPr>
            <w:r>
              <w:t>Numeracy</w:t>
            </w:r>
          </w:p>
        </w:tc>
        <w:tc>
          <w:tcPr>
            <w:tcW w:w="3604" w:type="pct"/>
          </w:tcPr>
          <w:p w14:paraId="4C2343AB" w14:textId="39D050C6" w:rsidR="006D3F08" w:rsidRPr="006D3F08" w:rsidRDefault="006D3F08" w:rsidP="00C76C3C">
            <w:pPr>
              <w:pStyle w:val="SIBulletList1"/>
            </w:pPr>
            <w:r w:rsidRPr="00465419">
              <w:t>Perform mathematical calculations to analyse</w:t>
            </w:r>
            <w:r w:rsidRPr="006D3F08">
              <w:t xml:space="preserve"> and assess labour requirements and set schedules</w:t>
            </w:r>
          </w:p>
        </w:tc>
      </w:tr>
      <w:tr w:rsidR="006D3F08" w:rsidRPr="00336FCA" w:rsidDel="00423CB2" w14:paraId="5C8AB2BA" w14:textId="77777777" w:rsidTr="00CA2922">
        <w:tc>
          <w:tcPr>
            <w:tcW w:w="1396" w:type="pct"/>
          </w:tcPr>
          <w:p w14:paraId="7C4AF365" w14:textId="77777777" w:rsidR="006D3F08" w:rsidRPr="006D3F08" w:rsidRDefault="006D3F08" w:rsidP="006D3F08">
            <w:pPr>
              <w:pStyle w:val="SIText"/>
            </w:pPr>
            <w:r>
              <w:t>Oral Communication</w:t>
            </w:r>
          </w:p>
        </w:tc>
        <w:tc>
          <w:tcPr>
            <w:tcW w:w="3604" w:type="pct"/>
          </w:tcPr>
          <w:p w14:paraId="6268762E" w14:textId="2068C927" w:rsidR="006D3F08" w:rsidRPr="006D3F08" w:rsidRDefault="00C76C3C" w:rsidP="00C76C3C">
            <w:pPr>
              <w:pStyle w:val="SIBulletList1"/>
            </w:pPr>
            <w:r>
              <w:t xml:space="preserve">Use clear language, </w:t>
            </w:r>
            <w:r w:rsidR="006D3F08" w:rsidRPr="001E2D35">
              <w:t xml:space="preserve">tone and pace appropriate for audience and purpose when communicating with race officials and </w:t>
            </w:r>
            <w:r w:rsidR="006D3F08" w:rsidRPr="006D3F08">
              <w:t>staff</w:t>
            </w:r>
          </w:p>
        </w:tc>
      </w:tr>
      <w:tr w:rsidR="006D3F08" w:rsidRPr="00336FCA" w:rsidDel="00423CB2" w14:paraId="63A42E5F" w14:textId="77777777" w:rsidTr="00CA2922">
        <w:tc>
          <w:tcPr>
            <w:tcW w:w="1396" w:type="pct"/>
          </w:tcPr>
          <w:p w14:paraId="4FF7789D" w14:textId="77777777" w:rsidR="006D3F08" w:rsidRPr="006D3F08" w:rsidRDefault="006D3F08" w:rsidP="006D3F08">
            <w:pPr>
              <w:pStyle w:val="SIText"/>
            </w:pPr>
            <w:r>
              <w:t>Navigate the world of work</w:t>
            </w:r>
          </w:p>
        </w:tc>
        <w:tc>
          <w:tcPr>
            <w:tcW w:w="3604" w:type="pct"/>
          </w:tcPr>
          <w:p w14:paraId="63DB0037" w14:textId="6C74382B" w:rsidR="006D3F08" w:rsidRPr="006D3F08" w:rsidRDefault="00C76C3C" w:rsidP="007B6C01">
            <w:pPr>
              <w:pStyle w:val="SIBulletList1"/>
            </w:pPr>
            <w:r>
              <w:t>Take</w:t>
            </w:r>
            <w:r w:rsidR="006D3F08" w:rsidRPr="00465419">
              <w:t xml:space="preserve"> responsibility for following </w:t>
            </w:r>
            <w:r w:rsidR="006D3F08" w:rsidRPr="006D3F08">
              <w:t xml:space="preserve">workplace policies and procedures </w:t>
            </w:r>
            <w:bookmarkStart w:id="0" w:name="_GoBack"/>
            <w:bookmarkEnd w:id="0"/>
            <w:r w:rsidR="006D3F08" w:rsidRPr="006D3F08">
              <w:t>including environment and work health and safety requirements relevant to work role</w:t>
            </w:r>
          </w:p>
        </w:tc>
      </w:tr>
      <w:tr w:rsidR="006D3F08" w:rsidRPr="00336FCA" w:rsidDel="00423CB2" w14:paraId="55CE0FBC" w14:textId="77777777" w:rsidTr="00CA2922">
        <w:tc>
          <w:tcPr>
            <w:tcW w:w="1396" w:type="pct"/>
          </w:tcPr>
          <w:p w14:paraId="2C93DE09" w14:textId="77777777" w:rsidR="006D3F08" w:rsidRPr="006D3F08" w:rsidRDefault="006D3F08" w:rsidP="006D3F08">
            <w:pPr>
              <w:pStyle w:val="SIText"/>
            </w:pPr>
            <w:r>
              <w:t>Interact with others</w:t>
            </w:r>
          </w:p>
        </w:tc>
        <w:tc>
          <w:tcPr>
            <w:tcW w:w="3604" w:type="pct"/>
          </w:tcPr>
          <w:p w14:paraId="3FB9CBD9" w14:textId="12DEB314" w:rsidR="006D3F08" w:rsidRPr="006D3F08" w:rsidRDefault="006D3F08" w:rsidP="00C76C3C">
            <w:pPr>
              <w:pStyle w:val="SIBulletList1"/>
            </w:pPr>
            <w:r>
              <w:t>Collaborate with others sharing information to build strong work groups and behaviours that are conducive to a productive environment</w:t>
            </w:r>
          </w:p>
        </w:tc>
      </w:tr>
      <w:tr w:rsidR="006D3F08" w:rsidRPr="00336FCA" w:rsidDel="00423CB2" w14:paraId="762E417C" w14:textId="77777777" w:rsidTr="00CA2922">
        <w:tc>
          <w:tcPr>
            <w:tcW w:w="1396" w:type="pct"/>
          </w:tcPr>
          <w:p w14:paraId="5D3E7936" w14:textId="77777777" w:rsidR="006D3F08" w:rsidRPr="006D3F08" w:rsidRDefault="006D3F08" w:rsidP="006D3F08">
            <w:pPr>
              <w:pStyle w:val="SIText"/>
            </w:pPr>
            <w:r>
              <w:t>Get the work done</w:t>
            </w:r>
          </w:p>
        </w:tc>
        <w:tc>
          <w:tcPr>
            <w:tcW w:w="3604" w:type="pct"/>
          </w:tcPr>
          <w:p w14:paraId="40BCE542" w14:textId="7DDCB70C" w:rsidR="006D3F08" w:rsidRPr="006D3F08" w:rsidRDefault="006D3F08" w:rsidP="006D3F08">
            <w:pPr>
              <w:pStyle w:val="SIBulletList1"/>
            </w:pPr>
            <w:r>
              <w:t xml:space="preserve">Plan, prioritise and organise staff and resources to assist with track management activities </w:t>
            </w:r>
          </w:p>
          <w:p w14:paraId="29B3EA3F" w14:textId="4259FDE1" w:rsidR="006D3F08" w:rsidRPr="006D3F08" w:rsidRDefault="006D3F08" w:rsidP="00C76C3C">
            <w:pPr>
              <w:pStyle w:val="SIBulletList1"/>
            </w:pPr>
            <w:r w:rsidRPr="00FF00AB">
              <w:t>Make routine decisions</w:t>
            </w:r>
            <w:r w:rsidRPr="006D3F08">
              <w:t xml:space="preserve"> and address less predictable problems by applying problem solving processes in determining solutions</w:t>
            </w:r>
          </w:p>
        </w:tc>
      </w:tr>
    </w:tbl>
    <w:p w14:paraId="679320A4"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539E2" w:rsidRPr="00336FCA" w:rsidDel="00423CB2" w14:paraId="29187BEC" w14:textId="77777777" w:rsidTr="008B0AFE">
        <w:trPr>
          <w:tblHeader/>
        </w:trPr>
        <w:tc>
          <w:tcPr>
            <w:tcW w:w="5000" w:type="pct"/>
            <w:gridSpan w:val="2"/>
          </w:tcPr>
          <w:p w14:paraId="63ECB15B" w14:textId="77777777" w:rsidR="00F539E2" w:rsidRPr="00C76C3C" w:rsidRDefault="00F539E2" w:rsidP="00C76C3C">
            <w:pPr>
              <w:pStyle w:val="SIHeading2"/>
              <w:rPr>
                <w:rStyle w:val="SITemporaryText"/>
                <w:color w:val="auto"/>
                <w:sz w:val="24"/>
              </w:rPr>
            </w:pPr>
            <w:r w:rsidRPr="00F539E2">
              <w:t xml:space="preserve">Range Of </w:t>
            </w:r>
            <w:r w:rsidRPr="00C76C3C">
              <w:t>Conditions</w:t>
            </w:r>
          </w:p>
          <w:p w14:paraId="0A5CE70C" w14:textId="77777777" w:rsidR="00F539E2" w:rsidRPr="00F539E2" w:rsidRDefault="00F539E2" w:rsidP="00F539E2">
            <w:pPr>
              <w:rPr>
                <w:rStyle w:val="SIText-Italic"/>
                <w:rFonts w:eastAsiaTheme="majorEastAsia"/>
              </w:rPr>
            </w:pPr>
            <w:r w:rsidRPr="00F539E2">
              <w:rPr>
                <w:rStyle w:val="SIText-Italic"/>
              </w:rPr>
              <w:t>This section specifies different work environments and conditions that may affect performance. Essential operating conditions that may be present (depending on the work situation, needs of the candidate, accessibility of the item, and local industry and regional contexts) are included.</w:t>
            </w:r>
          </w:p>
        </w:tc>
      </w:tr>
      <w:tr w:rsidR="00F539E2" w:rsidRPr="00336FCA" w:rsidDel="00423CB2" w14:paraId="4CDEFD6D" w14:textId="77777777" w:rsidTr="008B0AFE">
        <w:tc>
          <w:tcPr>
            <w:tcW w:w="1396" w:type="pct"/>
          </w:tcPr>
          <w:p w14:paraId="2B56C7EE" w14:textId="2B69920F" w:rsidR="00F539E2" w:rsidRPr="00F539E2" w:rsidRDefault="00F539E2" w:rsidP="00F539E2">
            <w:pPr>
              <w:pStyle w:val="SIText"/>
            </w:pPr>
            <w:r>
              <w:rPr>
                <w:rStyle w:val="SIRangeEntry"/>
              </w:rPr>
              <w:t>Race start preparations</w:t>
            </w:r>
            <w:r w:rsidRPr="00F539E2">
              <w:t xml:space="preserve"> must include at least one of the following:</w:t>
            </w:r>
          </w:p>
        </w:tc>
        <w:tc>
          <w:tcPr>
            <w:tcW w:w="3604" w:type="pct"/>
          </w:tcPr>
          <w:p w14:paraId="3B40BBF8" w14:textId="1E087024" w:rsidR="00F539E2" w:rsidRPr="00F539E2" w:rsidRDefault="00F539E2" w:rsidP="008B0AFE">
            <w:pPr>
              <w:pStyle w:val="SIBulletList1"/>
            </w:pPr>
            <w:r>
              <w:t>starting boxes and lure system for greyhound racing</w:t>
            </w:r>
          </w:p>
          <w:p w14:paraId="48FF9DC2" w14:textId="52768A4B" w:rsidR="00F539E2" w:rsidRPr="00F539E2" w:rsidRDefault="00F539E2" w:rsidP="00F539E2">
            <w:pPr>
              <w:pStyle w:val="SIBulletList1"/>
              <w:rPr>
                <w:rFonts w:eastAsia="Calibri"/>
              </w:rPr>
            </w:pPr>
            <w:r>
              <w:t>standing start or mobile start vehicle for harness racing</w:t>
            </w:r>
          </w:p>
          <w:p w14:paraId="2DAC7A5D" w14:textId="5B226B2D" w:rsidR="00F539E2" w:rsidRPr="00F539E2" w:rsidRDefault="00F539E2" w:rsidP="00F539E2">
            <w:pPr>
              <w:pStyle w:val="SIBulletList1"/>
              <w:rPr>
                <w:rFonts w:eastAsia="Calibri"/>
              </w:rPr>
            </w:pPr>
            <w:r>
              <w:rPr>
                <w:rFonts w:eastAsia="Calibri"/>
              </w:rPr>
              <w:t>barriers for thoroughbred racing</w:t>
            </w:r>
          </w:p>
        </w:tc>
      </w:tr>
      <w:tr w:rsidR="00F539E2" w:rsidRPr="00336FCA" w:rsidDel="00423CB2" w14:paraId="4DF6B4D5" w14:textId="77777777" w:rsidTr="008B0AFE">
        <w:tc>
          <w:tcPr>
            <w:tcW w:w="1396" w:type="pct"/>
            <w:tcBorders>
              <w:top w:val="single" w:sz="4" w:space="0" w:color="auto"/>
              <w:left w:val="single" w:sz="4" w:space="0" w:color="auto"/>
              <w:bottom w:val="single" w:sz="4" w:space="0" w:color="auto"/>
              <w:right w:val="single" w:sz="4" w:space="0" w:color="auto"/>
            </w:tcBorders>
          </w:tcPr>
          <w:p w14:paraId="21AD2EEB" w14:textId="1153E91B" w:rsidR="00F539E2" w:rsidRPr="00F539E2" w:rsidRDefault="00F539E2" w:rsidP="00F539E2">
            <w:pPr>
              <w:pStyle w:val="SIText"/>
            </w:pPr>
            <w:r w:rsidRPr="00F539E2">
              <w:rPr>
                <w:rStyle w:val="SIRangeEntry"/>
              </w:rPr>
              <w:t>Racing code</w:t>
            </w:r>
            <w:r w:rsidRPr="00F539E2">
              <w:t xml:space="preserve"> must include at least one of the following:</w:t>
            </w:r>
          </w:p>
        </w:tc>
        <w:tc>
          <w:tcPr>
            <w:tcW w:w="3604" w:type="pct"/>
            <w:tcBorders>
              <w:top w:val="single" w:sz="4" w:space="0" w:color="auto"/>
              <w:left w:val="single" w:sz="4" w:space="0" w:color="auto"/>
              <w:bottom w:val="single" w:sz="4" w:space="0" w:color="auto"/>
              <w:right w:val="single" w:sz="4" w:space="0" w:color="auto"/>
            </w:tcBorders>
          </w:tcPr>
          <w:p w14:paraId="0BEDAB91" w14:textId="77777777" w:rsidR="00F539E2" w:rsidRPr="00F539E2" w:rsidRDefault="00F539E2" w:rsidP="00F539E2">
            <w:pPr>
              <w:pStyle w:val="SIBulletList1"/>
            </w:pPr>
            <w:r w:rsidRPr="00F539E2">
              <w:rPr>
                <w:rFonts w:eastAsia="Calibri"/>
              </w:rPr>
              <w:t>greyhound</w:t>
            </w:r>
          </w:p>
          <w:p w14:paraId="37DB8403" w14:textId="77777777" w:rsidR="00F539E2" w:rsidRPr="00F539E2" w:rsidRDefault="00F539E2" w:rsidP="00F539E2">
            <w:pPr>
              <w:pStyle w:val="SIBulletList1"/>
            </w:pPr>
            <w:r w:rsidRPr="00F539E2">
              <w:rPr>
                <w:rFonts w:eastAsia="Calibri"/>
              </w:rPr>
              <w:t>harness</w:t>
            </w:r>
          </w:p>
          <w:p w14:paraId="7B64329D" w14:textId="77777777" w:rsidR="00F539E2" w:rsidRPr="00F539E2" w:rsidRDefault="00F539E2" w:rsidP="00F539E2">
            <w:pPr>
              <w:pStyle w:val="SIBulletList1"/>
            </w:pPr>
            <w:proofErr w:type="gramStart"/>
            <w:r w:rsidRPr="00F539E2">
              <w:rPr>
                <w:rFonts w:eastAsia="Calibri"/>
              </w:rPr>
              <w:t>thoroughbred</w:t>
            </w:r>
            <w:proofErr w:type="gramEnd"/>
            <w:r w:rsidRPr="00F539E2">
              <w:rPr>
                <w:rFonts w:eastAsia="Calibri"/>
              </w:rPr>
              <w:t>.</w:t>
            </w:r>
          </w:p>
        </w:tc>
      </w:tr>
    </w:tbl>
    <w:p w14:paraId="0C843CB4" w14:textId="77777777" w:rsidR="00F539E2" w:rsidRPr="00F539E2" w:rsidRDefault="00F539E2" w:rsidP="00F539E2">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79D0CD1" w14:textId="77777777" w:rsidTr="00F33FF2">
        <w:tc>
          <w:tcPr>
            <w:tcW w:w="5000" w:type="pct"/>
            <w:gridSpan w:val="4"/>
          </w:tcPr>
          <w:p w14:paraId="12581151" w14:textId="77777777" w:rsidR="00F1480E" w:rsidRPr="000754EC" w:rsidRDefault="00FD557D" w:rsidP="000754EC">
            <w:pPr>
              <w:pStyle w:val="SIHeading2"/>
            </w:pPr>
            <w:r w:rsidRPr="00923720">
              <w:t>U</w:t>
            </w:r>
            <w:r w:rsidRPr="000754EC">
              <w:t>nit Mapping Information</w:t>
            </w:r>
          </w:p>
        </w:tc>
      </w:tr>
      <w:tr w:rsidR="00F1480E" w14:paraId="3E214FBA" w14:textId="77777777" w:rsidTr="00F33FF2">
        <w:tc>
          <w:tcPr>
            <w:tcW w:w="1028" w:type="pct"/>
          </w:tcPr>
          <w:p w14:paraId="3F019733" w14:textId="77777777" w:rsidR="00F1480E" w:rsidRPr="000754EC" w:rsidRDefault="00F1480E" w:rsidP="000754EC">
            <w:pPr>
              <w:pStyle w:val="SIText-Bold"/>
            </w:pPr>
            <w:r w:rsidRPr="00923720">
              <w:t>Code and title current version</w:t>
            </w:r>
          </w:p>
        </w:tc>
        <w:tc>
          <w:tcPr>
            <w:tcW w:w="1105" w:type="pct"/>
          </w:tcPr>
          <w:p w14:paraId="3B12613C" w14:textId="77777777" w:rsidR="00F1480E" w:rsidRPr="000754EC" w:rsidRDefault="00F1480E" w:rsidP="000754EC">
            <w:pPr>
              <w:pStyle w:val="SIText-Bold"/>
            </w:pPr>
            <w:r w:rsidRPr="00923720">
              <w:t>Code and title previous version</w:t>
            </w:r>
          </w:p>
        </w:tc>
        <w:tc>
          <w:tcPr>
            <w:tcW w:w="1251" w:type="pct"/>
          </w:tcPr>
          <w:p w14:paraId="4B290F3E" w14:textId="77777777" w:rsidR="00F1480E" w:rsidRPr="000754EC" w:rsidRDefault="00F1480E" w:rsidP="000754EC">
            <w:pPr>
              <w:pStyle w:val="SIText-Bold"/>
            </w:pPr>
            <w:r w:rsidRPr="00923720">
              <w:t>Comments</w:t>
            </w:r>
          </w:p>
        </w:tc>
        <w:tc>
          <w:tcPr>
            <w:tcW w:w="1616" w:type="pct"/>
          </w:tcPr>
          <w:p w14:paraId="013A8C34" w14:textId="77777777" w:rsidR="00F1480E" w:rsidRPr="000754EC" w:rsidRDefault="00F1480E" w:rsidP="000754EC">
            <w:pPr>
              <w:pStyle w:val="SIText-Bold"/>
            </w:pPr>
            <w:r w:rsidRPr="00923720">
              <w:t>Equivalence status</w:t>
            </w:r>
          </w:p>
        </w:tc>
      </w:tr>
      <w:tr w:rsidR="006D3F08" w14:paraId="61F55CF2" w14:textId="77777777" w:rsidTr="00F33FF2">
        <w:tc>
          <w:tcPr>
            <w:tcW w:w="1028" w:type="pct"/>
          </w:tcPr>
          <w:p w14:paraId="1EFC6C30" w14:textId="77777777" w:rsidR="006D3F08" w:rsidRPr="006D3F08" w:rsidRDefault="006D3F08" w:rsidP="006D3F08">
            <w:pPr>
              <w:pStyle w:val="SIText"/>
            </w:pPr>
            <w:r w:rsidRPr="000B026D">
              <w:t>RGRTRK301 Assist with race meeting track management</w:t>
            </w:r>
          </w:p>
        </w:tc>
        <w:tc>
          <w:tcPr>
            <w:tcW w:w="1105" w:type="pct"/>
          </w:tcPr>
          <w:p w14:paraId="54CF35AB" w14:textId="77777777" w:rsidR="006D3F08" w:rsidRPr="006D3F08" w:rsidRDefault="006D3F08" w:rsidP="006D3F08">
            <w:pPr>
              <w:pStyle w:val="SIText"/>
            </w:pPr>
            <w:r w:rsidRPr="000B026D">
              <w:t>RGRTRK301</w:t>
            </w:r>
            <w:r w:rsidRPr="006D3F08">
              <w:t>A Assist with race meeting track management</w:t>
            </w:r>
          </w:p>
        </w:tc>
        <w:tc>
          <w:tcPr>
            <w:tcW w:w="1251" w:type="pct"/>
          </w:tcPr>
          <w:p w14:paraId="2C4ABEDC" w14:textId="77777777" w:rsidR="006D3F08" w:rsidRPr="006D3F08" w:rsidRDefault="006D3F08" w:rsidP="006D3F08">
            <w:pPr>
              <w:pStyle w:val="SIText"/>
            </w:pPr>
            <w:r>
              <w:t>Updated to meet Standards for Training Packages</w:t>
            </w:r>
          </w:p>
          <w:p w14:paraId="4A88BA50" w14:textId="3D8AC304" w:rsidR="006D3F08" w:rsidRPr="006D3F08" w:rsidRDefault="00C76C3C" w:rsidP="00C76C3C">
            <w:pPr>
              <w:pStyle w:val="SIText"/>
            </w:pPr>
            <w:r>
              <w:t>Minor changes to p</w:t>
            </w:r>
            <w:r w:rsidR="006D3F08">
              <w:t xml:space="preserve">erformance </w:t>
            </w:r>
            <w:r>
              <w:t>c</w:t>
            </w:r>
            <w:r w:rsidR="006D3F08">
              <w:t>riteria for clarity</w:t>
            </w:r>
          </w:p>
        </w:tc>
        <w:tc>
          <w:tcPr>
            <w:tcW w:w="1616" w:type="pct"/>
          </w:tcPr>
          <w:p w14:paraId="7A607855" w14:textId="77777777" w:rsidR="006D3F08" w:rsidRPr="006D3F08" w:rsidRDefault="006D3F08" w:rsidP="006D3F08">
            <w:pPr>
              <w:pStyle w:val="SIText"/>
            </w:pPr>
            <w:r>
              <w:t>Equivalent unit</w:t>
            </w:r>
          </w:p>
        </w:tc>
      </w:tr>
    </w:tbl>
    <w:p w14:paraId="1CFBAAB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331767F" w14:textId="77777777" w:rsidTr="00CA2922">
        <w:tc>
          <w:tcPr>
            <w:tcW w:w="1396" w:type="pct"/>
            <w:shd w:val="clear" w:color="auto" w:fill="auto"/>
          </w:tcPr>
          <w:p w14:paraId="7DD149E1" w14:textId="77777777" w:rsidR="00F1480E" w:rsidRPr="000754EC" w:rsidRDefault="00FD557D" w:rsidP="000754EC">
            <w:pPr>
              <w:pStyle w:val="SIHeading2"/>
            </w:pPr>
            <w:r w:rsidRPr="00CC451E">
              <w:t>L</w:t>
            </w:r>
            <w:r w:rsidRPr="000754EC">
              <w:t>inks</w:t>
            </w:r>
          </w:p>
        </w:tc>
        <w:tc>
          <w:tcPr>
            <w:tcW w:w="3604" w:type="pct"/>
            <w:shd w:val="clear" w:color="auto" w:fill="auto"/>
          </w:tcPr>
          <w:p w14:paraId="610C324D" w14:textId="77777777" w:rsidR="00520E9A" w:rsidRPr="000754EC" w:rsidRDefault="00520E9A" w:rsidP="000754EC">
            <w:pPr>
              <w:pStyle w:val="SIText"/>
            </w:pPr>
            <w:r>
              <w:t xml:space="preserve">Companion Volumes, including Implementation </w:t>
            </w:r>
            <w:r w:rsidR="00346FDC">
              <w:t xml:space="preserve">Guides, are available at VETNet: </w:t>
            </w:r>
          </w:p>
          <w:p w14:paraId="2BF28DAA" w14:textId="77777777" w:rsidR="00F1480E" w:rsidRPr="000754EC" w:rsidRDefault="006D3F08" w:rsidP="00E40225">
            <w:pPr>
              <w:pStyle w:val="SIText"/>
            </w:pPr>
            <w:r w:rsidRPr="006627D6">
              <w:t>https://vetnet.education.gov.au/Pages/TrainingDocs.aspx?q=5c4b8489-f7e1-463b-81c8-6ecce6c192a0</w:t>
            </w:r>
          </w:p>
        </w:tc>
      </w:tr>
    </w:tbl>
    <w:p w14:paraId="6B9BA167" w14:textId="77777777" w:rsidR="00F1480E" w:rsidRDefault="00F1480E" w:rsidP="005F771F">
      <w:pPr>
        <w:pStyle w:val="SIText"/>
      </w:pPr>
    </w:p>
    <w:p w14:paraId="4C8BE042"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D2F3507" w14:textId="77777777" w:rsidTr="00113678">
        <w:trPr>
          <w:tblHeader/>
        </w:trPr>
        <w:tc>
          <w:tcPr>
            <w:tcW w:w="1478" w:type="pct"/>
            <w:shd w:val="clear" w:color="auto" w:fill="auto"/>
          </w:tcPr>
          <w:p w14:paraId="2D2716EC"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FA7387F" w14:textId="77777777" w:rsidR="00556C4C" w:rsidRPr="000754EC" w:rsidRDefault="006D3F08" w:rsidP="000754EC">
            <w:pPr>
              <w:pStyle w:val="SIUnittitle"/>
            </w:pPr>
            <w:r w:rsidRPr="006627D6">
              <w:t xml:space="preserve">Assessment requirements for </w:t>
            </w:r>
            <w:r w:rsidRPr="006D3F08">
              <w:t>RGRTRK301 Assist with race meeting track management</w:t>
            </w:r>
          </w:p>
        </w:tc>
      </w:tr>
      <w:tr w:rsidR="00556C4C" w:rsidRPr="00A55106" w14:paraId="13155762" w14:textId="77777777" w:rsidTr="00113678">
        <w:trPr>
          <w:tblHeader/>
        </w:trPr>
        <w:tc>
          <w:tcPr>
            <w:tcW w:w="5000" w:type="pct"/>
            <w:gridSpan w:val="2"/>
            <w:shd w:val="clear" w:color="auto" w:fill="auto"/>
          </w:tcPr>
          <w:p w14:paraId="77124606" w14:textId="77777777" w:rsidR="00556C4C" w:rsidRPr="000754EC" w:rsidRDefault="00D71E43" w:rsidP="000754EC">
            <w:pPr>
              <w:pStyle w:val="SIHeading2"/>
            </w:pPr>
            <w:r>
              <w:t>Performance E</w:t>
            </w:r>
            <w:r w:rsidRPr="000754EC">
              <w:t>vidence</w:t>
            </w:r>
          </w:p>
        </w:tc>
      </w:tr>
      <w:tr w:rsidR="00556C4C" w:rsidRPr="00067E1C" w14:paraId="18421C87" w14:textId="77777777" w:rsidTr="00113678">
        <w:tc>
          <w:tcPr>
            <w:tcW w:w="5000" w:type="pct"/>
            <w:gridSpan w:val="2"/>
            <w:shd w:val="clear" w:color="auto" w:fill="auto"/>
          </w:tcPr>
          <w:p w14:paraId="34C6002D" w14:textId="7736C0F6" w:rsidR="006D3F08" w:rsidRPr="006D3F08" w:rsidRDefault="006E42FE" w:rsidP="006D3F08">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r w:rsidR="006D3F08" w:rsidRPr="00C0025E">
              <w:t>There must be evidence that</w:t>
            </w:r>
            <w:r w:rsidR="006D3F08" w:rsidRPr="006D3F08">
              <w:t xml:space="preserve"> the individual has assisted with track management </w:t>
            </w:r>
            <w:r w:rsidR="00C655DE">
              <w:t xml:space="preserve">in the </w:t>
            </w:r>
            <w:r w:rsidR="00A744FB">
              <w:t>relevant</w:t>
            </w:r>
            <w:r w:rsidR="00C655DE">
              <w:t xml:space="preserve"> racing code, </w:t>
            </w:r>
            <w:r w:rsidR="006D3F08" w:rsidRPr="006D3F08">
              <w:t>for at least two race meetings, including for each:</w:t>
            </w:r>
          </w:p>
          <w:p w14:paraId="4EF230FE" w14:textId="77777777" w:rsidR="008E4E34" w:rsidRPr="00934C3A" w:rsidRDefault="008E4E34" w:rsidP="008E4E34">
            <w:pPr>
              <w:pStyle w:val="SIBulletList1"/>
            </w:pPr>
            <w:r>
              <w:t xml:space="preserve">verified race meeting operational requirements and </w:t>
            </w:r>
            <w:r w:rsidRPr="00934C3A">
              <w:t>assisted with planning staffing requirements</w:t>
            </w:r>
          </w:p>
          <w:p w14:paraId="3C4E5684" w14:textId="77777777" w:rsidR="008E4E34" w:rsidRPr="00934C3A" w:rsidRDefault="008E4E34" w:rsidP="008E4E34">
            <w:pPr>
              <w:pStyle w:val="SIBulletList1"/>
            </w:pPr>
            <w:r>
              <w:t>confirmed staffing and allocated duties</w:t>
            </w:r>
          </w:p>
          <w:p w14:paraId="2459E26B" w14:textId="77777777" w:rsidR="008E4E34" w:rsidRPr="00934C3A" w:rsidRDefault="008E4E34" w:rsidP="008E4E34">
            <w:pPr>
              <w:pStyle w:val="SIBulletList1"/>
            </w:pPr>
            <w:r w:rsidRPr="00AA17BD">
              <w:t>monitored</w:t>
            </w:r>
            <w:r w:rsidRPr="00934C3A">
              <w:t xml:space="preserve"> race day operational activities</w:t>
            </w:r>
          </w:p>
          <w:p w14:paraId="50062EE6" w14:textId="3DB39C6F" w:rsidR="00556C4C" w:rsidRPr="000754EC" w:rsidRDefault="008E4E34" w:rsidP="008E4E34">
            <w:pPr>
              <w:pStyle w:val="SIBulletList1"/>
            </w:pPr>
            <w:proofErr w:type="gramStart"/>
            <w:r>
              <w:t>m</w:t>
            </w:r>
            <w:r w:rsidRPr="00934C3A">
              <w:t>onitored</w:t>
            </w:r>
            <w:proofErr w:type="gramEnd"/>
            <w:r w:rsidRPr="00934C3A">
              <w:t xml:space="preserve"> and reported post-race meeting track operations.</w:t>
            </w:r>
          </w:p>
        </w:tc>
      </w:tr>
    </w:tbl>
    <w:p w14:paraId="3B4D1AE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B8DA1C0" w14:textId="77777777" w:rsidTr="00CA2922">
        <w:trPr>
          <w:tblHeader/>
        </w:trPr>
        <w:tc>
          <w:tcPr>
            <w:tcW w:w="5000" w:type="pct"/>
            <w:shd w:val="clear" w:color="auto" w:fill="auto"/>
          </w:tcPr>
          <w:p w14:paraId="180D9158" w14:textId="77777777" w:rsidR="00F1480E" w:rsidRPr="000754EC" w:rsidRDefault="00D71E43" w:rsidP="000754EC">
            <w:pPr>
              <w:pStyle w:val="SIHeading2"/>
            </w:pPr>
            <w:r w:rsidRPr="002C55E9">
              <w:t>K</w:t>
            </w:r>
            <w:r w:rsidRPr="000754EC">
              <w:t>nowledge Evidence</w:t>
            </w:r>
          </w:p>
        </w:tc>
      </w:tr>
      <w:tr w:rsidR="00F1480E" w:rsidRPr="00067E1C" w14:paraId="0AF5C623" w14:textId="77777777" w:rsidTr="00CA2922">
        <w:tc>
          <w:tcPr>
            <w:tcW w:w="5000" w:type="pct"/>
            <w:shd w:val="clear" w:color="auto" w:fill="auto"/>
          </w:tcPr>
          <w:p w14:paraId="63833936" w14:textId="097B9EF0"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C634B1C" w14:textId="77777777" w:rsidR="008E4E34" w:rsidRPr="00934C3A" w:rsidRDefault="008E4E34" w:rsidP="008E4E34">
            <w:pPr>
              <w:pStyle w:val="SIBulletList1"/>
            </w:pPr>
            <w:r w:rsidRPr="00AA17BD">
              <w:t xml:space="preserve">roles and responsibilities of staff involved in </w:t>
            </w:r>
            <w:r w:rsidRPr="00934C3A">
              <w:t>race meeting track management operations</w:t>
            </w:r>
          </w:p>
          <w:p w14:paraId="78454889" w14:textId="77777777" w:rsidR="008E4E34" w:rsidRPr="008E4E34" w:rsidRDefault="008E4E34" w:rsidP="008E4E34">
            <w:pPr>
              <w:pStyle w:val="SIBulletList1"/>
            </w:pPr>
            <w:r>
              <w:t>race club</w:t>
            </w:r>
            <w:r w:rsidRPr="008E4E34">
              <w:t xml:space="preserve"> policies and procedures relating to race meeting track management, including:</w:t>
            </w:r>
          </w:p>
          <w:p w14:paraId="14FCA808" w14:textId="77777777" w:rsidR="008E4E34" w:rsidRPr="008E4E34" w:rsidRDefault="008E4E34" w:rsidP="008E4E34">
            <w:pPr>
              <w:pStyle w:val="SIBulletList2"/>
            </w:pPr>
            <w:r w:rsidRPr="00C655DE">
              <w:t>allocating staff rosters and schedules</w:t>
            </w:r>
          </w:p>
          <w:p w14:paraId="3BC702EA" w14:textId="77777777" w:rsidR="008E4E34" w:rsidRPr="008E4E34" w:rsidRDefault="008E4E34" w:rsidP="008E4E34">
            <w:pPr>
              <w:pStyle w:val="SIBulletList2"/>
            </w:pPr>
            <w:r w:rsidRPr="00C655DE">
              <w:t>casual and new staff induction</w:t>
            </w:r>
          </w:p>
          <w:p w14:paraId="5CC793D6" w14:textId="77777777" w:rsidR="008E4E34" w:rsidRPr="008E4E34" w:rsidRDefault="008E4E34" w:rsidP="008E4E34">
            <w:pPr>
              <w:pStyle w:val="SIBulletList2"/>
            </w:pPr>
            <w:r w:rsidRPr="00C655DE">
              <w:t>work health and safety requirements</w:t>
            </w:r>
          </w:p>
          <w:p w14:paraId="6F7F67DC" w14:textId="77777777" w:rsidR="008E4E34" w:rsidRPr="00934C3A" w:rsidRDefault="008E4E34" w:rsidP="008E4E34">
            <w:pPr>
              <w:pStyle w:val="SIBulletList2"/>
            </w:pPr>
            <w:r w:rsidRPr="00C655DE">
              <w:t xml:space="preserve">hazards and potential hazards in the workplace and </w:t>
            </w:r>
            <w:r w:rsidRPr="00934C3A">
              <w:t>risk control procedures</w:t>
            </w:r>
          </w:p>
          <w:p w14:paraId="05C04B13" w14:textId="77777777" w:rsidR="008E4E34" w:rsidRPr="00934C3A" w:rsidRDefault="008E4E34" w:rsidP="008E4E34">
            <w:pPr>
              <w:pStyle w:val="SIBulletList1"/>
            </w:pPr>
            <w:r>
              <w:t>r</w:t>
            </w:r>
            <w:r w:rsidRPr="00934C3A">
              <w:t>acing authority standards or procedures for race club and race day operations</w:t>
            </w:r>
          </w:p>
          <w:p w14:paraId="3D0CDDF6" w14:textId="77777777" w:rsidR="008E4E34" w:rsidRPr="008E4E34" w:rsidRDefault="008E4E34" w:rsidP="008E4E34">
            <w:pPr>
              <w:pStyle w:val="SIBulletList1"/>
            </w:pPr>
            <w:r>
              <w:t xml:space="preserve">procedures or </w:t>
            </w:r>
            <w:r w:rsidRPr="008E4E34">
              <w:t>standards protocols and procedures for communicating with stewards, racing officials and other relevant people, including:</w:t>
            </w:r>
          </w:p>
          <w:p w14:paraId="31ABF9D7" w14:textId="77777777" w:rsidR="008E4E34" w:rsidRDefault="008E4E34" w:rsidP="008E4E34">
            <w:pPr>
              <w:pStyle w:val="SIBulletList2"/>
            </w:pPr>
            <w:r>
              <w:t>following instructions</w:t>
            </w:r>
          </w:p>
          <w:p w14:paraId="2D9C6DEB" w14:textId="77777777" w:rsidR="008E4E34" w:rsidRPr="008E4E34" w:rsidRDefault="008E4E34" w:rsidP="008E4E34">
            <w:pPr>
              <w:pStyle w:val="SIBulletList2"/>
            </w:pPr>
            <w:r w:rsidRPr="00C655DE">
              <w:t>principles of effective communication</w:t>
            </w:r>
            <w:r w:rsidRPr="008E4E34">
              <w:t xml:space="preserve"> for induction of staff</w:t>
            </w:r>
          </w:p>
          <w:p w14:paraId="6531AEC7" w14:textId="77777777" w:rsidR="008E4E34" w:rsidRPr="008E4E34" w:rsidRDefault="008E4E34" w:rsidP="008E4E34">
            <w:pPr>
              <w:pStyle w:val="SIBulletList2"/>
            </w:pPr>
            <w:r>
              <w:t>reporting lines</w:t>
            </w:r>
          </w:p>
          <w:p w14:paraId="3E0B0367" w14:textId="77777777" w:rsidR="008E4E34" w:rsidRPr="00934C3A" w:rsidRDefault="008E4E34" w:rsidP="008E4E34">
            <w:pPr>
              <w:pStyle w:val="SIBulletList2"/>
            </w:pPr>
            <w:r>
              <w:t>reporting irregularities or problems</w:t>
            </w:r>
          </w:p>
          <w:p w14:paraId="478E4A9A" w14:textId="77777777" w:rsidR="008E4E34" w:rsidRPr="008E4E34" w:rsidRDefault="008E4E34" w:rsidP="008E4E34">
            <w:pPr>
              <w:pStyle w:val="SIBulletList1"/>
            </w:pPr>
            <w:r>
              <w:t>race day procedures for relevant code, including:</w:t>
            </w:r>
          </w:p>
          <w:p w14:paraId="38D0DB06" w14:textId="77777777" w:rsidR="008E4E34" w:rsidRPr="008E4E34" w:rsidRDefault="008E4E34" w:rsidP="008E4E34">
            <w:pPr>
              <w:pStyle w:val="SIBulletList2"/>
            </w:pPr>
            <w:r>
              <w:t>preparation</w:t>
            </w:r>
            <w:r w:rsidRPr="008E4E34">
              <w:t xml:space="preserve"> of facilities for racing officials and participants</w:t>
            </w:r>
          </w:p>
          <w:p w14:paraId="3F6F504B" w14:textId="77777777" w:rsidR="008E4E34" w:rsidRPr="008E4E34" w:rsidRDefault="008E4E34" w:rsidP="008E4E34">
            <w:pPr>
              <w:pStyle w:val="SIBulletList2"/>
            </w:pPr>
            <w:r>
              <w:t>preparation of track</w:t>
            </w:r>
          </w:p>
          <w:p w14:paraId="2C68224B" w14:textId="77777777" w:rsidR="008E4E34" w:rsidRPr="008E4E34" w:rsidRDefault="008E4E34" w:rsidP="008E4E34">
            <w:pPr>
              <w:pStyle w:val="SIBulletList2"/>
            </w:pPr>
            <w:r>
              <w:t>starting procedures</w:t>
            </w:r>
          </w:p>
          <w:p w14:paraId="31F850F1" w14:textId="77777777" w:rsidR="008E4E34" w:rsidRPr="008E4E34" w:rsidRDefault="008E4E34" w:rsidP="008E4E34">
            <w:pPr>
              <w:pStyle w:val="SIBulletList2"/>
            </w:pPr>
            <w:r>
              <w:t>maintenance to track between races</w:t>
            </w:r>
          </w:p>
          <w:p w14:paraId="1E460226" w14:textId="77777777" w:rsidR="008E4E34" w:rsidRPr="00934C3A" w:rsidRDefault="008E4E34" w:rsidP="008E4E34">
            <w:pPr>
              <w:pStyle w:val="SIBulletList2"/>
            </w:pPr>
            <w:r>
              <w:t>post-race clean up and pull down</w:t>
            </w:r>
          </w:p>
          <w:p w14:paraId="1FE40DE5" w14:textId="5D96F0DB" w:rsidR="00F1480E" w:rsidRPr="000754EC" w:rsidRDefault="008E4E34" w:rsidP="00DE1ABB">
            <w:pPr>
              <w:pStyle w:val="SIBulletList1"/>
            </w:pPr>
            <w:proofErr w:type="gramStart"/>
            <w:r w:rsidRPr="00645D75">
              <w:t>racing</w:t>
            </w:r>
            <w:proofErr w:type="gramEnd"/>
            <w:r w:rsidRPr="00645D75">
              <w:t xml:space="preserve"> industry </w:t>
            </w:r>
            <w:r w:rsidRPr="00934C3A">
              <w:t xml:space="preserve">requirements for work health and safety and animal welfare </w:t>
            </w:r>
            <w:r w:rsidR="00DE1ABB">
              <w:t xml:space="preserve">and </w:t>
            </w:r>
            <w:r w:rsidRPr="00C0025E">
              <w:t>relevant rules of racing</w:t>
            </w:r>
            <w:r>
              <w:t>.</w:t>
            </w:r>
          </w:p>
        </w:tc>
      </w:tr>
    </w:tbl>
    <w:p w14:paraId="11BEEC2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5C7EEDA" w14:textId="77777777" w:rsidTr="00CA2922">
        <w:trPr>
          <w:tblHeader/>
        </w:trPr>
        <w:tc>
          <w:tcPr>
            <w:tcW w:w="5000" w:type="pct"/>
            <w:shd w:val="clear" w:color="auto" w:fill="auto"/>
          </w:tcPr>
          <w:p w14:paraId="647774C7" w14:textId="77777777" w:rsidR="00F1480E" w:rsidRPr="000754EC" w:rsidRDefault="00D71E43" w:rsidP="000754EC">
            <w:pPr>
              <w:pStyle w:val="SIHeading2"/>
            </w:pPr>
            <w:r w:rsidRPr="002C55E9">
              <w:t>A</w:t>
            </w:r>
            <w:r w:rsidRPr="000754EC">
              <w:t>ssessment Conditions</w:t>
            </w:r>
          </w:p>
        </w:tc>
      </w:tr>
      <w:tr w:rsidR="00F1480E" w:rsidRPr="00A55106" w14:paraId="35914FCC" w14:textId="77777777" w:rsidTr="00CA2922">
        <w:tc>
          <w:tcPr>
            <w:tcW w:w="5000" w:type="pct"/>
            <w:shd w:val="clear" w:color="auto" w:fill="auto"/>
          </w:tcPr>
          <w:p w14:paraId="722304FF"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4483A8BE" w14:textId="77777777" w:rsidR="006D3F08" w:rsidRPr="006D3F08" w:rsidRDefault="006D3F08" w:rsidP="006D3F08">
            <w:pPr>
              <w:pStyle w:val="SIBulletList1"/>
            </w:pPr>
            <w:r w:rsidRPr="006627D6">
              <w:t>p</w:t>
            </w:r>
            <w:r w:rsidRPr="006D3F08">
              <w:t>hysical conditions:</w:t>
            </w:r>
          </w:p>
          <w:p w14:paraId="09ED4F7A" w14:textId="77777777" w:rsidR="006D3F08" w:rsidRPr="006D3F08" w:rsidRDefault="006D3F08" w:rsidP="006D3F08">
            <w:pPr>
              <w:pStyle w:val="SIBulletList2"/>
              <w:rPr>
                <w:rFonts w:eastAsia="Calibri"/>
              </w:rPr>
            </w:pPr>
            <w:r w:rsidRPr="00166B02">
              <w:t>relevant racing industry work sites, such as race</w:t>
            </w:r>
            <w:r w:rsidRPr="006D3F08">
              <w:t>tracks and facilities and race meetings</w:t>
            </w:r>
          </w:p>
          <w:p w14:paraId="700EB59D" w14:textId="77777777" w:rsidR="006D3F08" w:rsidRPr="006D3F08" w:rsidRDefault="006D3F08" w:rsidP="006D3F08">
            <w:pPr>
              <w:pStyle w:val="SIBulletList1"/>
            </w:pPr>
            <w:r w:rsidRPr="006627D6">
              <w:t xml:space="preserve">resources, </w:t>
            </w:r>
            <w:r w:rsidRPr="006D3F08">
              <w:t>equipment and materials:</w:t>
            </w:r>
          </w:p>
          <w:p w14:paraId="7F5A2E02" w14:textId="77777777" w:rsidR="006D3F08" w:rsidRPr="006D3F08" w:rsidRDefault="006D3F08" w:rsidP="006D3F08">
            <w:pPr>
              <w:pStyle w:val="SIBulletList2"/>
            </w:pPr>
            <w:r w:rsidRPr="00933D7A">
              <w:t xml:space="preserve">materials and </w:t>
            </w:r>
            <w:r w:rsidRPr="006D3F08">
              <w:t>equipment relevant to assessing candidate's ability to assist with race meeting track management operations</w:t>
            </w:r>
          </w:p>
          <w:p w14:paraId="41A40B2C" w14:textId="77777777" w:rsidR="006D3F08" w:rsidRPr="006D3F08" w:rsidRDefault="006D3F08" w:rsidP="006D3F08">
            <w:pPr>
              <w:pStyle w:val="SIBulletList1"/>
              <w:rPr>
                <w:rFonts w:eastAsia="Calibri"/>
              </w:rPr>
            </w:pPr>
            <w:r w:rsidRPr="006D3F08">
              <w:rPr>
                <w:rFonts w:eastAsia="Calibri"/>
              </w:rPr>
              <w:t>specifications:</w:t>
            </w:r>
          </w:p>
          <w:p w14:paraId="4D4D67FB" w14:textId="77777777" w:rsidR="006D3F08" w:rsidRPr="006D3F08" w:rsidRDefault="006D3F08" w:rsidP="006D3F08">
            <w:pPr>
              <w:pStyle w:val="SIBulletList2"/>
              <w:rPr>
                <w:rFonts w:eastAsia="Calibri"/>
              </w:rPr>
            </w:pPr>
            <w:proofErr w:type="gramStart"/>
            <w:r w:rsidRPr="00F62576">
              <w:t>work</w:t>
            </w:r>
            <w:proofErr w:type="gramEnd"/>
            <w:r w:rsidRPr="00F62576">
              <w:t xml:space="preserve"> instructions and related documentation.</w:t>
            </w:r>
          </w:p>
          <w:p w14:paraId="2D9AEF96" w14:textId="77777777" w:rsidR="0021210E" w:rsidRDefault="0021210E" w:rsidP="000754EC">
            <w:pPr>
              <w:pStyle w:val="SIText"/>
            </w:pPr>
          </w:p>
          <w:p w14:paraId="2BE61A72" w14:textId="77777777" w:rsidR="00F1480E" w:rsidRPr="000754EC" w:rsidRDefault="007134FE" w:rsidP="006D3F08">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22AF0A6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E79D4FA" w14:textId="77777777" w:rsidTr="004679E3">
        <w:tc>
          <w:tcPr>
            <w:tcW w:w="990" w:type="pct"/>
            <w:shd w:val="clear" w:color="auto" w:fill="auto"/>
          </w:tcPr>
          <w:p w14:paraId="302F8563" w14:textId="77777777" w:rsidR="00F1480E" w:rsidRPr="000754EC" w:rsidRDefault="00D71E43" w:rsidP="000754EC">
            <w:pPr>
              <w:pStyle w:val="SIHeading2"/>
            </w:pPr>
            <w:r w:rsidRPr="002C55E9">
              <w:t>L</w:t>
            </w:r>
            <w:r w:rsidRPr="000754EC">
              <w:t>inks</w:t>
            </w:r>
          </w:p>
        </w:tc>
        <w:tc>
          <w:tcPr>
            <w:tcW w:w="4010" w:type="pct"/>
            <w:shd w:val="clear" w:color="auto" w:fill="auto"/>
          </w:tcPr>
          <w:p w14:paraId="2A1CEAA0" w14:textId="77777777" w:rsidR="002970C3" w:rsidRPr="000754EC" w:rsidRDefault="002970C3" w:rsidP="000754EC">
            <w:pPr>
              <w:pStyle w:val="SIText"/>
            </w:pPr>
            <w:r>
              <w:t xml:space="preserve">Companion Volumes, including Implementation </w:t>
            </w:r>
            <w:r w:rsidR="00346FDC">
              <w:t>Guides, are available at VETNet:</w:t>
            </w:r>
          </w:p>
          <w:p w14:paraId="3261D6CA" w14:textId="77777777" w:rsidR="00F1480E" w:rsidRPr="000754EC" w:rsidRDefault="006D3F08" w:rsidP="000754EC">
            <w:pPr>
              <w:pStyle w:val="SIText"/>
            </w:pPr>
            <w:r w:rsidRPr="006627D6">
              <w:t>https://vetnet.education.gov.au/Pages/TrainingDocs.aspx?q=5c4b8489-f7e1-463b-81c8-6ecce6c192a0</w:t>
            </w:r>
          </w:p>
        </w:tc>
      </w:tr>
    </w:tbl>
    <w:p w14:paraId="52EC739B"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20DFEC" w14:textId="77777777" w:rsidR="00853C84" w:rsidRDefault="00853C84" w:rsidP="00BF3F0A">
      <w:r>
        <w:separator/>
      </w:r>
    </w:p>
    <w:p w14:paraId="5F3B4164" w14:textId="77777777" w:rsidR="00853C84" w:rsidRDefault="00853C84"/>
  </w:endnote>
  <w:endnote w:type="continuationSeparator" w:id="0">
    <w:p w14:paraId="1B48B558" w14:textId="77777777" w:rsidR="00853C84" w:rsidRDefault="00853C84" w:rsidP="00BF3F0A">
      <w:r>
        <w:continuationSeparator/>
      </w:r>
    </w:p>
    <w:p w14:paraId="4F61BAEC" w14:textId="77777777" w:rsidR="00853C84" w:rsidRDefault="00853C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6C72A38B" w14:textId="088CFD08"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7B6C01">
          <w:rPr>
            <w:noProof/>
          </w:rPr>
          <w:t>3</w:t>
        </w:r>
        <w:r w:rsidRPr="000754EC">
          <w:fldChar w:fldCharType="end"/>
        </w:r>
      </w:p>
      <w:p w14:paraId="04F8EF4E"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5D0134B6"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07328B" w14:textId="77777777" w:rsidR="00853C84" w:rsidRDefault="00853C84" w:rsidP="00BF3F0A">
      <w:r>
        <w:separator/>
      </w:r>
    </w:p>
    <w:p w14:paraId="032AFC9B" w14:textId="77777777" w:rsidR="00853C84" w:rsidRDefault="00853C84"/>
  </w:footnote>
  <w:footnote w:type="continuationSeparator" w:id="0">
    <w:p w14:paraId="077A197C" w14:textId="77777777" w:rsidR="00853C84" w:rsidRDefault="00853C84" w:rsidP="00BF3F0A">
      <w:r>
        <w:continuationSeparator/>
      </w:r>
    </w:p>
    <w:p w14:paraId="72305E6B" w14:textId="77777777" w:rsidR="00853C84" w:rsidRDefault="00853C8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18BB2D" w14:textId="77777777" w:rsidR="006D3F08" w:rsidRPr="00095CD8" w:rsidRDefault="006D3F08" w:rsidP="006D3F08">
    <w:r w:rsidRPr="00095CD8">
      <w:t>RGRTRK301 Assist with race meeting track management</w:t>
    </w:r>
  </w:p>
  <w:p w14:paraId="74D18EE7" w14:textId="77777777" w:rsidR="009C2650" w:rsidRPr="006D3F08" w:rsidRDefault="009C2650" w:rsidP="006D3F0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F08"/>
    <w:rsid w:val="000014B9"/>
    <w:rsid w:val="00005A15"/>
    <w:rsid w:val="0001108F"/>
    <w:rsid w:val="000115E2"/>
    <w:rsid w:val="000120B7"/>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10A6A"/>
    <w:rsid w:val="003144E6"/>
    <w:rsid w:val="00337E82"/>
    <w:rsid w:val="00346FDC"/>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3F08"/>
    <w:rsid w:val="006D4448"/>
    <w:rsid w:val="006D6DFD"/>
    <w:rsid w:val="006E2C4D"/>
    <w:rsid w:val="006E42FE"/>
    <w:rsid w:val="006F0D02"/>
    <w:rsid w:val="006F10FE"/>
    <w:rsid w:val="006F3622"/>
    <w:rsid w:val="00705EEC"/>
    <w:rsid w:val="00707741"/>
    <w:rsid w:val="007134FE"/>
    <w:rsid w:val="0071403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B6C01"/>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3C84"/>
    <w:rsid w:val="008545EB"/>
    <w:rsid w:val="00865011"/>
    <w:rsid w:val="00886790"/>
    <w:rsid w:val="008908DE"/>
    <w:rsid w:val="008A12ED"/>
    <w:rsid w:val="008A39D3"/>
    <w:rsid w:val="008B2C77"/>
    <w:rsid w:val="008B4AD2"/>
    <w:rsid w:val="008B7138"/>
    <w:rsid w:val="008E260C"/>
    <w:rsid w:val="008E39BE"/>
    <w:rsid w:val="008E4E34"/>
    <w:rsid w:val="008E62EC"/>
    <w:rsid w:val="008F32F6"/>
    <w:rsid w:val="00916CD7"/>
    <w:rsid w:val="00920927"/>
    <w:rsid w:val="00921B38"/>
    <w:rsid w:val="00923720"/>
    <w:rsid w:val="009278C9"/>
    <w:rsid w:val="00932CD7"/>
    <w:rsid w:val="00944C09"/>
    <w:rsid w:val="009527CB"/>
    <w:rsid w:val="00953835"/>
    <w:rsid w:val="00960F6C"/>
    <w:rsid w:val="00970747"/>
    <w:rsid w:val="009950E0"/>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44F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655DE"/>
    <w:rsid w:val="00C70626"/>
    <w:rsid w:val="00C72860"/>
    <w:rsid w:val="00C73582"/>
    <w:rsid w:val="00C73B90"/>
    <w:rsid w:val="00C742EC"/>
    <w:rsid w:val="00C76C3C"/>
    <w:rsid w:val="00C82158"/>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E1ABB"/>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39E2"/>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8302E"/>
  <w15:docId w15:val="{E5D12FEB-5D7F-4B22-985A-210774AED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jones\OneDrive%20-%20Skills%20Impact\Racing%20Proje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F4C2ABD40B91240997966C2ADD07C9A" ma:contentTypeVersion="" ma:contentTypeDescription="Create a new document." ma:contentTypeScope="" ma:versionID="a78065e31e6acb427f1ddf6d9523cca3">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378989D0-3696-4820-AD2A-D3E47E90EC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6AE879AF-2009-47FB-AD08-88BB1A21C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51</TotalTime>
  <Pages>3</Pages>
  <Words>1127</Words>
  <Characters>6427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Wayne Jones</dc:creator>
  <cp:lastModifiedBy>Sue Hamilton</cp:lastModifiedBy>
  <cp:revision>6</cp:revision>
  <cp:lastPrinted>2016-05-27T05:21:00Z</cp:lastPrinted>
  <dcterms:created xsi:type="dcterms:W3CDTF">2017-09-27T02:37:00Z</dcterms:created>
  <dcterms:modified xsi:type="dcterms:W3CDTF">2017-11-27T10:32:00Z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0x0101003F4C2ABD40B91240997966C2ADD07C9A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