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B2B15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10607C1" w14:textId="77777777" w:rsidTr="00146EEC">
        <w:tc>
          <w:tcPr>
            <w:tcW w:w="2689" w:type="dxa"/>
          </w:tcPr>
          <w:p w14:paraId="5FA0A79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14AE37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B17D8" w14:paraId="07BAACC3" w14:textId="77777777" w:rsidTr="00146EEC">
        <w:tc>
          <w:tcPr>
            <w:tcW w:w="2689" w:type="dxa"/>
          </w:tcPr>
          <w:p w14:paraId="7F644CAE" w14:textId="77777777" w:rsidR="00EB17D8" w:rsidRPr="00EB17D8" w:rsidRDefault="00EB17D8" w:rsidP="00EB17D8">
            <w:pPr>
              <w:pStyle w:val="SIText"/>
            </w:pPr>
            <w:r w:rsidRPr="00CC451E">
              <w:t>Release</w:t>
            </w:r>
            <w:r w:rsidRPr="00EB17D8">
              <w:t xml:space="preserve"> 1</w:t>
            </w:r>
          </w:p>
        </w:tc>
        <w:tc>
          <w:tcPr>
            <w:tcW w:w="6939" w:type="dxa"/>
          </w:tcPr>
          <w:p w14:paraId="45DE99AF" w14:textId="77777777" w:rsidR="00EB17D8" w:rsidRPr="00EB17D8" w:rsidRDefault="00EB17D8" w:rsidP="00EB17D8">
            <w:pPr>
              <w:pStyle w:val="SIText"/>
            </w:pPr>
            <w:r>
              <w:t xml:space="preserve">This version released with the </w:t>
            </w:r>
            <w:r w:rsidR="00BD78CC">
              <w:t xml:space="preserve">RGR </w:t>
            </w:r>
            <w:r>
              <w:t>Racing Training Package Version 1.</w:t>
            </w:r>
            <w:r w:rsidRPr="00EB17D8">
              <w:t>0.</w:t>
            </w:r>
          </w:p>
        </w:tc>
      </w:tr>
    </w:tbl>
    <w:p w14:paraId="1F8274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EB17D8" w:rsidRPr="00963A46" w14:paraId="3C2B3EA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AC307C2" w14:textId="77777777" w:rsidR="00EB17D8" w:rsidRPr="00EB17D8" w:rsidRDefault="00EB17D8" w:rsidP="00EB17D8">
            <w:pPr>
              <w:pStyle w:val="SIUNITCODE"/>
            </w:pPr>
            <w:r w:rsidRPr="00462242">
              <w:t>RGRADM301</w:t>
            </w:r>
          </w:p>
        </w:tc>
        <w:tc>
          <w:tcPr>
            <w:tcW w:w="3604" w:type="pct"/>
            <w:shd w:val="clear" w:color="auto" w:fill="auto"/>
          </w:tcPr>
          <w:p w14:paraId="570D816E" w14:textId="77777777" w:rsidR="00EB17D8" w:rsidRPr="00EB17D8" w:rsidRDefault="00EB17D8" w:rsidP="00EB17D8">
            <w:pPr>
              <w:pStyle w:val="SIUnittitle"/>
            </w:pPr>
            <w:r w:rsidRPr="000A1BF3">
              <w:t>Assist with race meeting operations</w:t>
            </w:r>
          </w:p>
        </w:tc>
      </w:tr>
      <w:tr w:rsidR="00F1480E" w:rsidRPr="00963A46" w14:paraId="4AEF3225" w14:textId="77777777" w:rsidTr="00CA2922">
        <w:tc>
          <w:tcPr>
            <w:tcW w:w="1396" w:type="pct"/>
            <w:shd w:val="clear" w:color="auto" w:fill="auto"/>
          </w:tcPr>
          <w:p w14:paraId="620EDFB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A9238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C5E1A4" w14:textId="77777777" w:rsidR="00EB17D8" w:rsidRPr="00EB17D8" w:rsidRDefault="00EB17D8" w:rsidP="00EB17D8">
            <w:pPr>
              <w:pStyle w:val="SIText"/>
            </w:pPr>
            <w:r>
              <w:t>This unit of competency describes the skills and knowledge required to assist</w:t>
            </w:r>
            <w:r w:rsidRPr="00EB17D8">
              <w:t xml:space="preserve"> stewards and race meeting operations staff before the start of a race meeting, provide administrative support and liaise with racing participants.</w:t>
            </w:r>
          </w:p>
          <w:p w14:paraId="306E2F83" w14:textId="77777777" w:rsidR="00EB17D8" w:rsidRDefault="00EB17D8" w:rsidP="00EB17D8">
            <w:pPr>
              <w:pStyle w:val="SIText"/>
            </w:pPr>
          </w:p>
          <w:p w14:paraId="0E2193C1" w14:textId="77777777" w:rsidR="00EB17D8" w:rsidRPr="00EB17D8" w:rsidRDefault="00EB17D8" w:rsidP="00EB17D8">
            <w:pPr>
              <w:pStyle w:val="SIText"/>
            </w:pPr>
            <w:r>
              <w:t xml:space="preserve">The unit </w:t>
            </w:r>
            <w:r w:rsidRPr="00EB17D8">
              <w:t xml:space="preserve">applies to individuals who work in teams under the direction of stewards in the greyhound, harness and thoroughbred racing codes. </w:t>
            </w:r>
          </w:p>
          <w:p w14:paraId="392DFA74" w14:textId="77777777" w:rsidR="00EB17D8" w:rsidRDefault="00EB17D8" w:rsidP="00EB17D8">
            <w:pPr>
              <w:pStyle w:val="SIText"/>
            </w:pPr>
          </w:p>
          <w:p w14:paraId="33EDF57B" w14:textId="77777777" w:rsidR="00F1480E" w:rsidRPr="000754EC" w:rsidRDefault="00EB17D8" w:rsidP="00EB17D8">
            <w:r>
              <w:t xml:space="preserve">No occupational licensing, legislative or certification requirements </w:t>
            </w:r>
            <w:r w:rsidRPr="00EB17D8">
              <w:t>apply to this unit at the time of publication.</w:t>
            </w:r>
          </w:p>
        </w:tc>
      </w:tr>
      <w:tr w:rsidR="00F1480E" w:rsidRPr="00963A46" w14:paraId="1ABA9BF5" w14:textId="77777777" w:rsidTr="00CA2922">
        <w:tc>
          <w:tcPr>
            <w:tcW w:w="1396" w:type="pct"/>
            <w:shd w:val="clear" w:color="auto" w:fill="auto"/>
          </w:tcPr>
          <w:p w14:paraId="556393B3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262732" w14:textId="77777777" w:rsidR="00F1480E" w:rsidRPr="000754EC" w:rsidRDefault="00F1480E" w:rsidP="00EB17D8">
            <w:pPr>
              <w:pStyle w:val="SIText"/>
            </w:pPr>
            <w:r w:rsidRPr="008908DE">
              <w:t>Ni</w:t>
            </w:r>
            <w:r w:rsidR="00EB17D8">
              <w:t>l</w:t>
            </w:r>
          </w:p>
        </w:tc>
      </w:tr>
      <w:tr w:rsidR="00F1480E" w:rsidRPr="00963A46" w14:paraId="6241E624" w14:textId="77777777" w:rsidTr="00CA2922">
        <w:tc>
          <w:tcPr>
            <w:tcW w:w="1396" w:type="pct"/>
            <w:shd w:val="clear" w:color="auto" w:fill="auto"/>
          </w:tcPr>
          <w:p w14:paraId="03FDC3F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953E340" w14:textId="77777777" w:rsidR="00F1480E" w:rsidRPr="000754EC" w:rsidRDefault="00EB17D8" w:rsidP="000754EC">
            <w:pPr>
              <w:pStyle w:val="SIText"/>
            </w:pPr>
            <w:r>
              <w:t>Administration</w:t>
            </w:r>
            <w:r w:rsidRPr="00EB17D8">
              <w:t xml:space="preserve"> (ADM)</w:t>
            </w:r>
          </w:p>
        </w:tc>
      </w:tr>
    </w:tbl>
    <w:p w14:paraId="1526CF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68E2AE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EF00C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7FD96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ADFC05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70FEAB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8ACDE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B17D8" w:rsidRPr="00963A46" w14:paraId="1AD7B8C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4E3AC04" w14:textId="77777777" w:rsidR="00EB17D8" w:rsidRPr="00EB17D8" w:rsidRDefault="00EB17D8" w:rsidP="00EB17D8">
            <w:pPr>
              <w:pStyle w:val="SIText"/>
            </w:pPr>
            <w:r w:rsidRPr="00462242">
              <w:t xml:space="preserve">1 </w:t>
            </w:r>
            <w:r w:rsidRPr="00EB17D8">
              <w:t>Provide assistance to stewards</w:t>
            </w:r>
          </w:p>
        </w:tc>
        <w:tc>
          <w:tcPr>
            <w:tcW w:w="3604" w:type="pct"/>
            <w:shd w:val="clear" w:color="auto" w:fill="auto"/>
          </w:tcPr>
          <w:p w14:paraId="3D4AF570" w14:textId="77777777" w:rsidR="00EB17D8" w:rsidRPr="00EB17D8" w:rsidRDefault="00EB17D8" w:rsidP="00EB17D8">
            <w:pPr>
              <w:pStyle w:val="SIText"/>
            </w:pPr>
            <w:r w:rsidRPr="00462242">
              <w:t xml:space="preserve">1.1 </w:t>
            </w:r>
            <w:r w:rsidRPr="00EB17D8">
              <w:t>Work with team members to determine the stewards’ requirements for race meetings</w:t>
            </w:r>
          </w:p>
          <w:p w14:paraId="7FB6974F" w14:textId="77777777" w:rsidR="00EB17D8" w:rsidRPr="00EB17D8" w:rsidRDefault="00EB17D8" w:rsidP="00EB17D8">
            <w:pPr>
              <w:pStyle w:val="SIText"/>
            </w:pPr>
            <w:r w:rsidRPr="005E387E">
              <w:t>1.2 Check telephone</w:t>
            </w:r>
            <w:r w:rsidRPr="00EB17D8">
              <w:t>s and other methods of communication for working order and report issues to relevant personnel</w:t>
            </w:r>
          </w:p>
        </w:tc>
      </w:tr>
      <w:tr w:rsidR="00EB17D8" w:rsidRPr="00963A46" w14:paraId="107A33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D930C4" w14:textId="77777777" w:rsidR="00EB17D8" w:rsidRPr="00EB17D8" w:rsidRDefault="00EB17D8" w:rsidP="00EB17D8">
            <w:pPr>
              <w:pStyle w:val="SIText"/>
            </w:pPr>
            <w:r w:rsidRPr="00C74EAB">
              <w:t xml:space="preserve">2 </w:t>
            </w:r>
            <w:r w:rsidRPr="00EB17D8">
              <w:t>Provide assistance to race meeting operations staff</w:t>
            </w:r>
          </w:p>
        </w:tc>
        <w:tc>
          <w:tcPr>
            <w:tcW w:w="3604" w:type="pct"/>
            <w:shd w:val="clear" w:color="auto" w:fill="auto"/>
          </w:tcPr>
          <w:p w14:paraId="0730B40F" w14:textId="77777777" w:rsidR="00EB17D8" w:rsidRPr="00EB17D8" w:rsidRDefault="00EB17D8" w:rsidP="00EB17D8">
            <w:pPr>
              <w:pStyle w:val="SIText"/>
            </w:pPr>
            <w:r w:rsidRPr="00462242">
              <w:t xml:space="preserve">2.1 </w:t>
            </w:r>
            <w:r w:rsidRPr="00EB17D8">
              <w:t>Prepare relevant documentation and records within the nominated time frame and check for accuracy and currency</w:t>
            </w:r>
          </w:p>
          <w:p w14:paraId="727869A7" w14:textId="77777777" w:rsidR="00EB17D8" w:rsidRPr="00EB17D8" w:rsidRDefault="00EB17D8" w:rsidP="00EB17D8">
            <w:pPr>
              <w:pStyle w:val="SIText"/>
            </w:pPr>
            <w:r w:rsidRPr="00C74EAB">
              <w:t xml:space="preserve">2.2 </w:t>
            </w:r>
            <w:r w:rsidRPr="00EB17D8">
              <w:t>Provide information and support during a race meeting</w:t>
            </w:r>
          </w:p>
        </w:tc>
      </w:tr>
      <w:tr w:rsidR="00EB17D8" w:rsidRPr="00963A46" w14:paraId="2B2ED0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142E9F" w14:textId="77777777" w:rsidR="00EB17D8" w:rsidRPr="00EB17D8" w:rsidRDefault="00EB17D8" w:rsidP="00EB17D8">
            <w:pPr>
              <w:pStyle w:val="SIText"/>
            </w:pPr>
            <w:r w:rsidRPr="00462242">
              <w:t>3 L</w:t>
            </w:r>
            <w:r w:rsidRPr="00EB17D8">
              <w:t>iaise with racing participants and others</w:t>
            </w:r>
          </w:p>
        </w:tc>
        <w:tc>
          <w:tcPr>
            <w:tcW w:w="3604" w:type="pct"/>
            <w:shd w:val="clear" w:color="auto" w:fill="auto"/>
          </w:tcPr>
          <w:p w14:paraId="104D68ED" w14:textId="77777777" w:rsidR="00EB17D8" w:rsidRPr="00EB17D8" w:rsidRDefault="00EB17D8" w:rsidP="00EB17D8">
            <w:pPr>
              <w:pStyle w:val="SIText"/>
            </w:pPr>
            <w:r w:rsidRPr="000A1BF3">
              <w:t xml:space="preserve">3.1 </w:t>
            </w:r>
            <w:r w:rsidRPr="00EB17D8">
              <w:t>Accommodate requests from racing participants for information, services and other assistance</w:t>
            </w:r>
          </w:p>
          <w:p w14:paraId="04BEF370" w14:textId="77777777" w:rsidR="00EB17D8" w:rsidRPr="00EB17D8" w:rsidRDefault="00EB17D8" w:rsidP="00EB17D8">
            <w:pPr>
              <w:pStyle w:val="SIText"/>
            </w:pPr>
            <w:r w:rsidRPr="000A1BF3">
              <w:t xml:space="preserve">3.2 </w:t>
            </w:r>
            <w:r w:rsidRPr="00EB17D8">
              <w:t>Prepare and allocate passes and tickets</w:t>
            </w:r>
            <w:r w:rsidR="0071579B">
              <w:t xml:space="preserve"> according to workplace procedures</w:t>
            </w:r>
          </w:p>
          <w:p w14:paraId="2C8DD107" w14:textId="77777777" w:rsidR="00EB17D8" w:rsidRPr="00EB17D8" w:rsidRDefault="00EB17D8" w:rsidP="00EB17D8">
            <w:pPr>
              <w:pStyle w:val="SIText"/>
            </w:pPr>
            <w:r w:rsidRPr="000A1BF3">
              <w:t xml:space="preserve">3.3 </w:t>
            </w:r>
            <w:r w:rsidRPr="00EB17D8">
              <w:t>Maintain records of club membership according to workplace procedures</w:t>
            </w:r>
          </w:p>
          <w:p w14:paraId="5798BC01" w14:textId="77777777" w:rsidR="00EB17D8" w:rsidRPr="00EB17D8" w:rsidRDefault="00EB17D8" w:rsidP="00EB17D8">
            <w:pPr>
              <w:pStyle w:val="SIText"/>
            </w:pPr>
            <w:r w:rsidRPr="000A1BF3">
              <w:t xml:space="preserve">3.4 </w:t>
            </w:r>
            <w:r w:rsidRPr="00EB17D8">
              <w:t>Identify and direct special guests to the appropriate area</w:t>
            </w:r>
          </w:p>
          <w:p w14:paraId="197150A0" w14:textId="77777777" w:rsidR="00EB17D8" w:rsidRPr="00EB17D8" w:rsidRDefault="00EB17D8" w:rsidP="00EB17D8">
            <w:pPr>
              <w:pStyle w:val="SIText"/>
            </w:pPr>
            <w:r w:rsidRPr="00462242">
              <w:t xml:space="preserve">3.5 </w:t>
            </w:r>
            <w:r w:rsidRPr="00EB17D8">
              <w:t>Collect funds and distribute payments according to workplace policies</w:t>
            </w:r>
          </w:p>
        </w:tc>
      </w:tr>
    </w:tbl>
    <w:p w14:paraId="3E122D40" w14:textId="77777777" w:rsidR="005F771F" w:rsidRDefault="005F771F" w:rsidP="005F771F">
      <w:pPr>
        <w:pStyle w:val="SIText"/>
      </w:pPr>
    </w:p>
    <w:p w14:paraId="5A5ED494" w14:textId="77777777" w:rsidR="005F771F" w:rsidRPr="000754EC" w:rsidRDefault="005F771F" w:rsidP="000754EC">
      <w:r>
        <w:br w:type="page"/>
      </w:r>
    </w:p>
    <w:p w14:paraId="030E13E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15C6B24" w14:textId="77777777" w:rsidTr="00CA2922">
        <w:trPr>
          <w:tblHeader/>
        </w:trPr>
        <w:tc>
          <w:tcPr>
            <w:tcW w:w="5000" w:type="pct"/>
            <w:gridSpan w:val="2"/>
          </w:tcPr>
          <w:p w14:paraId="4E1F1CA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9A027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FAA99C7" w14:textId="77777777" w:rsidTr="00CA2922">
        <w:trPr>
          <w:tblHeader/>
        </w:trPr>
        <w:tc>
          <w:tcPr>
            <w:tcW w:w="1396" w:type="pct"/>
          </w:tcPr>
          <w:p w14:paraId="7186FF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304868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B17D8" w:rsidRPr="00336FCA" w:rsidDel="00423CB2" w14:paraId="5FF71F8C" w14:textId="77777777" w:rsidTr="00CA2922">
        <w:tc>
          <w:tcPr>
            <w:tcW w:w="1396" w:type="pct"/>
          </w:tcPr>
          <w:p w14:paraId="0EDA36DF" w14:textId="77777777" w:rsidR="00EB17D8" w:rsidRPr="00EB17D8" w:rsidRDefault="00EB17D8" w:rsidP="00EB17D8">
            <w:pPr>
              <w:pStyle w:val="SIText"/>
            </w:pPr>
            <w:r w:rsidRPr="00336FCA">
              <w:t>Reading</w:t>
            </w:r>
          </w:p>
        </w:tc>
        <w:tc>
          <w:tcPr>
            <w:tcW w:w="3604" w:type="pct"/>
          </w:tcPr>
          <w:p w14:paraId="6477B8BD" w14:textId="77777777" w:rsidR="00EB17D8" w:rsidRPr="00EB17D8" w:rsidRDefault="00EB17D8" w:rsidP="00EB17D8">
            <w:pPr>
              <w:pStyle w:val="SIBulletList1"/>
            </w:pPr>
            <w:r w:rsidRPr="00EB17D8">
              <w:rPr>
                <w:rFonts w:eastAsia="Calibri"/>
              </w:rPr>
              <w:t xml:space="preserve">Recognise the structures and key features of a range of familiar text used, including membership records and meeting documentation   </w:t>
            </w:r>
          </w:p>
        </w:tc>
      </w:tr>
      <w:tr w:rsidR="00EB17D8" w:rsidRPr="00336FCA" w:rsidDel="00423CB2" w14:paraId="0DA16B4D" w14:textId="77777777" w:rsidTr="00CA2922">
        <w:tc>
          <w:tcPr>
            <w:tcW w:w="1396" w:type="pct"/>
          </w:tcPr>
          <w:p w14:paraId="2682257D" w14:textId="77777777" w:rsidR="00EB17D8" w:rsidRPr="00EB17D8" w:rsidRDefault="00EB17D8" w:rsidP="00EB17D8">
            <w:pPr>
              <w:pStyle w:val="SIText"/>
            </w:pPr>
            <w:r w:rsidRPr="00336FCA">
              <w:t>Writing</w:t>
            </w:r>
          </w:p>
        </w:tc>
        <w:tc>
          <w:tcPr>
            <w:tcW w:w="3604" w:type="pct"/>
          </w:tcPr>
          <w:p w14:paraId="69E4E7E7" w14:textId="77777777" w:rsidR="00EB17D8" w:rsidRPr="00EB17D8" w:rsidRDefault="00EB17D8" w:rsidP="00EB17D8">
            <w:pPr>
              <w:pStyle w:val="SIBulletList1"/>
              <w:rPr>
                <w:rFonts w:eastAsia="Calibri"/>
              </w:rPr>
            </w:pPr>
            <w:r w:rsidRPr="00EB17D8">
              <w:rPr>
                <w:rFonts w:eastAsia="Calibri"/>
              </w:rPr>
              <w:t xml:space="preserve">Complete workplace documentation accurately using correct technical, racing specific terminology </w:t>
            </w:r>
          </w:p>
        </w:tc>
      </w:tr>
      <w:tr w:rsidR="00EB17D8" w:rsidRPr="00336FCA" w:rsidDel="00423CB2" w14:paraId="255D7082" w14:textId="77777777" w:rsidTr="00CA2922">
        <w:tc>
          <w:tcPr>
            <w:tcW w:w="1396" w:type="pct"/>
          </w:tcPr>
          <w:p w14:paraId="049E2F69" w14:textId="77777777" w:rsidR="00EB17D8" w:rsidRPr="00EB17D8" w:rsidRDefault="00EB17D8" w:rsidP="00EB17D8">
            <w:pPr>
              <w:pStyle w:val="SIText"/>
            </w:pPr>
            <w:r w:rsidRPr="00336FCA">
              <w:t>Oral Communication</w:t>
            </w:r>
          </w:p>
        </w:tc>
        <w:tc>
          <w:tcPr>
            <w:tcW w:w="3604" w:type="pct"/>
          </w:tcPr>
          <w:p w14:paraId="438D78BB" w14:textId="77777777" w:rsidR="00EB17D8" w:rsidRPr="00EB17D8" w:rsidRDefault="00EB17D8" w:rsidP="00EB17D8">
            <w:pPr>
              <w:pStyle w:val="SIBulletList1"/>
              <w:rPr>
                <w:rFonts w:eastAsia="Calibri"/>
              </w:rPr>
            </w:pPr>
            <w:r>
              <w:t>Use questioning and active listening</w:t>
            </w:r>
            <w:r w:rsidRPr="00EB17D8">
              <w:t xml:space="preserve"> skills to participate in verbal exchanges with colleagues and racing participants for a range of purposes associated with job role</w:t>
            </w:r>
          </w:p>
        </w:tc>
      </w:tr>
      <w:tr w:rsidR="00EB17D8" w:rsidRPr="00336FCA" w:rsidDel="00423CB2" w14:paraId="56DADECC" w14:textId="77777777" w:rsidTr="00CA2922">
        <w:tc>
          <w:tcPr>
            <w:tcW w:w="1396" w:type="pct"/>
          </w:tcPr>
          <w:p w14:paraId="0CB1E526" w14:textId="77777777" w:rsidR="00EB17D8" w:rsidRPr="00EB17D8" w:rsidRDefault="00EB17D8" w:rsidP="00EB17D8">
            <w:pPr>
              <w:pStyle w:val="SIText"/>
            </w:pPr>
            <w:r w:rsidRPr="007341FF">
              <w:t>Numeracy</w:t>
            </w:r>
          </w:p>
        </w:tc>
        <w:tc>
          <w:tcPr>
            <w:tcW w:w="3604" w:type="pct"/>
          </w:tcPr>
          <w:p w14:paraId="1FB0A5F1" w14:textId="77777777" w:rsidR="00EB17D8" w:rsidRPr="00EB17D8" w:rsidRDefault="00EB17D8" w:rsidP="00EB17D8">
            <w:pPr>
              <w:pStyle w:val="SIBulletList1"/>
              <w:rPr>
                <w:rFonts w:eastAsia="Calibri"/>
              </w:rPr>
            </w:pPr>
            <w:r w:rsidRPr="00EB17D8">
              <w:rPr>
                <w:rFonts w:eastAsia="Calibri"/>
              </w:rPr>
              <w:t xml:space="preserve">Calculate funds and payments </w:t>
            </w:r>
          </w:p>
        </w:tc>
      </w:tr>
      <w:tr w:rsidR="00EB17D8" w:rsidRPr="00336FCA" w:rsidDel="00423CB2" w14:paraId="2245CB9A" w14:textId="77777777" w:rsidTr="00CA2922">
        <w:tc>
          <w:tcPr>
            <w:tcW w:w="1396" w:type="pct"/>
          </w:tcPr>
          <w:p w14:paraId="25A2268E" w14:textId="77777777" w:rsidR="00EB17D8" w:rsidRPr="00EB17D8" w:rsidRDefault="00EB17D8" w:rsidP="00EB17D8">
            <w:pPr>
              <w:pStyle w:val="SIText"/>
              <w:rPr>
                <w:rFonts w:eastAsiaTheme="minorEastAsia"/>
              </w:rPr>
            </w:pPr>
            <w:r w:rsidRPr="00EB17D8">
              <w:rPr>
                <w:rFonts w:eastAsiaTheme="minorEastAsia"/>
              </w:rPr>
              <w:t>Navigate the world of work</w:t>
            </w:r>
          </w:p>
        </w:tc>
        <w:tc>
          <w:tcPr>
            <w:tcW w:w="3604" w:type="pct"/>
          </w:tcPr>
          <w:p w14:paraId="58ADE562" w14:textId="77777777" w:rsidR="00EB17D8" w:rsidRPr="00EB17D8" w:rsidRDefault="00EB17D8" w:rsidP="00EB17D8">
            <w:pPr>
              <w:pStyle w:val="SIBulletList1"/>
              <w:rPr>
                <w:rFonts w:eastAsiaTheme="minorEastAsia"/>
              </w:rPr>
            </w:pPr>
            <w:r w:rsidRPr="00EB17D8">
              <w:rPr>
                <w:rFonts w:eastAsiaTheme="minorEastAsia"/>
              </w:rPr>
              <w:t>Understand the nature and purpose of own role and associated responsibilities and recognise and follow implicit and explicit workplace policies and procedures</w:t>
            </w:r>
          </w:p>
        </w:tc>
      </w:tr>
      <w:tr w:rsidR="00EB17D8" w:rsidRPr="00336FCA" w:rsidDel="00423CB2" w14:paraId="6598E63D" w14:textId="77777777" w:rsidTr="00CA2922">
        <w:tc>
          <w:tcPr>
            <w:tcW w:w="1396" w:type="pct"/>
          </w:tcPr>
          <w:p w14:paraId="6AA0951B" w14:textId="77777777" w:rsidR="00EB17D8" w:rsidRPr="00EB17D8" w:rsidRDefault="00EB17D8" w:rsidP="00EB17D8">
            <w:pPr>
              <w:pStyle w:val="SIText"/>
            </w:pPr>
            <w:r w:rsidRPr="00EB17D8">
              <w:rPr>
                <w:rFonts w:eastAsiaTheme="minorEastAsia"/>
              </w:rPr>
              <w:t>Interact with others</w:t>
            </w:r>
          </w:p>
        </w:tc>
        <w:tc>
          <w:tcPr>
            <w:tcW w:w="3604" w:type="pct"/>
          </w:tcPr>
          <w:p w14:paraId="2D85158F" w14:textId="77777777" w:rsidR="00EB17D8" w:rsidRPr="00EB17D8" w:rsidRDefault="00EB17D8" w:rsidP="00EB17D8">
            <w:pPr>
              <w:pStyle w:val="SIBulletList1"/>
              <w:rPr>
                <w:rFonts w:eastAsiaTheme="minorEastAsia"/>
              </w:rPr>
            </w:pPr>
            <w:r w:rsidRPr="00EB17D8">
              <w:rPr>
                <w:rFonts w:eastAsia="Calibri"/>
              </w:rPr>
              <w:t xml:space="preserve">Recognise the importance of building rapport to establish effective working relationships </w:t>
            </w:r>
          </w:p>
        </w:tc>
      </w:tr>
      <w:tr w:rsidR="00EB17D8" w:rsidRPr="00336FCA" w:rsidDel="00423CB2" w14:paraId="24B70738" w14:textId="77777777" w:rsidTr="00CA2922">
        <w:tc>
          <w:tcPr>
            <w:tcW w:w="1396" w:type="pct"/>
          </w:tcPr>
          <w:p w14:paraId="35C5A374" w14:textId="77777777" w:rsidR="00EB17D8" w:rsidRPr="00EB17D8" w:rsidRDefault="00EB17D8" w:rsidP="00EB17D8">
            <w:pPr>
              <w:pStyle w:val="SIText"/>
            </w:pPr>
            <w:r w:rsidRPr="00EB17D8">
              <w:rPr>
                <w:rFonts w:eastAsiaTheme="minorEastAsia"/>
              </w:rPr>
              <w:t>Get the work done</w:t>
            </w:r>
          </w:p>
        </w:tc>
        <w:tc>
          <w:tcPr>
            <w:tcW w:w="3604" w:type="pct"/>
          </w:tcPr>
          <w:p w14:paraId="7A1C6531" w14:textId="77777777" w:rsidR="00EB17D8" w:rsidRPr="00EB17D8" w:rsidRDefault="00EB17D8" w:rsidP="00EB17D8">
            <w:pPr>
              <w:pStyle w:val="SIBulletList1"/>
              <w:rPr>
                <w:rFonts w:eastAsiaTheme="minorEastAsia"/>
              </w:rPr>
            </w:pPr>
            <w:r w:rsidRPr="00EB17D8">
              <w:rPr>
                <w:rFonts w:eastAsia="Calibri"/>
              </w:rPr>
              <w:t>Take responsibility for organising own workload, identifying ways of sequencing and combining elements for greater efficiency</w:t>
            </w:r>
            <w:r w:rsidRPr="00EB17D8">
              <w:t xml:space="preserve"> </w:t>
            </w:r>
          </w:p>
          <w:p w14:paraId="2E62F0A7" w14:textId="77777777" w:rsidR="00EB17D8" w:rsidRPr="00EB17D8" w:rsidRDefault="00EB17D8" w:rsidP="00EB17D8">
            <w:pPr>
              <w:pStyle w:val="SIBulletList1"/>
              <w:rPr>
                <w:rFonts w:eastAsiaTheme="minorEastAsia"/>
              </w:rPr>
            </w:pPr>
            <w:r>
              <w:t>Use workplace technology effectively to keep club membership records</w:t>
            </w:r>
          </w:p>
        </w:tc>
      </w:tr>
    </w:tbl>
    <w:p w14:paraId="1C9CACF0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CD544FF" w14:textId="77777777" w:rsidTr="00F33FF2">
        <w:tc>
          <w:tcPr>
            <w:tcW w:w="5000" w:type="pct"/>
            <w:gridSpan w:val="4"/>
          </w:tcPr>
          <w:p w14:paraId="41A3328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94F6720" w14:textId="77777777" w:rsidTr="00F33FF2">
        <w:tc>
          <w:tcPr>
            <w:tcW w:w="1028" w:type="pct"/>
          </w:tcPr>
          <w:p w14:paraId="0CC4C51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C94CF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C9A31C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274E3AF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B17D8" w14:paraId="31388DBD" w14:textId="77777777" w:rsidTr="00F33FF2">
        <w:tc>
          <w:tcPr>
            <w:tcW w:w="1028" w:type="pct"/>
          </w:tcPr>
          <w:p w14:paraId="6633F317" w14:textId="77777777" w:rsidR="00EB17D8" w:rsidRPr="00EB17D8" w:rsidRDefault="00EB17D8" w:rsidP="00EB17D8">
            <w:pPr>
              <w:pStyle w:val="SIText"/>
            </w:pPr>
            <w:r w:rsidRPr="00C74EAB">
              <w:t>RGR</w:t>
            </w:r>
            <w:r w:rsidRPr="00EB17D8">
              <w:t xml:space="preserve">ADM301 Assist with race meeting operations </w:t>
            </w:r>
          </w:p>
        </w:tc>
        <w:tc>
          <w:tcPr>
            <w:tcW w:w="1105" w:type="pct"/>
          </w:tcPr>
          <w:p w14:paraId="7201A998" w14:textId="77777777" w:rsidR="00EB17D8" w:rsidRPr="00EB17D8" w:rsidRDefault="00EB17D8" w:rsidP="00EB17D8">
            <w:pPr>
              <w:pStyle w:val="SIText"/>
            </w:pPr>
            <w:r w:rsidRPr="00C74EAB">
              <w:t>RGR</w:t>
            </w:r>
            <w:r w:rsidRPr="00EB17D8">
              <w:t>ADM301A Assist with race meeting operations</w:t>
            </w:r>
          </w:p>
        </w:tc>
        <w:tc>
          <w:tcPr>
            <w:tcW w:w="1251" w:type="pct"/>
          </w:tcPr>
          <w:p w14:paraId="44D4302B" w14:textId="77777777" w:rsidR="00EB17D8" w:rsidRPr="00EB17D8" w:rsidRDefault="00EB17D8" w:rsidP="00EB17D8">
            <w:pPr>
              <w:pStyle w:val="SIText"/>
            </w:pPr>
            <w:r>
              <w:t>Updated to meet Standards for Training Packages</w:t>
            </w:r>
          </w:p>
          <w:p w14:paraId="1B48B684" w14:textId="77777777" w:rsidR="00EB17D8" w:rsidRPr="00EB17D8" w:rsidRDefault="0071579B" w:rsidP="0071579B">
            <w:pPr>
              <w:pStyle w:val="SIText"/>
            </w:pPr>
            <w:r>
              <w:t>Minor changes to p</w:t>
            </w:r>
            <w:r w:rsidR="00EB17D8">
              <w:t xml:space="preserve">erformance </w:t>
            </w:r>
            <w:r>
              <w:t>c</w:t>
            </w:r>
            <w:r w:rsidR="00EB17D8">
              <w:t>riteria for clarity</w:t>
            </w:r>
          </w:p>
        </w:tc>
        <w:tc>
          <w:tcPr>
            <w:tcW w:w="1616" w:type="pct"/>
          </w:tcPr>
          <w:p w14:paraId="4F8EB813" w14:textId="77777777" w:rsidR="00EB17D8" w:rsidRPr="00EB17D8" w:rsidRDefault="00EB17D8" w:rsidP="00EB17D8">
            <w:pPr>
              <w:pStyle w:val="SIText"/>
            </w:pPr>
            <w:r w:rsidRPr="000754EC">
              <w:t>Equivalent unit</w:t>
            </w:r>
          </w:p>
        </w:tc>
      </w:tr>
    </w:tbl>
    <w:p w14:paraId="61A2678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B66329" w14:textId="77777777" w:rsidTr="00CA2922">
        <w:tc>
          <w:tcPr>
            <w:tcW w:w="1396" w:type="pct"/>
            <w:shd w:val="clear" w:color="auto" w:fill="auto"/>
          </w:tcPr>
          <w:p w14:paraId="2E6A4DA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F32E96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1F31AC94" w14:textId="77777777" w:rsidR="00F1480E" w:rsidRPr="000754EC" w:rsidRDefault="00EB17D8" w:rsidP="00E40225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2306FAFB" w14:textId="77777777" w:rsidR="00F1480E" w:rsidRDefault="00F1480E" w:rsidP="005F771F">
      <w:pPr>
        <w:pStyle w:val="SIText"/>
      </w:pPr>
    </w:p>
    <w:p w14:paraId="5DD735E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B5C750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43C3DD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1CD677" w14:textId="77777777" w:rsidR="00556C4C" w:rsidRPr="000754EC" w:rsidRDefault="00EB17D8" w:rsidP="000754EC">
            <w:pPr>
              <w:pStyle w:val="SIUnittitle"/>
            </w:pPr>
            <w:r w:rsidRPr="00F56827">
              <w:t xml:space="preserve">Assessment requirements for </w:t>
            </w:r>
            <w:r w:rsidRPr="00EB17D8">
              <w:t>RGRADM301 Assist with race meeting operations</w:t>
            </w:r>
          </w:p>
        </w:tc>
      </w:tr>
      <w:tr w:rsidR="00556C4C" w:rsidRPr="00A55106" w14:paraId="618252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501CF8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C439AA6" w14:textId="77777777" w:rsidTr="00113678">
        <w:tc>
          <w:tcPr>
            <w:tcW w:w="5000" w:type="pct"/>
            <w:gridSpan w:val="2"/>
            <w:shd w:val="clear" w:color="auto" w:fill="auto"/>
          </w:tcPr>
          <w:p w14:paraId="5FA0A285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bookmarkStart w:id="0" w:name="_GoBack"/>
            <w:bookmarkEnd w:id="0"/>
          </w:p>
          <w:p w14:paraId="3087A561" w14:textId="77777777" w:rsidR="00EB17D8" w:rsidRPr="00EB17D8" w:rsidRDefault="00EB17D8" w:rsidP="00EB17D8">
            <w:pPr>
              <w:pStyle w:val="SIText"/>
            </w:pPr>
            <w:r w:rsidRPr="000754EC">
              <w:t>There must be evidence that the individual has</w:t>
            </w:r>
            <w:r w:rsidRPr="00EB17D8">
              <w:t xml:space="preserve"> completed the following duties according to safe operating procedures and within the nominated time frame, for at least two race meetings:</w:t>
            </w:r>
          </w:p>
          <w:p w14:paraId="5EE044A4" w14:textId="77777777" w:rsidR="00EB17D8" w:rsidRPr="00EB17D8" w:rsidRDefault="00EB17D8" w:rsidP="00EB17D8">
            <w:pPr>
              <w:pStyle w:val="SIBulletList1"/>
            </w:pPr>
            <w:r w:rsidRPr="00332091">
              <w:t xml:space="preserve">assisted stewards and prepared stewards’ room </w:t>
            </w:r>
          </w:p>
          <w:p w14:paraId="5CB62F94" w14:textId="77777777" w:rsidR="00EB17D8" w:rsidRPr="00EB17D8" w:rsidRDefault="00EB17D8" w:rsidP="00EB17D8">
            <w:pPr>
              <w:pStyle w:val="SIBulletList1"/>
            </w:pPr>
            <w:r w:rsidRPr="00332091">
              <w:t>assisted race operations staff providing relevant documentation and information</w:t>
            </w:r>
          </w:p>
          <w:p w14:paraId="544C1F19" w14:textId="77777777" w:rsidR="00EB17D8" w:rsidRPr="00EB17D8" w:rsidRDefault="00EB17D8" w:rsidP="00EB17D8">
            <w:pPr>
              <w:pStyle w:val="SIBulletList1"/>
            </w:pPr>
            <w:r w:rsidRPr="00332091">
              <w:t>liaised with racing participants to:</w:t>
            </w:r>
          </w:p>
          <w:p w14:paraId="0751F63A" w14:textId="77777777" w:rsidR="00EB17D8" w:rsidRPr="00EB17D8" w:rsidRDefault="00EB17D8" w:rsidP="00EB17D8">
            <w:pPr>
              <w:pStyle w:val="SIBulletList2"/>
            </w:pPr>
            <w:r w:rsidRPr="00332091">
              <w:t>collect funds and distribute payments</w:t>
            </w:r>
          </w:p>
          <w:p w14:paraId="6E5FB103" w14:textId="77777777" w:rsidR="00EB17D8" w:rsidRPr="00EB17D8" w:rsidRDefault="00EB17D8" w:rsidP="00EB17D8">
            <w:pPr>
              <w:pStyle w:val="SIBulletList2"/>
            </w:pPr>
            <w:r w:rsidRPr="00332091">
              <w:t xml:space="preserve">prepare and allocate passes and tickets </w:t>
            </w:r>
          </w:p>
          <w:p w14:paraId="6816A4CB" w14:textId="77777777" w:rsidR="00EB17D8" w:rsidRPr="00EB17D8" w:rsidRDefault="00EB17D8" w:rsidP="00EB17D8">
            <w:pPr>
              <w:pStyle w:val="SIBulletList2"/>
            </w:pPr>
            <w:r w:rsidRPr="00332091">
              <w:t xml:space="preserve">identify and direct guests </w:t>
            </w:r>
          </w:p>
          <w:p w14:paraId="47BCDE61" w14:textId="77777777" w:rsidR="00EB17D8" w:rsidRPr="00EB17D8" w:rsidRDefault="00EB17D8" w:rsidP="00EB17D8">
            <w:pPr>
              <w:pStyle w:val="SIBulletList2"/>
            </w:pPr>
            <w:r w:rsidRPr="00332091">
              <w:t>maintain club membership records</w:t>
            </w:r>
          </w:p>
          <w:p w14:paraId="33AC18E3" w14:textId="77777777" w:rsidR="00556C4C" w:rsidRPr="000754EC" w:rsidRDefault="00EB17D8" w:rsidP="00EB17D8">
            <w:pPr>
              <w:pStyle w:val="SIBulletList1"/>
            </w:pPr>
            <w:proofErr w:type="gramStart"/>
            <w:r w:rsidRPr="00332091">
              <w:t>worked</w:t>
            </w:r>
            <w:proofErr w:type="gramEnd"/>
            <w:r w:rsidRPr="00332091">
              <w:t xml:space="preserve"> effectively in a team to meet race meeting requirements</w:t>
            </w:r>
            <w:r w:rsidRPr="00EB17D8">
              <w:t>.</w:t>
            </w:r>
          </w:p>
        </w:tc>
      </w:tr>
    </w:tbl>
    <w:p w14:paraId="7890B88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A8046F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30323C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39E6763" w14:textId="77777777" w:rsidTr="00CA2922">
        <w:tc>
          <w:tcPr>
            <w:tcW w:w="5000" w:type="pct"/>
            <w:shd w:val="clear" w:color="auto" w:fill="auto"/>
          </w:tcPr>
          <w:p w14:paraId="762F11A6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6C4F5AF" w14:textId="77777777" w:rsidR="00EB17D8" w:rsidRPr="00EB17D8" w:rsidRDefault="00EB17D8" w:rsidP="00EB17D8">
            <w:pPr>
              <w:pStyle w:val="SIBulletList1"/>
            </w:pPr>
            <w:r w:rsidRPr="00332091">
              <w:t>race meeting rules, operations and processes</w:t>
            </w:r>
          </w:p>
          <w:p w14:paraId="4D11EF19" w14:textId="77777777" w:rsidR="00EB17D8" w:rsidRPr="00EB17D8" w:rsidRDefault="00EB17D8" w:rsidP="00EB17D8">
            <w:pPr>
              <w:pStyle w:val="SIBulletList1"/>
            </w:pPr>
            <w:r w:rsidRPr="00332091">
              <w:t xml:space="preserve">communication procedures with stewards, racing officials and other relevant people </w:t>
            </w:r>
          </w:p>
          <w:p w14:paraId="440E7896" w14:textId="77777777" w:rsidR="00EB17D8" w:rsidRPr="00EB17D8" w:rsidRDefault="00EB17D8" w:rsidP="00EB17D8">
            <w:pPr>
              <w:pStyle w:val="SIBulletList1"/>
            </w:pPr>
            <w:r w:rsidRPr="00332091">
              <w:t xml:space="preserve">types of and process for checking working order of telephones and other communications equipment commonly used in race meetings </w:t>
            </w:r>
          </w:p>
          <w:p w14:paraId="7A34D88C" w14:textId="77777777" w:rsidR="00EB17D8" w:rsidRPr="00EB17D8" w:rsidRDefault="00EB17D8" w:rsidP="00EB17D8">
            <w:pPr>
              <w:pStyle w:val="SIBulletList1"/>
            </w:pPr>
            <w:r w:rsidRPr="00332091">
              <w:t>scope of responsibility for own role</w:t>
            </w:r>
          </w:p>
          <w:p w14:paraId="58646CB1" w14:textId="77777777" w:rsidR="00EB17D8" w:rsidRPr="00EB17D8" w:rsidRDefault="00EB17D8" w:rsidP="00EB17D8">
            <w:pPr>
              <w:pStyle w:val="SIBulletList1"/>
            </w:pPr>
            <w:r w:rsidRPr="00332091">
              <w:t>workplace procedures for:</w:t>
            </w:r>
          </w:p>
          <w:p w14:paraId="1FAAA9A1" w14:textId="77777777" w:rsidR="00EB17D8" w:rsidRPr="00EB17D8" w:rsidRDefault="00EB17D8" w:rsidP="00EB17D8">
            <w:pPr>
              <w:pStyle w:val="SIBulletList2"/>
            </w:pPr>
            <w:r w:rsidRPr="00332091">
              <w:t xml:space="preserve">maintaining records of club membership </w:t>
            </w:r>
          </w:p>
          <w:p w14:paraId="713A4B78" w14:textId="77777777" w:rsidR="00EB17D8" w:rsidRPr="00EB17D8" w:rsidRDefault="00EB17D8" w:rsidP="00EB17D8">
            <w:pPr>
              <w:pStyle w:val="SIBulletList2"/>
            </w:pPr>
            <w:r w:rsidRPr="00332091">
              <w:t>preparing passes and tickets</w:t>
            </w:r>
          </w:p>
          <w:p w14:paraId="646E2D75" w14:textId="77777777" w:rsidR="00EB17D8" w:rsidRPr="00EB17D8" w:rsidRDefault="00EB17D8" w:rsidP="00EB17D8">
            <w:pPr>
              <w:pStyle w:val="SIBulletList2"/>
            </w:pPr>
            <w:r w:rsidRPr="00332091">
              <w:t>collecting funds and distributing payments</w:t>
            </w:r>
          </w:p>
          <w:p w14:paraId="71D2CCE0" w14:textId="77777777" w:rsidR="00EB17D8" w:rsidRPr="00EB17D8" w:rsidRDefault="00EB17D8" w:rsidP="00EB17D8">
            <w:pPr>
              <w:pStyle w:val="SIBulletList1"/>
            </w:pPr>
            <w:r w:rsidRPr="00332091">
              <w:t>types of information or services that may be requested by participants and race meetings operations staff</w:t>
            </w:r>
          </w:p>
          <w:p w14:paraId="3F0A9261" w14:textId="77777777" w:rsidR="00F1480E" w:rsidRPr="000754EC" w:rsidRDefault="00EB17D8" w:rsidP="00EB17D8">
            <w:pPr>
              <w:pStyle w:val="SIBulletList1"/>
            </w:pPr>
            <w:proofErr w:type="gramStart"/>
            <w:r w:rsidRPr="00332091">
              <w:t>types</w:t>
            </w:r>
            <w:proofErr w:type="gramEnd"/>
            <w:r w:rsidRPr="00332091">
              <w:t xml:space="preserve"> of race documentation and reports that need to be passed on to stewards, operations staff and racing participants.</w:t>
            </w:r>
          </w:p>
        </w:tc>
      </w:tr>
    </w:tbl>
    <w:p w14:paraId="3EF0F3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12D9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C485E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0A9169B" w14:textId="77777777" w:rsidTr="00CA2922">
        <w:tc>
          <w:tcPr>
            <w:tcW w:w="5000" w:type="pct"/>
            <w:shd w:val="clear" w:color="auto" w:fill="auto"/>
          </w:tcPr>
          <w:p w14:paraId="774E77F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85DC3A2" w14:textId="77777777" w:rsidR="00EB17D8" w:rsidRPr="00EB17D8" w:rsidRDefault="00EB17D8" w:rsidP="00EB17D8">
            <w:pPr>
              <w:pStyle w:val="SIBulletList1"/>
            </w:pPr>
            <w:r w:rsidRPr="00A01C8B">
              <w:t>physical conditions</w:t>
            </w:r>
            <w:r w:rsidRPr="00EB17D8">
              <w:t>:</w:t>
            </w:r>
          </w:p>
          <w:p w14:paraId="6026E39C" w14:textId="77777777" w:rsidR="00EB17D8" w:rsidRPr="00EB17D8" w:rsidRDefault="00EB17D8" w:rsidP="00EB17D8">
            <w:pPr>
              <w:pStyle w:val="SIBulletList2"/>
            </w:pPr>
            <w:r>
              <w:t xml:space="preserve">a race meeting or simulated environment that accurately reflects </w:t>
            </w:r>
            <w:r w:rsidRPr="00EB17D8">
              <w:t>performance in a real race meeting setting</w:t>
            </w:r>
          </w:p>
          <w:p w14:paraId="4EF6B5A2" w14:textId="77777777" w:rsidR="00EB17D8" w:rsidRPr="00EB17D8" w:rsidRDefault="00EB17D8" w:rsidP="00EB17D8">
            <w:pPr>
              <w:pStyle w:val="SIBulletList1"/>
            </w:pPr>
            <w:r w:rsidRPr="00A01C8B">
              <w:t>resources, equipment and materials:</w:t>
            </w:r>
          </w:p>
          <w:p w14:paraId="69A2D926" w14:textId="77777777" w:rsidR="00EB17D8" w:rsidRPr="00EB17D8" w:rsidRDefault="00EB17D8" w:rsidP="00EB17D8">
            <w:pPr>
              <w:pStyle w:val="SIBulletList2"/>
            </w:pPr>
            <w:r>
              <w:t>typical resources and workplace documentation required for race meeting operations</w:t>
            </w:r>
          </w:p>
          <w:p w14:paraId="277163B8" w14:textId="77777777" w:rsidR="00EB17D8" w:rsidRPr="00EB17D8" w:rsidRDefault="00EB17D8" w:rsidP="00EB17D8">
            <w:pPr>
              <w:pStyle w:val="SIBulletList1"/>
            </w:pPr>
            <w:r w:rsidRPr="00A01C8B">
              <w:t>relationships</w:t>
            </w:r>
            <w:r w:rsidRPr="00EB17D8">
              <w:t>:</w:t>
            </w:r>
          </w:p>
          <w:p w14:paraId="440B4650" w14:textId="77777777" w:rsidR="00EB17D8" w:rsidRPr="00EB17D8" w:rsidRDefault="00EB17D8" w:rsidP="00EB17D8">
            <w:pPr>
              <w:pStyle w:val="SIBulletList2"/>
            </w:pPr>
            <w:proofErr w:type="gramStart"/>
            <w:r>
              <w:t>access</w:t>
            </w:r>
            <w:proofErr w:type="gramEnd"/>
            <w:r>
              <w:t xml:space="preserve"> to </w:t>
            </w:r>
            <w:r w:rsidRPr="00EB17D8">
              <w:t xml:space="preserve">stewards, racing officials or other relevant people. </w:t>
            </w:r>
          </w:p>
          <w:p w14:paraId="7F9534F0" w14:textId="77777777" w:rsidR="0021210E" w:rsidRDefault="0021210E" w:rsidP="000754EC">
            <w:pPr>
              <w:pStyle w:val="SIText"/>
            </w:pPr>
          </w:p>
          <w:p w14:paraId="1A1CDF24" w14:textId="77777777" w:rsidR="00F1480E" w:rsidRPr="000754EC" w:rsidRDefault="007134FE" w:rsidP="00EB17D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51D530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8533F62" w14:textId="77777777" w:rsidTr="004679E3">
        <w:tc>
          <w:tcPr>
            <w:tcW w:w="990" w:type="pct"/>
            <w:shd w:val="clear" w:color="auto" w:fill="auto"/>
          </w:tcPr>
          <w:p w14:paraId="7ABDB89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5F07F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7C2696C" w14:textId="77777777" w:rsidR="00F1480E" w:rsidRPr="000754EC" w:rsidRDefault="00EB17D8" w:rsidP="000754EC">
            <w:pPr>
              <w:pStyle w:val="SIText"/>
            </w:pPr>
            <w:r>
              <w:t>https://vetnet.education.gov.au/Pages/TrainingDocs.aspx?q=5c4b8489-f7e1-463b-81c8-6ecce6c192a0</w:t>
            </w:r>
          </w:p>
        </w:tc>
      </w:tr>
    </w:tbl>
    <w:p w14:paraId="1CB362B4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71E3F" w14:textId="77777777" w:rsidR="00723F33" w:rsidRDefault="00723F33" w:rsidP="00BF3F0A">
      <w:r>
        <w:separator/>
      </w:r>
    </w:p>
    <w:p w14:paraId="2C803D04" w14:textId="77777777" w:rsidR="00723F33" w:rsidRDefault="00723F33"/>
  </w:endnote>
  <w:endnote w:type="continuationSeparator" w:id="0">
    <w:p w14:paraId="0C55F6FC" w14:textId="77777777" w:rsidR="00723F33" w:rsidRDefault="00723F33" w:rsidP="00BF3F0A">
      <w:r>
        <w:continuationSeparator/>
      </w:r>
    </w:p>
    <w:p w14:paraId="58F0E07C" w14:textId="77777777" w:rsidR="00723F33" w:rsidRDefault="00723F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25F6701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1579B">
          <w:rPr>
            <w:noProof/>
          </w:rPr>
          <w:t>3</w:t>
        </w:r>
        <w:r w:rsidRPr="000754EC">
          <w:fldChar w:fldCharType="end"/>
        </w:r>
      </w:p>
      <w:p w14:paraId="7A37F75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0192A5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8E773" w14:textId="77777777" w:rsidR="00723F33" w:rsidRDefault="00723F33" w:rsidP="00BF3F0A">
      <w:r>
        <w:separator/>
      </w:r>
    </w:p>
    <w:p w14:paraId="4063F022" w14:textId="77777777" w:rsidR="00723F33" w:rsidRDefault="00723F33"/>
  </w:footnote>
  <w:footnote w:type="continuationSeparator" w:id="0">
    <w:p w14:paraId="002CAEFD" w14:textId="77777777" w:rsidR="00723F33" w:rsidRDefault="00723F33" w:rsidP="00BF3F0A">
      <w:r>
        <w:continuationSeparator/>
      </w:r>
    </w:p>
    <w:p w14:paraId="4D41C214" w14:textId="77777777" w:rsidR="00723F33" w:rsidRDefault="00723F3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085DB" w14:textId="77777777" w:rsidR="00EB17D8" w:rsidRDefault="00EB17D8" w:rsidP="00EB17D8">
    <w:r w:rsidRPr="00462242">
      <w:t>RGRADM301</w:t>
    </w:r>
    <w:r>
      <w:t xml:space="preserve"> </w:t>
    </w:r>
    <w:r w:rsidRPr="000A1BF3">
      <w:t>Assist with race meeting operations</w:t>
    </w:r>
  </w:p>
  <w:p w14:paraId="0DDC03BE" w14:textId="77777777" w:rsidR="009C2650" w:rsidRPr="00EB17D8" w:rsidRDefault="009C2650" w:rsidP="00EB17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2170CC"/>
    <w:multiLevelType w:val="hybridMultilevel"/>
    <w:tmpl w:val="179407E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7D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AB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579B"/>
    <w:rsid w:val="00717385"/>
    <w:rsid w:val="00722769"/>
    <w:rsid w:val="00723F33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D78CC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17D8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E95D6"/>
  <w15:docId w15:val="{79325765-404C-479A-832B-D60FD5D5B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Racing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8388BC149B4E4EAC1262FA06C4A7EC" ma:contentTypeVersion="" ma:contentTypeDescription="Create a new document." ma:contentTypeScope="" ma:versionID="a38136b2fcb73257818035371626da6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37F381-4268-41C0-B33D-EDF08EF4FC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2D03DC-FA39-42C8-9BC5-9759EE160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3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Wayne Jones</dc:creator>
  <cp:lastModifiedBy>Sue Hamilton</cp:lastModifiedBy>
  <cp:revision>3</cp:revision>
  <cp:lastPrinted>2016-05-27T05:21:00Z</cp:lastPrinted>
  <dcterms:created xsi:type="dcterms:W3CDTF">2017-09-27T00:56:00Z</dcterms:created>
  <dcterms:modified xsi:type="dcterms:W3CDTF">2017-11-27T09:37:00Z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0x010100F48388BC149B4E4EAC1262FA06C4A7EC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