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23C5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24DD43" w14:textId="77777777" w:rsidTr="00146EEC">
        <w:tc>
          <w:tcPr>
            <w:tcW w:w="2689" w:type="dxa"/>
          </w:tcPr>
          <w:p w14:paraId="6B927B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A619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8271C9D" w14:textId="77777777" w:rsidTr="00146EEC">
        <w:tc>
          <w:tcPr>
            <w:tcW w:w="2689" w:type="dxa"/>
          </w:tcPr>
          <w:p w14:paraId="594921CA" w14:textId="61F9AE2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A0917">
              <w:t>1</w:t>
            </w:r>
          </w:p>
        </w:tc>
        <w:tc>
          <w:tcPr>
            <w:tcW w:w="6939" w:type="dxa"/>
          </w:tcPr>
          <w:p w14:paraId="65A2230A" w14:textId="4EA0656B" w:rsidR="00F1480E" w:rsidRPr="000754EC" w:rsidRDefault="00EE7BDC" w:rsidP="000754EC">
            <w:pPr>
              <w:pStyle w:val="SIText"/>
            </w:pPr>
            <w:r>
              <w:t xml:space="preserve">This version released with </w:t>
            </w:r>
            <w:r w:rsidRPr="00EE7BDC">
              <w:t>FBP Food, Beverage and Pharmaceut</w:t>
            </w:r>
            <w:r w:rsidR="008A0917">
              <w:t>icals Training Package version 2</w:t>
            </w:r>
            <w:r w:rsidRPr="00EE7BDC">
              <w:t>.0.</w:t>
            </w:r>
          </w:p>
        </w:tc>
      </w:tr>
    </w:tbl>
    <w:p w14:paraId="2F816E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E7BDC" w:rsidRPr="00963A46" w14:paraId="6541BA4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37FD32B" w14:textId="60FB80DA" w:rsidR="00EE7BDC" w:rsidRPr="00EE7BDC" w:rsidRDefault="00C94253" w:rsidP="00EE7BDC">
            <w:pPr>
              <w:pStyle w:val="SIUNITCODE"/>
            </w:pPr>
            <w:r>
              <w:t>FBPVIT</w:t>
            </w:r>
            <w:r w:rsidR="00EE7BDC" w:rsidRPr="00EE7BDC">
              <w:t>3008</w:t>
            </w:r>
          </w:p>
        </w:tc>
        <w:tc>
          <w:tcPr>
            <w:tcW w:w="3604" w:type="pct"/>
            <w:shd w:val="clear" w:color="auto" w:fill="auto"/>
          </w:tcPr>
          <w:p w14:paraId="29D4D6D0" w14:textId="77777777" w:rsidR="00EE7BDC" w:rsidRPr="00EE7BDC" w:rsidRDefault="00EE7BDC" w:rsidP="00EE7BDC">
            <w:pPr>
              <w:pStyle w:val="SIUnittitle"/>
            </w:pPr>
            <w:r w:rsidRPr="00DA0E80">
              <w:t>Operate a mechanical harvester</w:t>
            </w:r>
          </w:p>
        </w:tc>
      </w:tr>
      <w:tr w:rsidR="00EE7BDC" w:rsidRPr="00963A46" w14:paraId="2D2DEBAF" w14:textId="77777777" w:rsidTr="00CA2922">
        <w:tc>
          <w:tcPr>
            <w:tcW w:w="1396" w:type="pct"/>
            <w:shd w:val="clear" w:color="auto" w:fill="auto"/>
          </w:tcPr>
          <w:p w14:paraId="23048D16" w14:textId="23038231" w:rsidR="00EE7BDC" w:rsidRPr="00923720" w:rsidRDefault="00EE7BDC" w:rsidP="00EE7BD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05CA3C5" w14:textId="1007D38A" w:rsidR="00EE7BDC" w:rsidRDefault="00EE7BDC" w:rsidP="00EE7BDC">
            <w:pPr>
              <w:pStyle w:val="SIText"/>
            </w:pPr>
            <w:r>
              <w:t xml:space="preserve">This unit </w:t>
            </w:r>
            <w:r w:rsidRPr="00EE7BDC">
              <w:t>of competency describes the skills and knowledge required to set up and operate a mechanical harvester to meet</w:t>
            </w:r>
            <w:r w:rsidR="00104335">
              <w:t xml:space="preserve"> harvesting requirements.</w:t>
            </w:r>
          </w:p>
          <w:p w14:paraId="65775B4A" w14:textId="77777777" w:rsidR="00104335" w:rsidRPr="00EE7BDC" w:rsidRDefault="00104335" w:rsidP="00EE7BDC">
            <w:pPr>
              <w:pStyle w:val="SIText"/>
            </w:pPr>
          </w:p>
          <w:p w14:paraId="5D039CC6" w14:textId="174B08D6" w:rsidR="00EE7BDC" w:rsidRDefault="00EE7BDC" w:rsidP="00EE7BDC">
            <w:pPr>
              <w:pStyle w:val="SIText"/>
            </w:pPr>
            <w:r>
              <w:t xml:space="preserve">The unit applies to </w:t>
            </w:r>
            <w:r w:rsidR="00104335">
              <w:t>individuals</w:t>
            </w:r>
            <w:r w:rsidRPr="00EE7BDC">
              <w:t xml:space="preserve"> who work under broad direction and take responsibility for their own work.</w:t>
            </w:r>
          </w:p>
          <w:p w14:paraId="2EF61B99" w14:textId="77777777" w:rsidR="00104335" w:rsidRDefault="00104335" w:rsidP="00EE7BDC">
            <w:pPr>
              <w:pStyle w:val="SIText"/>
            </w:pPr>
          </w:p>
          <w:p w14:paraId="62616173" w14:textId="77777777" w:rsidR="00EE7BDC" w:rsidRDefault="00EE7BDC" w:rsidP="00EE7BDC">
            <w:pPr>
              <w:pStyle w:val="SIText"/>
            </w:pPr>
            <w:r>
              <w:t>No occupational licensing, legislative or certification requirements are known to apply to this unit at the time of publication.</w:t>
            </w:r>
          </w:p>
          <w:p w14:paraId="328D7DC5" w14:textId="77777777" w:rsidR="00104335" w:rsidRPr="00EE7BDC" w:rsidRDefault="00104335" w:rsidP="00EE7BDC">
            <w:pPr>
              <w:pStyle w:val="SIText"/>
            </w:pPr>
          </w:p>
          <w:p w14:paraId="6ECC42DC" w14:textId="236FDFF2" w:rsidR="00EE7BDC" w:rsidRPr="000754EC" w:rsidRDefault="00104335" w:rsidP="00104335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EE7BDC" w:rsidRPr="00963A46" w14:paraId="003F6EAF" w14:textId="77777777" w:rsidTr="00CA2922">
        <w:tc>
          <w:tcPr>
            <w:tcW w:w="1396" w:type="pct"/>
            <w:shd w:val="clear" w:color="auto" w:fill="auto"/>
          </w:tcPr>
          <w:p w14:paraId="55B7527E" w14:textId="77777777" w:rsidR="00EE7BDC" w:rsidRPr="00EE7BDC" w:rsidRDefault="00EE7BDC" w:rsidP="00EE7BD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E49545" w14:textId="77777777" w:rsidR="00EE7BDC" w:rsidRPr="00EE7BDC" w:rsidRDefault="00EE7BDC" w:rsidP="00EE7BDC">
            <w:pPr>
              <w:pStyle w:val="SIText"/>
            </w:pPr>
            <w:r>
              <w:t>Nil.</w:t>
            </w:r>
          </w:p>
        </w:tc>
      </w:tr>
      <w:tr w:rsidR="00EE7BDC" w:rsidRPr="00963A46" w14:paraId="125DDB46" w14:textId="77777777" w:rsidTr="00CA2922">
        <w:tc>
          <w:tcPr>
            <w:tcW w:w="1396" w:type="pct"/>
            <w:shd w:val="clear" w:color="auto" w:fill="auto"/>
          </w:tcPr>
          <w:p w14:paraId="1C85D15F" w14:textId="77777777" w:rsidR="00EE7BDC" w:rsidRPr="00EE7BDC" w:rsidRDefault="00EE7BDC" w:rsidP="00EE7BD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BDD9EA" w14:textId="15EF0CFA" w:rsidR="00EE7BDC" w:rsidRPr="00EE7BDC" w:rsidRDefault="00C94253" w:rsidP="00C94253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Harvest</w:t>
            </w:r>
          </w:p>
        </w:tc>
      </w:tr>
    </w:tbl>
    <w:p w14:paraId="35B1C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A226E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A5C7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D92D0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6038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BBA0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0058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7BDC" w:rsidRPr="00963A46" w14:paraId="4DFD7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559D54" w14:textId="77777777" w:rsidR="00EE7BDC" w:rsidRPr="00EE7BDC" w:rsidRDefault="00EE7BDC" w:rsidP="00EE7BDC">
            <w:pPr>
              <w:pStyle w:val="SIText"/>
            </w:pPr>
            <w:r w:rsidRPr="00EE7BDC">
              <w:t>1. Prepare for mechanical harvesting</w:t>
            </w:r>
          </w:p>
        </w:tc>
        <w:tc>
          <w:tcPr>
            <w:tcW w:w="3604" w:type="pct"/>
            <w:shd w:val="clear" w:color="auto" w:fill="auto"/>
          </w:tcPr>
          <w:p w14:paraId="3E61B41E" w14:textId="045291A3" w:rsidR="00104335" w:rsidRDefault="00104335" w:rsidP="00DA2E6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WHS hazards and controls in accordance with workplace procedures </w:t>
            </w:r>
          </w:p>
          <w:p w14:paraId="1EE28E4C" w14:textId="5D526D8D" w:rsidR="00104335" w:rsidRPr="00EE7BDC" w:rsidRDefault="00104335" w:rsidP="00EE7BD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5BCBBF6D" w14:textId="3E41A60B" w:rsidR="00EE7BDC" w:rsidRPr="00EE7BDC" w:rsidRDefault="00EE7BDC" w:rsidP="00EE7BDC">
            <w:pPr>
              <w:pStyle w:val="SIText"/>
            </w:pPr>
            <w:r w:rsidRPr="002D2A4A">
              <w:t>1.</w:t>
            </w:r>
            <w:r w:rsidR="00104335">
              <w:t>3</w:t>
            </w:r>
            <w:r w:rsidRPr="00EE7BDC">
              <w:t xml:space="preserve"> Ensure materials and equipment are ready for use</w:t>
            </w:r>
            <w:r w:rsidR="00104335">
              <w:t xml:space="preserve"> in accordance with workplace requirements </w:t>
            </w:r>
          </w:p>
          <w:p w14:paraId="327BAF36" w14:textId="778BDC71" w:rsidR="00EE7BDC" w:rsidRPr="00EE7BDC" w:rsidRDefault="00EE7BDC" w:rsidP="00EE7BDC">
            <w:pPr>
              <w:pStyle w:val="SIText"/>
            </w:pPr>
            <w:r w:rsidRPr="00963A46">
              <w:t>1.</w:t>
            </w:r>
            <w:r w:rsidR="00104335">
              <w:t>4</w:t>
            </w:r>
            <w:r w:rsidRPr="00EE7BDC">
              <w:t xml:space="preserve"> Set up equipment to meet harvesting requirements and operating instructions</w:t>
            </w:r>
          </w:p>
        </w:tc>
      </w:tr>
      <w:tr w:rsidR="00EE7BDC" w:rsidRPr="00963A46" w14:paraId="759BEF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60CD4" w14:textId="77777777" w:rsidR="00EE7BDC" w:rsidRPr="00EE7BDC" w:rsidRDefault="00EE7BDC" w:rsidP="00EE7BDC">
            <w:pPr>
              <w:pStyle w:val="SIText"/>
            </w:pPr>
            <w:r w:rsidRPr="00EE7BDC">
              <w:t>2. Operate mechanical harvester</w:t>
            </w:r>
          </w:p>
        </w:tc>
        <w:tc>
          <w:tcPr>
            <w:tcW w:w="3604" w:type="pct"/>
            <w:shd w:val="clear" w:color="auto" w:fill="auto"/>
          </w:tcPr>
          <w:p w14:paraId="41C6E5A6" w14:textId="77777777" w:rsidR="00EE7BDC" w:rsidRPr="00EE7BDC" w:rsidRDefault="00EE7BDC" w:rsidP="00EE7BDC">
            <w:pPr>
              <w:pStyle w:val="SIText"/>
            </w:pPr>
            <w:r>
              <w:t xml:space="preserve">2.1 </w:t>
            </w:r>
            <w:r w:rsidRPr="00EE7BDC">
              <w:t>Start up and operate equipment according operating instructions</w:t>
            </w:r>
          </w:p>
          <w:p w14:paraId="0664F9D5" w14:textId="77777777" w:rsidR="00EE7BDC" w:rsidRDefault="00EE7BDC" w:rsidP="00EE7BDC">
            <w:pPr>
              <w:pStyle w:val="SIText"/>
            </w:pPr>
            <w:r>
              <w:t xml:space="preserve">2.2 </w:t>
            </w:r>
            <w:r w:rsidRPr="00EE7BDC">
              <w:t>Monitor equipment performance to confirm performance is maintained within specification</w:t>
            </w:r>
          </w:p>
          <w:p w14:paraId="4A3D0826" w14:textId="55A635BB" w:rsidR="008A1D49" w:rsidRPr="00EE7BDC" w:rsidRDefault="008A1D49" w:rsidP="00EE7BDC">
            <w:pPr>
              <w:pStyle w:val="SIText"/>
            </w:pPr>
            <w:r>
              <w:t>2.3 Adjust equipment operation to safely meet workplace weather and terrain conditions</w:t>
            </w:r>
          </w:p>
          <w:p w14:paraId="6AD122C3" w14:textId="4B94E332" w:rsidR="00EE7BDC" w:rsidRPr="00EE7BDC" w:rsidRDefault="00EE7BDC" w:rsidP="00EE7BDC">
            <w:pPr>
              <w:pStyle w:val="SIText"/>
            </w:pPr>
            <w:r>
              <w:t>2.</w:t>
            </w:r>
            <w:r w:rsidR="008A1D49">
              <w:t>4</w:t>
            </w:r>
            <w:r>
              <w:t xml:space="preserve"> </w:t>
            </w:r>
            <w:r w:rsidRPr="00EE7BDC">
              <w:t xml:space="preserve">Identify, rectify or report </w:t>
            </w:r>
            <w:r w:rsidR="008A1D49">
              <w:t xml:space="preserve">problems and </w:t>
            </w:r>
            <w:r w:rsidRPr="00EE7BDC">
              <w:t>out-of-specification equipment performance according to workplace procedures</w:t>
            </w:r>
          </w:p>
          <w:p w14:paraId="5FC72323" w14:textId="29D2EB41" w:rsidR="00EE7BDC" w:rsidRPr="00EE7BDC" w:rsidRDefault="00EE7BDC" w:rsidP="00EE7BDC">
            <w:pPr>
              <w:pStyle w:val="SIText"/>
            </w:pPr>
            <w:r w:rsidRPr="00963A46">
              <w:t>2.</w:t>
            </w:r>
            <w:r w:rsidR="008A1D49">
              <w:t>5</w:t>
            </w:r>
            <w:r w:rsidRPr="00EE7BDC">
              <w:t xml:space="preserve"> Maintain equipment in good working order according to operating instructions</w:t>
            </w:r>
          </w:p>
        </w:tc>
      </w:tr>
      <w:tr w:rsidR="00EE7BDC" w:rsidRPr="00963A46" w14:paraId="5C3CEA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355AE" w14:textId="006054B7" w:rsidR="00EE7BDC" w:rsidRPr="00EE7BDC" w:rsidRDefault="00EE7BDC" w:rsidP="00EE7BDC">
            <w:pPr>
              <w:pStyle w:val="SIText"/>
            </w:pPr>
            <w:r w:rsidRPr="00EE7BDC">
              <w:t>3. Complete mechanical harvesting operations</w:t>
            </w:r>
          </w:p>
        </w:tc>
        <w:tc>
          <w:tcPr>
            <w:tcW w:w="3604" w:type="pct"/>
            <w:shd w:val="clear" w:color="auto" w:fill="auto"/>
          </w:tcPr>
          <w:p w14:paraId="1E6AE73A" w14:textId="77777777" w:rsidR="00EE7BDC" w:rsidRPr="00EE7BDC" w:rsidRDefault="00EE7BDC" w:rsidP="00EE7BDC">
            <w:pPr>
              <w:pStyle w:val="SIText"/>
            </w:pPr>
            <w:r>
              <w:t xml:space="preserve">3.1 </w:t>
            </w:r>
            <w:r w:rsidRPr="00EE7BDC">
              <w:t>Shut equipment down safely according to operating instructions</w:t>
            </w:r>
          </w:p>
          <w:p w14:paraId="06356F05" w14:textId="77777777" w:rsidR="00EE7BDC" w:rsidRPr="00EE7BDC" w:rsidRDefault="00EE7BDC" w:rsidP="00EE7BDC">
            <w:pPr>
              <w:pStyle w:val="SIText"/>
            </w:pPr>
            <w:r>
              <w:t xml:space="preserve">3.2 </w:t>
            </w:r>
            <w:r w:rsidRPr="00EE7BDC">
              <w:t>Clean and store equipment according to workplace practices</w:t>
            </w:r>
          </w:p>
          <w:p w14:paraId="4AF0C937" w14:textId="77777777" w:rsidR="00EE7BDC" w:rsidRPr="00EE7BDC" w:rsidRDefault="00EE7BDC" w:rsidP="00EE7BDC">
            <w:pPr>
              <w:pStyle w:val="SIText"/>
            </w:pPr>
            <w:r>
              <w:t xml:space="preserve">3.3 </w:t>
            </w:r>
            <w:r w:rsidRPr="00EE7BDC">
              <w:t>Collect, treat, dispose of waste generated by both the process and cleaning procedures according to environmental and work practices</w:t>
            </w:r>
          </w:p>
          <w:p w14:paraId="126417E1" w14:textId="77777777" w:rsidR="00EE7BDC" w:rsidRPr="00EE7BDC" w:rsidRDefault="00EE7BDC" w:rsidP="00EE7BDC">
            <w:pPr>
              <w:pStyle w:val="SIText"/>
            </w:pPr>
            <w:r w:rsidRPr="00963A46">
              <w:t>3.4</w:t>
            </w:r>
            <w:r w:rsidRPr="00EE7BDC">
              <w:t xml:space="preserve"> Conduct work to comply with workplace environmental guidelines</w:t>
            </w:r>
          </w:p>
          <w:p w14:paraId="24F4BE80" w14:textId="77777777" w:rsidR="00EE7BDC" w:rsidRPr="00EE7BDC" w:rsidRDefault="00EE7BDC" w:rsidP="00EE7BDC">
            <w:pPr>
              <w:pStyle w:val="SIText"/>
            </w:pPr>
            <w:r>
              <w:t>3.5 Record w</w:t>
            </w:r>
            <w:r w:rsidRPr="00EE7BDC">
              <w:t>orkplace information according to workplace procedures</w:t>
            </w:r>
          </w:p>
        </w:tc>
      </w:tr>
    </w:tbl>
    <w:p w14:paraId="64C4EE8F" w14:textId="77777777" w:rsidR="005F771F" w:rsidRDefault="005F771F" w:rsidP="005F771F">
      <w:pPr>
        <w:pStyle w:val="SIText"/>
      </w:pPr>
    </w:p>
    <w:p w14:paraId="7200C3B4" w14:textId="77777777" w:rsidR="005F771F" w:rsidRPr="000754EC" w:rsidRDefault="005F771F" w:rsidP="000754EC">
      <w:r>
        <w:br w:type="page"/>
      </w:r>
    </w:p>
    <w:p w14:paraId="2260D5D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7466A8" w14:textId="77777777" w:rsidTr="00CA2922">
        <w:trPr>
          <w:tblHeader/>
        </w:trPr>
        <w:tc>
          <w:tcPr>
            <w:tcW w:w="5000" w:type="pct"/>
            <w:gridSpan w:val="2"/>
          </w:tcPr>
          <w:p w14:paraId="77F85FE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8460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CDB4CF" w14:textId="77777777" w:rsidTr="00CA2922">
        <w:trPr>
          <w:tblHeader/>
        </w:trPr>
        <w:tc>
          <w:tcPr>
            <w:tcW w:w="1396" w:type="pct"/>
          </w:tcPr>
          <w:p w14:paraId="1792F6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13D4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7BDC" w:rsidRPr="00336FCA" w:rsidDel="00423CB2" w14:paraId="1A3D3DF9" w14:textId="77777777" w:rsidTr="00CA2922">
        <w:tc>
          <w:tcPr>
            <w:tcW w:w="1396" w:type="pct"/>
          </w:tcPr>
          <w:p w14:paraId="319E3AA6" w14:textId="77777777" w:rsidR="00EE7BDC" w:rsidRPr="00EE7BDC" w:rsidRDefault="00EE7BDC" w:rsidP="00EE7BD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E3CB6CB" w14:textId="77777777" w:rsidR="00EE7BDC" w:rsidRPr="00EE7BDC" w:rsidRDefault="00EE7BDC" w:rsidP="00EE7BDC">
            <w:pPr>
              <w:pStyle w:val="SIBulletList1"/>
            </w:pPr>
            <w:r w:rsidRPr="00F94835">
              <w:t xml:space="preserve">Reads and interprets </w:t>
            </w:r>
            <w:r w:rsidRPr="00EE7BDC">
              <w:t>instructions and specifications for operating mechanical harvester and consolidates information to determine requirements</w:t>
            </w:r>
          </w:p>
        </w:tc>
      </w:tr>
      <w:tr w:rsidR="00EE7BDC" w:rsidRPr="00336FCA" w:rsidDel="00423CB2" w14:paraId="742A17BD" w14:textId="77777777" w:rsidTr="00CA2922">
        <w:tc>
          <w:tcPr>
            <w:tcW w:w="1396" w:type="pct"/>
          </w:tcPr>
          <w:p w14:paraId="3A7F4416" w14:textId="77777777" w:rsidR="00EE7BDC" w:rsidRPr="00EE7BDC" w:rsidRDefault="00EE7BDC" w:rsidP="00EE7BD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63D689" w14:textId="77777777" w:rsidR="00EE7BDC" w:rsidRPr="00EE7BDC" w:rsidRDefault="00EE7BDC" w:rsidP="00EE7BDC">
            <w:pPr>
              <w:pStyle w:val="SIBulletList1"/>
            </w:pPr>
            <w:r w:rsidRPr="00F94835">
              <w:t xml:space="preserve">Prepares </w:t>
            </w:r>
            <w:r w:rsidRPr="00EE7BDC">
              <w:t xml:space="preserve">relevant reporting and other documentation using clear language, correct spelling and industry terminology </w:t>
            </w:r>
          </w:p>
        </w:tc>
      </w:tr>
      <w:tr w:rsidR="00EE7BDC" w:rsidRPr="00336FCA" w:rsidDel="00423CB2" w14:paraId="06FBB43B" w14:textId="77777777" w:rsidTr="00CD7A28">
        <w:trPr>
          <w:trHeight w:val="212"/>
        </w:trPr>
        <w:tc>
          <w:tcPr>
            <w:tcW w:w="1396" w:type="pct"/>
          </w:tcPr>
          <w:p w14:paraId="0DDDA2ED" w14:textId="77777777" w:rsidR="00EE7BDC" w:rsidRPr="00EE7BDC" w:rsidRDefault="00EE7BDC" w:rsidP="00EE7BD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AC01BEB" w14:textId="77777777" w:rsidR="00EE7BDC" w:rsidRPr="00EE7BDC" w:rsidRDefault="00EE7BDC" w:rsidP="00EE7BDC">
            <w:pPr>
              <w:pStyle w:val="SIBulletList1"/>
            </w:pPr>
            <w:r w:rsidRPr="00F94835">
              <w:t>Uses clear language and</w:t>
            </w:r>
            <w:r w:rsidRPr="00EE7BDC">
              <w:t xml:space="preserve"> oral concepts when clarifying and confirming work requirements</w:t>
            </w:r>
          </w:p>
        </w:tc>
      </w:tr>
      <w:tr w:rsidR="00EE7BDC" w:rsidRPr="00336FCA" w:rsidDel="00423CB2" w14:paraId="67229121" w14:textId="77777777" w:rsidTr="00CD7A28">
        <w:trPr>
          <w:trHeight w:val="212"/>
        </w:trPr>
        <w:tc>
          <w:tcPr>
            <w:tcW w:w="1396" w:type="pct"/>
          </w:tcPr>
          <w:p w14:paraId="013DF535" w14:textId="77777777" w:rsidR="00EE7BDC" w:rsidRPr="00EE7BDC" w:rsidRDefault="00EE7BDC" w:rsidP="00EE7BD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0F4A774" w14:textId="77777777" w:rsidR="00EE7BDC" w:rsidRPr="00EE7BDC" w:rsidRDefault="00EE7BDC" w:rsidP="00EE7BDC">
            <w:pPr>
              <w:pStyle w:val="SIBulletList1"/>
            </w:pPr>
            <w:r w:rsidRPr="0012409D">
              <w:t xml:space="preserve">Follows clearly defined instructions and sequencing, and monitors own progress for the task, seeks </w:t>
            </w:r>
            <w:r w:rsidRPr="00EE7BDC">
              <w:t>assistance when necessary</w:t>
            </w:r>
          </w:p>
          <w:p w14:paraId="04C8E5A3" w14:textId="77777777" w:rsidR="00EE7BDC" w:rsidRPr="00EE7BDC" w:rsidRDefault="00EE7BDC" w:rsidP="00EE7BDC">
            <w:pPr>
              <w:pStyle w:val="SIBulletList1"/>
            </w:pPr>
            <w:r w:rsidRPr="0012409D">
              <w:t>Makes low-impact decisions around immediate clearly defined tasks</w:t>
            </w:r>
          </w:p>
          <w:p w14:paraId="2A1E4AA6" w14:textId="77777777" w:rsidR="00EE7BDC" w:rsidRPr="00EE7BDC" w:rsidRDefault="00EE7BDC" w:rsidP="00EE7BDC">
            <w:pPr>
              <w:pStyle w:val="SIBulletList1"/>
            </w:pPr>
            <w:r w:rsidRPr="0042151E">
              <w:t>Recognises organisational expectations and follows explicit protocols and procedures</w:t>
            </w:r>
            <w:r w:rsidRPr="00EE7BDC">
              <w:t xml:space="preserve"> within defined level of responsibility</w:t>
            </w:r>
          </w:p>
        </w:tc>
      </w:tr>
      <w:tr w:rsidR="00EE7BDC" w:rsidRPr="00336FCA" w:rsidDel="00423CB2" w14:paraId="012D00AB" w14:textId="77777777" w:rsidTr="00CD7A28">
        <w:trPr>
          <w:trHeight w:val="212"/>
        </w:trPr>
        <w:tc>
          <w:tcPr>
            <w:tcW w:w="1396" w:type="pct"/>
          </w:tcPr>
          <w:p w14:paraId="34267C20" w14:textId="77777777" w:rsidR="00EE7BDC" w:rsidRPr="00EE7BDC" w:rsidRDefault="00EE7BDC" w:rsidP="00EE7BD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374A8FF" w14:textId="77777777" w:rsidR="00EE7BDC" w:rsidRPr="00EE7BDC" w:rsidRDefault="00EE7BDC" w:rsidP="00EE7BDC">
            <w:pPr>
              <w:pStyle w:val="SIBulletList1"/>
            </w:pPr>
            <w:r>
              <w:t xml:space="preserve">Follows clearly </w:t>
            </w:r>
            <w:r w:rsidRPr="00EE7BDC">
              <w:t>defined instructions and sequencing, and monitors own progress for the task, seeks assistance when necessary</w:t>
            </w:r>
          </w:p>
          <w:p w14:paraId="5D6B3841" w14:textId="77777777" w:rsidR="00EE7BDC" w:rsidRDefault="00EE7BDC" w:rsidP="00EE7BDC">
            <w:pPr>
              <w:pStyle w:val="SIBulletList1"/>
            </w:pPr>
            <w:r>
              <w:t>Makes low-impact decisions around immediate clearly defined tasks</w:t>
            </w:r>
          </w:p>
          <w:p w14:paraId="6D842284" w14:textId="755A070D" w:rsidR="008A1D49" w:rsidRPr="00EE7BDC" w:rsidRDefault="008A1D49" w:rsidP="008A1D49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367F440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762735" w14:textId="77777777" w:rsidTr="00F33FF2">
        <w:tc>
          <w:tcPr>
            <w:tcW w:w="5000" w:type="pct"/>
            <w:gridSpan w:val="4"/>
          </w:tcPr>
          <w:p w14:paraId="4B61012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129C82" w14:textId="77777777" w:rsidTr="00F33FF2">
        <w:tc>
          <w:tcPr>
            <w:tcW w:w="1028" w:type="pct"/>
          </w:tcPr>
          <w:p w14:paraId="46CB07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F06A2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32448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F019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7BDC" w14:paraId="620074EE" w14:textId="77777777" w:rsidTr="00F33FF2">
        <w:tc>
          <w:tcPr>
            <w:tcW w:w="1028" w:type="pct"/>
          </w:tcPr>
          <w:p w14:paraId="6C0AFB38" w14:textId="1B97F315" w:rsidR="00EE7BDC" w:rsidRPr="00EE7BDC" w:rsidRDefault="00C94253" w:rsidP="00EE7BDC">
            <w:pPr>
              <w:pStyle w:val="SIText"/>
            </w:pPr>
            <w:r>
              <w:t>FBPVIT</w:t>
            </w:r>
            <w:r w:rsidR="00EE7BDC">
              <w:t>3008</w:t>
            </w:r>
            <w:r w:rsidR="00EE7BDC" w:rsidRPr="00EE7BDC">
              <w:t xml:space="preserve"> Operate a mechanical harvester</w:t>
            </w:r>
          </w:p>
        </w:tc>
        <w:tc>
          <w:tcPr>
            <w:tcW w:w="1105" w:type="pct"/>
          </w:tcPr>
          <w:p w14:paraId="7C5484EF" w14:textId="77777777" w:rsidR="00EE7BDC" w:rsidRPr="00EE7BDC" w:rsidRDefault="00EE7BDC" w:rsidP="00EE7BDC">
            <w:pPr>
              <w:pStyle w:val="SIText"/>
            </w:pPr>
            <w:r w:rsidRPr="00F22781">
              <w:t>FDFWGG3008A Operate a mechanical harvester</w:t>
            </w:r>
          </w:p>
        </w:tc>
        <w:tc>
          <w:tcPr>
            <w:tcW w:w="1251" w:type="pct"/>
          </w:tcPr>
          <w:p w14:paraId="19CD7E14" w14:textId="2056067A" w:rsidR="008A1D49" w:rsidRPr="00EE7BDC" w:rsidRDefault="00EE7BDC" w:rsidP="00EE7BDC">
            <w:pPr>
              <w:pStyle w:val="SIText"/>
            </w:pPr>
            <w:r>
              <w:t>Updated to meet Standards for Training Packages</w:t>
            </w:r>
            <w:r w:rsidR="0002431B" w:rsidDel="0002431B">
              <w:t xml:space="preserve"> </w:t>
            </w:r>
          </w:p>
          <w:p w14:paraId="36FC1931" w14:textId="15E192BF" w:rsidR="00EE7BDC" w:rsidRPr="00EE7BDC" w:rsidRDefault="008A1D49" w:rsidP="0002431B">
            <w:pPr>
              <w:pStyle w:val="SIText"/>
            </w:pPr>
            <w:r>
              <w:t>C</w:t>
            </w:r>
            <w:r w:rsidR="00EE7BDC">
              <w:t>hanges to Performance Criteria</w:t>
            </w:r>
            <w:r>
              <w:t xml:space="preserve">, Performance and Knowledge evidence </w:t>
            </w:r>
            <w:r w:rsidR="00EE7BDC">
              <w:t>for clarity</w:t>
            </w:r>
          </w:p>
        </w:tc>
        <w:tc>
          <w:tcPr>
            <w:tcW w:w="1616" w:type="pct"/>
          </w:tcPr>
          <w:p w14:paraId="005F45AC" w14:textId="77777777" w:rsidR="00EE7BDC" w:rsidRPr="00EE7BDC" w:rsidRDefault="00EE7BDC" w:rsidP="00EE7BDC">
            <w:pPr>
              <w:pStyle w:val="SIText"/>
            </w:pPr>
            <w:r>
              <w:t>E</w:t>
            </w:r>
            <w:r w:rsidRPr="00EE7BDC">
              <w:t>quivalent unit</w:t>
            </w:r>
          </w:p>
        </w:tc>
      </w:tr>
    </w:tbl>
    <w:p w14:paraId="4692B710" w14:textId="7B6A7E9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60"/>
      </w:tblGrid>
      <w:tr w:rsidR="008A1D49" w:rsidRPr="00A55106" w14:paraId="5C86D00E" w14:textId="77777777" w:rsidTr="00DA2E62">
        <w:tc>
          <w:tcPr>
            <w:tcW w:w="1178" w:type="pct"/>
            <w:shd w:val="clear" w:color="auto" w:fill="auto"/>
          </w:tcPr>
          <w:p w14:paraId="0585B88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2" w:type="pct"/>
            <w:shd w:val="clear" w:color="auto" w:fill="auto"/>
          </w:tcPr>
          <w:p w14:paraId="7605EDF5" w14:textId="3CC7E387" w:rsidR="00F1480E" w:rsidRPr="000754EC" w:rsidRDefault="00EE7BDC" w:rsidP="00CD7A28">
            <w:pPr>
              <w:pStyle w:val="SIText"/>
            </w:pPr>
            <w:r w:rsidRPr="007C1280">
              <w:t xml:space="preserve">Companion Volumes, including Implementation Guides, are available at </w:t>
            </w:r>
            <w:proofErr w:type="spellStart"/>
            <w:r w:rsidRPr="007C1280">
              <w:t>VETNet</w:t>
            </w:r>
            <w:proofErr w:type="spellEnd"/>
            <w:r w:rsidRPr="007C1280">
              <w:t xml:space="preserve"> -</w:t>
            </w:r>
            <w:r w:rsidR="008A1D49">
              <w:t xml:space="preserve"> </w:t>
            </w:r>
            <w:r w:rsidRPr="007C1280">
              <w:t>https://vetnet.education.gov.au/Pages/TrainingDocs.aspx?q=78b15323-cd38-483e-aad7-1159b570a5c4</w:t>
            </w:r>
            <w:r w:rsidR="008A0917">
              <w:br/>
            </w:r>
          </w:p>
        </w:tc>
      </w:tr>
    </w:tbl>
    <w:p w14:paraId="3AE89343" w14:textId="77777777" w:rsidR="00F1480E" w:rsidRDefault="00F1480E" w:rsidP="005F771F">
      <w:pPr>
        <w:pStyle w:val="SIText"/>
      </w:pPr>
    </w:p>
    <w:p w14:paraId="076633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3095F" w:rsidRPr="00E91BFF" w14:paraId="75EBF3C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D57E1E" w14:textId="59BDCE77" w:rsidR="0053095F" w:rsidRPr="0053095F" w:rsidRDefault="008A0917" w:rsidP="008A091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7543E6E" w14:textId="09C753E0" w:rsidR="0053095F" w:rsidRPr="0053095F" w:rsidRDefault="008A0917" w:rsidP="008A0917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C94253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3008 </w:t>
            </w:r>
            <w:r w:rsidR="0053095F" w:rsidRPr="00DA0E80">
              <w:t>Operate a mechanical harvester</w:t>
            </w:r>
          </w:p>
        </w:tc>
      </w:tr>
      <w:tr w:rsidR="00556C4C" w:rsidRPr="00A55106" w14:paraId="6444B6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F3EFD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DE4884" w14:textId="77777777" w:rsidTr="00113678">
        <w:tc>
          <w:tcPr>
            <w:tcW w:w="5000" w:type="pct"/>
            <w:gridSpan w:val="2"/>
            <w:shd w:val="clear" w:color="auto" w:fill="auto"/>
          </w:tcPr>
          <w:p w14:paraId="1E150C1B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87E3151" w14:textId="77777777" w:rsidR="00EE7BDC" w:rsidRPr="000754EC" w:rsidRDefault="00EE7BDC" w:rsidP="000754EC">
            <w:pPr>
              <w:pStyle w:val="SIText"/>
            </w:pPr>
          </w:p>
          <w:p w14:paraId="0C36AB2C" w14:textId="76B1B75A" w:rsidR="00EE7BDC" w:rsidRDefault="00EE7BDC" w:rsidP="00EE7BDC">
            <w:pPr>
              <w:pStyle w:val="SIText"/>
            </w:pPr>
            <w:r>
              <w:t xml:space="preserve">There must be evidence that the individual has </w:t>
            </w:r>
            <w:r w:rsidRPr="00EE7BDC">
              <w:t>demonstrated all steps to operate a mechanical harvester to meet workplace requirements</w:t>
            </w:r>
            <w:r w:rsidR="008A1D49">
              <w:t xml:space="preserve"> at least once</w:t>
            </w:r>
            <w:r w:rsidRPr="00EE7BDC">
              <w:t>. This must include:</w:t>
            </w:r>
          </w:p>
          <w:p w14:paraId="28517A0C" w14:textId="77777777" w:rsidR="00EE7BDC" w:rsidRPr="00EE7BDC" w:rsidRDefault="00EE7BDC" w:rsidP="00EE7BDC">
            <w:pPr>
              <w:pStyle w:val="SIBulletList1"/>
            </w:pPr>
            <w:r w:rsidRPr="00EC2AC4">
              <w:t>us</w:t>
            </w:r>
            <w:r w:rsidRPr="00EE7BDC">
              <w:t xml:space="preserve">ing personal protective clothing and equipment </w:t>
            </w:r>
          </w:p>
          <w:p w14:paraId="58C3E7A3" w14:textId="77777777" w:rsidR="00EE7BDC" w:rsidRPr="00EE7BDC" w:rsidRDefault="00EE7BDC" w:rsidP="00EE7BDC">
            <w:pPr>
              <w:pStyle w:val="SIBulletList1"/>
            </w:pPr>
            <w:r w:rsidRPr="00EC2AC4">
              <w:t>select</w:t>
            </w:r>
            <w:r w:rsidRPr="00EE7BDC">
              <w:t>ing and ensuring readiness of equipment and preparing according to instructions</w:t>
            </w:r>
          </w:p>
          <w:p w14:paraId="6E9A4AC7" w14:textId="77777777" w:rsidR="00EE7BDC" w:rsidRPr="00EE7BDC" w:rsidRDefault="00EE7BDC" w:rsidP="00EE7BDC">
            <w:pPr>
              <w:pStyle w:val="SIBulletList1"/>
            </w:pPr>
            <w:r w:rsidRPr="00EC2AC4">
              <w:t>attach</w:t>
            </w:r>
            <w:r w:rsidRPr="00EE7BDC">
              <w:t>ing and setting up equipment to meet requirements</w:t>
            </w:r>
          </w:p>
          <w:p w14:paraId="3033AA15" w14:textId="77777777" w:rsidR="00EE7BDC" w:rsidRDefault="00EE7BDC" w:rsidP="00EE7BDC">
            <w:pPr>
              <w:pStyle w:val="SIBulletList1"/>
            </w:pPr>
            <w:r w:rsidRPr="00EC2AC4">
              <w:t>start</w:t>
            </w:r>
            <w:r w:rsidRPr="00EE7BDC">
              <w:t>ing, operating and shutting down equipment in accordance with operation instructions and requirements of workplace and task</w:t>
            </w:r>
          </w:p>
          <w:p w14:paraId="55D49D46" w14:textId="1067724A" w:rsidR="008A1D49" w:rsidRPr="00EE7BDC" w:rsidRDefault="008A1D49" w:rsidP="00EE7BDC">
            <w:pPr>
              <w:pStyle w:val="SIBulletList1"/>
            </w:pPr>
            <w:r>
              <w:t>adjusting operation to suit weather and terrain conditions</w:t>
            </w:r>
          </w:p>
          <w:p w14:paraId="4910AFC9" w14:textId="77777777" w:rsidR="00EE7BDC" w:rsidRPr="00EE7BDC" w:rsidRDefault="00EE7BDC" w:rsidP="00EE7BDC">
            <w:pPr>
              <w:pStyle w:val="SIBulletList1"/>
            </w:pPr>
            <w:r w:rsidRPr="00EC2AC4">
              <w:t>tak</w:t>
            </w:r>
            <w:r w:rsidRPr="00EE7BDC">
              <w:t>ing corrective action in response to out-of-specification results or non-compliance</w:t>
            </w:r>
          </w:p>
          <w:p w14:paraId="203488CA" w14:textId="77777777" w:rsidR="00EE7BDC" w:rsidRPr="00EE7BDC" w:rsidRDefault="00EE7BDC" w:rsidP="00EE7BDC">
            <w:pPr>
              <w:pStyle w:val="SIBulletList1"/>
            </w:pPr>
            <w:r>
              <w:t xml:space="preserve">complying with work health and </w:t>
            </w:r>
            <w:r w:rsidRPr="00EE7BDC">
              <w:t>safety (WHS) procedures</w:t>
            </w:r>
          </w:p>
          <w:p w14:paraId="1A706DE6" w14:textId="77777777" w:rsidR="00EE7BDC" w:rsidRPr="00EE7BDC" w:rsidRDefault="00EE7BDC" w:rsidP="00EE7BDC">
            <w:pPr>
              <w:pStyle w:val="SIBulletList1"/>
            </w:pPr>
            <w:r>
              <w:t xml:space="preserve">managing the </w:t>
            </w:r>
            <w:r w:rsidRPr="00EE7BDC">
              <w:t>disposal of waste according to workplace procedures</w:t>
            </w:r>
          </w:p>
          <w:p w14:paraId="6634D317" w14:textId="77777777" w:rsidR="00EE7BDC" w:rsidRDefault="00EE7BDC" w:rsidP="00EE7BDC">
            <w:pPr>
              <w:pStyle w:val="SIBulletList1"/>
            </w:pPr>
            <w:r>
              <w:t xml:space="preserve">recording </w:t>
            </w:r>
            <w:r w:rsidRPr="00EC2AC4">
              <w:t xml:space="preserve">information </w:t>
            </w:r>
            <w:r>
              <w:t>according to procedures</w:t>
            </w:r>
            <w:r w:rsidRPr="00EC2AC4">
              <w:t>.</w:t>
            </w:r>
          </w:p>
          <w:p w14:paraId="093D832F" w14:textId="77777777" w:rsidR="00556C4C" w:rsidRPr="000754EC" w:rsidRDefault="00556C4C" w:rsidP="00CD7A28"/>
        </w:tc>
      </w:tr>
    </w:tbl>
    <w:p w14:paraId="4590AA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B38C1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E5D8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A5549A" w14:textId="77777777" w:rsidTr="00CA2922">
        <w:tc>
          <w:tcPr>
            <w:tcW w:w="5000" w:type="pct"/>
            <w:shd w:val="clear" w:color="auto" w:fill="auto"/>
          </w:tcPr>
          <w:p w14:paraId="7A593AD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F13926" w14:textId="77777777" w:rsidR="00EE7BDC" w:rsidRDefault="00EE7BDC" w:rsidP="00EE7BDC">
            <w:pPr>
              <w:pStyle w:val="SIBulletList1"/>
            </w:pPr>
            <w:r>
              <w:t>e</w:t>
            </w:r>
            <w:r w:rsidRPr="00EE7BDC">
              <w:t>ffect of different climatic conditions on timing and management of harvest</w:t>
            </w:r>
          </w:p>
          <w:p w14:paraId="6B984358" w14:textId="185D2764" w:rsidR="008A1D49" w:rsidRPr="00EE7BDC" w:rsidRDefault="008A1D49" w:rsidP="00EE7BDC">
            <w:pPr>
              <w:pStyle w:val="SIBulletList1"/>
            </w:pPr>
            <w:r>
              <w:t>weather and terrain impact on mechanical harvester operation</w:t>
            </w:r>
          </w:p>
          <w:p w14:paraId="232A41B2" w14:textId="77777777" w:rsidR="00EE7BDC" w:rsidRPr="00EE7BDC" w:rsidRDefault="00EE7BDC" w:rsidP="00EE7BDC">
            <w:pPr>
              <w:pStyle w:val="SIBulletList1"/>
            </w:pPr>
            <w:r>
              <w:t>a</w:t>
            </w:r>
            <w:r w:rsidRPr="00EE7BDC">
              <w:t>nnual growth stages of grapevines:</w:t>
            </w:r>
          </w:p>
          <w:p w14:paraId="272709CE" w14:textId="77777777" w:rsidR="00EE7BDC" w:rsidRPr="00EE7BDC" w:rsidRDefault="00EE7BDC" w:rsidP="00EE7BDC">
            <w:pPr>
              <w:pStyle w:val="SIBulletList2"/>
            </w:pPr>
            <w:r w:rsidRPr="00E2181E">
              <w:t>budburst</w:t>
            </w:r>
          </w:p>
          <w:p w14:paraId="1FAFE9E5" w14:textId="77777777" w:rsidR="00EE7BDC" w:rsidRPr="00EE7BDC" w:rsidRDefault="00EE7BDC" w:rsidP="00EE7BDC">
            <w:pPr>
              <w:pStyle w:val="SIBulletList2"/>
            </w:pPr>
            <w:r w:rsidRPr="00E2181E">
              <w:t>flowering</w:t>
            </w:r>
          </w:p>
          <w:p w14:paraId="3AACC9AA" w14:textId="77777777" w:rsidR="00EE7BDC" w:rsidRPr="00EE7BDC" w:rsidRDefault="00EE7BDC" w:rsidP="00EE7BDC">
            <w:pPr>
              <w:pStyle w:val="SIBulletList2"/>
            </w:pPr>
            <w:r>
              <w:t>on set of ripening</w:t>
            </w:r>
          </w:p>
          <w:p w14:paraId="11C13F93" w14:textId="77777777" w:rsidR="00EE7BDC" w:rsidRPr="00EE7BDC" w:rsidRDefault="00EE7BDC" w:rsidP="00EE7BDC">
            <w:pPr>
              <w:pStyle w:val="SIBulletList2"/>
            </w:pPr>
            <w:r w:rsidRPr="00E2181E">
              <w:t>maturity</w:t>
            </w:r>
          </w:p>
          <w:p w14:paraId="3DB0A273" w14:textId="77777777" w:rsidR="00EE7BDC" w:rsidRPr="00EE7BDC" w:rsidRDefault="00EE7BDC" w:rsidP="00EE7BDC">
            <w:pPr>
              <w:pStyle w:val="SIBulletList1"/>
            </w:pPr>
            <w:r>
              <w:t>b</w:t>
            </w:r>
            <w:r w:rsidRPr="00EE7BDC">
              <w:t>asic vine physiology, as it applies to:</w:t>
            </w:r>
          </w:p>
          <w:p w14:paraId="3C54EA86" w14:textId="77777777" w:rsidR="00EE7BDC" w:rsidRPr="00EE7BDC" w:rsidRDefault="00EE7BDC" w:rsidP="00EE7BDC">
            <w:pPr>
              <w:pStyle w:val="SIBulletList2"/>
            </w:pPr>
            <w:r w:rsidRPr="00E2181E">
              <w:t>water intake</w:t>
            </w:r>
          </w:p>
          <w:p w14:paraId="20B5DADE" w14:textId="77777777" w:rsidR="00EE7BDC" w:rsidRPr="00EE7BDC" w:rsidRDefault="00EE7BDC" w:rsidP="00EE7BDC">
            <w:pPr>
              <w:pStyle w:val="SIBulletList2"/>
            </w:pPr>
            <w:r w:rsidRPr="00E2181E">
              <w:t>nutrient uptake</w:t>
            </w:r>
          </w:p>
          <w:p w14:paraId="7B9A355C" w14:textId="77777777" w:rsidR="00EE7BDC" w:rsidRPr="00EE7BDC" w:rsidRDefault="00EE7BDC" w:rsidP="00EE7BDC">
            <w:pPr>
              <w:pStyle w:val="SIBulletList2"/>
            </w:pPr>
            <w:r w:rsidRPr="00E2181E">
              <w:t>photosynthesis</w:t>
            </w:r>
          </w:p>
          <w:p w14:paraId="65FE0BE5" w14:textId="77777777" w:rsidR="00EE7BDC" w:rsidRPr="00EE7BDC" w:rsidRDefault="00EE7BDC" w:rsidP="00EE7BDC">
            <w:pPr>
              <w:pStyle w:val="SIBulletList2"/>
            </w:pPr>
            <w:r w:rsidRPr="00E2181E">
              <w:t>respiration and transpiration</w:t>
            </w:r>
          </w:p>
          <w:p w14:paraId="5E1B4B99" w14:textId="77777777" w:rsidR="00EE7BDC" w:rsidRPr="00EE7BDC" w:rsidRDefault="00EE7BDC" w:rsidP="00EE7BDC">
            <w:pPr>
              <w:pStyle w:val="SIBulletList2"/>
            </w:pPr>
            <w:r w:rsidRPr="00E2181E">
              <w:t>translocation</w:t>
            </w:r>
          </w:p>
          <w:p w14:paraId="58300CA4" w14:textId="77777777" w:rsidR="00EE7BDC" w:rsidRPr="00EE7BDC" w:rsidRDefault="00EE7BDC" w:rsidP="00EE7BDC">
            <w:pPr>
              <w:pStyle w:val="SIBulletList1"/>
            </w:pPr>
            <w:r>
              <w:t>p</w:t>
            </w:r>
            <w:r w:rsidRPr="00EE7BDC">
              <w:t>arts of the root, trunk, shoot and fruit systems of the grapevine, their role in how the vine works and their contribution to fruit quality:</w:t>
            </w:r>
          </w:p>
          <w:p w14:paraId="4661C42C" w14:textId="77777777" w:rsidR="00EE7BDC" w:rsidRPr="00EE7BDC" w:rsidRDefault="00EE7BDC" w:rsidP="00EE7BDC">
            <w:pPr>
              <w:pStyle w:val="SIBulletList2"/>
            </w:pPr>
            <w:r w:rsidRPr="00E2181E">
              <w:t>buds, nodes and tendrils</w:t>
            </w:r>
          </w:p>
          <w:p w14:paraId="2FAFA899" w14:textId="77777777" w:rsidR="00EE7BDC" w:rsidRPr="00EE7BDC" w:rsidRDefault="00EE7BDC" w:rsidP="00EE7BDC">
            <w:pPr>
              <w:pStyle w:val="SIBulletList2"/>
            </w:pPr>
            <w:r w:rsidRPr="00E2181E">
              <w:t>cambium, epidermis, phloem and xylem</w:t>
            </w:r>
          </w:p>
          <w:p w14:paraId="00E3BC8B" w14:textId="77777777" w:rsidR="00EE7BDC" w:rsidRPr="00EE7BDC" w:rsidRDefault="00EE7BDC" w:rsidP="00EE7BDC">
            <w:pPr>
              <w:pStyle w:val="SIBulletList2"/>
            </w:pPr>
            <w:r w:rsidRPr="00E2181E">
              <w:t>leaf blade, bract and petiole</w:t>
            </w:r>
          </w:p>
          <w:p w14:paraId="3BC4D47F" w14:textId="77777777" w:rsidR="00EE7BDC" w:rsidRPr="00EE7BDC" w:rsidRDefault="00EE7BDC" w:rsidP="00EE7BDC">
            <w:pPr>
              <w:pStyle w:val="SIBulletList2"/>
            </w:pPr>
            <w:r w:rsidRPr="00E2181E">
              <w:t>bunch, berries and flowers</w:t>
            </w:r>
          </w:p>
          <w:p w14:paraId="0918E83A" w14:textId="77777777" w:rsidR="00EE7BDC" w:rsidRPr="00EE7BDC" w:rsidRDefault="00EE7BDC" w:rsidP="00EE7BDC">
            <w:pPr>
              <w:pStyle w:val="SIBulletList1"/>
            </w:pPr>
            <w:r>
              <w:t>v</w:t>
            </w:r>
            <w:r w:rsidRPr="00EE7BDC">
              <w:t>ine types, their characteristics and uses:</w:t>
            </w:r>
          </w:p>
          <w:p w14:paraId="1B91C114" w14:textId="77777777" w:rsidR="00EE7BDC" w:rsidRPr="00EE7BDC" w:rsidRDefault="00EE7BDC" w:rsidP="00EE7BDC">
            <w:pPr>
              <w:pStyle w:val="SIBulletList2"/>
            </w:pPr>
            <w:r w:rsidRPr="00E2181E">
              <w:t>family, genus and species</w:t>
            </w:r>
          </w:p>
          <w:p w14:paraId="41A8E519" w14:textId="77777777" w:rsidR="00EE7BDC" w:rsidRPr="00EE7BDC" w:rsidRDefault="00EE7BDC" w:rsidP="00EE7BDC">
            <w:pPr>
              <w:pStyle w:val="SIBulletList2"/>
            </w:pPr>
            <w:proofErr w:type="spellStart"/>
            <w:r w:rsidRPr="00EE7BDC">
              <w:t>Vitis</w:t>
            </w:r>
            <w:proofErr w:type="spellEnd"/>
            <w:r w:rsidRPr="00EE7BDC">
              <w:t xml:space="preserve"> </w:t>
            </w:r>
            <w:proofErr w:type="spellStart"/>
            <w:r w:rsidRPr="00EE7BDC">
              <w:t>vinifera</w:t>
            </w:r>
            <w:proofErr w:type="spellEnd"/>
            <w:r w:rsidRPr="00EE7BDC">
              <w:t xml:space="preserve"> and commercial varieties</w:t>
            </w:r>
          </w:p>
          <w:p w14:paraId="0769B8D7" w14:textId="77777777" w:rsidR="00EE7BDC" w:rsidRPr="00EE7BDC" w:rsidRDefault="00EE7BDC" w:rsidP="00EE7BDC">
            <w:pPr>
              <w:pStyle w:val="SIBulletList2"/>
            </w:pPr>
            <w:r w:rsidRPr="00E2181E">
              <w:t xml:space="preserve">native species and hybrids (e.g. </w:t>
            </w:r>
            <w:r w:rsidRPr="00EE7BDC">
              <w:t xml:space="preserve">V. </w:t>
            </w:r>
            <w:proofErr w:type="spellStart"/>
            <w:r w:rsidRPr="00EE7BDC">
              <w:t>labrusca</w:t>
            </w:r>
            <w:proofErr w:type="spellEnd"/>
            <w:r w:rsidRPr="00EE7BDC">
              <w:t>)</w:t>
            </w:r>
          </w:p>
          <w:p w14:paraId="7DE4D1E4" w14:textId="77777777" w:rsidR="00EE7BDC" w:rsidRPr="00EE7BDC" w:rsidRDefault="00EE7BDC" w:rsidP="00EE7BDC">
            <w:pPr>
              <w:pStyle w:val="SIBulletList2"/>
            </w:pPr>
            <w:r w:rsidRPr="00E2181E">
              <w:t>rootstocks and scion stock</w:t>
            </w:r>
          </w:p>
          <w:p w14:paraId="4E550419" w14:textId="77777777" w:rsidR="00EE7BDC" w:rsidRPr="00EE7BDC" w:rsidRDefault="00EE7BDC" w:rsidP="00EE7BDC">
            <w:pPr>
              <w:pStyle w:val="SIBulletList2"/>
            </w:pPr>
            <w:r>
              <w:t>i</w:t>
            </w:r>
            <w:r w:rsidRPr="00EE7BDC">
              <w:t>ndustry processes for new variety development</w:t>
            </w:r>
          </w:p>
          <w:p w14:paraId="2E8B1F0E" w14:textId="77777777" w:rsidR="00EE7BDC" w:rsidRPr="00EE7BDC" w:rsidRDefault="00EE7BDC" w:rsidP="00EE7BDC">
            <w:pPr>
              <w:pStyle w:val="SIBulletList1"/>
            </w:pPr>
            <w:r>
              <w:t>k</w:t>
            </w:r>
            <w:r w:rsidRPr="00EE7BDC">
              <w:t>ey grape varieties and their distinguishing features for harvesting:</w:t>
            </w:r>
          </w:p>
          <w:p w14:paraId="2A332C1C" w14:textId="77777777" w:rsidR="00EE7BDC" w:rsidRPr="00EE7BDC" w:rsidRDefault="00EE7BDC" w:rsidP="00EE7BDC">
            <w:pPr>
              <w:pStyle w:val="SIBulletList2"/>
            </w:pPr>
            <w:r w:rsidRPr="00E2181E">
              <w:t>berry and bunch characteristics</w:t>
            </w:r>
          </w:p>
          <w:p w14:paraId="083007B7" w14:textId="77777777" w:rsidR="00EE7BDC" w:rsidRPr="00EE7BDC" w:rsidRDefault="00EE7BDC" w:rsidP="00EE7BDC">
            <w:pPr>
              <w:pStyle w:val="SIBulletList2"/>
            </w:pPr>
            <w:r w:rsidRPr="00E2181E">
              <w:t>frost and disease resistance</w:t>
            </w:r>
          </w:p>
          <w:p w14:paraId="35A4AD48" w14:textId="77777777" w:rsidR="00EE7BDC" w:rsidRPr="00EE7BDC" w:rsidRDefault="00EE7BDC" w:rsidP="00EE7BDC">
            <w:pPr>
              <w:pStyle w:val="SIBulletList2"/>
            </w:pPr>
            <w:r w:rsidRPr="00E2181E">
              <w:t>flavour and style</w:t>
            </w:r>
            <w:r w:rsidRPr="00EE7BDC">
              <w:t xml:space="preserve"> as it applies to harvest</w:t>
            </w:r>
          </w:p>
          <w:p w14:paraId="099866AC" w14:textId="77777777" w:rsidR="00EE7BDC" w:rsidRPr="00EE7BDC" w:rsidRDefault="00EE7BDC" w:rsidP="00EE7BDC">
            <w:pPr>
              <w:pStyle w:val="SIBulletList2"/>
            </w:pPr>
            <w:r>
              <w:t>f</w:t>
            </w:r>
            <w:r w:rsidRPr="00EE7BDC">
              <w:t xml:space="preserve">actors that affect grape ripening </w:t>
            </w:r>
          </w:p>
          <w:p w14:paraId="36A77AD9" w14:textId="77777777" w:rsidR="00EE7BDC" w:rsidRPr="00EE7BDC" w:rsidRDefault="00EE7BDC" w:rsidP="00EE7BDC">
            <w:pPr>
              <w:pStyle w:val="SIBulletList2"/>
            </w:pPr>
            <w:r>
              <w:t>e</w:t>
            </w:r>
            <w:r w:rsidRPr="00EE7BDC">
              <w:t>ffect of fruit quality on wine</w:t>
            </w:r>
          </w:p>
          <w:p w14:paraId="5220B0AC" w14:textId="77777777" w:rsidR="00EE7BDC" w:rsidRPr="00EE7BDC" w:rsidRDefault="00EE7BDC" w:rsidP="00EE7BDC">
            <w:pPr>
              <w:pStyle w:val="SIBulletList1"/>
            </w:pPr>
            <w:r>
              <w:t>q</w:t>
            </w:r>
            <w:r w:rsidRPr="00EE7BDC">
              <w:t>uality assurance procedures and controls</w:t>
            </w:r>
          </w:p>
          <w:p w14:paraId="4B268828" w14:textId="77777777" w:rsidR="00EE7BDC" w:rsidRPr="00EE7BDC" w:rsidRDefault="00EE7BDC" w:rsidP="00EE7BDC">
            <w:pPr>
              <w:pStyle w:val="SIBulletList1"/>
            </w:pPr>
            <w:r>
              <w:t>c</w:t>
            </w:r>
            <w:r w:rsidRPr="00EE7BDC">
              <w:t>ommon problems and anomalies</w:t>
            </w:r>
          </w:p>
          <w:p w14:paraId="20423FEC" w14:textId="77777777" w:rsidR="00EE7BDC" w:rsidRPr="00EE7BDC" w:rsidRDefault="00EE7BDC" w:rsidP="00EE7BDC">
            <w:pPr>
              <w:pStyle w:val="SIBulletList1"/>
            </w:pPr>
            <w:r>
              <w:lastRenderedPageBreak/>
              <w:t>h</w:t>
            </w:r>
            <w:r w:rsidRPr="00EE7BDC">
              <w:t>arvesting procedures and operating parameters:</w:t>
            </w:r>
          </w:p>
          <w:p w14:paraId="289B0EF6" w14:textId="77777777" w:rsidR="00EE7BDC" w:rsidRPr="00EE7BDC" w:rsidRDefault="00EE7BDC" w:rsidP="00EE7BDC">
            <w:pPr>
              <w:pStyle w:val="SIBulletList2"/>
            </w:pPr>
            <w:r>
              <w:t>p</w:t>
            </w:r>
            <w:r w:rsidRPr="00EE7BDC">
              <w:t>urpose of mechanical harvester components</w:t>
            </w:r>
          </w:p>
          <w:p w14:paraId="5F99BF1E" w14:textId="77777777" w:rsidR="00EE7BDC" w:rsidRPr="00EE7BDC" w:rsidRDefault="00EE7BDC" w:rsidP="00DA2E62">
            <w:pPr>
              <w:pStyle w:val="SIBulletList1"/>
            </w:pPr>
            <w:r w:rsidRPr="00153434">
              <w:t>mechanical harvester</w:t>
            </w:r>
            <w:r w:rsidRPr="00EE7BDC">
              <w:t xml:space="preserve"> operation according to harvesting conditions:</w:t>
            </w:r>
          </w:p>
          <w:p w14:paraId="2845D43E" w14:textId="77777777" w:rsidR="00EE7BDC" w:rsidRPr="00EE7BDC" w:rsidRDefault="00EE7BDC" w:rsidP="00DA2E62">
            <w:pPr>
              <w:pStyle w:val="SIBulletList2"/>
            </w:pPr>
            <w:r w:rsidRPr="00153434">
              <w:t>crop level</w:t>
            </w:r>
          </w:p>
          <w:p w14:paraId="19EC090C" w14:textId="77777777" w:rsidR="00EE7BDC" w:rsidRPr="00EE7BDC" w:rsidRDefault="00EE7BDC" w:rsidP="00DA2E62">
            <w:pPr>
              <w:pStyle w:val="SIBulletList2"/>
            </w:pPr>
            <w:r w:rsidRPr="00153434">
              <w:t>grape variety</w:t>
            </w:r>
          </w:p>
          <w:p w14:paraId="0F23BF85" w14:textId="77777777" w:rsidR="00EE7BDC" w:rsidRPr="00EE7BDC" w:rsidRDefault="00EE7BDC" w:rsidP="00DA2E62">
            <w:pPr>
              <w:pStyle w:val="SIBulletList2"/>
            </w:pPr>
            <w:r w:rsidRPr="00153434">
              <w:t>vine age</w:t>
            </w:r>
          </w:p>
          <w:p w14:paraId="69770098" w14:textId="77777777" w:rsidR="00EE7BDC" w:rsidRPr="00EE7BDC" w:rsidRDefault="00EE7BDC" w:rsidP="00DA2E62">
            <w:pPr>
              <w:pStyle w:val="SIBulletList2"/>
            </w:pPr>
            <w:r w:rsidRPr="00153434">
              <w:t>row height, width and trellis design</w:t>
            </w:r>
          </w:p>
          <w:p w14:paraId="155EB8AA" w14:textId="77777777" w:rsidR="00EE7BDC" w:rsidRPr="00EE7BDC" w:rsidRDefault="00EE7BDC" w:rsidP="00DA2E62">
            <w:pPr>
              <w:pStyle w:val="SIBulletList2"/>
            </w:pPr>
            <w:r w:rsidRPr="00153434">
              <w:t>slope, angle of row</w:t>
            </w:r>
          </w:p>
          <w:p w14:paraId="6DDF0562" w14:textId="77777777" w:rsidR="00EE7BDC" w:rsidRPr="00EE7BDC" w:rsidRDefault="00EE7BDC" w:rsidP="00DA2E62">
            <w:pPr>
              <w:pStyle w:val="SIBulletList2"/>
            </w:pPr>
            <w:r w:rsidRPr="00153434">
              <w:t>visibility</w:t>
            </w:r>
          </w:p>
          <w:p w14:paraId="1FDE6036" w14:textId="77777777" w:rsidR="00EE7BDC" w:rsidRPr="00EE7BDC" w:rsidRDefault="00EE7BDC" w:rsidP="00DA2E62">
            <w:pPr>
              <w:pStyle w:val="SIBulletList2"/>
            </w:pPr>
            <w:r w:rsidRPr="00153434">
              <w:t>other vineyard activities</w:t>
            </w:r>
          </w:p>
          <w:p w14:paraId="311DC8C4" w14:textId="77777777" w:rsidR="00EE7BDC" w:rsidRPr="00EE7BDC" w:rsidRDefault="00EE7BDC" w:rsidP="00DA2E62">
            <w:pPr>
              <w:pStyle w:val="SIBulletList1"/>
            </w:pPr>
            <w:r>
              <w:t>m</w:t>
            </w:r>
            <w:r w:rsidRPr="00EE7BDC">
              <w:t>onitoring mechanical harvester operation:</w:t>
            </w:r>
          </w:p>
          <w:p w14:paraId="5EABD62D" w14:textId="77777777" w:rsidR="00EE7BDC" w:rsidRPr="00EE7BDC" w:rsidRDefault="00EE7BDC" w:rsidP="00DA2E62">
            <w:pPr>
              <w:pStyle w:val="SIBulletList2"/>
            </w:pPr>
            <w:r w:rsidRPr="00153434">
              <w:t>vine damage</w:t>
            </w:r>
          </w:p>
          <w:p w14:paraId="0144676D" w14:textId="77777777" w:rsidR="00EE7BDC" w:rsidRPr="00EE7BDC" w:rsidRDefault="00EE7BDC" w:rsidP="00DA2E62">
            <w:pPr>
              <w:pStyle w:val="SIBulletList2"/>
            </w:pPr>
            <w:r w:rsidRPr="00153434">
              <w:t>grape quality and maturity</w:t>
            </w:r>
          </w:p>
          <w:p w14:paraId="3840635D" w14:textId="77777777" w:rsidR="00EE7BDC" w:rsidRPr="00EE7BDC" w:rsidRDefault="00EE7BDC" w:rsidP="00DA2E62">
            <w:pPr>
              <w:pStyle w:val="SIBulletList2"/>
            </w:pPr>
            <w:r w:rsidRPr="00153434">
              <w:t>harvesting effectiveness (amount of fruit left in fruiting zone)</w:t>
            </w:r>
          </w:p>
          <w:p w14:paraId="1930CB6B" w14:textId="77777777" w:rsidR="00EE7BDC" w:rsidRPr="00EE7BDC" w:rsidRDefault="00EE7BDC" w:rsidP="00DA2E62">
            <w:pPr>
              <w:pStyle w:val="SIBulletList2"/>
            </w:pPr>
            <w:r w:rsidRPr="00153434">
              <w:t>matter other than grape (MOG) collected</w:t>
            </w:r>
          </w:p>
          <w:p w14:paraId="7FF884A2" w14:textId="77777777" w:rsidR="00EE7BDC" w:rsidRPr="00EE7BDC" w:rsidRDefault="00EE7BDC" w:rsidP="00DA2E62">
            <w:pPr>
              <w:pStyle w:val="SIBulletList2"/>
            </w:pPr>
            <w:r w:rsidRPr="00153434">
              <w:t>hours worked and service history of machinery</w:t>
            </w:r>
          </w:p>
          <w:p w14:paraId="7C0546F7" w14:textId="77777777" w:rsidR="00EE7BDC" w:rsidRPr="00EE7BDC" w:rsidRDefault="00EE7BDC" w:rsidP="00DA2E62">
            <w:pPr>
              <w:pStyle w:val="SIBulletList2"/>
            </w:pPr>
            <w:r w:rsidRPr="00153434">
              <w:t>problems and anomalies</w:t>
            </w:r>
          </w:p>
          <w:p w14:paraId="71806558" w14:textId="77777777" w:rsidR="00EE7BDC" w:rsidRPr="00EE7BDC" w:rsidRDefault="00EE7BDC" w:rsidP="00DA2E62">
            <w:pPr>
              <w:pStyle w:val="SIBulletList2"/>
            </w:pPr>
            <w:r w:rsidRPr="00153434">
              <w:t>climatic conditions</w:t>
            </w:r>
          </w:p>
          <w:p w14:paraId="65BCC54C" w14:textId="77777777" w:rsidR="00EE7BDC" w:rsidRPr="00EE7BDC" w:rsidRDefault="00EE7BDC" w:rsidP="00DA2E62">
            <w:pPr>
              <w:pStyle w:val="SIBulletList1"/>
            </w:pPr>
            <w:r>
              <w:t>r</w:t>
            </w:r>
            <w:r w:rsidRPr="00EE7BDC">
              <w:t xml:space="preserve">outine maintenance procedures for equipment where relevant </w:t>
            </w:r>
          </w:p>
          <w:p w14:paraId="15E9D6D8" w14:textId="77777777" w:rsidR="00EE7BDC" w:rsidRPr="00EE7BDC" w:rsidRDefault="00EE7BDC" w:rsidP="00DA2E62">
            <w:pPr>
              <w:pStyle w:val="SIBulletList1"/>
            </w:pPr>
            <w:r>
              <w:t>c</w:t>
            </w:r>
            <w:r w:rsidRPr="00EE7BDC">
              <w:t>leaning and storage requirements associated with changeovers and types of shutdowns</w:t>
            </w:r>
          </w:p>
          <w:p w14:paraId="46E3D4F7" w14:textId="77777777" w:rsidR="00EE7BDC" w:rsidRPr="00EE7BDC" w:rsidRDefault="00EE7BDC" w:rsidP="00EE7BDC">
            <w:pPr>
              <w:pStyle w:val="SIBulletList1"/>
            </w:pPr>
            <w:r>
              <w:t>s</w:t>
            </w:r>
            <w:r w:rsidRPr="00EE7BDC">
              <w:t>ignificance and method of monitoring equipment performance</w:t>
            </w:r>
          </w:p>
          <w:p w14:paraId="2D6DDFEC" w14:textId="77777777" w:rsidR="00EE7BDC" w:rsidRPr="00EE7BDC" w:rsidRDefault="00EE7BDC" w:rsidP="00EE7BDC">
            <w:pPr>
              <w:pStyle w:val="SIBulletList1"/>
            </w:pPr>
            <w:r>
              <w:t>r</w:t>
            </w:r>
            <w:r w:rsidRPr="00EE7BDC">
              <w:t>ole and operating difficulties of harvester support</w:t>
            </w:r>
          </w:p>
          <w:p w14:paraId="6B34328E" w14:textId="77777777" w:rsidR="00EE7BDC" w:rsidRPr="00EE7BDC" w:rsidRDefault="00EE7BDC" w:rsidP="00EE7BDC">
            <w:pPr>
              <w:pStyle w:val="SIBulletList1"/>
            </w:pPr>
            <w:r>
              <w:t>c</w:t>
            </w:r>
            <w:r w:rsidRPr="00EE7BDC">
              <w:t>ommon faults and corrective action required</w:t>
            </w:r>
          </w:p>
          <w:p w14:paraId="4C8458E9" w14:textId="77777777" w:rsidR="00EE7BDC" w:rsidRPr="00EE7BDC" w:rsidRDefault="00EE7BDC" w:rsidP="00EE7BDC">
            <w:pPr>
              <w:pStyle w:val="SIBulletList1"/>
            </w:pPr>
            <w:r>
              <w:t>work</w:t>
            </w:r>
            <w:r w:rsidRPr="00EE7BDC">
              <w:t xml:space="preserve"> health and safety (WHS) hazards and controls, including selecting, fitting and using appropriate personal protective clothing and equipment</w:t>
            </w:r>
          </w:p>
          <w:p w14:paraId="0C53CF12" w14:textId="77777777" w:rsidR="00EE7BDC" w:rsidRPr="00EE7BDC" w:rsidRDefault="00EE7BDC" w:rsidP="00EE7BDC">
            <w:pPr>
              <w:pStyle w:val="SIBulletList1"/>
            </w:pPr>
            <w:r>
              <w:t>e</w:t>
            </w:r>
            <w:r w:rsidRPr="00EE7BDC">
              <w:t>nvironmental issues and controls</w:t>
            </w:r>
          </w:p>
          <w:p w14:paraId="063B92A6" w14:textId="77777777" w:rsidR="00EE7BDC" w:rsidRPr="00EE7BDC" w:rsidRDefault="00EE7BDC" w:rsidP="00EE7BDC">
            <w:pPr>
              <w:pStyle w:val="SIBulletList1"/>
            </w:pPr>
            <w:r>
              <w:t>p</w:t>
            </w:r>
            <w:r w:rsidRPr="00EE7BDC">
              <w:t>rocedures and responsibility for reporting problems</w:t>
            </w:r>
          </w:p>
          <w:p w14:paraId="3675AB1E" w14:textId="77777777" w:rsidR="0053095F" w:rsidRDefault="00EE7BDC" w:rsidP="0053095F">
            <w:pPr>
              <w:pStyle w:val="SIBulletList1"/>
            </w:pPr>
            <w:r>
              <w:t>r</w:t>
            </w:r>
            <w:r w:rsidRPr="00EE7BDC">
              <w:t>ecording and reporting procedures and requirements</w:t>
            </w:r>
          </w:p>
          <w:p w14:paraId="5B327C4F" w14:textId="77777777" w:rsidR="00CD7A28" w:rsidRDefault="00EE7BDC" w:rsidP="0053095F">
            <w:pPr>
              <w:pStyle w:val="SIBulletList1"/>
            </w:pPr>
            <w:r>
              <w:t>c</w:t>
            </w:r>
            <w:r w:rsidRPr="00EE7BDC">
              <w:t>leaning and storage procedures.</w:t>
            </w:r>
          </w:p>
          <w:p w14:paraId="3AD7B772" w14:textId="77777777" w:rsidR="0053095F" w:rsidRPr="000754EC" w:rsidRDefault="0053095F" w:rsidP="0053095F">
            <w:pPr>
              <w:pStyle w:val="SIText"/>
            </w:pPr>
          </w:p>
        </w:tc>
      </w:tr>
    </w:tbl>
    <w:p w14:paraId="61AB5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D797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286C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9A98E5" w14:textId="77777777" w:rsidTr="00CA2922">
        <w:tc>
          <w:tcPr>
            <w:tcW w:w="5000" w:type="pct"/>
            <w:shd w:val="clear" w:color="auto" w:fill="auto"/>
          </w:tcPr>
          <w:p w14:paraId="5658D090" w14:textId="523D39AD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480DE4F" w14:textId="77777777" w:rsidR="00EE7BDC" w:rsidRPr="00EE7BDC" w:rsidRDefault="00EE7BDC" w:rsidP="00EE7BDC">
            <w:pPr>
              <w:pStyle w:val="SIBulletList1"/>
            </w:pPr>
            <w:r>
              <w:t>physical conditions:</w:t>
            </w:r>
          </w:p>
          <w:p w14:paraId="7EDD509E" w14:textId="11DA7878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a workplace or an environment that accurately represents workplace conditions</w:t>
            </w:r>
          </w:p>
          <w:p w14:paraId="0B6AA806" w14:textId="77777777" w:rsidR="00EE7BDC" w:rsidRPr="00EE7BDC" w:rsidRDefault="00EE7BDC" w:rsidP="00EE7BDC">
            <w:pPr>
              <w:pStyle w:val="SIBulletList1"/>
            </w:pPr>
            <w:r>
              <w:t>resources, e</w:t>
            </w:r>
            <w:r w:rsidRPr="00EE7BDC">
              <w:t>quipment and materials:</w:t>
            </w:r>
          </w:p>
          <w:p w14:paraId="15BCB3F1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 xml:space="preserve">personal protective clothing and equipment </w:t>
            </w:r>
          </w:p>
          <w:p w14:paraId="034FDC27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 xml:space="preserve">equipment, services and corresponding information </w:t>
            </w:r>
          </w:p>
          <w:p w14:paraId="29BD6F1B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 xml:space="preserve">products and materials </w:t>
            </w:r>
          </w:p>
          <w:p w14:paraId="635C155B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 xml:space="preserve">internal and external customers and suppliers </w:t>
            </w:r>
          </w:p>
          <w:p w14:paraId="5EAC3DE4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 xml:space="preserve">cleaning procedures, materials and equipment </w:t>
            </w:r>
          </w:p>
          <w:p w14:paraId="10CF3B02" w14:textId="054C462D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documentation and recording requirements and procedures</w:t>
            </w:r>
          </w:p>
          <w:p w14:paraId="791773C5" w14:textId="77777777" w:rsidR="00EE7BDC" w:rsidRPr="00EE7BDC" w:rsidRDefault="00EE7BDC" w:rsidP="00EE7BDC">
            <w:pPr>
              <w:pStyle w:val="SIBulletList1"/>
              <w:rPr>
                <w:rFonts w:eastAsia="Calibri"/>
              </w:rPr>
            </w:pPr>
            <w:r w:rsidRPr="00EE7BDC">
              <w:rPr>
                <w:rFonts w:eastAsia="Calibri"/>
              </w:rPr>
              <w:t>specifications:</w:t>
            </w:r>
          </w:p>
          <w:p w14:paraId="13C147AD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work procedures, including advice on company practices, safe work practices, food safety, quality and environmental requirements</w:t>
            </w:r>
          </w:p>
          <w:p w14:paraId="78E77C1B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instructions, information, specifications and schedules.</w:t>
            </w:r>
          </w:p>
          <w:p w14:paraId="639103D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D4DBFB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AC01962" w14:textId="77777777" w:rsidR="00F1480E" w:rsidRPr="000754EC" w:rsidRDefault="00F1480E" w:rsidP="00EE7BDC">
            <w:pPr>
              <w:pStyle w:val="SIText"/>
              <w:rPr>
                <w:rFonts w:eastAsia="Calibri"/>
              </w:rPr>
            </w:pPr>
          </w:p>
        </w:tc>
      </w:tr>
    </w:tbl>
    <w:p w14:paraId="23E870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1A488B" w14:textId="77777777" w:rsidTr="004679E3">
        <w:tc>
          <w:tcPr>
            <w:tcW w:w="990" w:type="pct"/>
            <w:shd w:val="clear" w:color="auto" w:fill="auto"/>
          </w:tcPr>
          <w:p w14:paraId="2728C4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0E6C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E70DEA5" w14:textId="521B220C" w:rsidR="00CD7A28" w:rsidRPr="000754EC" w:rsidRDefault="003C79BA" w:rsidP="00EE7BDC">
            <w:pPr>
              <w:pStyle w:val="SIText"/>
            </w:pPr>
            <w:hyperlink r:id="rId11" w:history="1">
              <w:r w:rsidR="008A0917" w:rsidRPr="00FA699E">
                <w:t>https://vetnet.education.gov.au/Pages/TrainingDocs.aspx?q=78b15323-cd38-483e-aad7-1159b570a5c4</w:t>
              </w:r>
            </w:hyperlink>
            <w:r w:rsidR="008A0917">
              <w:br/>
            </w:r>
          </w:p>
        </w:tc>
      </w:tr>
    </w:tbl>
    <w:p w14:paraId="2A5DC5DA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3AEDF1" w16cid:durableId="1D80D138"/>
  <w16cid:commentId w16cid:paraId="768EF781" w16cid:durableId="1D80D13A"/>
  <w16cid:commentId w16cid:paraId="65BA043A" w16cid:durableId="1D80D13B"/>
  <w16cid:commentId w16cid:paraId="2C41025C" w16cid:durableId="1D80D13C"/>
  <w16cid:commentId w16cid:paraId="55043C5E" w16cid:durableId="1D80D13D"/>
  <w16cid:commentId w16cid:paraId="1E8CBDCA" w16cid:durableId="1D80D13E"/>
  <w16cid:commentId w16cid:paraId="1859A77B" w16cid:durableId="1D80D13F"/>
  <w16cid:commentId w16cid:paraId="427ADCE5" w16cid:durableId="1D80D140"/>
  <w16cid:commentId w16cid:paraId="7E791468" w16cid:durableId="1D80D1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BDD1E" w14:textId="77777777" w:rsidR="003C79BA" w:rsidRDefault="003C79BA" w:rsidP="00BF3F0A">
      <w:r>
        <w:separator/>
      </w:r>
    </w:p>
    <w:p w14:paraId="14BEAA22" w14:textId="77777777" w:rsidR="003C79BA" w:rsidRDefault="003C79BA"/>
  </w:endnote>
  <w:endnote w:type="continuationSeparator" w:id="0">
    <w:p w14:paraId="78BB6705" w14:textId="77777777" w:rsidR="003C79BA" w:rsidRDefault="003C79BA" w:rsidP="00BF3F0A">
      <w:r>
        <w:continuationSeparator/>
      </w:r>
    </w:p>
    <w:p w14:paraId="486C2313" w14:textId="77777777" w:rsidR="003C79BA" w:rsidRDefault="003C7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FFE28A1" w14:textId="5BC4436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A2E62">
          <w:rPr>
            <w:noProof/>
          </w:rPr>
          <w:t>4</w:t>
        </w:r>
        <w:r w:rsidRPr="000754EC">
          <w:fldChar w:fldCharType="end"/>
        </w:r>
      </w:p>
      <w:p w14:paraId="44697AC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D974F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0F906" w14:textId="77777777" w:rsidR="003C79BA" w:rsidRDefault="003C79BA" w:rsidP="00BF3F0A">
      <w:r>
        <w:separator/>
      </w:r>
    </w:p>
    <w:p w14:paraId="7C7E2654" w14:textId="77777777" w:rsidR="003C79BA" w:rsidRDefault="003C79BA"/>
  </w:footnote>
  <w:footnote w:type="continuationSeparator" w:id="0">
    <w:p w14:paraId="7BE2CC60" w14:textId="77777777" w:rsidR="003C79BA" w:rsidRDefault="003C79BA" w:rsidP="00BF3F0A">
      <w:r>
        <w:continuationSeparator/>
      </w:r>
    </w:p>
    <w:p w14:paraId="46C784B2" w14:textId="77777777" w:rsidR="003C79BA" w:rsidRDefault="003C79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A6129" w14:textId="1E65DCD5" w:rsidR="009C2650" w:rsidRPr="00EE7BDC" w:rsidRDefault="00C94253" w:rsidP="00EE7BDC">
    <w:pPr>
      <w:pStyle w:val="SIText"/>
    </w:pPr>
    <w:r>
      <w:t>FBPVIT</w:t>
    </w:r>
    <w:r w:rsidR="00EE7BDC">
      <w:t>3008</w:t>
    </w:r>
    <w:r w:rsidR="00EE7BDC" w:rsidRPr="00F22781">
      <w:t xml:space="preserve"> Operate a mechanical harvester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DC"/>
    <w:rsid w:val="000014B9"/>
    <w:rsid w:val="00005A15"/>
    <w:rsid w:val="0001108F"/>
    <w:rsid w:val="000115E2"/>
    <w:rsid w:val="000126D0"/>
    <w:rsid w:val="0001296A"/>
    <w:rsid w:val="00016803"/>
    <w:rsid w:val="00023992"/>
    <w:rsid w:val="0002431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335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33AB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9BA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147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95F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5FF"/>
    <w:rsid w:val="005C675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DBE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917"/>
    <w:rsid w:val="008A12ED"/>
    <w:rsid w:val="008A1D49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E8"/>
    <w:rsid w:val="009278C9"/>
    <w:rsid w:val="00932CD7"/>
    <w:rsid w:val="00944C09"/>
    <w:rsid w:val="009527CB"/>
    <w:rsid w:val="00953835"/>
    <w:rsid w:val="00960F6C"/>
    <w:rsid w:val="00970747"/>
    <w:rsid w:val="009A333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198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41A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253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877"/>
    <w:rsid w:val="00DA0A81"/>
    <w:rsid w:val="00DA2E62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7BD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02BBF"/>
  <w15:docId w15:val="{4E865C41-8ABE-4320-8A70-A38DA149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29BC6-DA61-4DB8-8A45-6FE34C1A9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37A01F5A-4F03-4805-9A36-7B6E0122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1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8898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2017-11-13T21:33:00Z</dcterms:created>
  <dcterms:modified xsi:type="dcterms:W3CDTF">2017-11-13T21:33:00Z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