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307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AB3B69" w14:textId="77777777" w:rsidTr="00146EEC">
        <w:tc>
          <w:tcPr>
            <w:tcW w:w="2689" w:type="dxa"/>
          </w:tcPr>
          <w:p w14:paraId="2947D46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3AC0E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5F16A41" w14:textId="77777777" w:rsidTr="00146EEC">
        <w:tc>
          <w:tcPr>
            <w:tcW w:w="2689" w:type="dxa"/>
          </w:tcPr>
          <w:p w14:paraId="561311A5" w14:textId="055EB76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F50DA">
              <w:t xml:space="preserve"> </w:t>
            </w:r>
            <w:r w:rsidR="0089031B">
              <w:t>1</w:t>
            </w:r>
          </w:p>
        </w:tc>
        <w:tc>
          <w:tcPr>
            <w:tcW w:w="6939" w:type="dxa"/>
          </w:tcPr>
          <w:p w14:paraId="3498D35D" w14:textId="60577145" w:rsidR="00F1480E" w:rsidRPr="000754EC" w:rsidRDefault="001C6A56" w:rsidP="000754EC">
            <w:pPr>
              <w:pStyle w:val="SIText"/>
            </w:pPr>
            <w:r w:rsidRPr="001C6A56">
              <w:t>This version released with FBP Food, Beverage and Pharmaceut</w:t>
            </w:r>
            <w:r w:rsidR="003F50DA">
              <w:t>icals Training Package version 2</w:t>
            </w:r>
            <w:r w:rsidRPr="001C6A56">
              <w:t>.0.</w:t>
            </w:r>
          </w:p>
        </w:tc>
      </w:tr>
    </w:tbl>
    <w:p w14:paraId="798626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1C6A56" w:rsidRPr="00963A46" w14:paraId="2F5A1EF6" w14:textId="77777777" w:rsidTr="00CD7A28">
        <w:trPr>
          <w:trHeight w:val="449"/>
          <w:tblHeader/>
        </w:trPr>
        <w:tc>
          <w:tcPr>
            <w:tcW w:w="1396" w:type="pct"/>
            <w:shd w:val="clear" w:color="auto" w:fill="auto"/>
          </w:tcPr>
          <w:p w14:paraId="2A8AF1CB" w14:textId="1DADC9C6" w:rsidR="001C6A56" w:rsidRPr="001C6A56" w:rsidRDefault="00232AB2" w:rsidP="001C6A56">
            <w:pPr>
              <w:pStyle w:val="SIUNITCODE"/>
            </w:pPr>
            <w:r>
              <w:t>FBPVIT</w:t>
            </w:r>
            <w:r w:rsidR="001C6A56" w:rsidRPr="001C6A56">
              <w:t>2003</w:t>
            </w:r>
          </w:p>
        </w:tc>
        <w:tc>
          <w:tcPr>
            <w:tcW w:w="3604" w:type="pct"/>
            <w:shd w:val="clear" w:color="auto" w:fill="auto"/>
          </w:tcPr>
          <w:p w14:paraId="2F6ACD7E" w14:textId="77777777" w:rsidR="001C6A56" w:rsidRPr="001C6A56" w:rsidRDefault="001C6A56" w:rsidP="001C6A56">
            <w:pPr>
              <w:pStyle w:val="SIUnittitle"/>
            </w:pPr>
            <w:r w:rsidRPr="001C6A56">
              <w:t>Hand prune vines</w:t>
            </w:r>
          </w:p>
        </w:tc>
      </w:tr>
      <w:tr w:rsidR="00F1480E" w:rsidRPr="00963A46" w14:paraId="2580BEF6" w14:textId="77777777" w:rsidTr="00CA2922">
        <w:tc>
          <w:tcPr>
            <w:tcW w:w="1396" w:type="pct"/>
            <w:shd w:val="clear" w:color="auto" w:fill="auto"/>
          </w:tcPr>
          <w:p w14:paraId="71253ABD" w14:textId="5361EE7B" w:rsidR="00FD557D" w:rsidRPr="00923720" w:rsidRDefault="00FD557D" w:rsidP="000754EC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3C4B6011" w14:textId="77777777" w:rsidR="001C6A56" w:rsidRDefault="001C6A56" w:rsidP="001C6A56">
            <w:pPr>
              <w:pStyle w:val="SIText"/>
            </w:pPr>
            <w:r w:rsidRPr="001C6A56">
              <w:t>This unit of competency describes the skills and knowledge required to hand prune vines using a variety of hand operated or handheld equipment.</w:t>
            </w:r>
          </w:p>
          <w:p w14:paraId="2A86BA61" w14:textId="77777777" w:rsidR="00500EAF" w:rsidRPr="001C6A56" w:rsidRDefault="00500EAF" w:rsidP="001C6A56">
            <w:pPr>
              <w:pStyle w:val="SIText"/>
            </w:pPr>
          </w:p>
          <w:p w14:paraId="32B14C4F" w14:textId="2F2279FC" w:rsidR="001C6A56" w:rsidRDefault="001C6A56" w:rsidP="001C6A56">
            <w:pPr>
              <w:pStyle w:val="SIText"/>
            </w:pPr>
            <w:r w:rsidRPr="001C6A56">
              <w:t xml:space="preserve">The unit applies to </w:t>
            </w:r>
            <w:r w:rsidR="00500EAF">
              <w:t>individuals</w:t>
            </w:r>
            <w:r w:rsidRPr="001C6A56">
              <w:t xml:space="preserve"> who work under general supervision and with limited autonomy and some accountability for their own work. </w:t>
            </w:r>
          </w:p>
          <w:p w14:paraId="0DA8D66F" w14:textId="77777777" w:rsidR="00500EAF" w:rsidRPr="001C6A56" w:rsidRDefault="00500EAF" w:rsidP="001C6A56">
            <w:pPr>
              <w:pStyle w:val="SIText"/>
            </w:pPr>
          </w:p>
          <w:p w14:paraId="56C94E43" w14:textId="77777777" w:rsidR="001C6A56" w:rsidRDefault="001C6A56" w:rsidP="001C6A56">
            <w:pPr>
              <w:pStyle w:val="SIText"/>
            </w:pPr>
            <w:r w:rsidRPr="001C6A56">
              <w:t>No occupational licensing, legislative, or certification requirements are known to apply to this unit at the time of publication.</w:t>
            </w:r>
          </w:p>
          <w:p w14:paraId="213726D5" w14:textId="77777777" w:rsidR="00500EAF" w:rsidRPr="001C6A56" w:rsidRDefault="00500EAF" w:rsidP="001C6A56">
            <w:pPr>
              <w:pStyle w:val="SIText"/>
            </w:pPr>
          </w:p>
          <w:p w14:paraId="4CAD0AB6" w14:textId="77DCAC06" w:rsidR="00F1480E" w:rsidRPr="000754EC" w:rsidRDefault="00500EAF" w:rsidP="00AB02D0">
            <w:pPr>
              <w:pStyle w:val="SIText"/>
            </w:pPr>
            <w:r>
              <w:rPr>
                <w:rFonts w:eastAsiaTheme="minorHAnsi"/>
                <w:lang w:val="en-US"/>
              </w:rPr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</w:tc>
      </w:tr>
      <w:tr w:rsidR="00F1480E" w:rsidRPr="00963A46" w14:paraId="7E3AE545" w14:textId="77777777" w:rsidTr="00CA2922">
        <w:tc>
          <w:tcPr>
            <w:tcW w:w="1396" w:type="pct"/>
            <w:shd w:val="clear" w:color="auto" w:fill="auto"/>
          </w:tcPr>
          <w:p w14:paraId="572AAAD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AE92B9D" w14:textId="77777777" w:rsidR="00F1480E" w:rsidRPr="000754EC" w:rsidRDefault="001C6A56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380AE2DD" w14:textId="77777777" w:rsidTr="00CA2922">
        <w:tc>
          <w:tcPr>
            <w:tcW w:w="1396" w:type="pct"/>
            <w:shd w:val="clear" w:color="auto" w:fill="auto"/>
          </w:tcPr>
          <w:p w14:paraId="347A93F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D8AFCA3" w14:textId="67C069DF" w:rsidR="00F1480E" w:rsidRPr="000754EC" w:rsidRDefault="00232AB2" w:rsidP="00232AB2">
            <w:pPr>
              <w:pStyle w:val="SIText"/>
            </w:pPr>
            <w:r>
              <w:rPr>
                <w:rFonts w:eastAsiaTheme="minorHAnsi"/>
                <w:lang w:val="en-GB"/>
              </w:rPr>
              <w:t>Viticulture (VIT) - Vine &amp; Soil Health</w:t>
            </w:r>
          </w:p>
        </w:tc>
      </w:tr>
    </w:tbl>
    <w:p w14:paraId="14AE16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66C20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A0DF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B665A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3266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2FA61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03CF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6A56" w:rsidRPr="00963A46" w14:paraId="7D1F74AF" w14:textId="77777777" w:rsidTr="00AB02D0">
        <w:trPr>
          <w:cantSplit/>
          <w:trHeight w:val="1176"/>
        </w:trPr>
        <w:tc>
          <w:tcPr>
            <w:tcW w:w="1396" w:type="pct"/>
            <w:shd w:val="clear" w:color="auto" w:fill="auto"/>
          </w:tcPr>
          <w:p w14:paraId="588A62B8" w14:textId="5BAA8E6A" w:rsidR="001C6A56" w:rsidRPr="001C6A56" w:rsidRDefault="001C6A56" w:rsidP="00E97752">
            <w:pPr>
              <w:pStyle w:val="SIText"/>
            </w:pPr>
            <w:r w:rsidRPr="001C6A56">
              <w:t>1. Prepare for hand pruning</w:t>
            </w:r>
          </w:p>
        </w:tc>
        <w:tc>
          <w:tcPr>
            <w:tcW w:w="3604" w:type="pct"/>
            <w:shd w:val="clear" w:color="auto" w:fill="auto"/>
          </w:tcPr>
          <w:p w14:paraId="2B2D96DE" w14:textId="48DDBB9D" w:rsidR="00500EAF" w:rsidRDefault="00500EAF" w:rsidP="00AB02D0">
            <w:pPr>
              <w:pStyle w:val="SIText"/>
              <w:rPr>
                <w:rFonts w:eastAsiaTheme="minorHAnsi"/>
                <w:lang w:val="en-US"/>
              </w:rPr>
            </w:pPr>
            <w:r>
              <w:rPr>
                <w:rFonts w:eastAsiaTheme="minorHAnsi"/>
                <w:lang w:val="en-US"/>
              </w:rPr>
              <w:t xml:space="preserve">1.1 Confirm work instructions and identify potential WHS hazards and controls in accordance with workplace procedures </w:t>
            </w:r>
          </w:p>
          <w:p w14:paraId="479EA2B1" w14:textId="41E5FBBF" w:rsidR="00500EAF" w:rsidRPr="001C6A56" w:rsidRDefault="00500EAF" w:rsidP="00500EAF">
            <w:pPr>
              <w:pStyle w:val="SIText"/>
            </w:pPr>
            <w:r>
              <w:rPr>
                <w:rFonts w:eastAsiaTheme="minorHAnsi"/>
                <w:lang w:val="en-US"/>
              </w:rPr>
              <w:t xml:space="preserve">1.2 Select and use personal protective clothing and equipment relevant to the job role </w:t>
            </w:r>
          </w:p>
          <w:p w14:paraId="6201E0F1" w14:textId="775AD0EB" w:rsidR="001C6A56" w:rsidRPr="001C6A56" w:rsidRDefault="001C6A56" w:rsidP="00E97752">
            <w:pPr>
              <w:pStyle w:val="SIText"/>
            </w:pPr>
            <w:r w:rsidRPr="001C6A56">
              <w:t>1.3 Ensure pruning equipment is ready for use</w:t>
            </w:r>
            <w:r w:rsidR="00A5381F">
              <w:t xml:space="preserve"> in accordance with manufacturers and workplace specification</w:t>
            </w:r>
          </w:p>
        </w:tc>
      </w:tr>
      <w:tr w:rsidR="001C6A56" w:rsidRPr="00963A46" w14:paraId="6CD754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CC566F" w14:textId="77777777" w:rsidR="001C6A56" w:rsidRPr="001C6A56" w:rsidRDefault="001C6A56" w:rsidP="00E97752">
            <w:pPr>
              <w:pStyle w:val="SIText"/>
            </w:pPr>
            <w:r w:rsidRPr="001C6A56">
              <w:t>2. Hand prune vines</w:t>
            </w:r>
          </w:p>
        </w:tc>
        <w:tc>
          <w:tcPr>
            <w:tcW w:w="3604" w:type="pct"/>
            <w:shd w:val="clear" w:color="auto" w:fill="auto"/>
          </w:tcPr>
          <w:p w14:paraId="4C1CB9B7" w14:textId="77777777" w:rsidR="001C6A56" w:rsidRPr="001C6A56" w:rsidRDefault="001C6A56" w:rsidP="00E97752">
            <w:pPr>
              <w:pStyle w:val="SIText"/>
            </w:pPr>
            <w:r w:rsidRPr="001C6A56">
              <w:t>2.1 Start and operate pruning equipment safely and according to operator instructions</w:t>
            </w:r>
          </w:p>
          <w:p w14:paraId="050D6FB6" w14:textId="77777777" w:rsidR="001C6A56" w:rsidRPr="001C6A56" w:rsidRDefault="001C6A56" w:rsidP="00E97752">
            <w:pPr>
              <w:pStyle w:val="SIText"/>
            </w:pPr>
            <w:r w:rsidRPr="001C6A56">
              <w:t>2.2 Monitor equipment performance to ensure performance is maintained within specification</w:t>
            </w:r>
          </w:p>
          <w:p w14:paraId="6F833E81" w14:textId="77777777" w:rsidR="001C6A56" w:rsidRPr="001C6A56" w:rsidRDefault="001C6A56" w:rsidP="00E97752">
            <w:pPr>
              <w:pStyle w:val="SIText"/>
            </w:pPr>
            <w:r w:rsidRPr="001C6A56">
              <w:t>2.3 Prune vines in accordance with instructions</w:t>
            </w:r>
          </w:p>
          <w:p w14:paraId="1901CD35" w14:textId="3465C293" w:rsidR="001C6A56" w:rsidRPr="001C6A56" w:rsidRDefault="001C6A56" w:rsidP="00E97752">
            <w:pPr>
              <w:pStyle w:val="SIText"/>
            </w:pPr>
            <w:r w:rsidRPr="001C6A56">
              <w:t xml:space="preserve">2.4 Recognise, rectify and report anomalies and problems </w:t>
            </w:r>
            <w:r w:rsidR="00A5381F">
              <w:t>in accordance with workplace procedures</w:t>
            </w:r>
          </w:p>
          <w:p w14:paraId="752A24EB" w14:textId="77777777" w:rsidR="001C6A56" w:rsidRPr="001C6A56" w:rsidRDefault="001C6A56" w:rsidP="00E97752">
            <w:pPr>
              <w:pStyle w:val="SIText"/>
            </w:pPr>
            <w:r w:rsidRPr="001C6A56">
              <w:t>2.5 Maintain equipment in good working order according to operator instructions</w:t>
            </w:r>
          </w:p>
        </w:tc>
      </w:tr>
      <w:tr w:rsidR="001C6A56" w:rsidRPr="00963A46" w14:paraId="035F88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C5A95B" w14:textId="77777777" w:rsidR="001C6A56" w:rsidRPr="001C6A56" w:rsidRDefault="001C6A56" w:rsidP="00E97752">
            <w:pPr>
              <w:pStyle w:val="SIText"/>
            </w:pPr>
            <w:r w:rsidRPr="001C6A56">
              <w:t>3. Complete hand pruning operations</w:t>
            </w:r>
          </w:p>
        </w:tc>
        <w:tc>
          <w:tcPr>
            <w:tcW w:w="3604" w:type="pct"/>
            <w:shd w:val="clear" w:color="auto" w:fill="auto"/>
          </w:tcPr>
          <w:p w14:paraId="08FEBB8A" w14:textId="77777777" w:rsidR="001C6A56" w:rsidRPr="001C6A56" w:rsidRDefault="001C6A56" w:rsidP="00E97752">
            <w:pPr>
              <w:pStyle w:val="SIText"/>
            </w:pPr>
            <w:r w:rsidRPr="001C6A56">
              <w:t>3.1 Shut down equipment safely according to operator instructions</w:t>
            </w:r>
          </w:p>
          <w:p w14:paraId="2F6D4871" w14:textId="77777777" w:rsidR="001C6A56" w:rsidRPr="001C6A56" w:rsidRDefault="001C6A56" w:rsidP="00E97752">
            <w:pPr>
              <w:pStyle w:val="SIText"/>
            </w:pPr>
            <w:r w:rsidRPr="001C6A56">
              <w:t>3.2 Clean and store equipment</w:t>
            </w:r>
          </w:p>
          <w:p w14:paraId="0E80F072" w14:textId="77777777" w:rsidR="001C6A56" w:rsidRPr="001C6A56" w:rsidRDefault="001C6A56" w:rsidP="00E97752">
            <w:pPr>
              <w:pStyle w:val="SIText"/>
            </w:pPr>
            <w:r w:rsidRPr="001C6A56">
              <w:t>3.3 Dispose of vine cuttings according to environmental and work procedures</w:t>
            </w:r>
          </w:p>
          <w:p w14:paraId="3EE65EEA" w14:textId="77777777" w:rsidR="001C6A56" w:rsidRDefault="001C6A56" w:rsidP="00E97752">
            <w:pPr>
              <w:pStyle w:val="SIText"/>
            </w:pPr>
            <w:r w:rsidRPr="001C6A56">
              <w:t>3.4 Undertake work to comply with workplace environmental guidelines</w:t>
            </w:r>
          </w:p>
          <w:p w14:paraId="0394ED48" w14:textId="1D261423" w:rsidR="00A5381F" w:rsidRPr="001C6A56" w:rsidRDefault="00A5381F" w:rsidP="00435DA4">
            <w:pPr>
              <w:pStyle w:val="SIText"/>
            </w:pPr>
            <w:r>
              <w:t xml:space="preserve">3.5 </w:t>
            </w:r>
            <w:r w:rsidRPr="001C6A56">
              <w:t>Record workplace information according to workplace procedures</w:t>
            </w:r>
          </w:p>
        </w:tc>
      </w:tr>
    </w:tbl>
    <w:p w14:paraId="4E1B6496" w14:textId="77777777" w:rsidR="005F771F" w:rsidRDefault="005F771F" w:rsidP="005F771F">
      <w:pPr>
        <w:pStyle w:val="SIText"/>
      </w:pPr>
    </w:p>
    <w:p w14:paraId="0BEEB6DF" w14:textId="77777777" w:rsidR="005F771F" w:rsidRPr="000754EC" w:rsidRDefault="005F771F" w:rsidP="000754EC">
      <w:r>
        <w:br w:type="page"/>
      </w:r>
    </w:p>
    <w:p w14:paraId="5FEA3D76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6E924AE" w14:textId="77777777" w:rsidTr="00CA2922">
        <w:trPr>
          <w:tblHeader/>
        </w:trPr>
        <w:tc>
          <w:tcPr>
            <w:tcW w:w="5000" w:type="pct"/>
            <w:gridSpan w:val="2"/>
          </w:tcPr>
          <w:p w14:paraId="3844B76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CB49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D74276" w14:textId="77777777" w:rsidTr="00CA2922">
        <w:trPr>
          <w:tblHeader/>
        </w:trPr>
        <w:tc>
          <w:tcPr>
            <w:tcW w:w="1396" w:type="pct"/>
          </w:tcPr>
          <w:p w14:paraId="0930EB8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4C926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C6A56" w:rsidRPr="00336FCA" w:rsidDel="00423CB2" w14:paraId="35B077E4" w14:textId="77777777" w:rsidTr="00CA2922">
        <w:tc>
          <w:tcPr>
            <w:tcW w:w="1396" w:type="pct"/>
          </w:tcPr>
          <w:p w14:paraId="141D7EAA" w14:textId="77777777" w:rsidR="001C6A56" w:rsidRPr="001C6A56" w:rsidRDefault="001C6A56" w:rsidP="001C6A56">
            <w:pPr>
              <w:pStyle w:val="SIText"/>
            </w:pPr>
            <w:r w:rsidRPr="001C6A56">
              <w:t>Reading</w:t>
            </w:r>
          </w:p>
        </w:tc>
        <w:tc>
          <w:tcPr>
            <w:tcW w:w="3604" w:type="pct"/>
          </w:tcPr>
          <w:p w14:paraId="4A90F269" w14:textId="77777777" w:rsidR="001C6A56" w:rsidRPr="001C6A56" w:rsidRDefault="001C6A56" w:rsidP="001C6A56">
            <w:pPr>
              <w:pStyle w:val="SIBulletList1"/>
            </w:pPr>
            <w:r w:rsidRPr="001C6A56">
              <w:t>Reads and interprets instructions and specifications for hand pruning vines and consolidates information to determine requirements</w:t>
            </w:r>
          </w:p>
        </w:tc>
      </w:tr>
      <w:tr w:rsidR="001C6A56" w:rsidRPr="00336FCA" w:rsidDel="00423CB2" w14:paraId="2F1EC5A0" w14:textId="77777777" w:rsidTr="00CA2922">
        <w:tc>
          <w:tcPr>
            <w:tcW w:w="1396" w:type="pct"/>
          </w:tcPr>
          <w:p w14:paraId="4DF4462F" w14:textId="77777777" w:rsidR="001C6A56" w:rsidRPr="001C6A56" w:rsidRDefault="001C6A56" w:rsidP="001C6A56">
            <w:pPr>
              <w:pStyle w:val="SIText"/>
            </w:pPr>
            <w:r w:rsidRPr="001C6A56">
              <w:t>Writing</w:t>
            </w:r>
          </w:p>
        </w:tc>
        <w:tc>
          <w:tcPr>
            <w:tcW w:w="3604" w:type="pct"/>
          </w:tcPr>
          <w:p w14:paraId="2F35698B" w14:textId="77777777" w:rsidR="001C6A56" w:rsidRPr="001C6A56" w:rsidRDefault="001C6A56" w:rsidP="001C6A56">
            <w:pPr>
              <w:pStyle w:val="SIBulletList1"/>
            </w:pPr>
            <w:r w:rsidRPr="001C6A56">
              <w:t xml:space="preserve">Prepares relevant reporting and other documentation using clear language, correct spelling and industry terminology </w:t>
            </w:r>
          </w:p>
        </w:tc>
      </w:tr>
      <w:tr w:rsidR="001C6A56" w:rsidRPr="00336FCA" w:rsidDel="00423CB2" w14:paraId="3337372D" w14:textId="77777777" w:rsidTr="00CD7A28">
        <w:trPr>
          <w:trHeight w:val="212"/>
        </w:trPr>
        <w:tc>
          <w:tcPr>
            <w:tcW w:w="1396" w:type="pct"/>
          </w:tcPr>
          <w:p w14:paraId="4A905395" w14:textId="77777777" w:rsidR="001C6A56" w:rsidRPr="001C6A56" w:rsidRDefault="001C6A56" w:rsidP="001C6A56">
            <w:pPr>
              <w:pStyle w:val="SIText"/>
            </w:pPr>
            <w:r w:rsidRPr="001C6A56">
              <w:t>Oral Communication</w:t>
            </w:r>
          </w:p>
        </w:tc>
        <w:tc>
          <w:tcPr>
            <w:tcW w:w="3604" w:type="pct"/>
          </w:tcPr>
          <w:p w14:paraId="1DE34769" w14:textId="77777777" w:rsidR="001C6A56" w:rsidRPr="001C6A56" w:rsidRDefault="001C6A56" w:rsidP="001C6A56">
            <w:pPr>
              <w:pStyle w:val="SIBulletList1"/>
            </w:pPr>
            <w:r w:rsidRPr="001C6A56">
              <w:t>Uses clear language and oral concepts when clarifying and confirming work requirements</w:t>
            </w:r>
          </w:p>
        </w:tc>
      </w:tr>
      <w:tr w:rsidR="001C6A56" w:rsidRPr="00336FCA" w:rsidDel="00423CB2" w14:paraId="29642F61" w14:textId="77777777" w:rsidTr="00CD7A28">
        <w:trPr>
          <w:trHeight w:val="212"/>
        </w:trPr>
        <w:tc>
          <w:tcPr>
            <w:tcW w:w="1396" w:type="pct"/>
          </w:tcPr>
          <w:p w14:paraId="684C7D61" w14:textId="77777777" w:rsidR="001C6A56" w:rsidRPr="001C6A56" w:rsidRDefault="001C6A56" w:rsidP="001C6A56">
            <w:pPr>
              <w:pStyle w:val="SIText"/>
            </w:pPr>
            <w:r w:rsidRPr="001C6A56">
              <w:t>Navigate the world of work</w:t>
            </w:r>
          </w:p>
        </w:tc>
        <w:tc>
          <w:tcPr>
            <w:tcW w:w="3604" w:type="pct"/>
          </w:tcPr>
          <w:p w14:paraId="5972EFBE" w14:textId="77777777" w:rsidR="001C6A56" w:rsidRPr="001C6A56" w:rsidRDefault="001C6A56" w:rsidP="001C6A56">
            <w:pPr>
              <w:pStyle w:val="SIBulletList1"/>
            </w:pPr>
            <w:r w:rsidRPr="001C6A56">
              <w:t>Recognises organisational expectations and follows explicit protocols and procedures within defined level of responsibility</w:t>
            </w:r>
          </w:p>
        </w:tc>
      </w:tr>
      <w:tr w:rsidR="001C6A56" w:rsidRPr="00336FCA" w:rsidDel="00423CB2" w14:paraId="623DFAFC" w14:textId="77777777" w:rsidTr="00CD7A28">
        <w:trPr>
          <w:trHeight w:val="212"/>
        </w:trPr>
        <w:tc>
          <w:tcPr>
            <w:tcW w:w="1396" w:type="pct"/>
          </w:tcPr>
          <w:p w14:paraId="037A7089" w14:textId="77777777" w:rsidR="001C6A56" w:rsidRPr="001C6A56" w:rsidRDefault="001C6A56" w:rsidP="001C6A56">
            <w:pPr>
              <w:pStyle w:val="SIText"/>
            </w:pPr>
            <w:r w:rsidRPr="001C6A56">
              <w:t>Get the work done</w:t>
            </w:r>
          </w:p>
        </w:tc>
        <w:tc>
          <w:tcPr>
            <w:tcW w:w="3604" w:type="pct"/>
          </w:tcPr>
          <w:p w14:paraId="0B3BF883" w14:textId="77777777" w:rsidR="001C6A56" w:rsidRPr="001C6A56" w:rsidRDefault="001C6A56" w:rsidP="001C6A56">
            <w:pPr>
              <w:pStyle w:val="SIBulletList1"/>
            </w:pPr>
            <w:r w:rsidRPr="001C6A56">
              <w:t>Follows clearly defined instructions and sequencing, and monitors own progress for the task, seeks assistance when necessary</w:t>
            </w:r>
          </w:p>
          <w:p w14:paraId="315FDFF6" w14:textId="77777777" w:rsidR="001C6A56" w:rsidRDefault="001C6A56" w:rsidP="001C6A56">
            <w:pPr>
              <w:pStyle w:val="SIBulletList1"/>
            </w:pPr>
            <w:r w:rsidRPr="001C6A56">
              <w:t>Makes low-impact decisions around immediate clearly defined tasks</w:t>
            </w:r>
          </w:p>
          <w:p w14:paraId="16B96AAC" w14:textId="3E010902" w:rsidR="00A5381F" w:rsidRPr="001C6A56" w:rsidRDefault="00A5381F" w:rsidP="00A5381F">
            <w:pPr>
              <w:pStyle w:val="SIBulletList1"/>
            </w:pPr>
            <w:r>
              <w:rPr>
                <w:rFonts w:eastAsiaTheme="minorHAnsi"/>
                <w:lang w:val="en-US"/>
              </w:rPr>
              <w:t>Recognises and acts on opportunities for continuous improvement in accordance with workplace practices</w:t>
            </w:r>
          </w:p>
        </w:tc>
      </w:tr>
    </w:tbl>
    <w:p w14:paraId="7ED27FB7" w14:textId="77777777" w:rsidR="00916CD7" w:rsidRDefault="00916CD7" w:rsidP="005F771F">
      <w:pPr>
        <w:pStyle w:val="SIText"/>
      </w:pPr>
    </w:p>
    <w:p w14:paraId="6C7A9E71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E40CCF" w14:textId="77777777" w:rsidTr="00F33FF2">
        <w:tc>
          <w:tcPr>
            <w:tcW w:w="5000" w:type="pct"/>
            <w:gridSpan w:val="4"/>
          </w:tcPr>
          <w:p w14:paraId="371D44C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2E3ECEE" w14:textId="77777777" w:rsidTr="00F33FF2">
        <w:tc>
          <w:tcPr>
            <w:tcW w:w="1028" w:type="pct"/>
          </w:tcPr>
          <w:p w14:paraId="5FCC59D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D9F2B4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E4D0A8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99C9E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C6A56" w14:paraId="6659FCF0" w14:textId="77777777" w:rsidTr="00F33FF2">
        <w:tc>
          <w:tcPr>
            <w:tcW w:w="1028" w:type="pct"/>
          </w:tcPr>
          <w:p w14:paraId="7D050E8B" w14:textId="2EF7962B" w:rsidR="001C6A56" w:rsidRPr="001C6A56" w:rsidRDefault="00232AB2" w:rsidP="001C6A56">
            <w:pPr>
              <w:pStyle w:val="SIText"/>
            </w:pPr>
            <w:r>
              <w:t>FBPVIT</w:t>
            </w:r>
            <w:r w:rsidR="001C6A56" w:rsidRPr="001C6A56">
              <w:t>2003 Hand prune vines</w:t>
            </w:r>
          </w:p>
        </w:tc>
        <w:tc>
          <w:tcPr>
            <w:tcW w:w="1105" w:type="pct"/>
          </w:tcPr>
          <w:p w14:paraId="460BF185" w14:textId="77777777" w:rsidR="001C6A56" w:rsidRPr="001C6A56" w:rsidRDefault="001C6A56" w:rsidP="001C6A56">
            <w:pPr>
              <w:pStyle w:val="SIText"/>
            </w:pPr>
            <w:r w:rsidRPr="001C6A56">
              <w:t>FDFWGG2003A Hand prune vines</w:t>
            </w:r>
          </w:p>
        </w:tc>
        <w:tc>
          <w:tcPr>
            <w:tcW w:w="1251" w:type="pct"/>
          </w:tcPr>
          <w:p w14:paraId="3916A634" w14:textId="2EA24CDE" w:rsidR="0066785C" w:rsidRPr="001C6A56" w:rsidRDefault="001C6A56" w:rsidP="001C6A56">
            <w:pPr>
              <w:pStyle w:val="SIText"/>
            </w:pPr>
            <w:r w:rsidRPr="001C6A56">
              <w:t>Updated to meet Standards for Training Packages</w:t>
            </w:r>
          </w:p>
          <w:p w14:paraId="727FF6A2" w14:textId="2E3128A1" w:rsidR="001C6A56" w:rsidRPr="001C6A56" w:rsidRDefault="001C6A56" w:rsidP="001C6A56">
            <w:pPr>
              <w:pStyle w:val="SIText"/>
            </w:pPr>
            <w:r w:rsidRPr="001C6A56">
              <w:t xml:space="preserve">Minor changes to </w:t>
            </w:r>
            <w:r w:rsidR="0066785C">
              <w:t xml:space="preserve">Elements and </w:t>
            </w:r>
            <w:r w:rsidRPr="001C6A56">
              <w:t>Performance Criteria for clarity</w:t>
            </w:r>
          </w:p>
        </w:tc>
        <w:tc>
          <w:tcPr>
            <w:tcW w:w="1616" w:type="pct"/>
          </w:tcPr>
          <w:p w14:paraId="322591E0" w14:textId="77777777" w:rsidR="001C6A56" w:rsidRPr="001C6A56" w:rsidRDefault="001C6A56" w:rsidP="001C6A56">
            <w:pPr>
              <w:pStyle w:val="SIText"/>
            </w:pPr>
            <w:r w:rsidRPr="001C6A56">
              <w:t>Equivalent unit</w:t>
            </w:r>
          </w:p>
        </w:tc>
      </w:tr>
    </w:tbl>
    <w:p w14:paraId="254976BB" w14:textId="34F2D941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7319"/>
      </w:tblGrid>
      <w:tr w:rsidR="0066785C" w:rsidRPr="00A55106" w14:paraId="4387A1FA" w14:textId="77777777" w:rsidTr="00AB02D0">
        <w:tc>
          <w:tcPr>
            <w:tcW w:w="1199" w:type="pct"/>
            <w:shd w:val="clear" w:color="auto" w:fill="auto"/>
          </w:tcPr>
          <w:p w14:paraId="0E5C9AD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801" w:type="pct"/>
            <w:shd w:val="clear" w:color="auto" w:fill="auto"/>
          </w:tcPr>
          <w:p w14:paraId="4D4DFA49" w14:textId="5AE5074F" w:rsidR="00F1480E" w:rsidRPr="000754EC" w:rsidRDefault="00E97752" w:rsidP="00CD7A28">
            <w:pPr>
              <w:pStyle w:val="SIText"/>
            </w:pPr>
            <w:r w:rsidRPr="00B120E4">
              <w:t>Companion Volumes, including Implementation Guides, are available at VETNet -</w:t>
            </w:r>
            <w:r w:rsidR="0066785C">
              <w:t xml:space="preserve"> </w:t>
            </w:r>
            <w:r w:rsidRPr="00B120E4">
              <w:t>https://vetnet.education.gov.au/Pages/TrainingDocs.aspx?q=78b15323-cd38-483e-aad7-1159b570a5c4</w:t>
            </w:r>
            <w:r w:rsidR="0066785C">
              <w:br/>
            </w:r>
          </w:p>
        </w:tc>
      </w:tr>
    </w:tbl>
    <w:p w14:paraId="455DDD65" w14:textId="77777777" w:rsidR="00F1480E" w:rsidRDefault="00F1480E" w:rsidP="005F771F">
      <w:pPr>
        <w:pStyle w:val="SIText"/>
      </w:pPr>
    </w:p>
    <w:p w14:paraId="3D0342E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138E02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2AA89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93127C" w14:textId="6B48C9E8" w:rsidR="00556C4C" w:rsidRPr="000754EC" w:rsidRDefault="00556C4C" w:rsidP="00CD7A28">
            <w:pPr>
              <w:pStyle w:val="SIUnittitle"/>
            </w:pPr>
            <w:r w:rsidRPr="00F56827">
              <w:t xml:space="preserve">Assessment requirements for </w:t>
            </w:r>
            <w:r w:rsidR="00232AB2">
              <w:t>FBPVIT</w:t>
            </w:r>
            <w:r w:rsidR="003F50DA">
              <w:t>2003 Hand prune vines</w:t>
            </w:r>
          </w:p>
        </w:tc>
      </w:tr>
      <w:tr w:rsidR="00556C4C" w:rsidRPr="00A55106" w14:paraId="24E80E3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DFC58D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3AF802" w14:textId="77777777" w:rsidTr="00113678">
        <w:tc>
          <w:tcPr>
            <w:tcW w:w="5000" w:type="pct"/>
            <w:gridSpan w:val="2"/>
            <w:shd w:val="clear" w:color="auto" w:fill="auto"/>
          </w:tcPr>
          <w:p w14:paraId="75750D1E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EE7011E" w14:textId="77777777" w:rsidR="0066785C" w:rsidRPr="000754EC" w:rsidRDefault="0066785C" w:rsidP="000754EC">
            <w:pPr>
              <w:pStyle w:val="SIText"/>
            </w:pPr>
          </w:p>
          <w:p w14:paraId="26853541" w14:textId="77777777" w:rsidR="001C6A56" w:rsidRPr="001C6A56" w:rsidRDefault="001C6A56" w:rsidP="001C6A56">
            <w:pPr>
              <w:pStyle w:val="SIText"/>
            </w:pPr>
            <w:r w:rsidRPr="001C6A56">
              <w:t>There must be evidence that the individual has demonstrated the hand pruning process at least once, including:</w:t>
            </w:r>
          </w:p>
          <w:p w14:paraId="5F58D41B" w14:textId="77777777" w:rsidR="001C6A56" w:rsidRPr="001C6A56" w:rsidRDefault="001C6A56" w:rsidP="001C6A56">
            <w:pPr>
              <w:pStyle w:val="SIBulletList1"/>
            </w:pPr>
            <w:r w:rsidRPr="001C6A56">
              <w:t>using personal protective clothing and equipment</w:t>
            </w:r>
          </w:p>
          <w:p w14:paraId="6DCDF350" w14:textId="77777777" w:rsidR="001C6A56" w:rsidRPr="001C6A56" w:rsidRDefault="001C6A56" w:rsidP="001C6A56">
            <w:pPr>
              <w:pStyle w:val="SIBulletList1"/>
            </w:pPr>
            <w:r w:rsidRPr="001C6A56">
              <w:t xml:space="preserve">following pruning equipment safety procedures </w:t>
            </w:r>
          </w:p>
          <w:p w14:paraId="10FC264C" w14:textId="54F01014" w:rsidR="001C6A56" w:rsidRPr="001C6A56" w:rsidRDefault="001C6A56" w:rsidP="001C6A56">
            <w:pPr>
              <w:pStyle w:val="SIBulletList1"/>
            </w:pPr>
            <w:r w:rsidRPr="001C6A56">
              <w:t xml:space="preserve">starting and operating </w:t>
            </w:r>
            <w:r w:rsidR="0066785C">
              <w:t xml:space="preserve">hand </w:t>
            </w:r>
            <w:r w:rsidRPr="001C6A56">
              <w:t xml:space="preserve">pruning equipment safely according to operator instructions </w:t>
            </w:r>
          </w:p>
          <w:p w14:paraId="3455EA2E" w14:textId="77777777" w:rsidR="001C6A56" w:rsidRPr="001C6A56" w:rsidRDefault="001C6A56" w:rsidP="001C6A56">
            <w:pPr>
              <w:pStyle w:val="SIBulletList1"/>
            </w:pPr>
            <w:r w:rsidRPr="001C6A56">
              <w:t>prune correctly according to instructions</w:t>
            </w:r>
          </w:p>
          <w:p w14:paraId="5F05C5DE" w14:textId="77777777" w:rsidR="001C6A56" w:rsidRPr="001C6A56" w:rsidRDefault="001C6A56" w:rsidP="001C6A56">
            <w:pPr>
              <w:pStyle w:val="SIBulletList1"/>
            </w:pPr>
            <w:r w:rsidRPr="001C6A56">
              <w:t xml:space="preserve">perform shut down procedures according to operator instructions </w:t>
            </w:r>
          </w:p>
          <w:p w14:paraId="7B84C9B6" w14:textId="77777777" w:rsidR="001C6A56" w:rsidRPr="001C6A56" w:rsidRDefault="001C6A56" w:rsidP="001C6A56">
            <w:pPr>
              <w:pStyle w:val="SIBulletList1"/>
            </w:pPr>
            <w:r w:rsidRPr="001C6A56">
              <w:t xml:space="preserve">follow environmental procedures </w:t>
            </w:r>
          </w:p>
          <w:p w14:paraId="303B32D2" w14:textId="77777777" w:rsidR="001C6A56" w:rsidRPr="001C6A56" w:rsidRDefault="001C6A56" w:rsidP="001C6A56">
            <w:pPr>
              <w:pStyle w:val="SIBulletList1"/>
            </w:pPr>
            <w:r w:rsidRPr="001C6A56">
              <w:t>dispose of cuttings according to instructions</w:t>
            </w:r>
          </w:p>
          <w:p w14:paraId="6A1964C0" w14:textId="77777777" w:rsidR="00556C4C" w:rsidRPr="000754EC" w:rsidRDefault="001C6A56" w:rsidP="003F50DA">
            <w:pPr>
              <w:pStyle w:val="SIBulletList1"/>
            </w:pPr>
            <w:r w:rsidRPr="001C6A56">
              <w:t>maintain records according to workplace guidelines.</w:t>
            </w:r>
          </w:p>
        </w:tc>
      </w:tr>
    </w:tbl>
    <w:p w14:paraId="504951E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8B051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D7B10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25650AC" w14:textId="77777777" w:rsidTr="00CA2922">
        <w:tc>
          <w:tcPr>
            <w:tcW w:w="5000" w:type="pct"/>
            <w:shd w:val="clear" w:color="auto" w:fill="auto"/>
          </w:tcPr>
          <w:p w14:paraId="0852177C" w14:textId="77777777" w:rsidR="001C6A56" w:rsidRDefault="001C6A56" w:rsidP="001C6A56">
            <w:r w:rsidRPr="001C6A56">
              <w:t>An individual must be able to demonstrate the knowledge required to perform the tasks outlined in the elements and performance criteria of this unit. This includes knowledge of:</w:t>
            </w:r>
          </w:p>
          <w:p w14:paraId="505BA279" w14:textId="0CF4A197" w:rsidR="001C6A56" w:rsidRPr="001C6A56" w:rsidRDefault="001C6A56" w:rsidP="001C6A56">
            <w:pPr>
              <w:pStyle w:val="SIBulletList1"/>
            </w:pPr>
            <w:r w:rsidRPr="001C6A56">
              <w:t>basic components of and the purpose for pruning vines</w:t>
            </w:r>
            <w:r w:rsidR="00745283">
              <w:t>,</w:t>
            </w:r>
            <w:r w:rsidRPr="001C6A56">
              <w:t xml:space="preserve"> including:</w:t>
            </w:r>
          </w:p>
          <w:p w14:paraId="6674DF29" w14:textId="77777777" w:rsidR="001C6A56" w:rsidRPr="001C6A56" w:rsidRDefault="001C6A56" w:rsidP="001C6A56">
            <w:pPr>
              <w:pStyle w:val="SIBulletList2"/>
            </w:pPr>
            <w:r w:rsidRPr="001C6A56">
              <w:t>basic difference between cane and spur pruning</w:t>
            </w:r>
          </w:p>
          <w:p w14:paraId="2CA2149E" w14:textId="77777777" w:rsidR="001C6A56" w:rsidRPr="001C6A56" w:rsidRDefault="001C6A56" w:rsidP="001C6A56">
            <w:pPr>
              <w:pStyle w:val="SIBulletList2"/>
            </w:pPr>
            <w:r w:rsidRPr="001C6A56">
              <w:t>pruning requirements</w:t>
            </w:r>
          </w:p>
          <w:p w14:paraId="60FDBA60" w14:textId="77777777" w:rsidR="001C6A56" w:rsidRPr="001C6A56" w:rsidRDefault="001C6A56" w:rsidP="001C6A56">
            <w:pPr>
              <w:pStyle w:val="SIBulletList2"/>
            </w:pPr>
            <w:r w:rsidRPr="001C6A56">
              <w:t>different parts of the vine including vine trunk and permanent framework, canes and/or cordons, and tendrils and buds</w:t>
            </w:r>
          </w:p>
          <w:p w14:paraId="00E3F1EF" w14:textId="77777777" w:rsidR="001C6A56" w:rsidRPr="001C6A56" w:rsidRDefault="001C6A56" w:rsidP="001C6A56">
            <w:pPr>
              <w:pStyle w:val="SIBulletList1"/>
            </w:pPr>
            <w:r w:rsidRPr="001C6A56">
              <w:t>techniques and principles of pruning vines:</w:t>
            </w:r>
          </w:p>
          <w:p w14:paraId="43C5175F" w14:textId="77777777" w:rsidR="001C6A56" w:rsidRPr="001C6A56" w:rsidRDefault="001C6A56" w:rsidP="001C6A56">
            <w:pPr>
              <w:pStyle w:val="SIBulletList2"/>
            </w:pPr>
            <w:r w:rsidRPr="001C6A56">
              <w:t>selecting the best possible spurs and canes</w:t>
            </w:r>
          </w:p>
          <w:p w14:paraId="7B1E5E2B" w14:textId="77777777" w:rsidR="001C6A56" w:rsidRPr="001C6A56" w:rsidRDefault="001C6A56" w:rsidP="001C6A56">
            <w:pPr>
              <w:pStyle w:val="SIBulletList2"/>
            </w:pPr>
            <w:r w:rsidRPr="001C6A56">
              <w:t>positioning spurs or canes</w:t>
            </w:r>
          </w:p>
          <w:p w14:paraId="570F87F0" w14:textId="77777777" w:rsidR="001C6A56" w:rsidRPr="001C6A56" w:rsidRDefault="001C6A56" w:rsidP="001C6A56">
            <w:pPr>
              <w:pStyle w:val="SIBulletList2"/>
            </w:pPr>
            <w:r w:rsidRPr="001C6A56">
              <w:t>cleanly removing sucker shoots</w:t>
            </w:r>
          </w:p>
          <w:p w14:paraId="09DEE6D2" w14:textId="77777777" w:rsidR="001C6A56" w:rsidRPr="001C6A56" w:rsidRDefault="001C6A56" w:rsidP="001C6A56">
            <w:pPr>
              <w:pStyle w:val="SIBulletList2"/>
            </w:pPr>
            <w:r w:rsidRPr="001C6A56">
              <w:t>leaving the correct quantity of spurs, rods and buds</w:t>
            </w:r>
          </w:p>
          <w:p w14:paraId="4749B797" w14:textId="77777777" w:rsidR="001C6A56" w:rsidRPr="001C6A56" w:rsidRDefault="001C6A56" w:rsidP="001C6A56">
            <w:pPr>
              <w:pStyle w:val="SIBulletList2"/>
            </w:pPr>
            <w:r w:rsidRPr="001C6A56">
              <w:t>making cuts correctly and cleanly</w:t>
            </w:r>
          </w:p>
          <w:p w14:paraId="7215099F" w14:textId="77777777" w:rsidR="001C6A56" w:rsidRPr="001C6A56" w:rsidRDefault="001C6A56" w:rsidP="001C6A56">
            <w:pPr>
              <w:pStyle w:val="SIBulletList2"/>
            </w:pPr>
            <w:r w:rsidRPr="001C6A56">
              <w:t>recognising and removing unwanted growth</w:t>
            </w:r>
          </w:p>
          <w:p w14:paraId="2C1F1CF0" w14:textId="77777777" w:rsidR="001C6A56" w:rsidRPr="001C6A56" w:rsidRDefault="001C6A56" w:rsidP="001C6A56">
            <w:pPr>
              <w:pStyle w:val="SIBulletList2"/>
            </w:pPr>
            <w:r w:rsidRPr="001C6A56">
              <w:t>rolling and securing extension canes onto trellis wire</w:t>
            </w:r>
          </w:p>
          <w:p w14:paraId="40A5E68C" w14:textId="77777777" w:rsidR="001C6A56" w:rsidRPr="001C6A56" w:rsidRDefault="001C6A56" w:rsidP="001C6A56">
            <w:pPr>
              <w:pStyle w:val="SIBulletList1"/>
            </w:pPr>
            <w:r w:rsidRPr="001C6A56">
              <w:t>work health and safety (WHS) hazards and controls:</w:t>
            </w:r>
          </w:p>
          <w:p w14:paraId="378A6E03" w14:textId="77777777" w:rsidR="001C6A56" w:rsidRPr="001C6A56" w:rsidRDefault="001C6A56" w:rsidP="001C6A56">
            <w:pPr>
              <w:pStyle w:val="SIBulletList2"/>
            </w:pPr>
            <w:r w:rsidRPr="001C6A56">
              <w:t>purpose and application of personal protective clothing and/or equipment</w:t>
            </w:r>
          </w:p>
          <w:p w14:paraId="54AB4B2C" w14:textId="77777777" w:rsidR="001C6A56" w:rsidRPr="001C6A56" w:rsidRDefault="001C6A56" w:rsidP="001C6A56">
            <w:pPr>
              <w:pStyle w:val="SIBulletList2"/>
            </w:pPr>
            <w:r w:rsidRPr="001C6A56">
              <w:t>selecting, fitting and using appropriate personal protective clothing and equipment</w:t>
            </w:r>
          </w:p>
          <w:p w14:paraId="4A6FA7E8" w14:textId="77777777" w:rsidR="001C6A56" w:rsidRPr="001C6A56" w:rsidRDefault="001C6A56" w:rsidP="001C6A56">
            <w:pPr>
              <w:pStyle w:val="SIBulletList1"/>
            </w:pPr>
            <w:r w:rsidRPr="001C6A56">
              <w:t xml:space="preserve">correct operating procedures for pruning equipment, including: </w:t>
            </w:r>
          </w:p>
          <w:p w14:paraId="38894FB7" w14:textId="77777777" w:rsidR="001C6A56" w:rsidRPr="001C6A56" w:rsidRDefault="001C6A56" w:rsidP="001C6A56">
            <w:pPr>
              <w:pStyle w:val="SIBulletList2"/>
            </w:pPr>
            <w:r w:rsidRPr="001C6A56">
              <w:t>handling pruning equipment safely</w:t>
            </w:r>
          </w:p>
          <w:p w14:paraId="06C3F08F" w14:textId="77777777" w:rsidR="001C6A56" w:rsidRPr="001C6A56" w:rsidRDefault="001C6A56" w:rsidP="001C6A56">
            <w:pPr>
              <w:pStyle w:val="SIBulletList2"/>
            </w:pPr>
            <w:r w:rsidRPr="001C6A56">
              <w:t>oiling moving parts and sharpening procedures</w:t>
            </w:r>
          </w:p>
          <w:p w14:paraId="25F03F98" w14:textId="77777777" w:rsidR="001C6A56" w:rsidRPr="001C6A56" w:rsidRDefault="001C6A56" w:rsidP="001C6A56">
            <w:pPr>
              <w:pStyle w:val="SIBulletList2"/>
            </w:pPr>
            <w:r w:rsidRPr="001C6A56">
              <w:t>safe handling of pruning equipment</w:t>
            </w:r>
          </w:p>
          <w:p w14:paraId="0CC4730D" w14:textId="77777777" w:rsidR="001C6A56" w:rsidRPr="001C6A56" w:rsidRDefault="001C6A56" w:rsidP="001C6A56">
            <w:pPr>
              <w:pStyle w:val="SIBulletList2"/>
            </w:pPr>
            <w:r w:rsidRPr="001C6A56">
              <w:t>starting up and operating automatic pruning equipment as required</w:t>
            </w:r>
          </w:p>
          <w:p w14:paraId="677E827A" w14:textId="77777777" w:rsidR="001C6A56" w:rsidRPr="001C6A56" w:rsidRDefault="001C6A56" w:rsidP="001C6A56">
            <w:pPr>
              <w:pStyle w:val="SIBulletList2"/>
            </w:pPr>
            <w:r w:rsidRPr="001C6A56">
              <w:t>monitoring and recognising performance problems with pruning equipment</w:t>
            </w:r>
          </w:p>
          <w:p w14:paraId="7B606A78" w14:textId="77777777" w:rsidR="001C6A56" w:rsidRPr="001C6A56" w:rsidRDefault="001C6A56" w:rsidP="001C6A56">
            <w:pPr>
              <w:pStyle w:val="SIBulletList2"/>
            </w:pPr>
            <w:r w:rsidRPr="001C6A56">
              <w:t>cleaning and storage requirements of pruning equipment</w:t>
            </w:r>
          </w:p>
          <w:p w14:paraId="3CE169DE" w14:textId="77777777" w:rsidR="001C6A56" w:rsidRPr="001C6A56" w:rsidRDefault="001C6A56" w:rsidP="001C6A56">
            <w:pPr>
              <w:pStyle w:val="SIBulletList2"/>
            </w:pPr>
            <w:r w:rsidRPr="001C6A56">
              <w:t>using appropriate cleaning techniques</w:t>
            </w:r>
          </w:p>
          <w:p w14:paraId="2EA72F42" w14:textId="77777777" w:rsidR="001C6A56" w:rsidRPr="001C6A56" w:rsidRDefault="001C6A56" w:rsidP="001C6A56">
            <w:pPr>
              <w:pStyle w:val="SIBulletList2"/>
            </w:pPr>
            <w:r w:rsidRPr="001C6A56">
              <w:t>recognising and reporting problems and anomalies</w:t>
            </w:r>
          </w:p>
          <w:p w14:paraId="5ECCC700" w14:textId="6C4F3B99" w:rsidR="001C6A56" w:rsidRPr="001C6A56" w:rsidRDefault="001C6A56" w:rsidP="001C6A56">
            <w:pPr>
              <w:pStyle w:val="SIBulletList1"/>
            </w:pPr>
            <w:r w:rsidRPr="001C6A56">
              <w:t>shut down procedures</w:t>
            </w:r>
            <w:r w:rsidR="00745283">
              <w:t>,</w:t>
            </w:r>
            <w:r w:rsidRPr="001C6A56">
              <w:t xml:space="preserve"> including:</w:t>
            </w:r>
          </w:p>
          <w:p w14:paraId="70FB2489" w14:textId="77777777" w:rsidR="001C6A56" w:rsidRPr="001C6A56" w:rsidRDefault="001C6A56" w:rsidP="001C6A56">
            <w:pPr>
              <w:pStyle w:val="SIBulletList2"/>
            </w:pPr>
            <w:r w:rsidRPr="001C6A56">
              <w:t>response to emergency situations</w:t>
            </w:r>
          </w:p>
          <w:p w14:paraId="6DB59E4B" w14:textId="77777777" w:rsidR="001C6A56" w:rsidRPr="001C6A56" w:rsidRDefault="001C6A56" w:rsidP="001C6A56">
            <w:pPr>
              <w:pStyle w:val="SIBulletList2"/>
            </w:pPr>
            <w:r w:rsidRPr="001C6A56">
              <w:t>routine shutdown requirements</w:t>
            </w:r>
          </w:p>
          <w:p w14:paraId="6B868D44" w14:textId="77777777" w:rsidR="001C6A56" w:rsidRPr="001C6A56" w:rsidRDefault="001C6A56" w:rsidP="001C6A56">
            <w:pPr>
              <w:pStyle w:val="SIBulletList1"/>
            </w:pPr>
            <w:r w:rsidRPr="001C6A56">
              <w:t>processes for the routine preventive maintenance of equipment</w:t>
            </w:r>
          </w:p>
          <w:p w14:paraId="23E66ACE" w14:textId="77777777" w:rsidR="001C6A56" w:rsidRPr="001C6A56" w:rsidRDefault="001C6A56" w:rsidP="001C6A56">
            <w:pPr>
              <w:pStyle w:val="SIBulletList1"/>
            </w:pPr>
            <w:r w:rsidRPr="001C6A56">
              <w:t>processes for cleaning and storing equipment</w:t>
            </w:r>
          </w:p>
          <w:p w14:paraId="599C397A" w14:textId="77777777" w:rsidR="001C6A56" w:rsidRPr="001C6A56" w:rsidRDefault="001C6A56" w:rsidP="001C6A56">
            <w:pPr>
              <w:pStyle w:val="SIBulletList1"/>
            </w:pPr>
            <w:r w:rsidRPr="001C6A56">
              <w:t>identifying, rectifying and reporting environmental non-compliance</w:t>
            </w:r>
          </w:p>
          <w:p w14:paraId="5955D296" w14:textId="77777777" w:rsidR="001C6A56" w:rsidRPr="001C6A56" w:rsidRDefault="001C6A56" w:rsidP="001C6A56">
            <w:pPr>
              <w:pStyle w:val="SIBulletList1"/>
            </w:pPr>
            <w:r w:rsidRPr="001C6A56">
              <w:t>processes for maintaining work area to meet housekeeping standards:</w:t>
            </w:r>
          </w:p>
          <w:p w14:paraId="4C7CB974" w14:textId="77777777" w:rsidR="001C6A56" w:rsidRPr="001C6A56" w:rsidRDefault="001C6A56" w:rsidP="001C6A56">
            <w:pPr>
              <w:pStyle w:val="SIBulletList2"/>
            </w:pPr>
            <w:r w:rsidRPr="001C6A56">
              <w:t>environmental issues and controls</w:t>
            </w:r>
          </w:p>
          <w:p w14:paraId="67E385BC" w14:textId="77777777" w:rsidR="001C6A56" w:rsidRPr="001C6A56" w:rsidRDefault="001C6A56" w:rsidP="001C6A56">
            <w:pPr>
              <w:pStyle w:val="SIBulletList2"/>
            </w:pPr>
            <w:r w:rsidRPr="001C6A56">
              <w:t>disposal requirements of vine cuttings</w:t>
            </w:r>
          </w:p>
          <w:p w14:paraId="1E8E5B09" w14:textId="77777777" w:rsidR="001C6A56" w:rsidRDefault="001C6A56" w:rsidP="001C6A56">
            <w:pPr>
              <w:pStyle w:val="SIBulletList1"/>
            </w:pPr>
            <w:r w:rsidRPr="001C6A56">
              <w:t>procedures and responsibility for reporting problems and anomalies</w:t>
            </w:r>
          </w:p>
          <w:p w14:paraId="564724A9" w14:textId="77777777" w:rsidR="00CD7A28" w:rsidRPr="000754EC" w:rsidRDefault="001C6A56" w:rsidP="001C6A56">
            <w:pPr>
              <w:pStyle w:val="SIBulletList1"/>
            </w:pPr>
            <w:r w:rsidRPr="001C6A56">
              <w:t>recording workplace information.</w:t>
            </w:r>
          </w:p>
        </w:tc>
      </w:tr>
    </w:tbl>
    <w:p w14:paraId="446191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B002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244676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84A14E8" w14:textId="77777777" w:rsidTr="00CA2922">
        <w:tc>
          <w:tcPr>
            <w:tcW w:w="5000" w:type="pct"/>
            <w:shd w:val="clear" w:color="auto" w:fill="auto"/>
          </w:tcPr>
          <w:p w14:paraId="72A41C95" w14:textId="149DC1AD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CE96A9B" w14:textId="77777777" w:rsidR="001C6A56" w:rsidRPr="001C6A56" w:rsidRDefault="001C6A56" w:rsidP="001C6A56">
            <w:pPr>
              <w:pStyle w:val="SIBulletList1"/>
            </w:pPr>
            <w:r w:rsidRPr="001C6A56">
              <w:t>physical conditions:</w:t>
            </w:r>
          </w:p>
          <w:p w14:paraId="41AB7421" w14:textId="031BD3F5" w:rsidR="001C6A56" w:rsidRPr="001C6A56" w:rsidRDefault="001C6A56" w:rsidP="001C6A56">
            <w:pPr>
              <w:pStyle w:val="SIBulletList2"/>
            </w:pPr>
            <w:r w:rsidRPr="001C6A56">
              <w:t>a workplace or an environment that accurately represents workplace conditions</w:t>
            </w:r>
          </w:p>
          <w:p w14:paraId="6992FC30" w14:textId="77777777" w:rsidR="001C6A56" w:rsidRPr="001C6A56" w:rsidRDefault="001C6A56" w:rsidP="001C6A56">
            <w:pPr>
              <w:pStyle w:val="SIBulletList1"/>
            </w:pPr>
            <w:r w:rsidRPr="001C6A56">
              <w:t>resources, equipment and materials:</w:t>
            </w:r>
          </w:p>
          <w:p w14:paraId="46E1B459" w14:textId="77777777" w:rsidR="001C6A56" w:rsidRPr="001C6A56" w:rsidRDefault="001C6A56" w:rsidP="001C6A56">
            <w:pPr>
              <w:pStyle w:val="SIBulletList2"/>
            </w:pPr>
            <w:r w:rsidRPr="001C6A56">
              <w:t>personal protective clothing and equipment</w:t>
            </w:r>
          </w:p>
          <w:p w14:paraId="5BD09E49" w14:textId="77777777" w:rsidR="001C6A56" w:rsidRPr="001C6A56" w:rsidRDefault="001C6A56" w:rsidP="001C6A56">
            <w:pPr>
              <w:pStyle w:val="SIBulletList2"/>
            </w:pPr>
            <w:r w:rsidRPr="001C6A56">
              <w:t>pruning equipment, services and corresponding information</w:t>
            </w:r>
          </w:p>
          <w:p w14:paraId="6D553C32" w14:textId="77777777" w:rsidR="001C6A56" w:rsidRPr="001C6A56" w:rsidRDefault="001C6A56" w:rsidP="001C6A56">
            <w:pPr>
              <w:pStyle w:val="SIBulletList2"/>
            </w:pPr>
            <w:r w:rsidRPr="001C6A56">
              <w:t>products and materials</w:t>
            </w:r>
          </w:p>
          <w:p w14:paraId="79F336A8" w14:textId="77777777" w:rsidR="001C6A56" w:rsidRPr="001C6A56" w:rsidRDefault="001C6A56" w:rsidP="001C6A56">
            <w:pPr>
              <w:pStyle w:val="SIBulletList2"/>
            </w:pPr>
            <w:r w:rsidRPr="001C6A56">
              <w:t>cleaning procedures, materials and equipment</w:t>
            </w:r>
          </w:p>
          <w:p w14:paraId="0284CBD6" w14:textId="5D9F03C4" w:rsidR="001C6A56" w:rsidRPr="001C6A56" w:rsidRDefault="001C6A56" w:rsidP="001C6A56">
            <w:pPr>
              <w:pStyle w:val="SIBulletList2"/>
              <w:rPr>
                <w:rFonts w:eastAsia="Calibri"/>
              </w:rPr>
            </w:pPr>
            <w:r w:rsidRPr="001C6A56">
              <w:t>documentation and recording requirements and procedures</w:t>
            </w:r>
          </w:p>
          <w:p w14:paraId="3B8C8D82" w14:textId="77777777" w:rsidR="001C6A56" w:rsidRPr="001C6A56" w:rsidRDefault="001C6A56" w:rsidP="001C6A56">
            <w:pPr>
              <w:pStyle w:val="SIBulletList1"/>
              <w:rPr>
                <w:rFonts w:eastAsia="Calibri"/>
              </w:rPr>
            </w:pPr>
            <w:r w:rsidRPr="001C6A56">
              <w:rPr>
                <w:rFonts w:eastAsia="Calibri"/>
              </w:rPr>
              <w:t>specifications:</w:t>
            </w:r>
          </w:p>
          <w:p w14:paraId="1A1D99FC" w14:textId="77777777" w:rsidR="001C6A56" w:rsidRPr="001C6A56" w:rsidRDefault="001C6A56" w:rsidP="001C6A56">
            <w:pPr>
              <w:pStyle w:val="SIBulletList2"/>
            </w:pPr>
            <w:r w:rsidRPr="001C6A56">
              <w:t>work procedures, including advice on company practices, safe work practices, quality and environmental requirements</w:t>
            </w:r>
          </w:p>
          <w:p w14:paraId="7CA91649" w14:textId="77777777" w:rsidR="00366805" w:rsidRPr="000754EC" w:rsidRDefault="001C6A56" w:rsidP="001C6A56">
            <w:pPr>
              <w:pStyle w:val="SIBulletList2"/>
            </w:pPr>
            <w:r w:rsidRPr="001C6A56">
              <w:t>instructions, information, specifications and schedules.</w:t>
            </w:r>
          </w:p>
          <w:p w14:paraId="7DC8E221" w14:textId="77777777" w:rsidR="0021210E" w:rsidRDefault="0021210E" w:rsidP="001C6A56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E9816A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BAAF371" w14:textId="77777777" w:rsidR="00F1480E" w:rsidRPr="000754EC" w:rsidRDefault="00F1480E" w:rsidP="003F50DA">
            <w:pPr>
              <w:pStyle w:val="SIText"/>
              <w:rPr>
                <w:rFonts w:eastAsia="Calibri"/>
              </w:rPr>
            </w:pPr>
          </w:p>
        </w:tc>
      </w:tr>
    </w:tbl>
    <w:p w14:paraId="4D1106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67AF73B" w14:textId="77777777" w:rsidTr="004679E3">
        <w:tc>
          <w:tcPr>
            <w:tcW w:w="990" w:type="pct"/>
            <w:shd w:val="clear" w:color="auto" w:fill="auto"/>
          </w:tcPr>
          <w:p w14:paraId="214011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9FEE04" w14:textId="14594CDA" w:rsidR="00CD7A28" w:rsidRPr="000754EC" w:rsidRDefault="00E97752" w:rsidP="00CD7A28">
            <w:pPr>
              <w:pStyle w:val="SIText"/>
            </w:pPr>
            <w:r w:rsidRPr="00B120E4">
              <w:t>Companion Volumes, including Implementation Guides, are available at VETNet -https://vetnet.education.gov.au/Pages/TrainingDocs.aspx?q=78b15323-cd38-483e-aad7-1159b570a5c4</w:t>
            </w:r>
          </w:p>
        </w:tc>
      </w:tr>
    </w:tbl>
    <w:p w14:paraId="766B5BD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2875EC" w16cid:durableId="1D7E3044"/>
  <w16cid:commentId w16cid:paraId="78409AAD" w16cid:durableId="1D7E3046"/>
  <w16cid:commentId w16cid:paraId="617AC4AC" w16cid:durableId="1D7E3048"/>
  <w16cid:commentId w16cid:paraId="20DE8D71" w16cid:durableId="1D7E3049"/>
  <w16cid:commentId w16cid:paraId="14E4E160" w16cid:durableId="1D7E304A"/>
  <w16cid:commentId w16cid:paraId="2BA6D1A1" w16cid:durableId="1D7E304B"/>
  <w16cid:commentId w16cid:paraId="39C4D858" w16cid:durableId="1D7E304C"/>
  <w16cid:commentId w16cid:paraId="4FAC6D0D" w16cid:durableId="1D7E304D"/>
  <w16cid:commentId w16cid:paraId="24E077B2" w16cid:durableId="1D7E304E"/>
  <w16cid:commentId w16cid:paraId="525CB7B0" w16cid:durableId="1D7E304F"/>
  <w16cid:commentId w16cid:paraId="49FFB47A" w16cid:durableId="1D7E30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0E678" w14:textId="77777777" w:rsidR="00A5324B" w:rsidRDefault="00A5324B" w:rsidP="00BF3F0A">
      <w:r>
        <w:separator/>
      </w:r>
    </w:p>
    <w:p w14:paraId="3BE68D2B" w14:textId="77777777" w:rsidR="00A5324B" w:rsidRDefault="00A5324B"/>
  </w:endnote>
  <w:endnote w:type="continuationSeparator" w:id="0">
    <w:p w14:paraId="3F26F720" w14:textId="77777777" w:rsidR="00A5324B" w:rsidRDefault="00A5324B" w:rsidP="00BF3F0A">
      <w:r>
        <w:continuationSeparator/>
      </w:r>
    </w:p>
    <w:p w14:paraId="54E365B5" w14:textId="77777777" w:rsidR="00A5324B" w:rsidRDefault="00A532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BD83798" w14:textId="6F4E892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B02D0">
          <w:rPr>
            <w:noProof/>
          </w:rPr>
          <w:t>4</w:t>
        </w:r>
        <w:r w:rsidRPr="000754EC">
          <w:fldChar w:fldCharType="end"/>
        </w:r>
      </w:p>
      <w:p w14:paraId="30D9C2A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D0D1AA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5170C" w14:textId="77777777" w:rsidR="00A5324B" w:rsidRDefault="00A5324B" w:rsidP="00BF3F0A">
      <w:r>
        <w:separator/>
      </w:r>
    </w:p>
    <w:p w14:paraId="52C1DDC2" w14:textId="77777777" w:rsidR="00A5324B" w:rsidRDefault="00A5324B"/>
  </w:footnote>
  <w:footnote w:type="continuationSeparator" w:id="0">
    <w:p w14:paraId="2EFD7EA2" w14:textId="77777777" w:rsidR="00A5324B" w:rsidRDefault="00A5324B" w:rsidP="00BF3F0A">
      <w:r>
        <w:continuationSeparator/>
      </w:r>
    </w:p>
    <w:p w14:paraId="4DEFE9B0" w14:textId="77777777" w:rsidR="00A5324B" w:rsidRDefault="00A532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98C6B" w14:textId="74093C1E" w:rsidR="009C2650" w:rsidRPr="000754EC" w:rsidRDefault="00232AB2" w:rsidP="00146EEC">
    <w:pPr>
      <w:pStyle w:val="SIText"/>
    </w:pPr>
    <w:r>
      <w:t>FBPVIT</w:t>
    </w:r>
    <w:r w:rsidR="001C6A56" w:rsidRPr="001C6A56">
      <w:t>2003 Hand prune vines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B5A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6A5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2AB2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50DA"/>
    <w:rsid w:val="004127E3"/>
    <w:rsid w:val="0043212E"/>
    <w:rsid w:val="00434366"/>
    <w:rsid w:val="00434ECE"/>
    <w:rsid w:val="00435DA4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EA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E88"/>
    <w:rsid w:val="00643D1B"/>
    <w:rsid w:val="006452B8"/>
    <w:rsid w:val="00652E62"/>
    <w:rsid w:val="0066785C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283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31B"/>
    <w:rsid w:val="008908DE"/>
    <w:rsid w:val="008A12ED"/>
    <w:rsid w:val="008A39D3"/>
    <w:rsid w:val="008B2C77"/>
    <w:rsid w:val="008B4AD2"/>
    <w:rsid w:val="008B7138"/>
    <w:rsid w:val="008D435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324B"/>
    <w:rsid w:val="00A5381F"/>
    <w:rsid w:val="00A554D6"/>
    <w:rsid w:val="00A56E14"/>
    <w:rsid w:val="00A6476B"/>
    <w:rsid w:val="00A76C6C"/>
    <w:rsid w:val="00A87356"/>
    <w:rsid w:val="00A92DD1"/>
    <w:rsid w:val="00AA5338"/>
    <w:rsid w:val="00AB02D0"/>
    <w:rsid w:val="00AB1B8E"/>
    <w:rsid w:val="00AC0696"/>
    <w:rsid w:val="00AC4C98"/>
    <w:rsid w:val="00AC5F6B"/>
    <w:rsid w:val="00AD3896"/>
    <w:rsid w:val="00AD5B47"/>
    <w:rsid w:val="00AE1ED9"/>
    <w:rsid w:val="00AE32CB"/>
    <w:rsid w:val="00AF17B8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00A"/>
    <w:rsid w:val="00C96AF3"/>
    <w:rsid w:val="00C97CCC"/>
    <w:rsid w:val="00CA0274"/>
    <w:rsid w:val="00CB746F"/>
    <w:rsid w:val="00CC451E"/>
    <w:rsid w:val="00CD4E9D"/>
    <w:rsid w:val="00CD4F4D"/>
    <w:rsid w:val="00CD7A28"/>
    <w:rsid w:val="00CE7D19"/>
    <w:rsid w:val="00CF0CF5"/>
    <w:rsid w:val="00CF2B3E"/>
    <w:rsid w:val="00D0201F"/>
    <w:rsid w:val="00D02112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752"/>
    <w:rsid w:val="00EB0AA4"/>
    <w:rsid w:val="00EB5C88"/>
    <w:rsid w:val="00EB6B5A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C2A"/>
    <w:rsid w:val="00F65EF0"/>
    <w:rsid w:val="00F71651"/>
    <w:rsid w:val="00F76191"/>
    <w:rsid w:val="00F76CC6"/>
    <w:rsid w:val="00F82B90"/>
    <w:rsid w:val="00F83D7C"/>
    <w:rsid w:val="00FA6A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90146"/>
  <w15:docId w15:val="{D2CF86C4-3049-43E2-B371-4BE5BD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A538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n\Desktop\Wine%20Industry%20Review%20-%20Revised%20Units\Wine%20Industry%20Review%20Template\CLEAR%20VERSION%20-%20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E9C9BCD2EA994A8E08503B998CC1B4" ma:contentTypeVersion="5" ma:contentTypeDescription="Create a new document." ma:contentTypeScope="" ma:versionID="912fe2e5b4bc75c6644f0957e40cbaed">
  <xsd:schema xmlns:xsd="http://www.w3.org/2001/XMLSchema" xmlns:xs="http://www.w3.org/2001/XMLSchema" xmlns:p="http://schemas.microsoft.com/office/2006/metadata/properties" xmlns:ns2="e781fb86-d521-48a0-b3a1-03ae1c4f65d2" targetNamespace="http://schemas.microsoft.com/office/2006/metadata/properties" ma:root="true" ma:fieldsID="594d8176df06212aa318506d6e59b8e8" ns2:_="">
    <xsd:import namespace="e781fb86-d521-48a0-b3a1-03ae1c4f65d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2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1fb86-d521-48a0-b3a1-03ae1c4f65d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rea" ma:index="12" nillable="true" ma:displayName="Area" ma:default="Cross sector" ma:format="Dropdown" ma:internalName="Area">
      <xsd:simpleType>
        <xsd:restriction base="dms:Choice">
          <xsd:enumeration value="Cross sector"/>
          <xsd:enumeration value="Wine specific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e781fb86-d521-48a0-b3a1-03ae1c4f65d2">Development</Project_x0020_phase>
    <Assigned_x0020_to0 xmlns="e781fb86-d521-48a0-b3a1-03ae1c4f65d2">
      <UserInfo>
        <DisplayName/>
        <AccountId xsi:nil="true"/>
        <AccountType/>
      </UserInfo>
    </Assigned_x0020_to0>
    <Area xmlns="e781fb86-d521-48a0-b3a1-03ae1c4f65d2">Cross sector</Are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11A04-4879-4CE8-ADEE-400C2F00E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1fb86-d521-48a0-b3a1-03ae1c4f65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e781fb86-d521-48a0-b3a1-03ae1c4f65d2"/>
  </ds:schemaRefs>
</ds:datastoreItem>
</file>

<file path=customXml/itemProps4.xml><?xml version="1.0" encoding="utf-8"?>
<ds:datastoreItem xmlns:ds="http://schemas.openxmlformats.org/officeDocument/2006/customXml" ds:itemID="{0163B47F-930E-4599-BD2B-0347C9351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CLEAR VERSION - TEM.SkillsImpact.UnitAndAR</Template>
  <TotalTime>1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Skills Impact Ltd</Company>
  <LinksUpToDate>false</LinksUpToDate>
  <CharactersWithSpaces>7393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Dennis Trevarthen</dc:creator>
  <cp:keywords/>
  <dc:description/>
  <cp:lastModifiedBy>Bronwyn Trimble</cp:lastModifiedBy>
  <cp:revision>2</cp:revision>
  <cp:lastPrinted>2016-05-27T05:21:00Z</cp:lastPrinted>
  <dcterms:created xsi:type="dcterms:W3CDTF">2017-11-13T04:28:00Z</dcterms:created>
  <dcterms:modified xsi:type="dcterms:W3CDTF">2017-11-13T04:28:00Z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0x0101006EE9C9BCD2EA994A8E08503B998CC1B4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