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400DE" w14:textId="77777777" w:rsidR="00F1480E" w:rsidRPr="00CA2922" w:rsidRDefault="00F1480E" w:rsidP="004807A6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5CBF0C" w14:textId="77777777" w:rsidTr="00CA2922">
        <w:trPr>
          <w:tblHeader/>
        </w:trPr>
        <w:tc>
          <w:tcPr>
            <w:tcW w:w="2689" w:type="dxa"/>
          </w:tcPr>
          <w:p w14:paraId="4CC21B0A" w14:textId="77777777" w:rsidR="00F1480E" w:rsidRPr="00A326C2" w:rsidRDefault="00F1480E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943908" w14:textId="77777777" w:rsidR="00F1480E" w:rsidRPr="00A326C2" w:rsidRDefault="00F1480E" w:rsidP="00CA2922">
            <w:pPr>
              <w:pStyle w:val="SIText-Bold"/>
            </w:pPr>
            <w:r w:rsidRPr="00A326C2">
              <w:t>COMMENTS</w:t>
            </w:r>
          </w:p>
        </w:tc>
      </w:tr>
      <w:tr w:rsidR="00680CFB" w14:paraId="4BC32013" w14:textId="77777777" w:rsidTr="00984773">
        <w:tc>
          <w:tcPr>
            <w:tcW w:w="2689" w:type="dxa"/>
          </w:tcPr>
          <w:p w14:paraId="63EBC68E" w14:textId="663EE4D0" w:rsidR="00680CFB" w:rsidRDefault="00680CFB" w:rsidP="0098477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72D3124" w14:textId="2D17ABFA" w:rsidR="00680CFB" w:rsidRDefault="00680CFB" w:rsidP="00984773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Pr="00AA5EC2">
              <w:rPr>
                <w:rStyle w:val="SITemporaryText"/>
              </w:rPr>
              <w:t>Version 3.0.</w:t>
            </w:r>
          </w:p>
        </w:tc>
      </w:tr>
      <w:tr w:rsidR="00F1480E" w14:paraId="6F0BF507" w14:textId="77777777" w:rsidTr="00CA2922">
        <w:tc>
          <w:tcPr>
            <w:tcW w:w="2689" w:type="dxa"/>
          </w:tcPr>
          <w:p w14:paraId="631A12B6" w14:textId="77777777" w:rsidR="00F1480E" w:rsidRDefault="00582164" w:rsidP="00CA2922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A4CCAC6" w14:textId="4A9FAE87" w:rsidR="00F1480E" w:rsidRDefault="00891AB5" w:rsidP="00582164">
            <w:pPr>
              <w:pStyle w:val="SIText"/>
            </w:pPr>
            <w:r>
              <w:t xml:space="preserve">This version released with AHC Agriculture, Horticulture and Conservation and Land Management Training Package </w:t>
            </w:r>
            <w:r w:rsidR="00582164">
              <w:t>Version 1</w:t>
            </w:r>
            <w:r w:rsidR="00F1480E">
              <w:t>.</w:t>
            </w:r>
            <w:r w:rsidR="00B36A25">
              <w:t>0.</w:t>
            </w:r>
          </w:p>
        </w:tc>
      </w:tr>
    </w:tbl>
    <w:p w14:paraId="38C40B5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E81BB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F42E45" w14:textId="77777777" w:rsidR="00F1480E" w:rsidRPr="00963A46" w:rsidRDefault="0079126C" w:rsidP="00CA2922">
            <w:pPr>
              <w:pStyle w:val="SIUNITCODE"/>
            </w:pPr>
            <w:r>
              <w:t>AHCBEK20</w:t>
            </w:r>
            <w:r w:rsidR="00E70B9A">
              <w:t>2</w:t>
            </w:r>
          </w:p>
        </w:tc>
        <w:tc>
          <w:tcPr>
            <w:tcW w:w="3604" w:type="pct"/>
            <w:shd w:val="clear" w:color="auto" w:fill="auto"/>
          </w:tcPr>
          <w:p w14:paraId="599FFE35" w14:textId="77777777" w:rsidR="00F1480E" w:rsidRPr="004807A6" w:rsidRDefault="0079126C" w:rsidP="004807A6">
            <w:pPr>
              <w:pStyle w:val="SIUnittitle"/>
            </w:pPr>
            <w:r w:rsidRPr="004807A6">
              <w:t xml:space="preserve">Use a bee smoker </w:t>
            </w:r>
          </w:p>
        </w:tc>
      </w:tr>
      <w:tr w:rsidR="00F1480E" w:rsidRPr="00963A46" w14:paraId="2DF1E775" w14:textId="77777777" w:rsidTr="00CA2922">
        <w:tc>
          <w:tcPr>
            <w:tcW w:w="1396" w:type="pct"/>
            <w:shd w:val="clear" w:color="auto" w:fill="auto"/>
          </w:tcPr>
          <w:p w14:paraId="087CC508" w14:textId="78DA485C" w:rsidR="00F1480E" w:rsidRPr="00963A46" w:rsidRDefault="009E60AC" w:rsidP="004807A6">
            <w:pPr>
              <w:pStyle w:val="SIHeading2"/>
            </w:pPr>
            <w:r w:rsidRPr="00963A4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59F6D31" w14:textId="77777777" w:rsidR="004527A5" w:rsidRPr="00BA4660" w:rsidRDefault="004527A5" w:rsidP="004527A5">
            <w:pPr>
              <w:pStyle w:val="SIText"/>
            </w:pPr>
            <w:r w:rsidRPr="00BA4660">
              <w:t>This unit of competency describes the skills and knowledge required to use a bee smoker when undertaking bee husbandry tasks.</w:t>
            </w:r>
          </w:p>
          <w:p w14:paraId="402CCDDD" w14:textId="77777777" w:rsidR="004527A5" w:rsidRPr="00BA4660" w:rsidRDefault="004527A5" w:rsidP="004527A5">
            <w:pPr>
              <w:pStyle w:val="SIText"/>
            </w:pPr>
          </w:p>
          <w:p w14:paraId="11E261B1" w14:textId="6AF74722" w:rsidR="004527A5" w:rsidRPr="00BA4660" w:rsidRDefault="00FE5CED" w:rsidP="004527A5">
            <w:pPr>
              <w:pStyle w:val="SIText"/>
            </w:pPr>
            <w:r>
              <w:t>The</w:t>
            </w:r>
            <w:r w:rsidRPr="00BA4660">
              <w:t xml:space="preserve"> </w:t>
            </w:r>
            <w:r w:rsidR="004527A5" w:rsidRPr="00BA4660">
              <w:t>unit applies to beekeepers who work under general supervision and exercise limited autonomy with some accountability for their own work. They undertake defined activities and work in a structured context.</w:t>
            </w:r>
          </w:p>
          <w:p w14:paraId="34CA84F0" w14:textId="77777777" w:rsidR="004527A5" w:rsidRPr="00BA4660" w:rsidRDefault="004527A5" w:rsidP="004527A5">
            <w:pPr>
              <w:pStyle w:val="SIText"/>
            </w:pPr>
          </w:p>
          <w:p w14:paraId="585AC985" w14:textId="77777777" w:rsidR="00F1480E" w:rsidRPr="005979BC" w:rsidRDefault="004527A5" w:rsidP="004527A5">
            <w:pPr>
              <w:pStyle w:val="SIText"/>
            </w:pPr>
            <w:r w:rsidRPr="00BA4660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1C7748E" w14:textId="77777777" w:rsidTr="00CA2922">
        <w:tc>
          <w:tcPr>
            <w:tcW w:w="1396" w:type="pct"/>
            <w:shd w:val="clear" w:color="auto" w:fill="auto"/>
          </w:tcPr>
          <w:p w14:paraId="34493BD0" w14:textId="30C1B2FA" w:rsidR="00F1480E" w:rsidRPr="00963A46" w:rsidRDefault="009E60AC" w:rsidP="004807A6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88858E6" w14:textId="77777777" w:rsidR="00F1480E" w:rsidRPr="004807A6" w:rsidRDefault="00F1480E" w:rsidP="004807A6">
            <w:pPr>
              <w:pStyle w:val="SIText"/>
            </w:pPr>
            <w:r w:rsidRPr="004807A6">
              <w:t>Nil</w:t>
            </w:r>
          </w:p>
        </w:tc>
      </w:tr>
      <w:tr w:rsidR="00F1480E" w:rsidRPr="00963A46" w14:paraId="44A27168" w14:textId="77777777" w:rsidTr="00CA2922">
        <w:tc>
          <w:tcPr>
            <w:tcW w:w="1396" w:type="pct"/>
            <w:shd w:val="clear" w:color="auto" w:fill="auto"/>
          </w:tcPr>
          <w:p w14:paraId="7BCF2EF1" w14:textId="0BAF0CDA" w:rsidR="00F1480E" w:rsidRPr="00963A46" w:rsidRDefault="009E60AC" w:rsidP="004807A6">
            <w:pPr>
              <w:pStyle w:val="SIHeading2"/>
            </w:pPr>
            <w:r w:rsidRPr="00963A4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648DF11" w14:textId="77777777" w:rsidR="00F1480E" w:rsidRPr="00AA5ADB" w:rsidRDefault="00AA5ADB" w:rsidP="00AA5ADB">
            <w:pPr>
              <w:pStyle w:val="SIText"/>
            </w:pPr>
            <w:r w:rsidRPr="00B61E37">
              <w:t>Beekeeping (BEK)</w:t>
            </w:r>
          </w:p>
        </w:tc>
      </w:tr>
    </w:tbl>
    <w:p w14:paraId="26E581A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0AE0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AB48C5" w14:textId="68161102" w:rsidR="00F1480E" w:rsidRPr="00963A46" w:rsidRDefault="009E60AC" w:rsidP="004807A6">
            <w:pPr>
              <w:pStyle w:val="SIHeading2"/>
            </w:pPr>
            <w:r w:rsidRPr="00963A46">
              <w:t>Element</w:t>
            </w:r>
            <w:r>
              <w:t>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137F63" w14:textId="1A055E75" w:rsidR="00F1480E" w:rsidRPr="00963A46" w:rsidRDefault="009E60AC" w:rsidP="004807A6">
            <w:pPr>
              <w:pStyle w:val="SIHeading2"/>
            </w:pPr>
            <w:r w:rsidRPr="00963A46">
              <w:t>Performance criteria</w:t>
            </w:r>
          </w:p>
        </w:tc>
      </w:tr>
      <w:tr w:rsidR="00F1480E" w:rsidRPr="00963A46" w14:paraId="1686AE2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4B633B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D2A9AEF" w14:textId="77777777" w:rsidR="00F1480E" w:rsidRPr="00FE792C" w:rsidRDefault="00F1480E" w:rsidP="00CA2922">
            <w:pPr>
              <w:pStyle w:val="SIText"/>
              <w:rPr>
                <w:rStyle w:val="SIText-Italic"/>
              </w:rPr>
            </w:pPr>
            <w:r w:rsidRPr="00FE792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4527A5" w:rsidRPr="00963A46" w14:paraId="4FB265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D2B94C" w14:textId="77777777" w:rsidR="004527A5" w:rsidRDefault="004527A5" w:rsidP="004527A5">
            <w:pPr>
              <w:pStyle w:val="SIText"/>
              <w:rPr>
                <w:lang w:val="en-NZ"/>
              </w:rPr>
            </w:pPr>
            <w:r>
              <w:t>1.</w:t>
            </w:r>
            <w:r w:rsidRPr="00BA4660">
              <w:t>Prepare bee smoker for use</w:t>
            </w:r>
          </w:p>
        </w:tc>
        <w:tc>
          <w:tcPr>
            <w:tcW w:w="3604" w:type="pct"/>
            <w:shd w:val="clear" w:color="auto" w:fill="auto"/>
          </w:tcPr>
          <w:p w14:paraId="7A1B70DF" w14:textId="2C0F1704" w:rsidR="004527A5" w:rsidRPr="00BA4660" w:rsidRDefault="004527A5" w:rsidP="004527A5">
            <w:pPr>
              <w:pStyle w:val="SIText"/>
            </w:pPr>
            <w:r w:rsidRPr="00BA4660">
              <w:t>1.1</w:t>
            </w:r>
            <w:r w:rsidR="009E60AC">
              <w:t xml:space="preserve"> </w:t>
            </w:r>
            <w:r w:rsidRPr="00BA4660">
              <w:t>Confirm the activity to undertake with supervisor</w:t>
            </w:r>
          </w:p>
          <w:p w14:paraId="09C61A2B" w14:textId="252F4EC2" w:rsidR="004527A5" w:rsidRPr="00BA4660" w:rsidRDefault="004527A5" w:rsidP="004527A5">
            <w:pPr>
              <w:pStyle w:val="SIText"/>
            </w:pPr>
            <w:r w:rsidRPr="00BA4660">
              <w:t>1.2</w:t>
            </w:r>
            <w:r w:rsidR="009E60AC">
              <w:t xml:space="preserve"> </w:t>
            </w:r>
            <w:r w:rsidR="00FF6C9B">
              <w:t>Assess</w:t>
            </w:r>
            <w:r w:rsidR="00FF6C9B" w:rsidRPr="00BA4660">
              <w:t xml:space="preserve"> </w:t>
            </w:r>
            <w:r w:rsidRPr="00BA4660">
              <w:t>th</w:t>
            </w:r>
            <w:r w:rsidR="00FF6C9B">
              <w:t>e</w:t>
            </w:r>
            <w:r w:rsidRPr="00BA4660">
              <w:t xml:space="preserve"> climatic and other conditions </w:t>
            </w:r>
            <w:r w:rsidR="00FF6C9B">
              <w:t xml:space="preserve">that </w:t>
            </w:r>
            <w:r w:rsidRPr="00BA4660">
              <w:t>permit the use of smoker and adjust planned activities</w:t>
            </w:r>
            <w:r w:rsidR="00680CFB">
              <w:t xml:space="preserve"> according to workplace procedures</w:t>
            </w:r>
          </w:p>
          <w:p w14:paraId="0FE6A08B" w14:textId="22ED2EE9" w:rsidR="004527A5" w:rsidRPr="00BA4660" w:rsidRDefault="004527A5" w:rsidP="004527A5">
            <w:pPr>
              <w:pStyle w:val="SIText"/>
            </w:pPr>
            <w:r w:rsidRPr="00BA4660">
              <w:t>1.3</w:t>
            </w:r>
            <w:r w:rsidR="009E60AC">
              <w:t xml:space="preserve"> </w:t>
            </w:r>
            <w:r w:rsidRPr="00BA4660">
              <w:t xml:space="preserve">Check bee smoker and components to ensure that they are in good repair and serviceable, and any faults are </w:t>
            </w:r>
            <w:r w:rsidR="00FF6C9B">
              <w:t>rectified</w:t>
            </w:r>
            <w:r w:rsidR="00FF6C9B" w:rsidRPr="00BA4660">
              <w:t xml:space="preserve"> </w:t>
            </w:r>
          </w:p>
          <w:p w14:paraId="1DA99B76" w14:textId="28ACB3EA" w:rsidR="004527A5" w:rsidRPr="00BA4660" w:rsidRDefault="004527A5" w:rsidP="004527A5">
            <w:pPr>
              <w:pStyle w:val="SIText"/>
            </w:pPr>
            <w:r w:rsidRPr="00BA4660">
              <w:t>1.4</w:t>
            </w:r>
            <w:r w:rsidR="009E60AC">
              <w:t xml:space="preserve"> </w:t>
            </w:r>
            <w:r w:rsidRPr="00BA4660">
              <w:t>Check personal protective equipment for serviceability and ensure correct fit</w:t>
            </w:r>
          </w:p>
          <w:p w14:paraId="0EBDC2BB" w14:textId="6A4549CA" w:rsidR="004527A5" w:rsidRPr="00BA4660" w:rsidRDefault="004527A5" w:rsidP="004527A5">
            <w:pPr>
              <w:pStyle w:val="SIText"/>
            </w:pPr>
            <w:r w:rsidRPr="00BA4660">
              <w:t>1.5</w:t>
            </w:r>
            <w:r w:rsidR="009E60AC">
              <w:t xml:space="preserve"> </w:t>
            </w:r>
            <w:r w:rsidRPr="00BA4660">
              <w:t xml:space="preserve">Identify hazards </w:t>
            </w:r>
            <w:r w:rsidR="00533B30">
              <w:t xml:space="preserve">and risks </w:t>
            </w:r>
            <w:r w:rsidRPr="00BA4660">
              <w:t xml:space="preserve">associated with the use of a bee smoker and </w:t>
            </w:r>
            <w:r w:rsidR="00533B30">
              <w:t>apply control measures according to procedures</w:t>
            </w:r>
          </w:p>
          <w:p w14:paraId="20E430A4" w14:textId="6F9C33A4" w:rsidR="004527A5" w:rsidRPr="00BA4660" w:rsidRDefault="004527A5" w:rsidP="004527A5">
            <w:pPr>
              <w:pStyle w:val="SIText"/>
            </w:pPr>
            <w:r w:rsidRPr="00BA4660">
              <w:t>1.6</w:t>
            </w:r>
            <w:r w:rsidR="009E60AC">
              <w:t xml:space="preserve"> </w:t>
            </w:r>
            <w:r w:rsidR="00533B30">
              <w:t xml:space="preserve">Ensure </w:t>
            </w:r>
            <w:r w:rsidRPr="00BA4660">
              <w:t>an adequate water supply and tools available for fire control</w:t>
            </w:r>
            <w:r w:rsidR="00533B30">
              <w:t xml:space="preserve"> according to workplace fire prevention procedures</w:t>
            </w:r>
          </w:p>
          <w:p w14:paraId="6D2AB999" w14:textId="7F3726BA" w:rsidR="004527A5" w:rsidRPr="00BA4660" w:rsidRDefault="004527A5" w:rsidP="004527A5">
            <w:pPr>
              <w:pStyle w:val="SIText"/>
            </w:pPr>
            <w:r w:rsidRPr="00BA4660">
              <w:t>1.</w:t>
            </w:r>
            <w:r w:rsidR="00FF6C9B" w:rsidRPr="00BA4660">
              <w:t>7</w:t>
            </w:r>
            <w:r w:rsidR="00FF6C9B">
              <w:t xml:space="preserve"> Assess</w:t>
            </w:r>
            <w:r w:rsidR="00FF6C9B" w:rsidRPr="00BA4660">
              <w:t xml:space="preserve"> defensive behaviour of colony </w:t>
            </w:r>
            <w:r w:rsidR="00FF6C9B">
              <w:t>by considering</w:t>
            </w:r>
            <w:r w:rsidRPr="00BA4660">
              <w:t xml:space="preserve"> weather conditions, nectar flow and strain of bee</w:t>
            </w:r>
          </w:p>
          <w:p w14:paraId="1B1F215D" w14:textId="0A992A2C" w:rsidR="004527A5" w:rsidRPr="00BA4660" w:rsidRDefault="004527A5" w:rsidP="004527A5">
            <w:pPr>
              <w:pStyle w:val="SIText"/>
            </w:pPr>
            <w:r w:rsidRPr="00BA4660">
              <w:t>1.8</w:t>
            </w:r>
            <w:r w:rsidR="009E60AC">
              <w:t xml:space="preserve"> </w:t>
            </w:r>
            <w:r w:rsidR="00680CFB">
              <w:t xml:space="preserve">Prepare the bee smoker with </w:t>
            </w:r>
            <w:r w:rsidRPr="00BA4660">
              <w:t xml:space="preserve">fuel </w:t>
            </w:r>
            <w:r w:rsidR="00680CFB">
              <w:t>and ignite according to workplace procedures and manufacturer instructions</w:t>
            </w:r>
          </w:p>
          <w:p w14:paraId="144FAD27" w14:textId="081F9538" w:rsidR="004527A5" w:rsidRDefault="004527A5" w:rsidP="00680CFB">
            <w:pPr>
              <w:pStyle w:val="SIText"/>
              <w:rPr>
                <w:lang w:val="en-NZ"/>
              </w:rPr>
            </w:pPr>
            <w:r w:rsidRPr="00BA4660">
              <w:t>1.9</w:t>
            </w:r>
            <w:r w:rsidR="009E60AC">
              <w:t xml:space="preserve"> </w:t>
            </w:r>
            <w:r w:rsidRPr="00BA4660">
              <w:t xml:space="preserve">Operate bee smoker bellows to produce and maintain </w:t>
            </w:r>
            <w:r w:rsidR="00680CFB">
              <w:t>smoke according to workplace procedures</w:t>
            </w:r>
          </w:p>
        </w:tc>
      </w:tr>
      <w:tr w:rsidR="004527A5" w:rsidRPr="00963A46" w14:paraId="61F52E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F6FDAD" w14:textId="77777777" w:rsidR="004527A5" w:rsidRDefault="004527A5" w:rsidP="004527A5">
            <w:pPr>
              <w:pStyle w:val="SIText"/>
              <w:rPr>
                <w:lang w:val="en-NZ"/>
              </w:rPr>
            </w:pPr>
            <w:r>
              <w:t>2.</w:t>
            </w:r>
            <w:r w:rsidRPr="00BA4660">
              <w:t>Use bee smoker to manage bees</w:t>
            </w:r>
          </w:p>
        </w:tc>
        <w:tc>
          <w:tcPr>
            <w:tcW w:w="3604" w:type="pct"/>
            <w:shd w:val="clear" w:color="auto" w:fill="auto"/>
          </w:tcPr>
          <w:p w14:paraId="636E97C8" w14:textId="04613D13" w:rsidR="004527A5" w:rsidRPr="00BA4660" w:rsidRDefault="004527A5" w:rsidP="004527A5">
            <w:pPr>
              <w:pStyle w:val="SIText"/>
            </w:pPr>
            <w:r w:rsidRPr="00BA4660">
              <w:t>2.1</w:t>
            </w:r>
            <w:r w:rsidR="009E60AC">
              <w:t xml:space="preserve"> </w:t>
            </w:r>
            <w:r w:rsidR="00680CFB">
              <w:t>Direct</w:t>
            </w:r>
            <w:r w:rsidR="00680CFB" w:rsidRPr="00BA4660">
              <w:t xml:space="preserve"> </w:t>
            </w:r>
            <w:r w:rsidRPr="00BA4660">
              <w:t xml:space="preserve">smoke into hive </w:t>
            </w:r>
            <w:r w:rsidR="00680CFB">
              <w:t xml:space="preserve">using the bellows </w:t>
            </w:r>
            <w:r w:rsidRPr="00BA4660">
              <w:t xml:space="preserve">and allow sufficient time </w:t>
            </w:r>
            <w:r w:rsidR="00680CFB">
              <w:t>for its effect according to workplace procedures</w:t>
            </w:r>
          </w:p>
          <w:p w14:paraId="24C1CDDE" w14:textId="543C832D" w:rsidR="004527A5" w:rsidRPr="00BA4660" w:rsidRDefault="004527A5" w:rsidP="004527A5">
            <w:pPr>
              <w:pStyle w:val="SIText"/>
            </w:pPr>
            <w:r w:rsidRPr="00BA4660">
              <w:t>2.2</w:t>
            </w:r>
            <w:r w:rsidR="009E60AC">
              <w:t xml:space="preserve"> </w:t>
            </w:r>
            <w:r w:rsidR="00680CFB">
              <w:t>Use</w:t>
            </w:r>
            <w:r w:rsidR="00680CFB" w:rsidRPr="00BA4660">
              <w:t xml:space="preserve"> </w:t>
            </w:r>
            <w:r w:rsidR="00533B30">
              <w:t xml:space="preserve">the </w:t>
            </w:r>
            <w:r w:rsidRPr="00BA4660">
              <w:t>smoke</w:t>
            </w:r>
            <w:r w:rsidR="00680CFB">
              <w:t>r</w:t>
            </w:r>
            <w:r w:rsidRPr="00BA4660">
              <w:t xml:space="preserve"> </w:t>
            </w:r>
            <w:r w:rsidR="00680CFB">
              <w:t>to</w:t>
            </w:r>
            <w:r w:rsidRPr="00BA4660">
              <w:t xml:space="preserve"> opened </w:t>
            </w:r>
            <w:r w:rsidR="00680CFB">
              <w:t xml:space="preserve">hive </w:t>
            </w:r>
            <w:r w:rsidR="00FF6C9B">
              <w:t xml:space="preserve">and monitor </w:t>
            </w:r>
            <w:r w:rsidR="00533B30">
              <w:t xml:space="preserve">its effect </w:t>
            </w:r>
            <w:r w:rsidR="00680CFB">
              <w:t xml:space="preserve">to </w:t>
            </w:r>
            <w:r w:rsidR="00FF6C9B">
              <w:t xml:space="preserve">maintain </w:t>
            </w:r>
            <w:r w:rsidR="00680CFB">
              <w:t xml:space="preserve">control </w:t>
            </w:r>
            <w:r w:rsidR="00FF6C9B">
              <w:t xml:space="preserve">of </w:t>
            </w:r>
            <w:r w:rsidR="00680CFB">
              <w:t>bees</w:t>
            </w:r>
            <w:r w:rsidR="00FF6C9B">
              <w:t xml:space="preserve"> according to their behaviour</w:t>
            </w:r>
          </w:p>
          <w:p w14:paraId="485542BB" w14:textId="700C3BE0" w:rsidR="00680CFB" w:rsidRDefault="004527A5" w:rsidP="004527A5">
            <w:pPr>
              <w:pStyle w:val="SIText"/>
            </w:pPr>
            <w:r w:rsidRPr="00BA4660">
              <w:t>2.3</w:t>
            </w:r>
            <w:r w:rsidR="009E60AC">
              <w:t xml:space="preserve"> </w:t>
            </w:r>
            <w:r w:rsidR="00680CFB">
              <w:t>Ensure the smoker remains alight and within easy reach when in use</w:t>
            </w:r>
          </w:p>
          <w:p w14:paraId="3290395B" w14:textId="0410E41B" w:rsidR="004527A5" w:rsidRPr="00BA4660" w:rsidRDefault="004527A5" w:rsidP="00AA5EC2">
            <w:pPr>
              <w:pStyle w:val="SIText"/>
            </w:pPr>
            <w:r w:rsidRPr="00BA4660">
              <w:t>2.4</w:t>
            </w:r>
            <w:r w:rsidR="009E60AC">
              <w:t xml:space="preserve"> </w:t>
            </w:r>
            <w:r w:rsidR="00680CFB">
              <w:t xml:space="preserve">Ensure the smoker is used </w:t>
            </w:r>
            <w:r w:rsidR="004E6865">
              <w:t xml:space="preserve">and extinguished safely </w:t>
            </w:r>
            <w:r w:rsidR="00680CFB">
              <w:t xml:space="preserve">according to </w:t>
            </w:r>
            <w:r w:rsidR="00FF6C9B">
              <w:t xml:space="preserve">operating instructions and </w:t>
            </w:r>
            <w:r w:rsidR="004E6865">
              <w:t xml:space="preserve">workplace fire prevention </w:t>
            </w:r>
            <w:r w:rsidR="00FF6C9B">
              <w:t>procedures</w:t>
            </w:r>
          </w:p>
        </w:tc>
      </w:tr>
    </w:tbl>
    <w:p w14:paraId="160C7BCA" w14:textId="09EDDAAD" w:rsidR="00F1480E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9E60AC" w14:paraId="0461CAC3" w14:textId="77777777" w:rsidTr="007F6554">
        <w:tc>
          <w:tcPr>
            <w:tcW w:w="9628" w:type="dxa"/>
            <w:gridSpan w:val="2"/>
          </w:tcPr>
          <w:p w14:paraId="0B4CB805" w14:textId="77777777" w:rsidR="009E60AC" w:rsidRDefault="009E60AC" w:rsidP="004807A6">
            <w:pPr>
              <w:pStyle w:val="SIHeading2"/>
            </w:pPr>
            <w:r>
              <w:t>Foundation Skills</w:t>
            </w:r>
          </w:p>
          <w:p w14:paraId="61E7602F" w14:textId="193C4B4B" w:rsidR="009E60AC" w:rsidRPr="004807A6" w:rsidRDefault="009E60AC" w:rsidP="00F1480E">
            <w:pPr>
              <w:pStyle w:val="SIText"/>
              <w:rPr>
                <w:rStyle w:val="SIText-Italic"/>
              </w:rPr>
            </w:pPr>
            <w:r w:rsidRPr="004807A6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E60AC" w14:paraId="3E27C8F1" w14:textId="77777777" w:rsidTr="00AA5EC2">
        <w:tc>
          <w:tcPr>
            <w:tcW w:w="2689" w:type="dxa"/>
          </w:tcPr>
          <w:p w14:paraId="239C183A" w14:textId="39214DEB" w:rsidR="009E60AC" w:rsidRDefault="009E60AC" w:rsidP="004807A6">
            <w:pPr>
              <w:pStyle w:val="SIText-Bold"/>
            </w:pPr>
            <w:r>
              <w:t>Skills</w:t>
            </w:r>
          </w:p>
        </w:tc>
        <w:tc>
          <w:tcPr>
            <w:tcW w:w="6939" w:type="dxa"/>
          </w:tcPr>
          <w:p w14:paraId="365A381F" w14:textId="4DB709C3" w:rsidR="009E60AC" w:rsidRDefault="009E60AC" w:rsidP="004807A6">
            <w:pPr>
              <w:pStyle w:val="SIText-Bold"/>
            </w:pPr>
            <w:r>
              <w:t>Description</w:t>
            </w:r>
          </w:p>
        </w:tc>
      </w:tr>
      <w:tr w:rsidR="009E60AC" w14:paraId="0B5D8A75" w14:textId="77777777" w:rsidTr="00AA5EC2">
        <w:tc>
          <w:tcPr>
            <w:tcW w:w="2689" w:type="dxa"/>
          </w:tcPr>
          <w:p w14:paraId="0A8BC217" w14:textId="2D016308" w:rsidR="009E60AC" w:rsidRDefault="009E60AC" w:rsidP="00F1480E">
            <w:pPr>
              <w:pStyle w:val="SIText"/>
            </w:pPr>
            <w:r>
              <w:t>Navigate the world of work</w:t>
            </w:r>
          </w:p>
        </w:tc>
        <w:tc>
          <w:tcPr>
            <w:tcW w:w="6939" w:type="dxa"/>
          </w:tcPr>
          <w:p w14:paraId="2EA1AC58" w14:textId="1CDADDF2" w:rsidR="009E60AC" w:rsidRDefault="00533B30" w:rsidP="00533B30">
            <w:pPr>
              <w:pStyle w:val="SIBulletList1"/>
            </w:pPr>
            <w:r>
              <w:t xml:space="preserve">Complies with explicit policies and procedures, seeking </w:t>
            </w:r>
            <w:r w:rsidRPr="00533B30">
              <w:t>clarification or assistance when required</w:t>
            </w:r>
          </w:p>
        </w:tc>
      </w:tr>
      <w:tr w:rsidR="009E60AC" w14:paraId="69A2FD36" w14:textId="77777777" w:rsidTr="00AA5EC2">
        <w:tc>
          <w:tcPr>
            <w:tcW w:w="2689" w:type="dxa"/>
          </w:tcPr>
          <w:p w14:paraId="1E955FDB" w14:textId="2940E58D" w:rsidR="009E60AC" w:rsidRDefault="009E60AC" w:rsidP="00F1480E">
            <w:pPr>
              <w:pStyle w:val="SIText"/>
            </w:pPr>
            <w:r>
              <w:t>Interact with others</w:t>
            </w:r>
          </w:p>
        </w:tc>
        <w:tc>
          <w:tcPr>
            <w:tcW w:w="6939" w:type="dxa"/>
          </w:tcPr>
          <w:p w14:paraId="638B149F" w14:textId="4844BB3F" w:rsidR="009E60AC" w:rsidRDefault="00DD054F">
            <w:pPr>
              <w:pStyle w:val="SIBulletList1"/>
            </w:pPr>
            <w:r>
              <w:t>Communicates with supervisor using appropriate language and terminology when confirming activities and conditions</w:t>
            </w:r>
          </w:p>
        </w:tc>
      </w:tr>
      <w:tr w:rsidR="009E60AC" w14:paraId="0C3ED30A" w14:textId="77777777" w:rsidTr="00AA5EC2">
        <w:tc>
          <w:tcPr>
            <w:tcW w:w="2689" w:type="dxa"/>
          </w:tcPr>
          <w:p w14:paraId="2CD8FE93" w14:textId="39B31C2D" w:rsidR="009E60AC" w:rsidRDefault="009E60AC" w:rsidP="00F1480E">
            <w:pPr>
              <w:pStyle w:val="SIText"/>
            </w:pPr>
            <w:r>
              <w:lastRenderedPageBreak/>
              <w:t>Get the work done</w:t>
            </w:r>
          </w:p>
        </w:tc>
        <w:tc>
          <w:tcPr>
            <w:tcW w:w="6939" w:type="dxa"/>
          </w:tcPr>
          <w:p w14:paraId="1BAB0DD8" w14:textId="5FB96150" w:rsidR="009E60AC" w:rsidRDefault="00DD054F">
            <w:pPr>
              <w:pStyle w:val="SIBulletList1"/>
            </w:pPr>
            <w:r w:rsidRPr="00DD054F">
              <w:t xml:space="preserve">Follows clearly defined instructions and sequencing, and monitors own progress </w:t>
            </w:r>
            <w:r>
              <w:t>when operating a bee smoker</w:t>
            </w:r>
          </w:p>
        </w:tc>
      </w:tr>
    </w:tbl>
    <w:p w14:paraId="57C6FF34" w14:textId="77777777" w:rsidR="009E60AC" w:rsidRPr="00FE792C" w:rsidRDefault="009E60AC" w:rsidP="00F1480E">
      <w:pPr>
        <w:pStyle w:val="SIText"/>
      </w:pPr>
    </w:p>
    <w:p w14:paraId="6B97EAF4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5"/>
        <w:gridCol w:w="2396"/>
        <w:gridCol w:w="3453"/>
        <w:gridCol w:w="1384"/>
      </w:tblGrid>
      <w:tr w:rsidR="00F1480E" w14:paraId="0D55744A" w14:textId="77777777" w:rsidTr="00CA2922">
        <w:trPr>
          <w:tblHeader/>
        </w:trPr>
        <w:tc>
          <w:tcPr>
            <w:tcW w:w="5000" w:type="pct"/>
            <w:gridSpan w:val="4"/>
          </w:tcPr>
          <w:p w14:paraId="3E1D83C8" w14:textId="64BCE86E" w:rsidR="00F1480E" w:rsidRPr="00BC49BB" w:rsidRDefault="009E60AC" w:rsidP="004807A6">
            <w:pPr>
              <w:pStyle w:val="SIHeading2"/>
            </w:pPr>
            <w:r>
              <w:t>Unit mapping information</w:t>
            </w:r>
          </w:p>
        </w:tc>
      </w:tr>
      <w:tr w:rsidR="00F1480E" w14:paraId="1BBF861C" w14:textId="77777777" w:rsidTr="00CA2922">
        <w:trPr>
          <w:tblHeader/>
        </w:trPr>
        <w:tc>
          <w:tcPr>
            <w:tcW w:w="1250" w:type="pct"/>
          </w:tcPr>
          <w:p w14:paraId="225AEC30" w14:textId="77777777" w:rsidR="00F1480E" w:rsidRPr="00BC49BB" w:rsidRDefault="00F1480E" w:rsidP="00CA2922">
            <w:pPr>
              <w:pStyle w:val="SIText-Bold"/>
            </w:pPr>
            <w:r>
              <w:t>Code and title current version</w:t>
            </w:r>
          </w:p>
        </w:tc>
        <w:tc>
          <w:tcPr>
            <w:tcW w:w="1250" w:type="pct"/>
          </w:tcPr>
          <w:p w14:paraId="1523B4D9" w14:textId="77777777" w:rsidR="00F1480E" w:rsidRPr="00BC49BB" w:rsidRDefault="00F1480E" w:rsidP="00CA2922">
            <w:pPr>
              <w:pStyle w:val="SIText-Bold"/>
            </w:pPr>
            <w:r>
              <w:t>Code and title previous version</w:t>
            </w:r>
          </w:p>
        </w:tc>
        <w:tc>
          <w:tcPr>
            <w:tcW w:w="1799" w:type="pct"/>
          </w:tcPr>
          <w:p w14:paraId="15DDA048" w14:textId="77777777" w:rsidR="00F1480E" w:rsidRPr="00BC49BB" w:rsidRDefault="00F1480E" w:rsidP="00CA2922">
            <w:pPr>
              <w:pStyle w:val="SIText-Bold"/>
            </w:pPr>
            <w:r w:rsidRPr="00BC49BB">
              <w:t>Comments</w:t>
            </w:r>
          </w:p>
        </w:tc>
        <w:tc>
          <w:tcPr>
            <w:tcW w:w="701" w:type="pct"/>
          </w:tcPr>
          <w:p w14:paraId="725AAD84" w14:textId="77777777" w:rsidR="00F1480E" w:rsidRPr="00BC49BB" w:rsidRDefault="00F1480E" w:rsidP="00CA2922">
            <w:pPr>
              <w:pStyle w:val="SIText-Bold"/>
            </w:pPr>
            <w:r w:rsidRPr="00BC49BB">
              <w:t xml:space="preserve">Equivalence </w:t>
            </w:r>
            <w:r>
              <w:t>status</w:t>
            </w:r>
          </w:p>
        </w:tc>
      </w:tr>
      <w:tr w:rsidR="00F1480E" w14:paraId="2ECBDEB5" w14:textId="77777777" w:rsidTr="00CA2922">
        <w:tc>
          <w:tcPr>
            <w:tcW w:w="1250" w:type="pct"/>
          </w:tcPr>
          <w:p w14:paraId="1D889C0B" w14:textId="77777777" w:rsidR="00F1480E" w:rsidRPr="00BC49BB" w:rsidRDefault="0057125E" w:rsidP="004527A5">
            <w:pPr>
              <w:pStyle w:val="SIText"/>
            </w:pPr>
            <w:r>
              <w:t>AHC</w:t>
            </w:r>
            <w:r w:rsidR="00AA5ADB">
              <w:t>BEK20</w:t>
            </w:r>
            <w:r w:rsidR="004527A5">
              <w:t xml:space="preserve">2 Use a bee smoker </w:t>
            </w:r>
          </w:p>
        </w:tc>
        <w:tc>
          <w:tcPr>
            <w:tcW w:w="1250" w:type="pct"/>
          </w:tcPr>
          <w:p w14:paraId="1CD70A7F" w14:textId="77777777" w:rsidR="00F1480E" w:rsidRPr="00BC49BB" w:rsidRDefault="004527A5" w:rsidP="005979BC">
            <w:pPr>
              <w:pStyle w:val="SIText"/>
            </w:pPr>
            <w:r w:rsidRPr="00BA4660">
              <w:t>AHCBEK202A Use a bee smoker</w:t>
            </w:r>
          </w:p>
        </w:tc>
        <w:tc>
          <w:tcPr>
            <w:tcW w:w="1799" w:type="pct"/>
          </w:tcPr>
          <w:p w14:paraId="6E141964" w14:textId="77777777" w:rsidR="00964091" w:rsidRDefault="00964091" w:rsidP="00964091">
            <w:pPr>
              <w:pStyle w:val="SIText"/>
            </w:pPr>
            <w:r>
              <w:t>Updated to meet Standards for Training Packages</w:t>
            </w:r>
          </w:p>
          <w:p w14:paraId="0866E48E" w14:textId="141F02B3" w:rsidR="00F1480E" w:rsidRPr="00BC49BB" w:rsidRDefault="00964091" w:rsidP="00964091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701" w:type="pct"/>
          </w:tcPr>
          <w:p w14:paraId="6E5ADC8C" w14:textId="237BA0F3" w:rsidR="00F1480E" w:rsidRPr="00BC49BB" w:rsidRDefault="001C5F3A" w:rsidP="0057125E">
            <w:pPr>
              <w:pStyle w:val="SIText"/>
            </w:pPr>
            <w:r>
              <w:t>Equivalent unit</w:t>
            </w:r>
          </w:p>
        </w:tc>
      </w:tr>
    </w:tbl>
    <w:p w14:paraId="5E2BA0F1" w14:textId="77777777" w:rsidR="00F1480E" w:rsidRDefault="00F1480E" w:rsidP="00F1480E">
      <w:pPr>
        <w:pStyle w:val="SITextBefor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75BBD38" w14:textId="77777777" w:rsidTr="00CA2922">
        <w:tc>
          <w:tcPr>
            <w:tcW w:w="1396" w:type="pct"/>
            <w:shd w:val="clear" w:color="auto" w:fill="auto"/>
          </w:tcPr>
          <w:p w14:paraId="4ACA1990" w14:textId="45841A9E" w:rsidR="00F1480E" w:rsidRPr="00A55106" w:rsidRDefault="009E60AC" w:rsidP="004807A6">
            <w:pPr>
              <w:pStyle w:val="SIHeading2"/>
            </w:pPr>
            <w:r w:rsidRPr="00A55106">
              <w:t>Links</w:t>
            </w:r>
          </w:p>
        </w:tc>
        <w:tc>
          <w:tcPr>
            <w:tcW w:w="3604" w:type="pct"/>
            <w:shd w:val="clear" w:color="auto" w:fill="auto"/>
          </w:tcPr>
          <w:p w14:paraId="46438540" w14:textId="77777777" w:rsidR="00F1480E" w:rsidRPr="004807A6" w:rsidRDefault="007E1D2A" w:rsidP="004807A6">
            <w:pPr>
              <w:pStyle w:val="SIText"/>
            </w:pPr>
            <w:r w:rsidRPr="004807A6">
              <w:t xml:space="preserve">Companion Volumes, including Implementation Guides, are available at </w:t>
            </w:r>
            <w:proofErr w:type="spellStart"/>
            <w:r w:rsidRPr="004807A6">
              <w:t>VETNet</w:t>
            </w:r>
            <w:proofErr w:type="spellEnd"/>
            <w:r w:rsidRPr="004807A6">
              <w:t xml:space="preserve">: </w:t>
            </w:r>
            <w:r w:rsidR="00515FEB" w:rsidRPr="004807A6">
              <w:t>https://vetnet.education.gov.au/Pages/TrainingDocs.aspx?q=c6399549-9c62-4a5e-bf1a-524b2322cf72</w:t>
            </w:r>
          </w:p>
        </w:tc>
      </w:tr>
    </w:tbl>
    <w:p w14:paraId="0576E670" w14:textId="77777777" w:rsidR="00F1480E" w:rsidRDefault="00F1480E" w:rsidP="00F1480E">
      <w:pPr>
        <w:pStyle w:val="SIText"/>
      </w:pPr>
    </w:p>
    <w:p w14:paraId="3D73090A" w14:textId="77777777" w:rsidR="00F1480E" w:rsidRDefault="00F1480E" w:rsidP="00F1480E">
      <w:pPr>
        <w:pStyle w:val="SIText"/>
      </w:pPr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5446D1" w14:paraId="74DE557D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12EA0E0" w14:textId="20629ED7" w:rsidR="00F1480E" w:rsidRPr="005446D1" w:rsidRDefault="009E60AC" w:rsidP="004807A6">
            <w:pPr>
              <w:pStyle w:val="SIHeading2"/>
            </w:pPr>
            <w:r w:rsidRPr="005446D1">
              <w:lastRenderedPageBreak/>
              <w:t>Assessment requirements</w:t>
            </w:r>
          </w:p>
        </w:tc>
      </w:tr>
      <w:tr w:rsidR="00F1480E" w:rsidRPr="00E91BFF" w14:paraId="129ED640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10828B62" w14:textId="77777777" w:rsidR="00F1480E" w:rsidRPr="00E91BFF" w:rsidRDefault="00923DA2" w:rsidP="004807A6">
            <w:pPr>
              <w:pStyle w:val="SIUNITCODE"/>
              <w:rPr>
                <w:rFonts w:asciiTheme="minorHAnsi" w:hAnsiTheme="minorHAnsi" w:cstheme="minorHAnsi"/>
              </w:rPr>
            </w:pPr>
            <w:r>
              <w:t>AHC</w:t>
            </w:r>
            <w:r w:rsidR="004527A5">
              <w:t>BEK202</w:t>
            </w:r>
          </w:p>
        </w:tc>
        <w:tc>
          <w:tcPr>
            <w:tcW w:w="3522" w:type="pct"/>
            <w:shd w:val="clear" w:color="auto" w:fill="auto"/>
          </w:tcPr>
          <w:p w14:paraId="7B29EE10" w14:textId="77777777" w:rsidR="00F1480E" w:rsidRPr="004807A6" w:rsidRDefault="004527A5" w:rsidP="004807A6">
            <w:pPr>
              <w:pStyle w:val="SIUnittitle"/>
            </w:pPr>
            <w:r w:rsidRPr="004807A6">
              <w:t xml:space="preserve">Use a bee smoker </w:t>
            </w:r>
          </w:p>
        </w:tc>
      </w:tr>
      <w:tr w:rsidR="00F1480E" w:rsidRPr="00A55106" w14:paraId="4CD2262D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8E013B" w14:textId="57B0413A" w:rsidR="00F1480E" w:rsidRPr="00A55106" w:rsidRDefault="009E60AC" w:rsidP="004807A6">
            <w:pPr>
              <w:pStyle w:val="SIHeading2"/>
            </w:pPr>
            <w:r w:rsidRPr="00A55106">
              <w:t>Performance evidence</w:t>
            </w:r>
          </w:p>
        </w:tc>
      </w:tr>
      <w:tr w:rsidR="00F1480E" w:rsidRPr="00067E1C" w14:paraId="5B7A23C1" w14:textId="77777777" w:rsidTr="00CA2922">
        <w:tc>
          <w:tcPr>
            <w:tcW w:w="5000" w:type="pct"/>
            <w:gridSpan w:val="2"/>
            <w:shd w:val="clear" w:color="auto" w:fill="auto"/>
          </w:tcPr>
          <w:p w14:paraId="350F5BFF" w14:textId="2E415E83" w:rsidR="004527A5" w:rsidRPr="007E276D" w:rsidRDefault="009A59E1" w:rsidP="004527A5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294922B3" w14:textId="77777777" w:rsidR="004527A5" w:rsidRPr="007E276D" w:rsidRDefault="004527A5" w:rsidP="004527A5">
            <w:pPr>
              <w:pStyle w:val="SIText"/>
            </w:pPr>
          </w:p>
          <w:p w14:paraId="75C4F76E" w14:textId="170B92D6" w:rsidR="004527A5" w:rsidRPr="007E276D" w:rsidRDefault="008B7042" w:rsidP="004527A5">
            <w:pPr>
              <w:pStyle w:val="SIText"/>
            </w:pPr>
            <w:r>
              <w:t xml:space="preserve">There must be evidence that on at least one occasion the individual has demonstrated that they have </w:t>
            </w:r>
            <w:r w:rsidR="00FE5CED">
              <w:t>operated a bee smoker</w:t>
            </w:r>
            <w:r>
              <w:t xml:space="preserve"> including:</w:t>
            </w:r>
          </w:p>
          <w:p w14:paraId="07ADE421" w14:textId="76D17AEA" w:rsidR="00FF6C9B" w:rsidRDefault="00FF6C9B">
            <w:pPr>
              <w:pStyle w:val="SIBulletList1"/>
            </w:pPr>
            <w:r>
              <w:t>confirmed work activity with supervisor</w:t>
            </w:r>
          </w:p>
          <w:p w14:paraId="76E66387" w14:textId="320CE9F8" w:rsidR="00FE5CED" w:rsidRDefault="00FE5CED">
            <w:pPr>
              <w:pStyle w:val="SIBulletList1"/>
            </w:pPr>
            <w:r>
              <w:t>identified and confirmed that the conditions are appropriate to use a bee smoker</w:t>
            </w:r>
          </w:p>
          <w:p w14:paraId="20551EF7" w14:textId="11D942D0" w:rsidR="004527A5" w:rsidRPr="007E276D" w:rsidRDefault="00FE5CED">
            <w:pPr>
              <w:pStyle w:val="SIBulletList1"/>
            </w:pPr>
            <w:r>
              <w:t>id</w:t>
            </w:r>
            <w:r w:rsidR="004527A5" w:rsidRPr="007E276D">
              <w:t>entif</w:t>
            </w:r>
            <w:r w:rsidR="00FF6C9B">
              <w:t>ied</w:t>
            </w:r>
            <w:r w:rsidR="004527A5" w:rsidRPr="007E276D">
              <w:t xml:space="preserve"> hazards and </w:t>
            </w:r>
            <w:r w:rsidR="00FF6C9B">
              <w:t xml:space="preserve">risks and </w:t>
            </w:r>
            <w:r w:rsidR="004527A5" w:rsidRPr="007E276D">
              <w:t>use</w:t>
            </w:r>
            <w:r w:rsidR="00FF6C9B">
              <w:t>d</w:t>
            </w:r>
            <w:r w:rsidR="004527A5" w:rsidRPr="007E276D">
              <w:t xml:space="preserve"> </w:t>
            </w:r>
            <w:r w:rsidR="00FF6C9B">
              <w:t>personal protection equipment</w:t>
            </w:r>
            <w:r w:rsidR="00FF6C9B" w:rsidRPr="007E276D">
              <w:t xml:space="preserve"> </w:t>
            </w:r>
            <w:r w:rsidR="00FF6C9B">
              <w:t xml:space="preserve">and </w:t>
            </w:r>
            <w:r w:rsidR="00FF6C9B" w:rsidRPr="007E276D">
              <w:t>safe work practices</w:t>
            </w:r>
            <w:r w:rsidR="00FF6C9B">
              <w:t xml:space="preserve"> to minimise risk</w:t>
            </w:r>
          </w:p>
          <w:p w14:paraId="7C91A1B3" w14:textId="1AE92ADC" w:rsidR="004527A5" w:rsidRPr="007E276D" w:rsidRDefault="004527A5">
            <w:pPr>
              <w:pStyle w:val="SIBulletList1"/>
            </w:pPr>
            <w:r w:rsidRPr="007E276D">
              <w:t>anticipate</w:t>
            </w:r>
            <w:r w:rsidR="00AA5EC2">
              <w:t>d</w:t>
            </w:r>
            <w:r w:rsidRPr="007E276D">
              <w:t xml:space="preserve"> defensive behaviour of colony </w:t>
            </w:r>
            <w:r w:rsidR="00FF6C9B">
              <w:t xml:space="preserve">and </w:t>
            </w:r>
            <w:r w:rsidR="00AA5EC2">
              <w:t xml:space="preserve">monitored and </w:t>
            </w:r>
            <w:r w:rsidR="00FF6C9B">
              <w:t>applied smoke to control bee</w:t>
            </w:r>
            <w:r w:rsidR="00AA5EC2">
              <w:t xml:space="preserve"> behaviour</w:t>
            </w:r>
          </w:p>
          <w:p w14:paraId="5144EE13" w14:textId="29CB9A8D" w:rsidR="004527A5" w:rsidRPr="007E276D" w:rsidRDefault="004527A5" w:rsidP="008E6028">
            <w:pPr>
              <w:pStyle w:val="SIBulletList1"/>
            </w:pPr>
            <w:r w:rsidRPr="007E276D">
              <w:t>select</w:t>
            </w:r>
            <w:r w:rsidR="00533B30">
              <w:t xml:space="preserve">ed and ignited </w:t>
            </w:r>
            <w:r w:rsidRPr="007E276D">
              <w:t>suitable fuel</w:t>
            </w:r>
            <w:r w:rsidR="00533B30">
              <w:t xml:space="preserve"> for smoker</w:t>
            </w:r>
            <w:r w:rsidR="00AA5EC2">
              <w:t xml:space="preserve"> keeping it </w:t>
            </w:r>
            <w:r w:rsidRPr="007E276D">
              <w:t>alight and functioning while carrying our bee husbandry tasks</w:t>
            </w:r>
          </w:p>
          <w:p w14:paraId="0CD827C3" w14:textId="47AE2BB4" w:rsidR="00F1480E" w:rsidRPr="00A55106" w:rsidRDefault="00AA5EC2" w:rsidP="00AA5EC2">
            <w:pPr>
              <w:pStyle w:val="SIBulletList1"/>
            </w:pPr>
            <w:proofErr w:type="gramStart"/>
            <w:r>
              <w:t>used</w:t>
            </w:r>
            <w:proofErr w:type="gramEnd"/>
            <w:r w:rsidR="004527A5" w:rsidRPr="007E276D">
              <w:t xml:space="preserve"> </w:t>
            </w:r>
            <w:r>
              <w:t xml:space="preserve">and shut down </w:t>
            </w:r>
            <w:r w:rsidR="004527A5" w:rsidRPr="007E276D">
              <w:t>bee smoker safe</w:t>
            </w:r>
            <w:r>
              <w:t>ly</w:t>
            </w:r>
            <w:r w:rsidR="004527A5" w:rsidRPr="007E276D">
              <w:t xml:space="preserve"> after completing operations according to </w:t>
            </w:r>
            <w:r>
              <w:t xml:space="preserve">workplace </w:t>
            </w:r>
            <w:r w:rsidR="004527A5" w:rsidRPr="007E276D">
              <w:t>fire procedures.</w:t>
            </w:r>
          </w:p>
        </w:tc>
      </w:tr>
    </w:tbl>
    <w:p w14:paraId="77BA7AA0" w14:textId="77777777" w:rsidR="00F1480E" w:rsidRPr="00C97CC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05F9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FF5252" w14:textId="483DD2B0" w:rsidR="00F1480E" w:rsidRPr="00A55106" w:rsidRDefault="009E60AC" w:rsidP="004807A6">
            <w:pPr>
              <w:pStyle w:val="SIHeading2"/>
            </w:pPr>
            <w:r w:rsidRPr="00A55106">
              <w:t>Knowledge evidence</w:t>
            </w:r>
          </w:p>
        </w:tc>
      </w:tr>
      <w:tr w:rsidR="004527A5" w:rsidRPr="00067E1C" w14:paraId="23616B6D" w14:textId="77777777" w:rsidTr="00CA2922">
        <w:tc>
          <w:tcPr>
            <w:tcW w:w="5000" w:type="pct"/>
            <w:shd w:val="clear" w:color="auto" w:fill="auto"/>
          </w:tcPr>
          <w:p w14:paraId="655175F3" w14:textId="3C9B0205" w:rsidR="004527A5" w:rsidRPr="007E276D" w:rsidRDefault="003A40DB" w:rsidP="004527A5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126D35B" w14:textId="7FCF6F87" w:rsidR="004527A5" w:rsidRPr="007E276D" w:rsidRDefault="004527A5">
            <w:pPr>
              <w:pStyle w:val="SIBulletList1"/>
            </w:pPr>
            <w:r w:rsidRPr="007E276D">
              <w:t xml:space="preserve">principles and practices of </w:t>
            </w:r>
            <w:r w:rsidR="00964091">
              <w:t xml:space="preserve">using </w:t>
            </w:r>
            <w:r w:rsidRPr="007E276D">
              <w:t>smok</w:t>
            </w:r>
            <w:r w:rsidR="00964091">
              <w:t xml:space="preserve">e on </w:t>
            </w:r>
            <w:r w:rsidRPr="007E276D">
              <w:t>bees</w:t>
            </w:r>
            <w:r w:rsidR="00964091">
              <w:t xml:space="preserve"> to pacify behaviour</w:t>
            </w:r>
          </w:p>
          <w:p w14:paraId="49870900" w14:textId="53F697C3" w:rsidR="004527A5" w:rsidRPr="007E276D" w:rsidRDefault="00AA5EC2">
            <w:pPr>
              <w:pStyle w:val="SIBulletList1"/>
            </w:pPr>
            <w:r>
              <w:t xml:space="preserve">types of smoke and the </w:t>
            </w:r>
            <w:r w:rsidR="004527A5" w:rsidRPr="007E276D">
              <w:t>effect on bees and hive products</w:t>
            </w:r>
          </w:p>
          <w:p w14:paraId="5C710EA7" w14:textId="5A640731" w:rsidR="004527A5" w:rsidRPr="007E276D" w:rsidRDefault="004527A5">
            <w:pPr>
              <w:pStyle w:val="SIBulletList1"/>
            </w:pPr>
            <w:r w:rsidRPr="007E276D">
              <w:t>suitable fuel</w:t>
            </w:r>
            <w:r w:rsidR="00AA5EC2">
              <w:t xml:space="preserve">, ignition and operation of </w:t>
            </w:r>
            <w:r w:rsidRPr="007E276D">
              <w:t>bee smokers</w:t>
            </w:r>
          </w:p>
          <w:p w14:paraId="1A21F284" w14:textId="4EE2C92F" w:rsidR="004527A5" w:rsidRPr="00537D9F" w:rsidRDefault="004527A5">
            <w:pPr>
              <w:pStyle w:val="SIBulletList1"/>
            </w:pPr>
            <w:proofErr w:type="gramStart"/>
            <w:r w:rsidRPr="007E276D">
              <w:t>fire</w:t>
            </w:r>
            <w:proofErr w:type="gramEnd"/>
            <w:r w:rsidRPr="007E276D">
              <w:t xml:space="preserve"> </w:t>
            </w:r>
            <w:r w:rsidR="00FE5CED">
              <w:t xml:space="preserve">and other </w:t>
            </w:r>
            <w:r w:rsidRPr="007E276D">
              <w:t>regulations</w:t>
            </w:r>
            <w:r w:rsidR="00FE5CED">
              <w:t xml:space="preserve"> that impact on use of bee smokers</w:t>
            </w:r>
            <w:r w:rsidRPr="007E276D">
              <w:t>.</w:t>
            </w:r>
          </w:p>
        </w:tc>
      </w:tr>
    </w:tbl>
    <w:p w14:paraId="6B62F44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D537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427D7E" w14:textId="7DBD6BE0" w:rsidR="00F1480E" w:rsidRPr="00A55106" w:rsidRDefault="009E60AC" w:rsidP="004807A6">
            <w:pPr>
              <w:pStyle w:val="SIHeading2"/>
            </w:pPr>
            <w:r w:rsidRPr="00A55106">
              <w:t>Assessment conditions</w:t>
            </w:r>
          </w:p>
        </w:tc>
      </w:tr>
      <w:tr w:rsidR="00F1480E" w:rsidRPr="00A55106" w14:paraId="1202F640" w14:textId="77777777" w:rsidTr="00CA2922">
        <w:tc>
          <w:tcPr>
            <w:tcW w:w="5000" w:type="pct"/>
            <w:shd w:val="clear" w:color="auto" w:fill="auto"/>
          </w:tcPr>
          <w:p w14:paraId="2BF9178B" w14:textId="01991DF0" w:rsidR="00EF1F71" w:rsidRDefault="00EF1F71" w:rsidP="00EF1F71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0E08EC6B" w14:textId="6D4CF5E6" w:rsidR="00EF1F71" w:rsidRDefault="00EF1F71">
            <w:pPr>
              <w:pStyle w:val="SIBulletList1"/>
            </w:pPr>
            <w:r>
              <w:t xml:space="preserve">physical </w:t>
            </w:r>
            <w:r w:rsidRPr="00FE5CED">
              <w:t>conditions</w:t>
            </w:r>
            <w:r>
              <w:t>:</w:t>
            </w:r>
          </w:p>
          <w:p w14:paraId="07626BD6" w14:textId="63027D5A" w:rsidR="00EF1F71" w:rsidRPr="00FE5CED" w:rsidRDefault="00EF1F71" w:rsidP="00AA5EC2">
            <w:pPr>
              <w:pStyle w:val="SIBulletList2"/>
              <w:rPr>
                <w:rFonts w:eastAsia="Calibri"/>
              </w:rPr>
            </w:pPr>
            <w:r>
              <w:t>skills must be demonstrated in a</w:t>
            </w:r>
            <w:r w:rsidR="00FE5CED">
              <w:t xml:space="preserve"> functioning apiary with live bees </w:t>
            </w:r>
            <w:r>
              <w:t>or an environment that accurately represents workplace conditions</w:t>
            </w:r>
          </w:p>
          <w:p w14:paraId="65CFB599" w14:textId="77777777" w:rsidR="00EF1F71" w:rsidRDefault="00EF1F71">
            <w:pPr>
              <w:pStyle w:val="SIBulletList1"/>
            </w:pPr>
            <w:r>
              <w:t>resources, equipment and materials:</w:t>
            </w:r>
          </w:p>
          <w:p w14:paraId="6C76AC02" w14:textId="718FDBB4" w:rsidR="00EF1F71" w:rsidRDefault="00AA5EC2" w:rsidP="00AA5EC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bee smoker and </w:t>
            </w:r>
            <w:r w:rsidR="00FE5CED">
              <w:rPr>
                <w:rFonts w:eastAsia="Calibri"/>
              </w:rPr>
              <w:t>apiary</w:t>
            </w:r>
            <w:r>
              <w:rPr>
                <w:rFonts w:eastAsia="Calibri"/>
              </w:rPr>
              <w:t xml:space="preserve"> </w:t>
            </w:r>
            <w:r w:rsidR="00FE5CED">
              <w:rPr>
                <w:rFonts w:eastAsia="Calibri"/>
              </w:rPr>
              <w:t>tools</w:t>
            </w:r>
            <w:r>
              <w:rPr>
                <w:rFonts w:eastAsia="Calibri"/>
              </w:rPr>
              <w:t xml:space="preserve"> for manipulating hives</w:t>
            </w:r>
          </w:p>
          <w:p w14:paraId="6E3C7FE9" w14:textId="2318794A" w:rsidR="00FE5CED" w:rsidRDefault="00FE5CED" w:rsidP="00AA5EC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live bees</w:t>
            </w:r>
          </w:p>
          <w:p w14:paraId="02D7DFD1" w14:textId="7DA58D41" w:rsidR="00EF1F71" w:rsidRDefault="00EF1F71" w:rsidP="00AA5EC2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</w:p>
          <w:p w14:paraId="2EB1F5E5" w14:textId="77777777" w:rsidR="00EF1F71" w:rsidRDefault="00EF1F7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3B7B6A9C" w14:textId="5A71D99D" w:rsidR="00EF1F71" w:rsidRDefault="00FE5CED" w:rsidP="00AA5EC2">
            <w:pPr>
              <w:pStyle w:val="SIBulletList2"/>
              <w:rPr>
                <w:rFonts w:eastAsia="Calibri"/>
              </w:rPr>
            </w:pPr>
            <w:r w:rsidDel="00FE5CED">
              <w:rPr>
                <w:rFonts w:eastAsia="Calibri"/>
              </w:rPr>
              <w:t xml:space="preserve"> </w:t>
            </w:r>
            <w:r w:rsidR="00EF1F71">
              <w:rPr>
                <w:rFonts w:eastAsia="Calibri"/>
              </w:rPr>
              <w:t>access to specific legislation/codes of practice</w:t>
            </w:r>
            <w:r>
              <w:rPr>
                <w:rFonts w:eastAsia="Calibri"/>
              </w:rPr>
              <w:t xml:space="preserve"> relevant to the </w:t>
            </w:r>
            <w:r w:rsidR="00DD054F">
              <w:rPr>
                <w:rFonts w:eastAsia="Calibri"/>
              </w:rPr>
              <w:t>lighting of smokers</w:t>
            </w:r>
          </w:p>
          <w:p w14:paraId="0DEE6CCB" w14:textId="77777777" w:rsidR="00EF1F71" w:rsidRDefault="00EF1F71" w:rsidP="00923DA2">
            <w:pPr>
              <w:pStyle w:val="SIText"/>
            </w:pPr>
          </w:p>
          <w:p w14:paraId="79AD8CE4" w14:textId="731E67FE" w:rsidR="00F1480E" w:rsidRPr="001D37DE" w:rsidRDefault="007D5C9D" w:rsidP="00923DA2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6ADACA0" w14:textId="77777777" w:rsidR="00F1480E" w:rsidRDefault="00F1480E" w:rsidP="00F1480E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2"/>
      </w:tblGrid>
      <w:tr w:rsidR="00B36A25" w:rsidRPr="00A55106" w14:paraId="683121C6" w14:textId="77777777" w:rsidTr="00B36A25">
        <w:tc>
          <w:tcPr>
            <w:tcW w:w="1323" w:type="pct"/>
            <w:shd w:val="clear" w:color="auto" w:fill="auto"/>
          </w:tcPr>
          <w:p w14:paraId="1FC43285" w14:textId="39DD1EF9" w:rsidR="00B36A25" w:rsidRPr="00A55106" w:rsidRDefault="009E60AC" w:rsidP="004807A6">
            <w:pPr>
              <w:pStyle w:val="SIHeading2"/>
            </w:pPr>
            <w:r w:rsidRPr="00A55106">
              <w:t>Links</w:t>
            </w:r>
          </w:p>
        </w:tc>
        <w:tc>
          <w:tcPr>
            <w:tcW w:w="3677" w:type="pct"/>
          </w:tcPr>
          <w:p w14:paraId="44D2DB3A" w14:textId="77777777" w:rsidR="00B36A25" w:rsidRPr="00AA5EC2" w:rsidRDefault="007E1D2A" w:rsidP="00AA5EC2">
            <w:pPr>
              <w:pStyle w:val="SIText"/>
            </w:pPr>
            <w:r w:rsidRPr="00AA5EC2">
              <w:t xml:space="preserve">Companion Volumes, including Implementation Guides, are available at </w:t>
            </w:r>
            <w:proofErr w:type="spellStart"/>
            <w:r w:rsidRPr="00AA5EC2">
              <w:t>VETNet</w:t>
            </w:r>
            <w:proofErr w:type="spellEnd"/>
            <w:r w:rsidRPr="00AA5EC2">
              <w:t xml:space="preserve">: </w:t>
            </w:r>
            <w:r w:rsidR="00B36A25" w:rsidRPr="00AA5EC2">
              <w:t>https://vetnet.education.gov.au/Pages/TrainingDocs.aspx?q=c6399549-9c62-4a5e-bf1a-524b2322cf72</w:t>
            </w:r>
          </w:p>
        </w:tc>
      </w:tr>
    </w:tbl>
    <w:p w14:paraId="3FE9A3BD" w14:textId="77777777" w:rsidR="00F1480E" w:rsidRDefault="00F1480E" w:rsidP="00F1480E">
      <w:pPr>
        <w:pStyle w:val="SIText"/>
      </w:pPr>
    </w:p>
    <w:sectPr w:rsidR="00F1480E" w:rsidSect="00AE32CB">
      <w:footerReference w:type="default" r:id="rId11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1DF4F" w14:textId="77777777" w:rsidR="009E6423" w:rsidRDefault="009E6423" w:rsidP="00BF3F0A">
      <w:r>
        <w:separator/>
      </w:r>
    </w:p>
    <w:p w14:paraId="38B0A4EE" w14:textId="77777777" w:rsidR="009E6423" w:rsidRDefault="009E6423"/>
  </w:endnote>
  <w:endnote w:type="continuationSeparator" w:id="0">
    <w:p w14:paraId="7371BD8B" w14:textId="77777777" w:rsidR="009E6423" w:rsidRDefault="009E6423" w:rsidP="00BF3F0A">
      <w:r>
        <w:continuationSeparator/>
      </w:r>
    </w:p>
    <w:p w14:paraId="6D8175E7" w14:textId="77777777" w:rsidR="009E6423" w:rsidRDefault="009E6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4240BB" w14:textId="77777777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04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9BA3CC5" w14:textId="77777777" w:rsidR="00D73592" w:rsidRDefault="00D735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12945" w14:textId="77777777" w:rsidR="009E6423" w:rsidRDefault="009E6423" w:rsidP="00BF3F0A">
      <w:r>
        <w:separator/>
      </w:r>
    </w:p>
    <w:p w14:paraId="71191E5F" w14:textId="77777777" w:rsidR="009E6423" w:rsidRDefault="009E6423"/>
  </w:footnote>
  <w:footnote w:type="continuationSeparator" w:id="0">
    <w:p w14:paraId="34DFC5C0" w14:textId="77777777" w:rsidR="009E6423" w:rsidRDefault="009E6423" w:rsidP="00BF3F0A">
      <w:r>
        <w:continuationSeparator/>
      </w:r>
    </w:p>
    <w:p w14:paraId="07B22FFE" w14:textId="77777777" w:rsidR="009E6423" w:rsidRDefault="009E642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2EB809E4"/>
    <w:multiLevelType w:val="hybridMultilevel"/>
    <w:tmpl w:val="62387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3590C5B"/>
    <w:multiLevelType w:val="hybridMultilevel"/>
    <w:tmpl w:val="726CFB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C76BF6"/>
    <w:multiLevelType w:val="hybridMultilevel"/>
    <w:tmpl w:val="130649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F02D1"/>
    <w:multiLevelType w:val="hybridMultilevel"/>
    <w:tmpl w:val="68282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5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>
    <w:nsid w:val="5B267A5B"/>
    <w:multiLevelType w:val="hybridMultilevel"/>
    <w:tmpl w:val="97702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B871B8"/>
    <w:multiLevelType w:val="hybridMultilevel"/>
    <w:tmpl w:val="BC92A7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6653C8"/>
    <w:multiLevelType w:val="hybridMultilevel"/>
    <w:tmpl w:val="CB5043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FD1538F"/>
    <w:multiLevelType w:val="hybridMultilevel"/>
    <w:tmpl w:val="C74C25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1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20"/>
  </w:num>
  <w:num w:numId="10">
    <w:abstractNumId w:val="13"/>
  </w:num>
  <w:num w:numId="11">
    <w:abstractNumId w:val="19"/>
  </w:num>
  <w:num w:numId="12">
    <w:abstractNumId w:val="15"/>
  </w:num>
  <w:num w:numId="13">
    <w:abstractNumId w:val="14"/>
  </w:num>
  <w:num w:numId="14">
    <w:abstractNumId w:val="18"/>
  </w:num>
  <w:num w:numId="15">
    <w:abstractNumId w:val="16"/>
  </w:num>
  <w:num w:numId="16">
    <w:abstractNumId w:val="10"/>
  </w:num>
  <w:num w:numId="17">
    <w:abstractNumId w:val="7"/>
  </w:num>
  <w:num w:numId="18">
    <w:abstractNumId w:val="12"/>
  </w:num>
  <w:num w:numId="19">
    <w:abstractNumId w:val="24"/>
  </w:num>
  <w:num w:numId="20">
    <w:abstractNumId w:val="17"/>
  </w:num>
  <w:num w:numId="21">
    <w:abstractNumId w:val="11"/>
  </w:num>
  <w:num w:numId="22">
    <w:abstractNumId w:val="19"/>
  </w:num>
  <w:num w:numId="23">
    <w:abstractNumId w:val="15"/>
  </w:num>
  <w:num w:numId="24">
    <w:abstractNumId w:val="22"/>
  </w:num>
  <w:num w:numId="25">
    <w:abstractNumId w:val="4"/>
  </w:num>
  <w:num w:numId="26">
    <w:abstractNumId w:val="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DB"/>
    <w:rsid w:val="000014B9"/>
    <w:rsid w:val="0001108F"/>
    <w:rsid w:val="0001125B"/>
    <w:rsid w:val="000115E2"/>
    <w:rsid w:val="0001296A"/>
    <w:rsid w:val="00016803"/>
    <w:rsid w:val="00023992"/>
    <w:rsid w:val="00070B3E"/>
    <w:rsid w:val="00071F95"/>
    <w:rsid w:val="000737BB"/>
    <w:rsid w:val="00074E47"/>
    <w:rsid w:val="000A5441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2287"/>
    <w:rsid w:val="00176E4F"/>
    <w:rsid w:val="0018546B"/>
    <w:rsid w:val="001A6A3E"/>
    <w:rsid w:val="001A7B6D"/>
    <w:rsid w:val="001B34D5"/>
    <w:rsid w:val="001B513A"/>
    <w:rsid w:val="001C0A75"/>
    <w:rsid w:val="001C5F3A"/>
    <w:rsid w:val="001D37DE"/>
    <w:rsid w:val="001E16BC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A4CD3"/>
    <w:rsid w:val="002D0C8B"/>
    <w:rsid w:val="002E193E"/>
    <w:rsid w:val="00350BB1"/>
    <w:rsid w:val="0037067D"/>
    <w:rsid w:val="0038735B"/>
    <w:rsid w:val="003916D1"/>
    <w:rsid w:val="003A21F0"/>
    <w:rsid w:val="003A40DB"/>
    <w:rsid w:val="003A58BA"/>
    <w:rsid w:val="003A5AE7"/>
    <w:rsid w:val="003A7221"/>
    <w:rsid w:val="003C13AE"/>
    <w:rsid w:val="003D2E73"/>
    <w:rsid w:val="003E7BBE"/>
    <w:rsid w:val="004127E3"/>
    <w:rsid w:val="0043212E"/>
    <w:rsid w:val="00434366"/>
    <w:rsid w:val="00444423"/>
    <w:rsid w:val="004527A5"/>
    <w:rsid w:val="00452F3E"/>
    <w:rsid w:val="004640AE"/>
    <w:rsid w:val="00475172"/>
    <w:rsid w:val="004758B0"/>
    <w:rsid w:val="004807A6"/>
    <w:rsid w:val="004832D2"/>
    <w:rsid w:val="00485559"/>
    <w:rsid w:val="004A142B"/>
    <w:rsid w:val="004A44E8"/>
    <w:rsid w:val="004B29B7"/>
    <w:rsid w:val="004C2244"/>
    <w:rsid w:val="004C659B"/>
    <w:rsid w:val="004C79A1"/>
    <w:rsid w:val="004D0D5F"/>
    <w:rsid w:val="004D1569"/>
    <w:rsid w:val="004D44B1"/>
    <w:rsid w:val="004E0460"/>
    <w:rsid w:val="004E1579"/>
    <w:rsid w:val="004E5FAE"/>
    <w:rsid w:val="004E6865"/>
    <w:rsid w:val="004E7094"/>
    <w:rsid w:val="004F5DC7"/>
    <w:rsid w:val="004F78DA"/>
    <w:rsid w:val="0050436F"/>
    <w:rsid w:val="00515FEB"/>
    <w:rsid w:val="005248C1"/>
    <w:rsid w:val="00526134"/>
    <w:rsid w:val="00533B30"/>
    <w:rsid w:val="005427C8"/>
    <w:rsid w:val="005446D1"/>
    <w:rsid w:val="00557369"/>
    <w:rsid w:val="005708EB"/>
    <w:rsid w:val="0057125E"/>
    <w:rsid w:val="00582164"/>
    <w:rsid w:val="00583902"/>
    <w:rsid w:val="005979BC"/>
    <w:rsid w:val="005A3AA5"/>
    <w:rsid w:val="005A6C9C"/>
    <w:rsid w:val="005A74DC"/>
    <w:rsid w:val="005B5146"/>
    <w:rsid w:val="005C657A"/>
    <w:rsid w:val="005F33CC"/>
    <w:rsid w:val="006121D4"/>
    <w:rsid w:val="00613B49"/>
    <w:rsid w:val="00620E8E"/>
    <w:rsid w:val="00633CFE"/>
    <w:rsid w:val="006452B8"/>
    <w:rsid w:val="00652E62"/>
    <w:rsid w:val="00680CFB"/>
    <w:rsid w:val="00690C44"/>
    <w:rsid w:val="006969D9"/>
    <w:rsid w:val="006A2B68"/>
    <w:rsid w:val="006C049C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81D77"/>
    <w:rsid w:val="007860B7"/>
    <w:rsid w:val="00786DC8"/>
    <w:rsid w:val="0079126C"/>
    <w:rsid w:val="007B63CF"/>
    <w:rsid w:val="007D5A78"/>
    <w:rsid w:val="007D5C9D"/>
    <w:rsid w:val="007E1D2A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06B2"/>
    <w:rsid w:val="00847B60"/>
    <w:rsid w:val="00850243"/>
    <w:rsid w:val="008545EB"/>
    <w:rsid w:val="00865011"/>
    <w:rsid w:val="00886790"/>
    <w:rsid w:val="00891AB5"/>
    <w:rsid w:val="008A12ED"/>
    <w:rsid w:val="008A22B3"/>
    <w:rsid w:val="008B3EDA"/>
    <w:rsid w:val="008B4AD2"/>
    <w:rsid w:val="008B7042"/>
    <w:rsid w:val="008F32F6"/>
    <w:rsid w:val="00920927"/>
    <w:rsid w:val="00921B38"/>
    <w:rsid w:val="00923DA2"/>
    <w:rsid w:val="009278C9"/>
    <w:rsid w:val="009527CB"/>
    <w:rsid w:val="00953835"/>
    <w:rsid w:val="00960F6C"/>
    <w:rsid w:val="00964091"/>
    <w:rsid w:val="00970747"/>
    <w:rsid w:val="009A5900"/>
    <w:rsid w:val="009A59E1"/>
    <w:rsid w:val="009D15E2"/>
    <w:rsid w:val="009D15FE"/>
    <w:rsid w:val="009D5D2C"/>
    <w:rsid w:val="009E6016"/>
    <w:rsid w:val="009E60AC"/>
    <w:rsid w:val="009E6423"/>
    <w:rsid w:val="009F0DCC"/>
    <w:rsid w:val="009F11CA"/>
    <w:rsid w:val="009F2073"/>
    <w:rsid w:val="00A0695B"/>
    <w:rsid w:val="00A13052"/>
    <w:rsid w:val="00A216A8"/>
    <w:rsid w:val="00A223A6"/>
    <w:rsid w:val="00A5092E"/>
    <w:rsid w:val="00A56E14"/>
    <w:rsid w:val="00A6476B"/>
    <w:rsid w:val="00A92DD1"/>
    <w:rsid w:val="00AA5338"/>
    <w:rsid w:val="00AA5ADB"/>
    <w:rsid w:val="00AA5EC2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A2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6774"/>
    <w:rsid w:val="00BB23F4"/>
    <w:rsid w:val="00BC5075"/>
    <w:rsid w:val="00BD3B0F"/>
    <w:rsid w:val="00BE3765"/>
    <w:rsid w:val="00BF1D4C"/>
    <w:rsid w:val="00BF3F0A"/>
    <w:rsid w:val="00C143C3"/>
    <w:rsid w:val="00C1739B"/>
    <w:rsid w:val="00C30A29"/>
    <w:rsid w:val="00C317DC"/>
    <w:rsid w:val="00C578E9"/>
    <w:rsid w:val="00C70626"/>
    <w:rsid w:val="00C72860"/>
    <w:rsid w:val="00C73B90"/>
    <w:rsid w:val="00C96AF3"/>
    <w:rsid w:val="00C96BD8"/>
    <w:rsid w:val="00C97CCC"/>
    <w:rsid w:val="00CA0274"/>
    <w:rsid w:val="00CB746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45D63"/>
    <w:rsid w:val="00D54C76"/>
    <w:rsid w:val="00D727F3"/>
    <w:rsid w:val="00D73592"/>
    <w:rsid w:val="00D73695"/>
    <w:rsid w:val="00D810DE"/>
    <w:rsid w:val="00D87D32"/>
    <w:rsid w:val="00D92C83"/>
    <w:rsid w:val="00DA0A81"/>
    <w:rsid w:val="00DA3C10"/>
    <w:rsid w:val="00DA467A"/>
    <w:rsid w:val="00DA53B5"/>
    <w:rsid w:val="00DC1D69"/>
    <w:rsid w:val="00DC5A3A"/>
    <w:rsid w:val="00DD054F"/>
    <w:rsid w:val="00E238E6"/>
    <w:rsid w:val="00E35064"/>
    <w:rsid w:val="00E54E95"/>
    <w:rsid w:val="00E70B9A"/>
    <w:rsid w:val="00E91BFF"/>
    <w:rsid w:val="00E92933"/>
    <w:rsid w:val="00EB0AA4"/>
    <w:rsid w:val="00EB5C88"/>
    <w:rsid w:val="00EC0469"/>
    <w:rsid w:val="00EF1F71"/>
    <w:rsid w:val="00EF40EF"/>
    <w:rsid w:val="00F1480E"/>
    <w:rsid w:val="00F1497D"/>
    <w:rsid w:val="00F16AAC"/>
    <w:rsid w:val="00F438FC"/>
    <w:rsid w:val="00F5616F"/>
    <w:rsid w:val="00F65EF0"/>
    <w:rsid w:val="00F71651"/>
    <w:rsid w:val="00F76CC6"/>
    <w:rsid w:val="00FE0282"/>
    <w:rsid w:val="00FE124D"/>
    <w:rsid w:val="00FE5CED"/>
    <w:rsid w:val="00FE792C"/>
    <w:rsid w:val="00FF58F8"/>
    <w:rsid w:val="00FF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67D27"/>
  <w15:docId w15:val="{153A131A-FB80-42D3-89BD-C1BCA095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49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C0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04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04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rsid w:val="006C049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C049C"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6C049C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6C049C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6C049C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6C049C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C049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6C04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49C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C04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049C"/>
    <w:rPr>
      <w:rFonts w:ascii="Arial" w:eastAsia="Times New Roman" w:hAnsi="Arial" w:cs="Times New Roman"/>
      <w:sz w:val="20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6C049C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49C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49C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6C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49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49C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49C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04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6C049C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04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6C049C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6C049C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6C049C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049C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049C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6C049C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6C049C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6C0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54E95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54E95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B3EDA"/>
    <w:pPr>
      <w:keepNext/>
      <w:keepLines/>
      <w:numPr>
        <w:numId w:val="13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nhideWhenUsed/>
    <w:rsid w:val="008B3EDA"/>
    <w:pPr>
      <w:ind w:left="283" w:hanging="283"/>
      <w:contextualSpacing/>
    </w:pPr>
  </w:style>
  <w:style w:type="paragraph" w:customStyle="1" w:styleId="AllowPageBreak">
    <w:name w:val="AllowPageBreak"/>
    <w:rsid w:val="00923DA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6C049C"/>
    <w:rPr>
      <w:rFonts w:ascii="Arial" w:hAnsi="Arial"/>
      <w:color w:val="FF0000"/>
      <w:sz w:val="22"/>
    </w:rPr>
  </w:style>
  <w:style w:type="table" w:customStyle="1" w:styleId="TableGridLight1">
    <w:name w:val="Table Grid Light1"/>
    <w:basedOn w:val="TableNormal"/>
    <w:uiPriority w:val="40"/>
    <w:locked/>
    <w:rsid w:val="006C049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6C049C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6C049C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6C049C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E840C-8595-4EE0-8815-D1765477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D18E8D4-44D6-44CB-878F-EF5435C72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69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5710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Inci Sapmazturk</dc:creator>
  <cp:lastModifiedBy>Ron Barrow</cp:lastModifiedBy>
  <cp:revision>20</cp:revision>
  <cp:lastPrinted>2016-05-27T05:21:00Z</cp:lastPrinted>
  <dcterms:created xsi:type="dcterms:W3CDTF">2016-11-14T04:43:00Z</dcterms:created>
  <dcterms:modified xsi:type="dcterms:W3CDTF">2017-10-29T19:42:00Z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