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33669" w14:textId="77777777" w:rsidR="00F1480E" w:rsidRPr="001F2114" w:rsidRDefault="00F1480E" w:rsidP="00FD557D">
      <w:pPr>
        <w:pStyle w:val="SIHeading2"/>
      </w:pPr>
      <w:r w:rsidRPr="001F2114">
        <w:t>Modification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RPr="001F2114" w14:paraId="64855847" w14:textId="77777777" w:rsidTr="00146EEC">
        <w:tc>
          <w:tcPr>
            <w:tcW w:w="2689" w:type="dxa"/>
          </w:tcPr>
          <w:p w14:paraId="0BEB339D" w14:textId="77777777" w:rsidR="00F1480E" w:rsidRPr="001F2114" w:rsidRDefault="00830267" w:rsidP="000754EC">
            <w:pPr>
              <w:pStyle w:val="SIText-Bold"/>
            </w:pPr>
            <w:r w:rsidRPr="001F2114">
              <w:t>Release</w:t>
            </w:r>
          </w:p>
        </w:tc>
        <w:tc>
          <w:tcPr>
            <w:tcW w:w="6939" w:type="dxa"/>
          </w:tcPr>
          <w:p w14:paraId="5927BCDD" w14:textId="77777777" w:rsidR="00F1480E" w:rsidRPr="001F2114" w:rsidRDefault="00830267" w:rsidP="000754EC">
            <w:pPr>
              <w:pStyle w:val="SIText-Bold"/>
            </w:pPr>
            <w:r w:rsidRPr="001F2114">
              <w:t>Comments</w:t>
            </w:r>
          </w:p>
        </w:tc>
      </w:tr>
      <w:tr w:rsidR="00E10589" w:rsidRPr="001F2114" w14:paraId="0790D6C6" w14:textId="77777777" w:rsidTr="000316E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8E82" w14:textId="1B4CB9A7" w:rsidR="00E10589" w:rsidRPr="001F2114" w:rsidRDefault="00E10589" w:rsidP="000316ED">
            <w:pPr>
              <w:pStyle w:val="SIText"/>
            </w:pPr>
            <w:r w:rsidRPr="001F2114">
              <w:t xml:space="preserve">Release </w:t>
            </w:r>
            <w:r w:rsidR="008C1E4B" w:rsidRPr="001F2114"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EE96" w14:textId="2D26A540" w:rsidR="00E10589" w:rsidRPr="001F2114" w:rsidRDefault="00E10589" w:rsidP="000316ED">
            <w:pPr>
              <w:pStyle w:val="SIText"/>
            </w:pPr>
            <w:r w:rsidRPr="001F2114">
              <w:t>This version released with AHC Agriculture, Horticulture and Conservation and Land Manag</w:t>
            </w:r>
            <w:r w:rsidR="008C1E4B" w:rsidRPr="001F2114">
              <w:t>ement Training Package Version 3</w:t>
            </w:r>
            <w:r w:rsidRPr="001F2114">
              <w:t>.0.</w:t>
            </w:r>
          </w:p>
        </w:tc>
      </w:tr>
      <w:tr w:rsidR="00E10589" w:rsidRPr="001F2114" w14:paraId="6BE502CF" w14:textId="77777777" w:rsidTr="00E1058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1B28" w14:textId="77777777" w:rsidR="00E10589" w:rsidRPr="001F2114" w:rsidRDefault="00E10589" w:rsidP="000316ED">
            <w:pPr>
              <w:pStyle w:val="SIText"/>
            </w:pPr>
            <w:r w:rsidRPr="001F2114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B455" w14:textId="77777777" w:rsidR="00E10589" w:rsidRPr="001F2114" w:rsidRDefault="00E10589" w:rsidP="000316ED">
            <w:pPr>
              <w:pStyle w:val="SIText"/>
            </w:pPr>
            <w:r w:rsidRPr="001F2114">
              <w:t>This version released with AHC Agriculture, Horticulture and Conservation and Land Management Training Package Version 1.0.</w:t>
            </w:r>
          </w:p>
        </w:tc>
      </w:tr>
    </w:tbl>
    <w:p w14:paraId="4BA9A88C" w14:textId="77777777" w:rsidR="00F1480E" w:rsidRPr="001F2114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10589" w:rsidRPr="001F2114" w14:paraId="728CB68C" w14:textId="77777777" w:rsidTr="00E10589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EBAF" w14:textId="77777777" w:rsidR="00E10589" w:rsidRPr="001F2114" w:rsidRDefault="00E10589" w:rsidP="00E10589">
            <w:pPr>
              <w:pStyle w:val="SIUNITCODE"/>
            </w:pPr>
            <w:r w:rsidRPr="001F2114">
              <w:t>AHCCHM306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576D5" w14:textId="77777777" w:rsidR="00E10589" w:rsidRPr="001F2114" w:rsidRDefault="00E10589" w:rsidP="00E10589">
            <w:pPr>
              <w:pStyle w:val="SIUnittitle"/>
            </w:pPr>
            <w:r w:rsidRPr="001F2114">
              <w:t xml:space="preserve">Prepare and apply chemicals for hand held application equipment </w:t>
            </w:r>
          </w:p>
        </w:tc>
      </w:tr>
      <w:tr w:rsidR="00E10589" w:rsidRPr="001F2114" w14:paraId="7B6EC4F9" w14:textId="77777777" w:rsidTr="00CA2922">
        <w:tc>
          <w:tcPr>
            <w:tcW w:w="1396" w:type="pct"/>
            <w:shd w:val="clear" w:color="auto" w:fill="auto"/>
          </w:tcPr>
          <w:p w14:paraId="1B440BBA" w14:textId="77777777" w:rsidR="00E10589" w:rsidRPr="001F2114" w:rsidRDefault="00E10589" w:rsidP="00E10589">
            <w:pPr>
              <w:pStyle w:val="SIHeading2"/>
            </w:pPr>
            <w:r w:rsidRPr="001F2114">
              <w:t>Application</w:t>
            </w:r>
          </w:p>
          <w:p w14:paraId="1C82A395" w14:textId="77777777" w:rsidR="00E10589" w:rsidRPr="001F2114" w:rsidRDefault="00E10589" w:rsidP="00E1058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CA49C5" w14:textId="58868874" w:rsidR="00E10589" w:rsidRPr="001F2114" w:rsidRDefault="00E10589" w:rsidP="00E10589">
            <w:pPr>
              <w:pStyle w:val="SIText"/>
            </w:pPr>
            <w:r w:rsidRPr="001F2114">
              <w:t xml:space="preserve">This unit of competency describes the skills and knowledge required to </w:t>
            </w:r>
            <w:r w:rsidR="001F2114">
              <w:t xml:space="preserve">assess the need and select, </w:t>
            </w:r>
            <w:r w:rsidRPr="001F2114">
              <w:t>prepare and apply chemicals for the control of pests using hand held application equipment.</w:t>
            </w:r>
          </w:p>
          <w:p w14:paraId="1D7CDEB7" w14:textId="77777777" w:rsidR="00E10589" w:rsidRPr="001F2114" w:rsidRDefault="00E10589" w:rsidP="00E10589">
            <w:pPr>
              <w:pStyle w:val="SIText"/>
            </w:pPr>
          </w:p>
          <w:p w14:paraId="0A0BEC66" w14:textId="77777777" w:rsidR="00E10589" w:rsidRPr="001F2114" w:rsidRDefault="00E10589" w:rsidP="00E10589">
            <w:pPr>
              <w:pStyle w:val="SIText"/>
            </w:pPr>
            <w:r w:rsidRPr="001F2114">
              <w:t>This unit applies to individuals who work under broad direction and take responsibility for their own work and use discretion and judgement in the selection and use of available resources.</w:t>
            </w:r>
          </w:p>
          <w:p w14:paraId="0678CAD1" w14:textId="77777777" w:rsidR="00E10589" w:rsidRPr="001F2114" w:rsidRDefault="00E10589" w:rsidP="00E10589">
            <w:pPr>
              <w:pStyle w:val="SIText"/>
            </w:pPr>
          </w:p>
          <w:p w14:paraId="63096B85" w14:textId="38812589" w:rsidR="00E10589" w:rsidRPr="001F2114" w:rsidRDefault="008C1E4B" w:rsidP="00E10589">
            <w:pPr>
              <w:pStyle w:val="SIText"/>
            </w:pPr>
            <w:r w:rsidRPr="001F2114">
              <w:t>Licensing requirements apply to this unit but vary according to state/territory jurisdictions. Users are advised to check with their relevant regulatory authority.</w:t>
            </w:r>
          </w:p>
        </w:tc>
      </w:tr>
      <w:tr w:rsidR="00E10589" w:rsidRPr="001F2114" w14:paraId="788A7014" w14:textId="77777777" w:rsidTr="00CA2922">
        <w:tc>
          <w:tcPr>
            <w:tcW w:w="1396" w:type="pct"/>
            <w:shd w:val="clear" w:color="auto" w:fill="auto"/>
          </w:tcPr>
          <w:p w14:paraId="638787BB" w14:textId="77777777" w:rsidR="00E10589" w:rsidRPr="001F2114" w:rsidRDefault="00E10589" w:rsidP="00E10589">
            <w:pPr>
              <w:pStyle w:val="SIHeading2"/>
            </w:pPr>
            <w:r w:rsidRPr="001F2114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6EF3C3" w14:textId="77777777" w:rsidR="00E10589" w:rsidRPr="001F2114" w:rsidRDefault="00E10589" w:rsidP="00E10589">
            <w:pPr>
              <w:pStyle w:val="SIText"/>
            </w:pPr>
            <w:r w:rsidRPr="001F2114">
              <w:t xml:space="preserve">Nil </w:t>
            </w:r>
          </w:p>
        </w:tc>
      </w:tr>
      <w:tr w:rsidR="00E10589" w:rsidRPr="001F2114" w14:paraId="337F7893" w14:textId="77777777" w:rsidTr="00CA2922">
        <w:tc>
          <w:tcPr>
            <w:tcW w:w="1396" w:type="pct"/>
            <w:shd w:val="clear" w:color="auto" w:fill="auto"/>
          </w:tcPr>
          <w:p w14:paraId="71FAB336" w14:textId="77777777" w:rsidR="00E10589" w:rsidRPr="001F2114" w:rsidRDefault="00E10589" w:rsidP="00E10589">
            <w:pPr>
              <w:pStyle w:val="SIHeading2"/>
            </w:pPr>
            <w:r w:rsidRPr="001F2114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BA19E0" w14:textId="77777777" w:rsidR="00E10589" w:rsidRPr="001F2114" w:rsidRDefault="00E10589" w:rsidP="00E10589">
            <w:pPr>
              <w:pStyle w:val="SIText"/>
            </w:pPr>
            <w:r w:rsidRPr="001F2114">
              <w:t>Chemicals (CHM)</w:t>
            </w:r>
          </w:p>
        </w:tc>
      </w:tr>
    </w:tbl>
    <w:p w14:paraId="3C415CD8" w14:textId="77777777" w:rsidR="00F1480E" w:rsidRPr="001F2114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1F2114" w14:paraId="1E4C4CF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93A236" w14:textId="77777777" w:rsidR="00F1480E" w:rsidRPr="001F2114" w:rsidRDefault="00FD557D" w:rsidP="000754EC">
            <w:pPr>
              <w:pStyle w:val="SIHeading2"/>
            </w:pPr>
            <w:r w:rsidRPr="001F2114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C2BFFE" w14:textId="77777777" w:rsidR="00F1480E" w:rsidRPr="001F2114" w:rsidRDefault="00FD557D" w:rsidP="000754EC">
            <w:pPr>
              <w:pStyle w:val="SIHeading2"/>
            </w:pPr>
            <w:r w:rsidRPr="001F2114">
              <w:t>Performance Criteria</w:t>
            </w:r>
          </w:p>
        </w:tc>
      </w:tr>
      <w:tr w:rsidR="00F1480E" w:rsidRPr="001F2114" w14:paraId="6E37C4D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0316377" w14:textId="77777777" w:rsidR="00F1480E" w:rsidRPr="00351F6F" w:rsidRDefault="00F1480E" w:rsidP="000754EC">
            <w:pPr>
              <w:pStyle w:val="SIText"/>
              <w:rPr>
                <w:rStyle w:val="SIText-Italic"/>
              </w:rPr>
            </w:pPr>
            <w:r w:rsidRPr="001F2114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C1ADDD" w14:textId="77777777" w:rsidR="00F1480E" w:rsidRPr="001F2114" w:rsidRDefault="00F1480E" w:rsidP="000754EC">
            <w:pPr>
              <w:pStyle w:val="SIText"/>
              <w:rPr>
                <w:rStyle w:val="SIText-Italic"/>
              </w:rPr>
            </w:pPr>
            <w:r w:rsidRPr="001F2114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E10589" w:rsidRPr="001F2114" w14:paraId="4F6FCA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871F81" w14:textId="77777777" w:rsidR="00E10589" w:rsidRPr="001F2114" w:rsidRDefault="00E10589" w:rsidP="00E10589">
            <w:pPr>
              <w:pStyle w:val="SIText"/>
            </w:pPr>
            <w:r w:rsidRPr="001F2114">
              <w:t xml:space="preserve">1.Determine the need for chemical use and prepare basic application plan </w:t>
            </w:r>
          </w:p>
        </w:tc>
        <w:tc>
          <w:tcPr>
            <w:tcW w:w="3604" w:type="pct"/>
            <w:shd w:val="clear" w:color="auto" w:fill="auto"/>
          </w:tcPr>
          <w:p w14:paraId="16D08915" w14:textId="2E302770" w:rsidR="00E10589" w:rsidRPr="00340AFB" w:rsidRDefault="00E10589" w:rsidP="00E10589">
            <w:pPr>
              <w:pStyle w:val="SIText"/>
            </w:pPr>
            <w:r w:rsidRPr="00340AFB">
              <w:t xml:space="preserve">1.1 Identify the </w:t>
            </w:r>
            <w:r w:rsidR="008C1E4B" w:rsidRPr="00294CF1">
              <w:t xml:space="preserve">characteristics </w:t>
            </w:r>
            <w:r w:rsidR="00905CCE">
              <w:t>of the</w:t>
            </w:r>
            <w:r w:rsidR="008C1E4B" w:rsidRPr="00340AFB">
              <w:t xml:space="preserve"> infestation and assess the </w:t>
            </w:r>
            <w:r w:rsidR="008C1E4B" w:rsidRPr="00294CF1">
              <w:t>control requirements</w:t>
            </w:r>
            <w:r w:rsidRPr="001F2114">
              <w:t xml:space="preserve"> </w:t>
            </w:r>
            <w:r w:rsidR="00905CCE">
              <w:t>according to workplace standards</w:t>
            </w:r>
          </w:p>
          <w:p w14:paraId="5927AFC9" w14:textId="403C08A1" w:rsidR="00E10589" w:rsidRPr="00340AFB" w:rsidRDefault="00E10589" w:rsidP="00E10589">
            <w:pPr>
              <w:pStyle w:val="SIText"/>
            </w:pPr>
            <w:r w:rsidRPr="00340AFB">
              <w:t xml:space="preserve">1.2 Assess </w:t>
            </w:r>
            <w:r w:rsidR="00905CCE">
              <w:t xml:space="preserve">and select a </w:t>
            </w:r>
            <w:r w:rsidRPr="00340AFB">
              <w:t xml:space="preserve">chemical </w:t>
            </w:r>
            <w:r w:rsidR="00905CCE">
              <w:t>control</w:t>
            </w:r>
            <w:r w:rsidR="00905CCE" w:rsidRPr="00905CCE">
              <w:t xml:space="preserve"> </w:t>
            </w:r>
            <w:r w:rsidR="00905CCE">
              <w:t xml:space="preserve">option according to workplace pest control </w:t>
            </w:r>
            <w:r w:rsidR="00A74B62">
              <w:t>strategy</w:t>
            </w:r>
            <w:r w:rsidR="00905CCE">
              <w:t xml:space="preserve"> </w:t>
            </w:r>
          </w:p>
          <w:p w14:paraId="23829510" w14:textId="49DE916B" w:rsidR="00905CCE" w:rsidRDefault="00E10589" w:rsidP="00E10589">
            <w:pPr>
              <w:pStyle w:val="SIText"/>
            </w:pPr>
            <w:r w:rsidRPr="00294CF1">
              <w:t xml:space="preserve">1.3 </w:t>
            </w:r>
            <w:r w:rsidR="00340AFB">
              <w:t>Identify</w:t>
            </w:r>
            <w:r w:rsidR="001F2114">
              <w:t xml:space="preserve"> </w:t>
            </w:r>
            <w:r w:rsidRPr="001F2114">
              <w:t>hazard</w:t>
            </w:r>
            <w:r w:rsidR="001F2114">
              <w:t xml:space="preserve">s and </w:t>
            </w:r>
            <w:r w:rsidRPr="00340AFB">
              <w:t>risk</w:t>
            </w:r>
            <w:r w:rsidR="001F2114">
              <w:t xml:space="preserve">s </w:t>
            </w:r>
            <w:r w:rsidR="00905CCE">
              <w:t>and assess</w:t>
            </w:r>
            <w:r w:rsidRPr="001F2114">
              <w:t xml:space="preserve"> </w:t>
            </w:r>
            <w:r w:rsidR="001F2114">
              <w:t>the controls for</w:t>
            </w:r>
            <w:r w:rsidR="00905CCE">
              <w:t xml:space="preserve"> the </w:t>
            </w:r>
            <w:r w:rsidRPr="00340AFB">
              <w:t>chemical options</w:t>
            </w:r>
          </w:p>
          <w:p w14:paraId="3BB83D45" w14:textId="104225CF" w:rsidR="00E10589" w:rsidRPr="00340AFB" w:rsidRDefault="00E10589" w:rsidP="00E10589">
            <w:pPr>
              <w:pStyle w:val="SIText"/>
            </w:pPr>
            <w:r w:rsidRPr="001F2114">
              <w:t xml:space="preserve">1.4 </w:t>
            </w:r>
            <w:r w:rsidR="00905CCE">
              <w:t>Determine the</w:t>
            </w:r>
            <w:r w:rsidR="00905CCE" w:rsidRPr="00340AFB">
              <w:t xml:space="preserve"> </w:t>
            </w:r>
            <w:r w:rsidRPr="00340AFB">
              <w:t>requir</w:t>
            </w:r>
            <w:r w:rsidR="001F2114">
              <w:t>e</w:t>
            </w:r>
            <w:r w:rsidRPr="001F2114">
              <w:t xml:space="preserve">ment for chemical </w:t>
            </w:r>
            <w:r w:rsidR="00905CCE">
              <w:t>option according to manufacturer requir</w:t>
            </w:r>
            <w:r w:rsidR="00A74B62">
              <w:t>e</w:t>
            </w:r>
            <w:r w:rsidR="00905CCE">
              <w:t>ments</w:t>
            </w:r>
          </w:p>
          <w:p w14:paraId="261359FB" w14:textId="4C98CE37" w:rsidR="00E10589" w:rsidRPr="00340AFB" w:rsidRDefault="00E10589" w:rsidP="00E10589">
            <w:pPr>
              <w:pStyle w:val="SIText"/>
            </w:pPr>
            <w:r w:rsidRPr="00340AFB">
              <w:t xml:space="preserve">1.5 Prepare </w:t>
            </w:r>
            <w:r w:rsidR="00905CCE">
              <w:t xml:space="preserve">a </w:t>
            </w:r>
            <w:r w:rsidRPr="00340AFB">
              <w:t xml:space="preserve">basic application plan </w:t>
            </w:r>
            <w:r w:rsidR="00340AFB">
              <w:t>according</w:t>
            </w:r>
            <w:r w:rsidR="00905CCE">
              <w:t xml:space="preserve"> to workplace procedures</w:t>
            </w:r>
          </w:p>
        </w:tc>
      </w:tr>
      <w:tr w:rsidR="00E10589" w:rsidRPr="001F2114" w14:paraId="52E85E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C4D5ED" w14:textId="77777777" w:rsidR="00E10589" w:rsidRPr="001F2114" w:rsidRDefault="00E10589" w:rsidP="00E10589">
            <w:pPr>
              <w:pStyle w:val="SIText"/>
            </w:pPr>
            <w:r w:rsidRPr="001F2114">
              <w:lastRenderedPageBreak/>
              <w:t>2.Prepare chemical mixes</w:t>
            </w:r>
          </w:p>
        </w:tc>
        <w:tc>
          <w:tcPr>
            <w:tcW w:w="3604" w:type="pct"/>
            <w:shd w:val="clear" w:color="auto" w:fill="auto"/>
          </w:tcPr>
          <w:p w14:paraId="304F8D56" w14:textId="7019CA07" w:rsidR="00E10589" w:rsidRPr="00340AFB" w:rsidRDefault="00E10589" w:rsidP="00E10589">
            <w:pPr>
              <w:pStyle w:val="SIText"/>
            </w:pPr>
            <w:r w:rsidRPr="001F2114">
              <w:t xml:space="preserve">2.1 Access the application plan </w:t>
            </w:r>
            <w:r w:rsidR="00A74B62">
              <w:t>and</w:t>
            </w:r>
            <w:r w:rsidR="00A74B62" w:rsidRPr="00340AFB">
              <w:t xml:space="preserve"> </w:t>
            </w:r>
            <w:r w:rsidRPr="00340AFB">
              <w:t>determine chemical</w:t>
            </w:r>
            <w:r w:rsidR="00905CCE">
              <w:t xml:space="preserve"> </w:t>
            </w:r>
            <w:r w:rsidRPr="00340AFB">
              <w:t xml:space="preserve">application </w:t>
            </w:r>
            <w:r w:rsidR="00905CCE">
              <w:t>parameters according to chemical manufactur</w:t>
            </w:r>
            <w:r w:rsidR="00A74B62">
              <w:t>ers instructions</w:t>
            </w:r>
          </w:p>
          <w:p w14:paraId="76EDE478" w14:textId="48A43030" w:rsidR="00E10589" w:rsidRPr="00340AFB" w:rsidRDefault="00E10589" w:rsidP="00E10589">
            <w:pPr>
              <w:pStyle w:val="SIText"/>
            </w:pPr>
            <w:r w:rsidRPr="00340AFB">
              <w:t xml:space="preserve">2.2 Identify </w:t>
            </w:r>
            <w:r w:rsidR="00A74B62">
              <w:t xml:space="preserve">health and safety </w:t>
            </w:r>
            <w:r w:rsidRPr="00340AFB">
              <w:t>hazards</w:t>
            </w:r>
            <w:r w:rsidR="00A74B62">
              <w:t xml:space="preserve"> and </w:t>
            </w:r>
            <w:r w:rsidRPr="00340AFB">
              <w:t>risks and implement control measures</w:t>
            </w:r>
            <w:r w:rsidR="00A74B62">
              <w:t xml:space="preserve"> for application method according to workplace health and safety procedures</w:t>
            </w:r>
          </w:p>
          <w:p w14:paraId="1F62D3B2" w14:textId="76DB4BE5" w:rsidR="00E10589" w:rsidRPr="00340AFB" w:rsidRDefault="00E10589" w:rsidP="00E10589">
            <w:pPr>
              <w:pStyle w:val="SIText"/>
            </w:pPr>
            <w:r w:rsidRPr="00340AFB">
              <w:t xml:space="preserve">2.3 Interpret and apply requirements from </w:t>
            </w:r>
            <w:r w:rsidR="00A74B62">
              <w:t xml:space="preserve">manufacturer </w:t>
            </w:r>
            <w:r w:rsidRPr="00340AFB">
              <w:t xml:space="preserve">chemical labels and </w:t>
            </w:r>
            <w:r w:rsidR="00A74B62">
              <w:t>s</w:t>
            </w:r>
            <w:r w:rsidRPr="00340AFB">
              <w:t xml:space="preserve">afety </w:t>
            </w:r>
            <w:r w:rsidR="00A74B62">
              <w:t>d</w:t>
            </w:r>
            <w:r w:rsidR="00A74B62" w:rsidRPr="00340AFB">
              <w:t xml:space="preserve">ata </w:t>
            </w:r>
            <w:r w:rsidR="00A74B62">
              <w:t>s</w:t>
            </w:r>
            <w:r w:rsidRPr="00340AFB">
              <w:t>heets</w:t>
            </w:r>
          </w:p>
          <w:p w14:paraId="2D601022" w14:textId="2D1B53CA" w:rsidR="00E10589" w:rsidRPr="00340AFB" w:rsidRDefault="00E10589" w:rsidP="00E10589">
            <w:pPr>
              <w:pStyle w:val="SIText"/>
            </w:pPr>
            <w:r w:rsidRPr="00340AFB">
              <w:t xml:space="preserve">2.4 </w:t>
            </w:r>
            <w:r w:rsidR="00A74B62">
              <w:t>Identify, s</w:t>
            </w:r>
            <w:r w:rsidRPr="00340AFB">
              <w:t xml:space="preserve">elect </w:t>
            </w:r>
            <w:r w:rsidR="00A74B62">
              <w:t xml:space="preserve">and use </w:t>
            </w:r>
            <w:r w:rsidRPr="00340AFB">
              <w:t xml:space="preserve">personal protective equipment </w:t>
            </w:r>
            <w:r w:rsidR="00A74B62">
              <w:t>according to workplace safety procedures</w:t>
            </w:r>
          </w:p>
          <w:p w14:paraId="5957B23B" w14:textId="0C6A354B" w:rsidR="00E10589" w:rsidRPr="00340AFB" w:rsidRDefault="00E10589" w:rsidP="00E10589">
            <w:pPr>
              <w:pStyle w:val="SIText"/>
            </w:pPr>
            <w:r w:rsidRPr="00340AFB">
              <w:t xml:space="preserve">2.5 Select appropriate mixing equipment and a suitable location for mixing and </w:t>
            </w:r>
            <w:r w:rsidR="00A74B62">
              <w:t>charging according to workplace procedures</w:t>
            </w:r>
          </w:p>
          <w:p w14:paraId="49FA711F" w14:textId="618B279B" w:rsidR="00A74B62" w:rsidRDefault="00E10589" w:rsidP="00E10589">
            <w:pPr>
              <w:pStyle w:val="SIText"/>
            </w:pPr>
            <w:r w:rsidRPr="00294CF1">
              <w:t xml:space="preserve">2.6 Mix chemicals </w:t>
            </w:r>
            <w:r w:rsidR="00A74B62">
              <w:t>according to manufacturer instructions and</w:t>
            </w:r>
            <w:r w:rsidRPr="00340AFB">
              <w:t xml:space="preserve"> registered use </w:t>
            </w:r>
          </w:p>
          <w:p w14:paraId="5D1317A2" w14:textId="0FE2B2CF" w:rsidR="00E10589" w:rsidRPr="00294CF1" w:rsidRDefault="00A74B62" w:rsidP="00E10589">
            <w:pPr>
              <w:pStyle w:val="SIText"/>
            </w:pPr>
            <w:r>
              <w:t>2.7 C</w:t>
            </w:r>
            <w:r w:rsidR="00E10589" w:rsidRPr="00340AFB">
              <w:t xml:space="preserve">lean </w:t>
            </w:r>
            <w:r>
              <w:t xml:space="preserve">mixing equipment and </w:t>
            </w:r>
            <w:r w:rsidR="00E10589" w:rsidRPr="00340AFB">
              <w:t>spill</w:t>
            </w:r>
            <w:r>
              <w:t xml:space="preserve">s according to </w:t>
            </w:r>
            <w:r w:rsidR="00340AFB">
              <w:t>manufacturer</w:t>
            </w:r>
            <w:r>
              <w:t xml:space="preserve"> instructions and workplace procedures</w:t>
            </w:r>
          </w:p>
          <w:p w14:paraId="407E935E" w14:textId="173A3B00" w:rsidR="00E10589" w:rsidRPr="00340AFB" w:rsidRDefault="00E10589" w:rsidP="00340AFB">
            <w:pPr>
              <w:pStyle w:val="SIText"/>
            </w:pPr>
            <w:r w:rsidRPr="001F2114">
              <w:t xml:space="preserve">2.8 </w:t>
            </w:r>
            <w:r w:rsidR="00274B09">
              <w:t xml:space="preserve">Notify stakeholders of intended chemical application according to workplace procedures and regulatory </w:t>
            </w:r>
            <w:r w:rsidR="00340AFB">
              <w:t>requirements</w:t>
            </w:r>
          </w:p>
        </w:tc>
      </w:tr>
      <w:tr w:rsidR="00E10589" w:rsidRPr="001F2114" w14:paraId="055565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6F0D4C" w14:textId="77777777" w:rsidR="00E10589" w:rsidRPr="00340AFB" w:rsidRDefault="00E10589" w:rsidP="00E10589">
            <w:pPr>
              <w:pStyle w:val="SIText"/>
            </w:pPr>
            <w:r w:rsidRPr="00340AFB">
              <w:t>3.Calibrate application equipment</w:t>
            </w:r>
          </w:p>
        </w:tc>
        <w:tc>
          <w:tcPr>
            <w:tcW w:w="3604" w:type="pct"/>
            <w:shd w:val="clear" w:color="auto" w:fill="auto"/>
          </w:tcPr>
          <w:p w14:paraId="3A5DEE22" w14:textId="77777777" w:rsidR="00E10589" w:rsidRPr="001F2114" w:rsidRDefault="00E10589" w:rsidP="00E10589">
            <w:pPr>
              <w:pStyle w:val="SIText"/>
            </w:pPr>
            <w:r w:rsidRPr="001F2114">
              <w:t xml:space="preserve">3.1 Select application equipment to be used to minimise spray drift risk and maximise efficacy </w:t>
            </w:r>
          </w:p>
          <w:p w14:paraId="408559CE" w14:textId="77777777" w:rsidR="00E10589" w:rsidRPr="001F2114" w:rsidRDefault="00E10589" w:rsidP="00E10589">
            <w:pPr>
              <w:pStyle w:val="SIText"/>
            </w:pPr>
            <w:r w:rsidRPr="001F2114">
              <w:t>3.2 Carry out pre-operational checks of application equipment</w:t>
            </w:r>
          </w:p>
          <w:p w14:paraId="56D30A4D" w14:textId="2FF61ECE" w:rsidR="00E10589" w:rsidRPr="001F2114" w:rsidRDefault="00E10589" w:rsidP="00E10589">
            <w:pPr>
              <w:pStyle w:val="SIText"/>
            </w:pPr>
            <w:r w:rsidRPr="001F2114">
              <w:t xml:space="preserve">3.3 Calibrate equipment in accordance with manufacturers’ specifications </w:t>
            </w:r>
            <w:r w:rsidRPr="00294CF1">
              <w:t>and application</w:t>
            </w:r>
            <w:r w:rsidRPr="001F2114">
              <w:t xml:space="preserve"> plan</w:t>
            </w:r>
          </w:p>
          <w:p w14:paraId="793F1D56" w14:textId="35156C05" w:rsidR="00E10589" w:rsidRPr="00340AFB" w:rsidRDefault="00E10589" w:rsidP="00340AFB">
            <w:pPr>
              <w:pStyle w:val="SIText"/>
            </w:pPr>
            <w:r w:rsidRPr="001F2114">
              <w:t xml:space="preserve">3.4 </w:t>
            </w:r>
            <w:r w:rsidR="00124D57">
              <w:t>Charge the equipment with c</w:t>
            </w:r>
            <w:r w:rsidRPr="00340AFB">
              <w:t xml:space="preserve">hemical mix </w:t>
            </w:r>
            <w:r w:rsidR="00124D57">
              <w:t>according to operating  instructions and workplace safety procedures</w:t>
            </w:r>
          </w:p>
        </w:tc>
      </w:tr>
      <w:tr w:rsidR="00E10589" w:rsidRPr="001F2114" w14:paraId="72D9A8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288EDB" w14:textId="77777777" w:rsidR="00E10589" w:rsidRPr="00340AFB" w:rsidRDefault="00E10589" w:rsidP="00E10589">
            <w:pPr>
              <w:pStyle w:val="SIText"/>
            </w:pPr>
            <w:r w:rsidRPr="00340AFB">
              <w:t>4.Apply chemicals</w:t>
            </w:r>
          </w:p>
        </w:tc>
        <w:tc>
          <w:tcPr>
            <w:tcW w:w="3604" w:type="pct"/>
            <w:shd w:val="clear" w:color="auto" w:fill="auto"/>
          </w:tcPr>
          <w:p w14:paraId="06FD3856" w14:textId="12E4A98A" w:rsidR="00E10589" w:rsidRPr="001F2114" w:rsidRDefault="00E10589" w:rsidP="00E10589">
            <w:pPr>
              <w:pStyle w:val="SIText"/>
            </w:pPr>
            <w:r w:rsidRPr="001F2114">
              <w:t xml:space="preserve">4.1 Monitor </w:t>
            </w:r>
            <w:r w:rsidR="00124D57">
              <w:t xml:space="preserve">and assess weather </w:t>
            </w:r>
            <w:r w:rsidRPr="00340AFB">
              <w:t xml:space="preserve">conditions and forecasts prior to minimise off target movement of chemicals </w:t>
            </w:r>
          </w:p>
          <w:p w14:paraId="3B66E760" w14:textId="26C48E2F" w:rsidR="00E10589" w:rsidRPr="00340AFB" w:rsidRDefault="00E10589" w:rsidP="00E10589">
            <w:pPr>
              <w:pStyle w:val="SIText"/>
            </w:pPr>
            <w:r w:rsidRPr="001F2114">
              <w:t xml:space="preserve">4.2 Select and use appropriate PPE </w:t>
            </w:r>
            <w:r w:rsidR="00124D57">
              <w:t>according to manufacturer recommendations and workplace procedures</w:t>
            </w:r>
          </w:p>
          <w:p w14:paraId="75C72730" w14:textId="617176F3" w:rsidR="00E10589" w:rsidRPr="00340AFB" w:rsidRDefault="00E10589" w:rsidP="00E10589">
            <w:pPr>
              <w:pStyle w:val="SIText"/>
            </w:pPr>
            <w:r w:rsidRPr="00340AFB">
              <w:t xml:space="preserve">4.3 Apply chemical </w:t>
            </w:r>
            <w:r w:rsidR="00124D57">
              <w:t xml:space="preserve">according to label directions safety data sheets and </w:t>
            </w:r>
            <w:r w:rsidRPr="00340AFB">
              <w:t>application plan</w:t>
            </w:r>
          </w:p>
          <w:p w14:paraId="27F40822" w14:textId="78C3BC03" w:rsidR="00124D57" w:rsidRDefault="00E10589" w:rsidP="00E10589">
            <w:pPr>
              <w:pStyle w:val="SIText"/>
            </w:pPr>
            <w:r w:rsidRPr="00340AFB">
              <w:t xml:space="preserve">4.4 Assess </w:t>
            </w:r>
            <w:r w:rsidR="00124D57">
              <w:t xml:space="preserve">health and safety hazards and risks and </w:t>
            </w:r>
            <w:r w:rsidR="00340AFB">
              <w:t>implement</w:t>
            </w:r>
            <w:r w:rsidR="00124D57">
              <w:t xml:space="preserve"> controls according to workplace procedures</w:t>
            </w:r>
          </w:p>
          <w:p w14:paraId="0820F167" w14:textId="4DCB402A" w:rsidR="00E10589" w:rsidRPr="00340AFB" w:rsidRDefault="00E10589" w:rsidP="00340AFB">
            <w:pPr>
              <w:pStyle w:val="SIText"/>
            </w:pPr>
            <w:r w:rsidRPr="00340AFB">
              <w:t xml:space="preserve">4.5 </w:t>
            </w:r>
            <w:r w:rsidR="00124D57">
              <w:t xml:space="preserve">Clean up </w:t>
            </w:r>
            <w:r w:rsidRPr="00340AFB">
              <w:t>chemical spill</w:t>
            </w:r>
            <w:r w:rsidR="00124D57">
              <w:t>s</w:t>
            </w:r>
            <w:r w:rsidRPr="00340AFB">
              <w:t xml:space="preserve"> </w:t>
            </w:r>
            <w:r w:rsidR="00340AFB">
              <w:t>according</w:t>
            </w:r>
            <w:r w:rsidR="00124D57">
              <w:t xml:space="preserve"> to workplace and manufacturer procedures</w:t>
            </w:r>
          </w:p>
        </w:tc>
      </w:tr>
      <w:tr w:rsidR="00E10589" w:rsidRPr="001F2114" w14:paraId="7D7EF3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29C248" w14:textId="57E8C1EA" w:rsidR="00E10589" w:rsidRPr="001F2114" w:rsidRDefault="00E10589" w:rsidP="00E10589">
            <w:pPr>
              <w:pStyle w:val="SIText"/>
            </w:pPr>
            <w:r w:rsidRPr="001F2114">
              <w:t>5.Clean up equipment and complete records</w:t>
            </w:r>
          </w:p>
        </w:tc>
        <w:tc>
          <w:tcPr>
            <w:tcW w:w="3604" w:type="pct"/>
            <w:shd w:val="clear" w:color="auto" w:fill="auto"/>
          </w:tcPr>
          <w:p w14:paraId="140F0353" w14:textId="096977FB" w:rsidR="00E10589" w:rsidRPr="001F2114" w:rsidRDefault="00E10589" w:rsidP="00E10589">
            <w:pPr>
              <w:pStyle w:val="SIText"/>
            </w:pPr>
            <w:r w:rsidRPr="001F2114">
              <w:t xml:space="preserve">5.1 </w:t>
            </w:r>
            <w:r w:rsidR="00124D57" w:rsidRPr="00E742B6">
              <w:t xml:space="preserve">Clean and decontaminate application equipment </w:t>
            </w:r>
            <w:r w:rsidR="00124D57">
              <w:t xml:space="preserve">according to workplace </w:t>
            </w:r>
          </w:p>
          <w:p w14:paraId="1EFF3F5A" w14:textId="2E2CA12A" w:rsidR="00E10589" w:rsidRPr="00340AFB" w:rsidRDefault="00E10589" w:rsidP="00E10589">
            <w:pPr>
              <w:pStyle w:val="SIText"/>
            </w:pPr>
            <w:r w:rsidRPr="001F2114">
              <w:t xml:space="preserve">5.2 </w:t>
            </w:r>
            <w:r w:rsidR="00124D57" w:rsidRPr="005B01B6">
              <w:t xml:space="preserve">Dispose of chemicals and </w:t>
            </w:r>
            <w:r w:rsidR="00340AFB">
              <w:t>used</w:t>
            </w:r>
            <w:r w:rsidR="00124D57">
              <w:t xml:space="preserve"> </w:t>
            </w:r>
            <w:r w:rsidR="00124D57" w:rsidRPr="005B01B6">
              <w:t xml:space="preserve">containers </w:t>
            </w:r>
            <w:r w:rsidR="00124D57">
              <w:t xml:space="preserve">according to manufacturer </w:t>
            </w:r>
            <w:r w:rsidR="00340AFB">
              <w:t>instructions</w:t>
            </w:r>
            <w:r w:rsidR="00124D57">
              <w:t xml:space="preserve"> and regulatory </w:t>
            </w:r>
            <w:r w:rsidR="00340AFB">
              <w:t>requirements</w:t>
            </w:r>
          </w:p>
          <w:p w14:paraId="412E1C03" w14:textId="012F9EF4" w:rsidR="00E10589" w:rsidRPr="00340AFB" w:rsidRDefault="00E10589" w:rsidP="00E10589">
            <w:pPr>
              <w:pStyle w:val="SIText"/>
            </w:pPr>
            <w:r w:rsidRPr="001F2114">
              <w:t xml:space="preserve">5.3 Clean and store personal protective equipment </w:t>
            </w:r>
            <w:r w:rsidR="00124D57">
              <w:t>according to workplace procedures</w:t>
            </w:r>
          </w:p>
          <w:p w14:paraId="0571E586" w14:textId="71E28860" w:rsidR="00E10589" w:rsidRPr="00340AFB" w:rsidRDefault="00E10589" w:rsidP="00340AFB">
            <w:pPr>
              <w:pStyle w:val="SIText"/>
            </w:pPr>
            <w:r w:rsidRPr="00340AFB">
              <w:t xml:space="preserve">5.4 </w:t>
            </w:r>
            <w:r w:rsidRPr="00294CF1">
              <w:t xml:space="preserve">Complete </w:t>
            </w:r>
            <w:r w:rsidR="00124D57">
              <w:t xml:space="preserve">chemical </w:t>
            </w:r>
            <w:r w:rsidR="00340AFB">
              <w:t>treatment</w:t>
            </w:r>
            <w:r w:rsidR="00124D57">
              <w:t xml:space="preserve"> </w:t>
            </w:r>
            <w:r w:rsidRPr="00340AFB">
              <w:t>records</w:t>
            </w:r>
            <w:r w:rsidR="00124D57">
              <w:t xml:space="preserve"> and r</w:t>
            </w:r>
            <w:r w:rsidR="00124D57" w:rsidRPr="001D3A4B">
              <w:t>eport incidents</w:t>
            </w:r>
            <w:r w:rsidR="00124D57">
              <w:t xml:space="preserve"> according to workplace procedures and regulatory requirements</w:t>
            </w:r>
          </w:p>
        </w:tc>
      </w:tr>
    </w:tbl>
    <w:p w14:paraId="0A4BEF2A" w14:textId="77777777" w:rsidR="005F771F" w:rsidRPr="00340AFB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1F2114" w:rsidDel="00423CB2" w14:paraId="089C2F72" w14:textId="77777777" w:rsidTr="00CA2922">
        <w:trPr>
          <w:tblHeader/>
        </w:trPr>
        <w:tc>
          <w:tcPr>
            <w:tcW w:w="5000" w:type="pct"/>
            <w:gridSpan w:val="2"/>
          </w:tcPr>
          <w:p w14:paraId="3A5619A4" w14:textId="77777777" w:rsidR="00F1480E" w:rsidRPr="001F2114" w:rsidRDefault="00FD557D" w:rsidP="000754EC">
            <w:pPr>
              <w:pStyle w:val="SIHeading2"/>
            </w:pPr>
            <w:r w:rsidRPr="001F2114">
              <w:t>Foundation Skills</w:t>
            </w:r>
          </w:p>
          <w:p w14:paraId="142272D6" w14:textId="77777777" w:rsidR="00F1480E" w:rsidRPr="00351F6F" w:rsidRDefault="00F1480E" w:rsidP="000754EC">
            <w:pPr>
              <w:rPr>
                <w:rStyle w:val="SIText-Italic"/>
                <w:rFonts w:eastAsiaTheme="majorEastAsia"/>
              </w:rPr>
            </w:pPr>
            <w:r w:rsidRPr="001F2114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1F2114" w:rsidDel="00423CB2" w14:paraId="1B2AD84E" w14:textId="77777777" w:rsidTr="00CA2922">
        <w:trPr>
          <w:tblHeader/>
        </w:trPr>
        <w:tc>
          <w:tcPr>
            <w:tcW w:w="1396" w:type="pct"/>
          </w:tcPr>
          <w:p w14:paraId="6AD4E8A0" w14:textId="77777777" w:rsidR="00F1480E" w:rsidRPr="001F2114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1F2114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ED3585" w14:textId="77777777" w:rsidR="00F1480E" w:rsidRPr="001F2114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1F2114">
              <w:rPr>
                <w:rFonts w:eastAsiaTheme="majorEastAsia"/>
              </w:rPr>
              <w:t>Description</w:t>
            </w:r>
          </w:p>
        </w:tc>
      </w:tr>
      <w:tr w:rsidR="00124D57" w:rsidRPr="00B9371A" w14:paraId="0858BF2B" w14:textId="77777777" w:rsidTr="00124D5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91C2" w14:textId="77777777" w:rsidR="00124D57" w:rsidRPr="00124D57" w:rsidRDefault="00124D57" w:rsidP="00124D57">
            <w:pPr>
              <w:pStyle w:val="SIText"/>
            </w:pPr>
            <w:r w:rsidRPr="00124D57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4C7" w14:textId="77777777" w:rsidR="00124D57" w:rsidRPr="00124D57" w:rsidRDefault="00124D57" w:rsidP="00124D57">
            <w:pPr>
              <w:pStyle w:val="SIBulletList1"/>
            </w:pPr>
            <w:r w:rsidRPr="00124D57">
              <w:t>Reads and interprets safety data, labels, manufacturer instructions, operating instruction and other documentation and consolidates information to determine chemical application actions and activity</w:t>
            </w:r>
          </w:p>
        </w:tc>
      </w:tr>
      <w:tr w:rsidR="00124D57" w:rsidRPr="00B9371A" w14:paraId="17E0530D" w14:textId="77777777" w:rsidTr="00124D5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82ED" w14:textId="77777777" w:rsidR="00124D57" w:rsidRPr="00124D57" w:rsidRDefault="00124D57" w:rsidP="00124D57">
            <w:pPr>
              <w:pStyle w:val="SIText"/>
            </w:pPr>
            <w:r w:rsidRPr="00124D57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A1AD" w14:textId="77777777" w:rsidR="00124D57" w:rsidRPr="00124D57" w:rsidRDefault="00124D57" w:rsidP="00124D57">
            <w:pPr>
              <w:pStyle w:val="SIBulletList1"/>
            </w:pPr>
            <w:r w:rsidRPr="00124D57">
              <w:t>Accurately records and completes organisational records using clear language and correct spelling, grammar and terminology</w:t>
            </w:r>
          </w:p>
        </w:tc>
      </w:tr>
      <w:tr w:rsidR="00124D57" w:rsidRPr="00B9371A" w14:paraId="309C479B" w14:textId="77777777" w:rsidTr="00124D5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CE1A" w14:textId="77777777" w:rsidR="00124D57" w:rsidRPr="00124D57" w:rsidRDefault="00124D57" w:rsidP="00124D57">
            <w:pPr>
              <w:pStyle w:val="SIText"/>
            </w:pPr>
            <w:r w:rsidRPr="00124D57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6DA5" w14:textId="3CE3C017" w:rsidR="00124D57" w:rsidRPr="00124D57" w:rsidRDefault="00124D57" w:rsidP="00340AFB">
            <w:pPr>
              <w:pStyle w:val="SIBulletList1"/>
            </w:pPr>
            <w:r w:rsidRPr="00124D57">
              <w:t>Performs mathematical calculations to determine rates of application chemical mixtures</w:t>
            </w:r>
          </w:p>
        </w:tc>
      </w:tr>
      <w:tr w:rsidR="00124D57" w:rsidRPr="00B9371A" w14:paraId="31C6842C" w14:textId="77777777" w:rsidTr="00124D5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D807" w14:textId="77777777" w:rsidR="00124D57" w:rsidRPr="00124D57" w:rsidRDefault="00124D57" w:rsidP="00124D57">
            <w:pPr>
              <w:pStyle w:val="SIText"/>
            </w:pPr>
            <w:r w:rsidRPr="00124D57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72C3" w14:textId="77777777" w:rsidR="00124D57" w:rsidRPr="00124D57" w:rsidRDefault="00124D57" w:rsidP="00124D57">
            <w:pPr>
              <w:pStyle w:val="SIBulletList1"/>
            </w:pPr>
            <w:r w:rsidRPr="00124D57">
              <w:t>Effectively participates in verbal exchanges using active listening and to convey and clarify chemical applications notifications</w:t>
            </w:r>
          </w:p>
        </w:tc>
      </w:tr>
      <w:tr w:rsidR="00124D57" w:rsidRPr="00B9371A" w14:paraId="731E3BA6" w14:textId="77777777" w:rsidTr="00124D5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63F4" w14:textId="77777777" w:rsidR="00124D57" w:rsidRPr="00124D57" w:rsidRDefault="00124D57" w:rsidP="00124D57">
            <w:pPr>
              <w:pStyle w:val="SIText"/>
            </w:pPr>
            <w:r w:rsidRPr="00124D57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448E" w14:textId="77777777" w:rsidR="00124D57" w:rsidRPr="00124D57" w:rsidRDefault="00124D57" w:rsidP="00124D57">
            <w:pPr>
              <w:pStyle w:val="SIBulletList1"/>
            </w:pPr>
            <w:r w:rsidRPr="00124D57">
              <w:t>Takes responsibility for following policies, procedures and regulations</w:t>
            </w:r>
          </w:p>
          <w:p w14:paraId="15AEEF47" w14:textId="0F554647" w:rsidR="00124D57" w:rsidRPr="00124D57" w:rsidRDefault="00124D57" w:rsidP="00124D57">
            <w:pPr>
              <w:pStyle w:val="SIBulletList1"/>
            </w:pPr>
            <w:r w:rsidRPr="00124D57">
              <w:t>Identifies and implements manufacturer requirements for chemical</w:t>
            </w:r>
            <w:r w:rsidR="00340AFB">
              <w:t xml:space="preserve"> use</w:t>
            </w:r>
          </w:p>
        </w:tc>
      </w:tr>
      <w:tr w:rsidR="00124D57" w:rsidRPr="00B9371A" w14:paraId="36D765BB" w14:textId="77777777" w:rsidTr="00124D5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4CBC" w14:textId="77777777" w:rsidR="00124D57" w:rsidRPr="00124D57" w:rsidRDefault="00124D57" w:rsidP="00124D57">
            <w:pPr>
              <w:pStyle w:val="SIText"/>
            </w:pPr>
            <w:r w:rsidRPr="00124D57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A4D5" w14:textId="77777777" w:rsidR="00124D57" w:rsidRPr="00124D57" w:rsidRDefault="00124D57" w:rsidP="00124D57">
            <w:pPr>
              <w:pStyle w:val="SIBulletList1"/>
            </w:pPr>
            <w:r w:rsidRPr="00124D57">
              <w:t>Takes responsibility for planning, sequencing and prioritising tasks required for chemical application activities</w:t>
            </w:r>
          </w:p>
        </w:tc>
      </w:tr>
    </w:tbl>
    <w:p w14:paraId="0D60794D" w14:textId="77777777" w:rsidR="00F1480E" w:rsidRPr="00340AFB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RPr="001F2114" w14:paraId="0EEAAA04" w14:textId="77777777" w:rsidTr="00F33FF2">
        <w:tc>
          <w:tcPr>
            <w:tcW w:w="5000" w:type="pct"/>
            <w:gridSpan w:val="4"/>
          </w:tcPr>
          <w:p w14:paraId="491A3EDE" w14:textId="77777777" w:rsidR="00F1480E" w:rsidRPr="00340AFB" w:rsidRDefault="00FD557D" w:rsidP="000754EC">
            <w:pPr>
              <w:pStyle w:val="SIHeading2"/>
            </w:pPr>
            <w:r w:rsidRPr="00340AFB">
              <w:t>Unit Mapping Information</w:t>
            </w:r>
          </w:p>
        </w:tc>
      </w:tr>
      <w:tr w:rsidR="00F1480E" w:rsidRPr="001F2114" w14:paraId="647604EB" w14:textId="77777777" w:rsidTr="00F33FF2">
        <w:tc>
          <w:tcPr>
            <w:tcW w:w="1028" w:type="pct"/>
          </w:tcPr>
          <w:p w14:paraId="5B891F90" w14:textId="77777777" w:rsidR="00F1480E" w:rsidRPr="001F2114" w:rsidRDefault="00F1480E" w:rsidP="000754EC">
            <w:pPr>
              <w:pStyle w:val="SIText-Bold"/>
            </w:pPr>
            <w:r w:rsidRPr="001F2114">
              <w:t>Code and title current version</w:t>
            </w:r>
          </w:p>
        </w:tc>
        <w:tc>
          <w:tcPr>
            <w:tcW w:w="1105" w:type="pct"/>
          </w:tcPr>
          <w:p w14:paraId="368CB56C" w14:textId="77777777" w:rsidR="00F1480E" w:rsidRPr="001F2114" w:rsidRDefault="00F1480E" w:rsidP="000754EC">
            <w:pPr>
              <w:pStyle w:val="SIText-Bold"/>
            </w:pPr>
            <w:r w:rsidRPr="001F2114">
              <w:t>Code and title previous version</w:t>
            </w:r>
          </w:p>
        </w:tc>
        <w:tc>
          <w:tcPr>
            <w:tcW w:w="1251" w:type="pct"/>
          </w:tcPr>
          <w:p w14:paraId="4F18CF78" w14:textId="77777777" w:rsidR="00F1480E" w:rsidRPr="001F2114" w:rsidRDefault="00F1480E" w:rsidP="000754EC">
            <w:pPr>
              <w:pStyle w:val="SIText-Bold"/>
            </w:pPr>
            <w:r w:rsidRPr="001F2114">
              <w:t>Comments</w:t>
            </w:r>
          </w:p>
        </w:tc>
        <w:tc>
          <w:tcPr>
            <w:tcW w:w="1616" w:type="pct"/>
          </w:tcPr>
          <w:p w14:paraId="05DC0344" w14:textId="77777777" w:rsidR="00F1480E" w:rsidRPr="001F2114" w:rsidRDefault="00F1480E" w:rsidP="000754EC">
            <w:pPr>
              <w:pStyle w:val="SIText-Bold"/>
            </w:pPr>
            <w:r w:rsidRPr="001F2114">
              <w:t>Equivalence status</w:t>
            </w:r>
          </w:p>
        </w:tc>
      </w:tr>
      <w:tr w:rsidR="00E10589" w:rsidRPr="001F2114" w14:paraId="2E3D406E" w14:textId="77777777" w:rsidTr="00E1058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9493" w14:textId="77777777" w:rsidR="00E10589" w:rsidRPr="001F2114" w:rsidRDefault="00E10589" w:rsidP="00E10589">
            <w:pPr>
              <w:pStyle w:val="SIText"/>
            </w:pPr>
            <w:r w:rsidRPr="001F2114">
              <w:t xml:space="preserve">AHCCHM306 Prepare and apply chemicals for hand held application equipment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7FC8" w14:textId="77777777" w:rsidR="00E10589" w:rsidRPr="001F2114" w:rsidRDefault="00E10589" w:rsidP="00E10589">
            <w:pPr>
              <w:pStyle w:val="SIText"/>
            </w:pPr>
            <w:r w:rsidRPr="001F2114">
              <w:t>AHCCHM306 Prepare and apply chemicals for hand held application equipment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10D6" w14:textId="77777777" w:rsidR="00124D57" w:rsidRPr="00124D57" w:rsidRDefault="00124D57" w:rsidP="00124D57">
            <w:pPr>
              <w:pStyle w:val="SIText"/>
            </w:pPr>
            <w:r w:rsidRPr="00124D57">
              <w:t>Updated to meet Standards for Training Packages</w:t>
            </w:r>
          </w:p>
          <w:p w14:paraId="5461CDDB" w14:textId="47D2AFE4" w:rsidR="00E10589" w:rsidRPr="00124D57" w:rsidRDefault="00124D57" w:rsidP="00124D57">
            <w:pPr>
              <w:pStyle w:val="SIText"/>
            </w:pPr>
            <w:r w:rsidRPr="00124D57">
              <w:t>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3F39" w14:textId="77777777" w:rsidR="00E10589" w:rsidRPr="00340AFB" w:rsidRDefault="00E10589" w:rsidP="00E10589">
            <w:pPr>
              <w:pStyle w:val="SIText"/>
            </w:pPr>
            <w:r w:rsidRPr="00340AFB">
              <w:t>Equivalent unit</w:t>
            </w:r>
          </w:p>
        </w:tc>
      </w:tr>
    </w:tbl>
    <w:p w14:paraId="7EDD83D0" w14:textId="77777777" w:rsidR="00F1480E" w:rsidRPr="001F2114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1F2114" w14:paraId="69FADFAE" w14:textId="77777777" w:rsidTr="00CA2922">
        <w:tc>
          <w:tcPr>
            <w:tcW w:w="1396" w:type="pct"/>
            <w:shd w:val="clear" w:color="auto" w:fill="auto"/>
          </w:tcPr>
          <w:p w14:paraId="1316CA30" w14:textId="77777777" w:rsidR="00F1480E" w:rsidRPr="001F2114" w:rsidRDefault="00FD557D" w:rsidP="000754EC">
            <w:pPr>
              <w:pStyle w:val="SIHeading2"/>
            </w:pPr>
            <w:r w:rsidRPr="001F2114">
              <w:t>Links</w:t>
            </w:r>
          </w:p>
        </w:tc>
        <w:tc>
          <w:tcPr>
            <w:tcW w:w="3604" w:type="pct"/>
            <w:shd w:val="clear" w:color="auto" w:fill="auto"/>
          </w:tcPr>
          <w:p w14:paraId="6C573E38" w14:textId="77777777" w:rsidR="00F1480E" w:rsidRPr="001F2114" w:rsidRDefault="00E10589" w:rsidP="00E40225">
            <w:pPr>
              <w:pStyle w:val="SIText"/>
            </w:pPr>
            <w:r w:rsidRPr="001F2114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864016F" w14:textId="77777777" w:rsidR="00F1480E" w:rsidRPr="001F2114" w:rsidRDefault="00F1480E" w:rsidP="005F771F">
      <w:pPr>
        <w:pStyle w:val="SIText"/>
      </w:pPr>
    </w:p>
    <w:p w14:paraId="0F97D665" w14:textId="77777777" w:rsidR="00F1480E" w:rsidRPr="001F2114" w:rsidRDefault="00F1480E" w:rsidP="005F771F">
      <w:pPr>
        <w:pStyle w:val="SIText"/>
      </w:pPr>
      <w:r w:rsidRPr="001F2114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1F2114" w14:paraId="4163B1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0896B7" w14:textId="77777777" w:rsidR="00556C4C" w:rsidRPr="001F2114" w:rsidRDefault="00556C4C" w:rsidP="000754EC">
            <w:pPr>
              <w:pStyle w:val="SIUnittitle"/>
            </w:pPr>
            <w:r w:rsidRPr="001F2114">
              <w:t>TITLE</w:t>
            </w:r>
          </w:p>
        </w:tc>
        <w:tc>
          <w:tcPr>
            <w:tcW w:w="3522" w:type="pct"/>
            <w:shd w:val="clear" w:color="auto" w:fill="auto"/>
          </w:tcPr>
          <w:p w14:paraId="178AC2E6" w14:textId="77777777" w:rsidR="00556C4C" w:rsidRPr="001F2114" w:rsidRDefault="00556C4C" w:rsidP="000754EC">
            <w:pPr>
              <w:pStyle w:val="SIUnittitle"/>
            </w:pPr>
            <w:r w:rsidRPr="001F2114">
              <w:t xml:space="preserve">Assessment requirements for </w:t>
            </w:r>
            <w:r w:rsidR="00E10589" w:rsidRPr="001F2114">
              <w:t>AHCCHM306 Prepare and apply chemicals for hand held application equipment</w:t>
            </w:r>
          </w:p>
        </w:tc>
      </w:tr>
      <w:tr w:rsidR="00556C4C" w:rsidRPr="001F2114" w14:paraId="1E2F2D5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AD5F56" w14:textId="77777777" w:rsidR="00556C4C" w:rsidRPr="001F2114" w:rsidRDefault="00D71E43" w:rsidP="000754EC">
            <w:pPr>
              <w:pStyle w:val="SIHeading2"/>
            </w:pPr>
            <w:r w:rsidRPr="001F2114">
              <w:t>Performance Evidence</w:t>
            </w:r>
          </w:p>
        </w:tc>
      </w:tr>
      <w:tr w:rsidR="00E10589" w:rsidRPr="001F2114" w14:paraId="4664D9BE" w14:textId="77777777" w:rsidTr="00E1058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97A3" w14:textId="77777777" w:rsidR="00E10589" w:rsidRPr="001F2114" w:rsidRDefault="00E10589" w:rsidP="00E10589">
            <w:pPr>
              <w:pStyle w:val="SIText"/>
            </w:pPr>
            <w:r w:rsidRPr="001F2114">
              <w:t>An individual demonstrating competency must satisfy all of the elements and performance criteria in this unit.</w:t>
            </w:r>
          </w:p>
          <w:p w14:paraId="7324F5B2" w14:textId="77777777" w:rsidR="00E10589" w:rsidRPr="001F2114" w:rsidRDefault="00E10589" w:rsidP="00E10589">
            <w:pPr>
              <w:pStyle w:val="SIText"/>
            </w:pPr>
          </w:p>
          <w:p w14:paraId="6BF29151" w14:textId="77777777" w:rsidR="00E10589" w:rsidRPr="001F2114" w:rsidRDefault="00E10589" w:rsidP="00E10589">
            <w:pPr>
              <w:pStyle w:val="SIText"/>
            </w:pPr>
            <w:r w:rsidRPr="001F2114">
              <w:t>There must be evidence that on at least one occasion the individual has demonstrated that they have [text] including:</w:t>
            </w:r>
          </w:p>
          <w:p w14:paraId="2FB07F22" w14:textId="3544765D" w:rsidR="00340AFB" w:rsidRPr="00340AFB" w:rsidRDefault="00340AFB" w:rsidP="00340AFB">
            <w:pPr>
              <w:pStyle w:val="SIBulletList1"/>
            </w:pPr>
            <w:r w:rsidRPr="00B9371A">
              <w:t>determine</w:t>
            </w:r>
            <w:r w:rsidRPr="00340AFB">
              <w:t xml:space="preserve">d the need for chemical application by assessing the </w:t>
            </w:r>
            <w:r>
              <w:t>specific infestation</w:t>
            </w:r>
          </w:p>
          <w:p w14:paraId="210A1A37" w14:textId="1E7D97BE" w:rsidR="00340AFB" w:rsidRPr="00340AFB" w:rsidRDefault="00340AFB" w:rsidP="00340AFB">
            <w:pPr>
              <w:pStyle w:val="SIBulletList1"/>
            </w:pPr>
            <w:r w:rsidRPr="00B9371A">
              <w:t>develop</w:t>
            </w:r>
            <w:r w:rsidRPr="00340AFB">
              <w:t>ed an application plan</w:t>
            </w:r>
            <w:r>
              <w:t xml:space="preserve"> according to workplace procedures</w:t>
            </w:r>
          </w:p>
          <w:p w14:paraId="1B9C61CF" w14:textId="77777777" w:rsidR="00340AFB" w:rsidRPr="00340AFB" w:rsidRDefault="00340AFB" w:rsidP="00340AFB">
            <w:pPr>
              <w:pStyle w:val="SIBulletList1"/>
            </w:pPr>
            <w:r w:rsidRPr="00B9371A">
              <w:t>identif</w:t>
            </w:r>
            <w:r w:rsidRPr="00340AFB">
              <w:t>ied health and safety hazards, risk and implemented control procedures and used personal protective equipment according to workplace procedures</w:t>
            </w:r>
          </w:p>
          <w:p w14:paraId="59611405" w14:textId="77777777" w:rsidR="00340AFB" w:rsidRPr="00340AFB" w:rsidRDefault="00340AFB" w:rsidP="00340AFB">
            <w:pPr>
              <w:pStyle w:val="SIBulletList1"/>
            </w:pPr>
            <w:r w:rsidRPr="00B9371A">
              <w:t>interpret</w:t>
            </w:r>
            <w:r w:rsidRPr="00340AFB">
              <w:t>ed chemical labels and applied chemical according to manufacturer requirements, safety data sheets and application plan</w:t>
            </w:r>
          </w:p>
          <w:p w14:paraId="7C49EB24" w14:textId="77777777" w:rsidR="00340AFB" w:rsidRPr="00340AFB" w:rsidRDefault="00340AFB" w:rsidP="00340AFB">
            <w:pPr>
              <w:pStyle w:val="SIBulletList1"/>
            </w:pPr>
            <w:r>
              <w:t>d</w:t>
            </w:r>
            <w:r w:rsidRPr="00340AFB">
              <w:t>etermined the chemical application parameters according to workplace and manufacture requirements</w:t>
            </w:r>
          </w:p>
          <w:p w14:paraId="3ACEB06D" w14:textId="694E98AD" w:rsidR="00340AFB" w:rsidRPr="00340AFB" w:rsidRDefault="00340AFB" w:rsidP="00340AFB">
            <w:pPr>
              <w:pStyle w:val="SIBulletList1"/>
            </w:pPr>
            <w:r>
              <w:t>monitored and assessed</w:t>
            </w:r>
            <w:r w:rsidRPr="00340AFB">
              <w:t xml:space="preserve"> weather conditions </w:t>
            </w:r>
            <w:r>
              <w:t>for</w:t>
            </w:r>
            <w:r w:rsidRPr="00340AFB">
              <w:t xml:space="preserve"> application</w:t>
            </w:r>
          </w:p>
          <w:p w14:paraId="26531240" w14:textId="673B4620" w:rsidR="00340AFB" w:rsidRPr="00340AFB" w:rsidRDefault="00340AFB" w:rsidP="00340AFB">
            <w:pPr>
              <w:pStyle w:val="SIBulletList1"/>
            </w:pPr>
            <w:r>
              <w:t xml:space="preserve">selected and </w:t>
            </w:r>
            <w:r w:rsidRPr="00340AFB">
              <w:t>conducted pre-operational checks according to operator instructions</w:t>
            </w:r>
          </w:p>
          <w:p w14:paraId="5BEFF41F" w14:textId="6F84EF12" w:rsidR="00340AFB" w:rsidRPr="00340AFB" w:rsidRDefault="00340AFB" w:rsidP="00340AFB">
            <w:pPr>
              <w:pStyle w:val="SIBulletList1"/>
            </w:pPr>
            <w:r>
              <w:t xml:space="preserve">completed at least 1 </w:t>
            </w:r>
            <w:r w:rsidRPr="00340AFB">
              <w:t xml:space="preserve">calibration activity for </w:t>
            </w:r>
            <w:r>
              <w:t xml:space="preserve">hand help </w:t>
            </w:r>
            <w:r w:rsidRPr="00340AFB">
              <w:t>application equipment</w:t>
            </w:r>
          </w:p>
          <w:p w14:paraId="1F751F0F" w14:textId="77777777" w:rsidR="00340AFB" w:rsidRPr="00340AFB" w:rsidRDefault="00340AFB" w:rsidP="00340AFB">
            <w:pPr>
              <w:pStyle w:val="SIBulletList1"/>
            </w:pPr>
            <w:r w:rsidRPr="00B9371A">
              <w:t>mix</w:t>
            </w:r>
            <w:r w:rsidRPr="00340AFB">
              <w:t>ed and loaded chemicals in accordance with label and application plan</w:t>
            </w:r>
          </w:p>
          <w:p w14:paraId="6B353519" w14:textId="77777777" w:rsidR="00340AFB" w:rsidRPr="00340AFB" w:rsidRDefault="00340AFB" w:rsidP="00340AFB">
            <w:pPr>
              <w:pStyle w:val="SIBulletList1"/>
            </w:pPr>
            <w:r w:rsidRPr="00171E64">
              <w:t>appl</w:t>
            </w:r>
            <w:r w:rsidRPr="00340AFB">
              <w:t>ied chemicals safely according to labels, regulations and workplace requirements</w:t>
            </w:r>
          </w:p>
          <w:p w14:paraId="7342F830" w14:textId="77777777" w:rsidR="00340AFB" w:rsidRPr="00340AFB" w:rsidRDefault="00340AFB" w:rsidP="00340AFB">
            <w:pPr>
              <w:pStyle w:val="SIBulletList1"/>
            </w:pPr>
            <w:r>
              <w:t xml:space="preserve">cleaned equipment, spills and </w:t>
            </w:r>
            <w:r w:rsidRPr="00340AFB">
              <w:t>disposed of waste according to procedures</w:t>
            </w:r>
          </w:p>
          <w:p w14:paraId="1BEBF6B9" w14:textId="457845AC" w:rsidR="00E10589" w:rsidRPr="00340AFB" w:rsidRDefault="00340AFB" w:rsidP="00E10589">
            <w:pPr>
              <w:pStyle w:val="SIBulletList1"/>
            </w:pPr>
            <w:r>
              <w:t>maintained</w:t>
            </w:r>
            <w:r w:rsidRPr="00340AFB">
              <w:t xml:space="preserve"> records and reported incidents according to workplace procedures and regulations.</w:t>
            </w:r>
          </w:p>
        </w:tc>
      </w:tr>
    </w:tbl>
    <w:p w14:paraId="26023341" w14:textId="77777777" w:rsidR="00556C4C" w:rsidRPr="001F2114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1F2114" w14:paraId="4DA5E1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75074D" w14:textId="77777777" w:rsidR="00F1480E" w:rsidRPr="001F2114" w:rsidRDefault="00D71E43" w:rsidP="000754EC">
            <w:pPr>
              <w:pStyle w:val="SIHeading2"/>
            </w:pPr>
            <w:r w:rsidRPr="001F2114">
              <w:t>Knowledge Evidence</w:t>
            </w:r>
          </w:p>
        </w:tc>
      </w:tr>
      <w:tr w:rsidR="00E10589" w:rsidRPr="001F2114" w14:paraId="44AB3BD3" w14:textId="77777777" w:rsidTr="00E1058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349BC" w14:textId="77777777" w:rsidR="00E10589" w:rsidRPr="001F2114" w:rsidRDefault="00E10589" w:rsidP="00E10589">
            <w:pPr>
              <w:pStyle w:val="SIText"/>
            </w:pPr>
            <w:r w:rsidRPr="001F2114">
              <w:t>An individual must be able to demonstrate the knowledge required to perform the tasks outlined in the elements and performance criteria of this unit. This includes knowledge of:</w:t>
            </w:r>
          </w:p>
          <w:p w14:paraId="4082EB86" w14:textId="77777777" w:rsidR="00340AFB" w:rsidRPr="00340AFB" w:rsidRDefault="00340AFB" w:rsidP="00340AFB">
            <w:pPr>
              <w:pStyle w:val="SIBulletList1"/>
            </w:pPr>
            <w:r w:rsidRPr="00340AFB">
              <w:t>options for pest, disease weed control including:</w:t>
            </w:r>
          </w:p>
          <w:p w14:paraId="799248CC" w14:textId="77777777" w:rsidR="00340AFB" w:rsidRPr="00340AFB" w:rsidRDefault="00340AFB" w:rsidP="00294CF1">
            <w:pPr>
              <w:pStyle w:val="SIBulletList2"/>
            </w:pPr>
            <w:r w:rsidRPr="00340AFB">
              <w:t>chemical</w:t>
            </w:r>
          </w:p>
          <w:p w14:paraId="7BFFA122" w14:textId="77777777" w:rsidR="00340AFB" w:rsidRPr="00340AFB" w:rsidRDefault="00340AFB" w:rsidP="00294CF1">
            <w:pPr>
              <w:pStyle w:val="SIBulletList2"/>
            </w:pPr>
            <w:r w:rsidRPr="00340AFB">
              <w:t>cultural</w:t>
            </w:r>
          </w:p>
          <w:p w14:paraId="18D58C44" w14:textId="77777777" w:rsidR="00340AFB" w:rsidRPr="00340AFB" w:rsidRDefault="00340AFB" w:rsidP="00294CF1">
            <w:pPr>
              <w:pStyle w:val="SIBulletList2"/>
            </w:pPr>
            <w:r w:rsidRPr="00340AFB">
              <w:t>biological</w:t>
            </w:r>
          </w:p>
          <w:p w14:paraId="5372CA5E" w14:textId="77777777" w:rsidR="00340AFB" w:rsidRPr="00340AFB" w:rsidRDefault="00340AFB" w:rsidP="00294CF1">
            <w:pPr>
              <w:pStyle w:val="SIBulletList2"/>
            </w:pPr>
            <w:r w:rsidRPr="00340AFB">
              <w:t>Integrated Pest Management</w:t>
            </w:r>
          </w:p>
          <w:p w14:paraId="75CA64CB" w14:textId="77777777" w:rsidR="00340AFB" w:rsidRPr="00340AFB" w:rsidRDefault="00340AFB" w:rsidP="00340AFB">
            <w:pPr>
              <w:pStyle w:val="SIBulletList1"/>
            </w:pPr>
            <w:r w:rsidRPr="00340AFB">
              <w:t>pest and disease resistance</w:t>
            </w:r>
          </w:p>
          <w:p w14:paraId="7089A81E" w14:textId="77777777" w:rsidR="00340AFB" w:rsidRPr="00340AFB" w:rsidRDefault="00340AFB" w:rsidP="00340AFB">
            <w:pPr>
              <w:pStyle w:val="SIBulletList1"/>
            </w:pPr>
            <w:r w:rsidRPr="00340AFB">
              <w:t>chemical labels, SDS formats</w:t>
            </w:r>
          </w:p>
          <w:p w14:paraId="6C038826" w14:textId="77777777" w:rsidR="00340AFB" w:rsidRPr="00340AFB" w:rsidRDefault="00340AFB" w:rsidP="00340AFB">
            <w:pPr>
              <w:pStyle w:val="SIBulletList1"/>
            </w:pPr>
            <w:r w:rsidRPr="00340AFB">
              <w:t>impact of weather factors on the safe and effective application of chemicals</w:t>
            </w:r>
          </w:p>
          <w:p w14:paraId="5E8B0061" w14:textId="77777777" w:rsidR="00340AFB" w:rsidRPr="00340AFB" w:rsidRDefault="00340AFB" w:rsidP="00340AFB">
            <w:pPr>
              <w:pStyle w:val="SIBulletList1"/>
            </w:pPr>
            <w:r w:rsidRPr="00340AFB">
              <w:t>factors that determine off target contamination including:</w:t>
            </w:r>
          </w:p>
          <w:p w14:paraId="159A7CB5" w14:textId="77777777" w:rsidR="00340AFB" w:rsidRPr="00340AFB" w:rsidRDefault="00340AFB" w:rsidP="00294CF1">
            <w:pPr>
              <w:pStyle w:val="SIBulletList2"/>
            </w:pPr>
            <w:r w:rsidRPr="00340AFB">
              <w:t>droplet size</w:t>
            </w:r>
          </w:p>
          <w:p w14:paraId="62AEDBB5" w14:textId="77777777" w:rsidR="00340AFB" w:rsidRPr="00340AFB" w:rsidRDefault="00340AFB" w:rsidP="00294CF1">
            <w:pPr>
              <w:pStyle w:val="SIBulletList2"/>
            </w:pPr>
            <w:r w:rsidRPr="00340AFB">
              <w:t>wind speed</w:t>
            </w:r>
          </w:p>
          <w:p w14:paraId="692F922E" w14:textId="77777777" w:rsidR="00340AFB" w:rsidRPr="00340AFB" w:rsidRDefault="00340AFB" w:rsidP="00294CF1">
            <w:pPr>
              <w:pStyle w:val="SIBulletList2"/>
            </w:pPr>
            <w:r w:rsidRPr="00340AFB">
              <w:t>temperature</w:t>
            </w:r>
          </w:p>
          <w:p w14:paraId="6107F056" w14:textId="77777777" w:rsidR="00340AFB" w:rsidRPr="00340AFB" w:rsidRDefault="00340AFB" w:rsidP="00294CF1">
            <w:pPr>
              <w:pStyle w:val="SIBulletList2"/>
            </w:pPr>
            <w:r w:rsidRPr="00340AFB">
              <w:t>temperature inversions</w:t>
            </w:r>
          </w:p>
          <w:p w14:paraId="089BF63A" w14:textId="77777777" w:rsidR="00340AFB" w:rsidRPr="00340AFB" w:rsidRDefault="00340AFB" w:rsidP="00294CF1">
            <w:pPr>
              <w:pStyle w:val="SIBulletList2"/>
            </w:pPr>
            <w:r w:rsidRPr="00340AFB">
              <w:t>controlling spray drift and air concentrations</w:t>
            </w:r>
          </w:p>
          <w:p w14:paraId="6241C085" w14:textId="77777777" w:rsidR="00340AFB" w:rsidRPr="00340AFB" w:rsidRDefault="00340AFB" w:rsidP="00340AFB">
            <w:pPr>
              <w:pStyle w:val="SIBulletList1"/>
            </w:pPr>
            <w:r w:rsidRPr="00340AFB">
              <w:t>risk factors of chemical application including:</w:t>
            </w:r>
          </w:p>
          <w:p w14:paraId="0F83AA07" w14:textId="77777777" w:rsidR="00340AFB" w:rsidRPr="00340AFB" w:rsidRDefault="00340AFB" w:rsidP="00294CF1">
            <w:pPr>
              <w:pStyle w:val="SIBulletList2"/>
            </w:pPr>
            <w:r w:rsidRPr="00340AFB">
              <w:t>human and animal health</w:t>
            </w:r>
          </w:p>
          <w:p w14:paraId="491E7DBF" w14:textId="77777777" w:rsidR="00340AFB" w:rsidRPr="00340AFB" w:rsidRDefault="00340AFB" w:rsidP="00294CF1">
            <w:pPr>
              <w:pStyle w:val="SIBulletList2"/>
            </w:pPr>
            <w:r w:rsidRPr="00340AFB">
              <w:t>spillage</w:t>
            </w:r>
          </w:p>
          <w:p w14:paraId="31CAF2DC" w14:textId="77777777" w:rsidR="00340AFB" w:rsidRPr="00340AFB" w:rsidRDefault="00340AFB" w:rsidP="00294CF1">
            <w:pPr>
              <w:pStyle w:val="SIBulletList2"/>
            </w:pPr>
            <w:r w:rsidRPr="00340AFB">
              <w:t>residues in environment, plants and animals</w:t>
            </w:r>
          </w:p>
          <w:p w14:paraId="51D3C008" w14:textId="77777777" w:rsidR="00340AFB" w:rsidRPr="00340AFB" w:rsidRDefault="00340AFB" w:rsidP="00294CF1">
            <w:pPr>
              <w:pStyle w:val="SIBulletList2"/>
            </w:pPr>
            <w:r w:rsidRPr="00340AFB">
              <w:t>withholding periods</w:t>
            </w:r>
          </w:p>
          <w:p w14:paraId="437AD224" w14:textId="77777777" w:rsidR="00340AFB" w:rsidRPr="00340AFB" w:rsidRDefault="00340AFB" w:rsidP="00340AFB">
            <w:pPr>
              <w:pStyle w:val="SIBulletList1"/>
            </w:pPr>
            <w:r w:rsidRPr="00340AFB">
              <w:t>mixing chemicals including mixing order, adjuvants and water quality</w:t>
            </w:r>
          </w:p>
          <w:p w14:paraId="59DC83BF" w14:textId="77777777" w:rsidR="00340AFB" w:rsidRPr="00340AFB" w:rsidRDefault="00340AFB" w:rsidP="00340AFB">
            <w:pPr>
              <w:pStyle w:val="SIBulletList1"/>
            </w:pPr>
            <w:r w:rsidRPr="00340AFB">
              <w:t>requirements for disposal of excess chemicals, clearing spillages and equipment clean up</w:t>
            </w:r>
          </w:p>
          <w:p w14:paraId="7BB719F7" w14:textId="77777777" w:rsidR="00340AFB" w:rsidRPr="00340AFB" w:rsidRDefault="00340AFB" w:rsidP="00340AFB">
            <w:pPr>
              <w:pStyle w:val="SIBulletList1"/>
            </w:pPr>
            <w:r w:rsidRPr="00340AFB">
              <w:t>selecting and operating suitable application equipment</w:t>
            </w:r>
          </w:p>
          <w:p w14:paraId="3A6C01EE" w14:textId="4DA8FB62" w:rsidR="00340AFB" w:rsidRPr="00340AFB" w:rsidRDefault="00340AFB" w:rsidP="00340AFB">
            <w:pPr>
              <w:pStyle w:val="SIBulletList1"/>
            </w:pPr>
            <w:r w:rsidRPr="00340AFB">
              <w:t>features, functions and calibration techniques for hand held application equipment including, nozzle identification, selection, operation and use</w:t>
            </w:r>
          </w:p>
          <w:p w14:paraId="5C92E233" w14:textId="77777777" w:rsidR="00340AFB" w:rsidRPr="00340AFB" w:rsidRDefault="00340AFB" w:rsidP="00340AFB">
            <w:pPr>
              <w:pStyle w:val="SIBulletList1"/>
            </w:pPr>
            <w:r w:rsidRPr="00340AFB">
              <w:t xml:space="preserve">legislation, regulations and licensing requirements in relation to chemical use </w:t>
            </w:r>
          </w:p>
          <w:p w14:paraId="09FC9719" w14:textId="6E4E8AFD" w:rsidR="00340AFB" w:rsidRPr="00340AFB" w:rsidRDefault="00340AFB" w:rsidP="00340AFB">
            <w:pPr>
              <w:pStyle w:val="SIBulletList1"/>
            </w:pPr>
            <w:r>
              <w:t>regulatory and industry policies on</w:t>
            </w:r>
            <w:r w:rsidRPr="00340AFB">
              <w:t xml:space="preserve"> spray drift management</w:t>
            </w:r>
          </w:p>
          <w:p w14:paraId="6E1F5FCD" w14:textId="766758E7" w:rsidR="008C1E4B" w:rsidRPr="00340AFB" w:rsidRDefault="00340AFB" w:rsidP="00E10589">
            <w:pPr>
              <w:pStyle w:val="SIBulletList1"/>
            </w:pPr>
            <w:r w:rsidRPr="00340AFB">
              <w:t>parameters affecting the selection of chemical and equipment for application including, common pests, weeds and diseases, rate or dose, type of application equipment, set-up requirements and amount to be applied.</w:t>
            </w:r>
          </w:p>
        </w:tc>
      </w:tr>
    </w:tbl>
    <w:p w14:paraId="7822ED55" w14:textId="77777777" w:rsidR="00F1480E" w:rsidRPr="001F2114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1F2114" w14:paraId="349A98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F7D45B" w14:textId="77777777" w:rsidR="00F1480E" w:rsidRPr="001F2114" w:rsidRDefault="00D71E43" w:rsidP="000754EC">
            <w:pPr>
              <w:pStyle w:val="SIHeading2"/>
            </w:pPr>
            <w:r w:rsidRPr="001F2114">
              <w:t>Assessment Conditions</w:t>
            </w:r>
          </w:p>
        </w:tc>
      </w:tr>
      <w:tr w:rsidR="00E10589" w:rsidRPr="001F2114" w14:paraId="7374C17A" w14:textId="77777777" w:rsidTr="00E1058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0A0F4" w14:textId="77777777" w:rsidR="00E10589" w:rsidRPr="001F2114" w:rsidRDefault="00E10589" w:rsidP="00E10589">
            <w:pPr>
              <w:pStyle w:val="SIText"/>
            </w:pPr>
            <w:r w:rsidRPr="001F2114">
              <w:t xml:space="preserve">Assessment of skills must take place under the following conditions: </w:t>
            </w:r>
          </w:p>
          <w:p w14:paraId="561E4D6A" w14:textId="77777777" w:rsidR="00340AFB" w:rsidRPr="00340AFB" w:rsidRDefault="00340AFB" w:rsidP="00340AFB">
            <w:pPr>
              <w:pStyle w:val="SIBulletList1"/>
            </w:pPr>
            <w:r w:rsidRPr="00340AFB">
              <w:t>physical conditions:</w:t>
            </w:r>
          </w:p>
          <w:p w14:paraId="638CD052" w14:textId="77777777" w:rsidR="00340AFB" w:rsidRPr="00340AFB" w:rsidRDefault="00340AFB" w:rsidP="00294CF1">
            <w:pPr>
              <w:pStyle w:val="SIBulletList2"/>
              <w:rPr>
                <w:rFonts w:eastAsia="Calibri"/>
              </w:rPr>
            </w:pPr>
            <w:r w:rsidRPr="00340AFB">
              <w:t>skills must be demonstrated in a typical workplace environment or an environment that accurately represents workplace conditions</w:t>
            </w:r>
          </w:p>
          <w:p w14:paraId="2C20BA73" w14:textId="77777777" w:rsidR="00340AFB" w:rsidRPr="00340AFB" w:rsidRDefault="00340AFB" w:rsidP="00340AFB">
            <w:pPr>
              <w:pStyle w:val="SIBulletList1"/>
            </w:pPr>
            <w:r w:rsidRPr="00340AFB">
              <w:t>resources, equipment and materials:</w:t>
            </w:r>
          </w:p>
          <w:p w14:paraId="7E9D8D63" w14:textId="77777777" w:rsidR="00340AFB" w:rsidRPr="00340AFB" w:rsidRDefault="00340AFB" w:rsidP="00294CF1">
            <w:pPr>
              <w:pStyle w:val="SIBulletList2"/>
              <w:rPr>
                <w:rFonts w:eastAsia="Calibri"/>
              </w:rPr>
            </w:pPr>
            <w:r w:rsidRPr="00340AFB">
              <w:rPr>
                <w:rFonts w:eastAsia="Calibri"/>
              </w:rPr>
              <w:t xml:space="preserve">use of </w:t>
            </w:r>
            <w:r w:rsidRPr="00340AFB">
              <w:t>chemicals</w:t>
            </w:r>
          </w:p>
          <w:p w14:paraId="7D461755" w14:textId="77777777" w:rsidR="00340AFB" w:rsidRPr="00340AFB" w:rsidRDefault="00340AFB" w:rsidP="00294CF1">
            <w:pPr>
              <w:pStyle w:val="SIBulletList2"/>
              <w:rPr>
                <w:rFonts w:eastAsia="Calibri"/>
              </w:rPr>
            </w:pPr>
            <w:r w:rsidRPr="00340AFB">
              <w:t>use of personal protective equipment</w:t>
            </w:r>
          </w:p>
          <w:p w14:paraId="04FA0833" w14:textId="77777777" w:rsidR="00340AFB" w:rsidRPr="00340AFB" w:rsidRDefault="00340AFB" w:rsidP="00294CF1">
            <w:pPr>
              <w:pStyle w:val="SIBulletList2"/>
              <w:rPr>
                <w:rFonts w:eastAsia="Calibri"/>
              </w:rPr>
            </w:pPr>
            <w:r w:rsidRPr="00340AFB">
              <w:t>access to application equipment</w:t>
            </w:r>
          </w:p>
          <w:p w14:paraId="07194ACC" w14:textId="77777777" w:rsidR="00340AFB" w:rsidRPr="00340AFB" w:rsidRDefault="00340AFB" w:rsidP="00294CF1">
            <w:pPr>
              <w:pStyle w:val="SIBulletList2"/>
              <w:rPr>
                <w:rFonts w:eastAsia="Calibri"/>
              </w:rPr>
            </w:pPr>
            <w:r w:rsidRPr="00340AFB">
              <w:t>access to chemical measuring and mixing equipment</w:t>
            </w:r>
          </w:p>
          <w:p w14:paraId="70572569" w14:textId="77777777" w:rsidR="00340AFB" w:rsidRPr="00340AFB" w:rsidRDefault="00340AFB" w:rsidP="00340AFB">
            <w:pPr>
              <w:pStyle w:val="SIBulletList1"/>
              <w:rPr>
                <w:rFonts w:eastAsia="Calibri"/>
              </w:rPr>
            </w:pPr>
            <w:r w:rsidRPr="00340AFB">
              <w:rPr>
                <w:rFonts w:eastAsia="Calibri"/>
              </w:rPr>
              <w:t>specifications:</w:t>
            </w:r>
          </w:p>
          <w:p w14:paraId="5A431AEA" w14:textId="77777777" w:rsidR="00340AFB" w:rsidRPr="00340AFB" w:rsidRDefault="00340AFB" w:rsidP="00294CF1">
            <w:pPr>
              <w:pStyle w:val="SIBulletList2"/>
              <w:rPr>
                <w:rFonts w:eastAsia="Calibri"/>
              </w:rPr>
            </w:pPr>
            <w:r w:rsidRPr="00340AFB">
              <w:rPr>
                <w:rFonts w:eastAsia="Calibri"/>
              </w:rPr>
              <w:t>use of specific workplace documents such as work instructions and procedures for chemical application</w:t>
            </w:r>
          </w:p>
          <w:p w14:paraId="5B6C60E4" w14:textId="543AB0DA" w:rsidR="00340AFB" w:rsidRPr="00340AFB" w:rsidRDefault="00340AFB" w:rsidP="00294CF1">
            <w:pPr>
              <w:pStyle w:val="SIBulletList2"/>
              <w:rPr>
                <w:rFonts w:eastAsia="Calibri"/>
              </w:rPr>
            </w:pPr>
            <w:r w:rsidRPr="00340AFB">
              <w:rPr>
                <w:rFonts w:eastAsia="Calibri"/>
              </w:rPr>
              <w:t>access to chemical lab</w:t>
            </w:r>
            <w:r w:rsidR="00294CF1">
              <w:rPr>
                <w:rFonts w:eastAsia="Calibri"/>
              </w:rPr>
              <w:t>els and safety data sheets</w:t>
            </w:r>
          </w:p>
          <w:p w14:paraId="67CDFB85" w14:textId="77777777" w:rsidR="00340AFB" w:rsidRPr="00340AFB" w:rsidRDefault="00340AFB" w:rsidP="00294CF1">
            <w:pPr>
              <w:pStyle w:val="SIBulletList2"/>
              <w:rPr>
                <w:rFonts w:eastAsia="Calibri"/>
              </w:rPr>
            </w:pPr>
            <w:r w:rsidRPr="00340AFB">
              <w:rPr>
                <w:rFonts w:eastAsia="Calibri"/>
              </w:rPr>
              <w:t>access to regulations, relevant to use</w:t>
            </w:r>
            <w:r w:rsidRPr="00340AFB">
              <w:t xml:space="preserve"> of chemicals</w:t>
            </w:r>
          </w:p>
          <w:p w14:paraId="6436FE59" w14:textId="77777777" w:rsidR="00340AFB" w:rsidRPr="00340AFB" w:rsidRDefault="00340AFB" w:rsidP="00294CF1">
            <w:pPr>
              <w:pStyle w:val="SIBulletList2"/>
              <w:rPr>
                <w:rFonts w:eastAsia="Calibri"/>
              </w:rPr>
            </w:pPr>
            <w:r w:rsidRPr="00340AFB">
              <w:t>access to manufacturers operation and maintenance instructions for equipment</w:t>
            </w:r>
          </w:p>
          <w:p w14:paraId="2CC87ECA" w14:textId="2054A100" w:rsidR="00340AFB" w:rsidRDefault="00340AFB" w:rsidP="00294CF1">
            <w:pPr>
              <w:pStyle w:val="SIBulletList2"/>
            </w:pPr>
            <w:r w:rsidRPr="00340AFB">
              <w:t>access to weather reports</w:t>
            </w:r>
            <w:r w:rsidR="00351F6F">
              <w:t>.</w:t>
            </w:r>
          </w:p>
          <w:p w14:paraId="69B1460E" w14:textId="77777777" w:rsidR="00351F6F" w:rsidRPr="00340AFB" w:rsidRDefault="00351F6F" w:rsidP="00351F6F">
            <w:pPr>
              <w:pStyle w:val="SIBulletList2"/>
              <w:numPr>
                <w:ilvl w:val="0"/>
                <w:numId w:val="0"/>
              </w:numPr>
              <w:ind w:left="714" w:hanging="357"/>
            </w:pPr>
            <w:bookmarkStart w:id="0" w:name="_GoBack"/>
            <w:bookmarkEnd w:id="0"/>
          </w:p>
          <w:p w14:paraId="2DAA25B1" w14:textId="77777777" w:rsidR="00E10589" w:rsidRPr="001F2114" w:rsidRDefault="00E10589" w:rsidP="00E10589">
            <w:pPr>
              <w:pStyle w:val="SIText"/>
            </w:pPr>
            <w:r w:rsidRPr="001F211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12F5EC7" w14:textId="77777777" w:rsidR="00F1480E" w:rsidRPr="001F2114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1F2114" w14:paraId="7E4F1EDB" w14:textId="77777777" w:rsidTr="004679E3">
        <w:tc>
          <w:tcPr>
            <w:tcW w:w="990" w:type="pct"/>
            <w:shd w:val="clear" w:color="auto" w:fill="auto"/>
          </w:tcPr>
          <w:p w14:paraId="7153E310" w14:textId="77777777" w:rsidR="00F1480E" w:rsidRPr="001F2114" w:rsidRDefault="00D71E43" w:rsidP="000754EC">
            <w:pPr>
              <w:pStyle w:val="SIHeading2"/>
            </w:pPr>
            <w:r w:rsidRPr="001F2114">
              <w:t>Links</w:t>
            </w:r>
          </w:p>
        </w:tc>
        <w:tc>
          <w:tcPr>
            <w:tcW w:w="4010" w:type="pct"/>
            <w:shd w:val="clear" w:color="auto" w:fill="auto"/>
          </w:tcPr>
          <w:p w14:paraId="3A3AD6CC" w14:textId="77777777" w:rsidR="00F1480E" w:rsidRPr="001F2114" w:rsidRDefault="00E10589" w:rsidP="000754EC">
            <w:pPr>
              <w:pStyle w:val="SIText"/>
            </w:pPr>
            <w:r w:rsidRPr="001F2114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3C5FB417" w14:textId="77777777" w:rsidR="00F1480E" w:rsidRPr="001F2114" w:rsidRDefault="00F1480E" w:rsidP="005F771F">
      <w:pPr>
        <w:pStyle w:val="SIText"/>
      </w:pPr>
    </w:p>
    <w:sectPr w:rsidR="00F1480E" w:rsidRPr="001F2114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5B4D9" w14:textId="77777777" w:rsidR="00E10589" w:rsidRDefault="00E10589" w:rsidP="00BF3F0A">
      <w:r>
        <w:separator/>
      </w:r>
    </w:p>
    <w:p w14:paraId="44D7C5D1" w14:textId="77777777" w:rsidR="00E10589" w:rsidRDefault="00E10589"/>
  </w:endnote>
  <w:endnote w:type="continuationSeparator" w:id="0">
    <w:p w14:paraId="5FD6C154" w14:textId="77777777" w:rsidR="00E10589" w:rsidRDefault="00E10589" w:rsidP="00BF3F0A">
      <w:r>
        <w:continuationSeparator/>
      </w:r>
    </w:p>
    <w:p w14:paraId="4CC3917A" w14:textId="77777777" w:rsidR="00E10589" w:rsidRDefault="00E10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7489849" w14:textId="345D8F9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1F6F">
          <w:rPr>
            <w:noProof/>
          </w:rPr>
          <w:t>1</w:t>
        </w:r>
        <w:r w:rsidRPr="000754EC">
          <w:fldChar w:fldCharType="end"/>
        </w:r>
      </w:p>
      <w:p w14:paraId="4707061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3820EA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7DB52" w14:textId="77777777" w:rsidR="00E10589" w:rsidRDefault="00E10589" w:rsidP="00BF3F0A">
      <w:r>
        <w:separator/>
      </w:r>
    </w:p>
    <w:p w14:paraId="21D5CFA1" w14:textId="77777777" w:rsidR="00E10589" w:rsidRDefault="00E10589"/>
  </w:footnote>
  <w:footnote w:type="continuationSeparator" w:id="0">
    <w:p w14:paraId="4B0FBDF8" w14:textId="77777777" w:rsidR="00E10589" w:rsidRDefault="00E10589" w:rsidP="00BF3F0A">
      <w:r>
        <w:continuationSeparator/>
      </w:r>
    </w:p>
    <w:p w14:paraId="35F7BF37" w14:textId="77777777" w:rsidR="00E10589" w:rsidRDefault="00E105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0784F" w14:textId="77777777" w:rsidR="009C2650" w:rsidRPr="00E10589" w:rsidRDefault="00E10589" w:rsidP="00E10589">
    <w:r w:rsidRPr="00E10589">
      <w:rPr>
        <w:lang w:eastAsia="en-US"/>
      </w:rPr>
      <w:t>AHCCHM306</w:t>
    </w:r>
    <w:r>
      <w:t xml:space="preserve"> </w:t>
    </w:r>
    <w:r w:rsidRPr="00E10589">
      <w:rPr>
        <w:lang w:eastAsia="en-US"/>
      </w:rPr>
      <w:t>Prepare and apply chemicals for hand held application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8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4D5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11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4B09"/>
    <w:rsid w:val="00276DB8"/>
    <w:rsid w:val="00282664"/>
    <w:rsid w:val="00285FB8"/>
    <w:rsid w:val="00294CF1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0AFB"/>
    <w:rsid w:val="00346FDC"/>
    <w:rsid w:val="00350BB1"/>
    <w:rsid w:val="00351F6F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E4B"/>
    <w:rsid w:val="008E260C"/>
    <w:rsid w:val="008E39BE"/>
    <w:rsid w:val="008E62EC"/>
    <w:rsid w:val="008F32F6"/>
    <w:rsid w:val="00905CC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B6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589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C2F64"/>
  <w15:docId w15:val="{217EBE1C-467D-4801-B100-43E8D73E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924A61DB7E464CB7A77940AA73F4E9" ma:contentTypeVersion="" ma:contentTypeDescription="Create a new document." ma:contentTypeScope="" ma:versionID="20206eebb22d21b882f199455092162b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5602963-BC38-4B16-9D34-F4D8452DD1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AE82A0-C485-4F3F-ADBD-504124C5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76</TotalTime>
  <Pages>5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6</cp:revision>
  <cp:lastPrinted>2016-05-27T05:21:00Z</cp:lastPrinted>
  <dcterms:created xsi:type="dcterms:W3CDTF">2017-11-02T21:00:00Z</dcterms:created>
  <dcterms:modified xsi:type="dcterms:W3CDTF">2017-11-06T03:49:00Z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0x0101001B924A61DB7E464CB7A77940AA73F4E9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