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60"/>
        <w:gridCol w:w="6968"/>
      </w:tblGrid>
      <w:tr w:rsidR="00F1480E" w14:paraId="0383C319" w14:textId="77777777" w:rsidTr="00C17D23">
        <w:tc>
          <w:tcPr>
            <w:tcW w:w="134.45pt" w:type="dxa"/>
          </w:tcPr>
          <w:p w14:paraId="18506AFB" w14:textId="6431E87B" w:rsidR="00F1480E" w:rsidRPr="000754EC" w:rsidRDefault="00830267" w:rsidP="000754EC">
            <w:pPr>
              <w:pStyle w:val="SIText-Bold"/>
            </w:pPr>
            <w:r w:rsidRPr="00A326C2">
              <w:t>Release</w:t>
            </w:r>
          </w:p>
        </w:tc>
        <w:tc>
          <w:tcPr>
            <w:tcW w:w="352.90pt" w:type="dxa"/>
          </w:tcPr>
          <w:p w14:paraId="6024EC22" w14:textId="5BF305B2" w:rsidR="00F1480E" w:rsidRPr="000754EC" w:rsidRDefault="00830267" w:rsidP="000754EC">
            <w:pPr>
              <w:pStyle w:val="SIText-Bold"/>
            </w:pPr>
            <w:r w:rsidRPr="00A326C2">
              <w:t>Comments</w:t>
            </w:r>
          </w:p>
        </w:tc>
      </w:tr>
      <w:tr w:rsidR="00F1480E" w14:paraId="3E645321" w14:textId="77777777" w:rsidTr="00C17D23">
        <w:tc>
          <w:tcPr>
            <w:tcW w:w="134.45pt" w:type="dxa"/>
          </w:tcPr>
          <w:p w14:paraId="70E05B63" w14:textId="26605F42" w:rsidR="00F1480E" w:rsidRPr="000754EC" w:rsidRDefault="00F1480E" w:rsidP="000E506A">
            <w:pPr>
              <w:pStyle w:val="SIText"/>
            </w:pPr>
            <w:r w:rsidRPr="00CC451E">
              <w:t>Release</w:t>
            </w:r>
            <w:r w:rsidR="00337E82" w:rsidRPr="000754EC">
              <w:t xml:space="preserve"> </w:t>
            </w:r>
            <w:r w:rsidR="000E506A">
              <w:t>1</w:t>
            </w:r>
          </w:p>
        </w:tc>
        <w:tc>
          <w:tcPr>
            <w:tcW w:w="352.90pt" w:type="dxa"/>
          </w:tcPr>
          <w:p w14:paraId="6A1EE5D7" w14:textId="7D2893BF" w:rsidR="00F1480E" w:rsidRPr="000754EC" w:rsidRDefault="00F1480E" w:rsidP="004C1CE4">
            <w:pPr>
              <w:pStyle w:val="SIText"/>
            </w:pPr>
            <w:r w:rsidRPr="00CC451E">
              <w:t xml:space="preserve">This version released with </w:t>
            </w:r>
            <w:r w:rsidR="000E506A">
              <w:t xml:space="preserve">FBP Food, Beverage and Pharmaceuticals Training </w:t>
            </w:r>
            <w:r w:rsidRPr="000754EC">
              <w:t xml:space="preserve">Package Version </w:t>
            </w:r>
            <w:r w:rsidR="000E506A">
              <w:t>2</w:t>
            </w:r>
            <w:r w:rsidR="00337E82" w:rsidRPr="000754EC">
              <w:t>.</w:t>
            </w:r>
            <w:r w:rsidR="000E506A">
              <w:t>0</w:t>
            </w:r>
            <w:r w:rsidR="004C1CE4">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06140BFA" w14:textId="77777777" w:rsidTr="003B56C4">
        <w:trPr>
          <w:tblHeader/>
        </w:trPr>
        <w:tc>
          <w:tcPr>
            <w:tcW w:w="27.0%" w:type="pct"/>
            <w:shd w:val="clear" w:color="auto" w:fill="auto"/>
          </w:tcPr>
          <w:p w14:paraId="0FF11F45" w14:textId="3DB7E776" w:rsidR="00F1480E" w:rsidRPr="000754EC" w:rsidRDefault="000E506A" w:rsidP="000754EC">
            <w:pPr>
              <w:pStyle w:val="SIUNITCODE"/>
            </w:pPr>
            <w:r>
              <w:t>FDFPH</w:t>
            </w:r>
            <w:r w:rsidR="00DC5459">
              <w:t>M</w:t>
            </w:r>
            <w:r>
              <w:t>3XXX</w:t>
            </w:r>
          </w:p>
        </w:tc>
        <w:tc>
          <w:tcPr>
            <w:tcW w:w="72.0%" w:type="pct"/>
            <w:shd w:val="clear" w:color="auto" w:fill="auto"/>
          </w:tcPr>
          <w:p w14:paraId="30494620" w14:textId="14BB71AD" w:rsidR="00F1480E" w:rsidRPr="000754EC" w:rsidRDefault="008E64D6" w:rsidP="000754EC">
            <w:pPr>
              <w:pStyle w:val="SIUnittitle"/>
            </w:pPr>
            <w:r w:rsidRPr="008E64D6">
              <w:t xml:space="preserve">Operate a </w:t>
            </w:r>
            <w:r w:rsidR="00DD565A" w:rsidRPr="003B372A">
              <w:t xml:space="preserve">terminal sterilisation </w:t>
            </w:r>
            <w:r w:rsidRPr="008E64D6">
              <w:t>process</w:t>
            </w:r>
          </w:p>
        </w:tc>
      </w:tr>
      <w:tr w:rsidR="00927B30" w:rsidRPr="00963A46" w14:paraId="723E5CBF" w14:textId="77777777" w:rsidTr="003B56C4">
        <w:tc>
          <w:tcPr>
            <w:tcW w:w="27.0%" w:type="pct"/>
            <w:shd w:val="clear" w:color="auto" w:fill="auto"/>
          </w:tcPr>
          <w:p w14:paraId="5762CFF0" w14:textId="4C25C6CB" w:rsidR="00927B30" w:rsidRPr="00927B30" w:rsidRDefault="00927B30" w:rsidP="00927B30">
            <w:pPr>
              <w:pStyle w:val="SIHeading2"/>
            </w:pPr>
            <w:r w:rsidRPr="00FD557D">
              <w:t>Application</w:t>
            </w:r>
          </w:p>
          <w:p w14:paraId="4A1C1AD6" w14:textId="5E7C0899" w:rsidR="00927B30" w:rsidRPr="00923720" w:rsidRDefault="00927B30" w:rsidP="00927B30">
            <w:pPr>
              <w:pStyle w:val="SIHeading2"/>
            </w:pPr>
          </w:p>
        </w:tc>
        <w:tc>
          <w:tcPr>
            <w:tcW w:w="72.0%" w:type="pct"/>
            <w:shd w:val="clear" w:color="auto" w:fill="auto"/>
          </w:tcPr>
          <w:p w14:paraId="1CEE4DED" w14:textId="77777777" w:rsidR="00DD565A" w:rsidRPr="00DD565A" w:rsidRDefault="00DD565A" w:rsidP="00DD565A">
            <w:pPr>
              <w:pStyle w:val="SIText"/>
            </w:pPr>
            <w:r w:rsidRPr="00874671">
              <w:t xml:space="preserve">This unit </w:t>
            </w:r>
            <w:r w:rsidRPr="00DD565A">
              <w:t>of competency describes the skills and knowledge required to set up, operate, adjust and shut down a terminal sterilisation process using an autoclave.</w:t>
            </w:r>
          </w:p>
          <w:p w14:paraId="7D302F72" w14:textId="77777777" w:rsidR="00DD565A" w:rsidRPr="00874671" w:rsidRDefault="00DD565A" w:rsidP="00DD565A">
            <w:pPr>
              <w:pStyle w:val="SIText"/>
            </w:pPr>
          </w:p>
          <w:p w14:paraId="47DCE7B9" w14:textId="3C992B04" w:rsidR="00927B30" w:rsidRPr="00927B30" w:rsidRDefault="00DD565A" w:rsidP="00DD565A">
            <w:pPr>
              <w:pStyle w:val="SIText"/>
            </w:pPr>
            <w:r w:rsidRPr="00B65422">
              <w:t>Th</w:t>
            </w:r>
            <w:r w:rsidRPr="00DD565A">
              <w:t>e unit applies to individuals who are responsible for applying basic operating principles to the operation and monitoring of an autoclave in a pharmaceutical manufacturing environment</w:t>
            </w:r>
            <w:r w:rsidR="00927B30" w:rsidRPr="00927B30">
              <w:t>.</w:t>
            </w:r>
          </w:p>
          <w:p w14:paraId="00B2853E" w14:textId="77777777" w:rsidR="00927B30" w:rsidRPr="005C797F" w:rsidRDefault="00927B30" w:rsidP="00927B30">
            <w:pPr>
              <w:pStyle w:val="SIText"/>
            </w:pPr>
          </w:p>
          <w:p w14:paraId="70546F4A" w14:textId="5BAE579D" w:rsidR="00927B30" w:rsidRPr="00927B30" w:rsidRDefault="00927B30" w:rsidP="00927B30">
            <w:pPr>
              <w:pStyle w:val="SIText"/>
            </w:pPr>
            <w:r w:rsidRPr="005C797F">
              <w:t>No occupational licensing, legislative or certification requirements apply to this unit at the time of publication.</w:t>
            </w:r>
            <w:r w:rsidRPr="00927B30">
              <w:fldChar w:fldCharType="begin"/>
            </w:r>
            <w:r w:rsidRPr="00927B30">
              <w:instrText xml:space="preserve"> STYLEREF  "AFSA AR Code"  \* MERGEFORMAT </w:instrText>
            </w:r>
            <w:r w:rsidRPr="00927B30">
              <w:fldChar w:fldCharType="end"/>
            </w:r>
          </w:p>
        </w:tc>
      </w:tr>
      <w:tr w:rsidR="003B56C4" w:rsidRPr="00963A46" w14:paraId="6FA203B2" w14:textId="77777777" w:rsidTr="003B56C4">
        <w:tc>
          <w:tcPr>
            <w:tcW w:w="27.0%" w:type="pct"/>
            <w:shd w:val="clear" w:color="auto" w:fill="auto"/>
          </w:tcPr>
          <w:p w14:paraId="5D78F6C2" w14:textId="44BFDEDA" w:rsidR="003B56C4" w:rsidRPr="003B56C4" w:rsidRDefault="003B56C4" w:rsidP="003B56C4">
            <w:pPr>
              <w:pStyle w:val="SIHeading2"/>
            </w:pPr>
            <w:r w:rsidRPr="00923720">
              <w:t>Prerequisite Unit</w:t>
            </w:r>
          </w:p>
        </w:tc>
        <w:tc>
          <w:tcPr>
            <w:tcW w:w="72.0%" w:type="pct"/>
            <w:shd w:val="clear" w:color="auto" w:fill="auto"/>
          </w:tcPr>
          <w:p w14:paraId="049F558F" w14:textId="2A6DB784" w:rsidR="003B56C4" w:rsidRPr="003B56C4" w:rsidRDefault="003B56C4" w:rsidP="003B56C4">
            <w:pPr>
              <w:pStyle w:val="SIText"/>
            </w:pPr>
            <w:r>
              <w:t>Nil</w:t>
            </w:r>
          </w:p>
        </w:tc>
      </w:tr>
      <w:tr w:rsidR="00927B30" w:rsidRPr="00963A46" w14:paraId="6A27A30B" w14:textId="77777777" w:rsidTr="003B56C4">
        <w:tc>
          <w:tcPr>
            <w:tcW w:w="27.0%" w:type="pct"/>
            <w:shd w:val="clear" w:color="auto" w:fill="auto"/>
          </w:tcPr>
          <w:p w14:paraId="3574BF12" w14:textId="00F4AD5D" w:rsidR="00927B30" w:rsidRPr="00927B30" w:rsidRDefault="00927B30" w:rsidP="00927B30">
            <w:pPr>
              <w:pStyle w:val="SIHeading2"/>
            </w:pPr>
            <w:r w:rsidRPr="00923720">
              <w:t>Unit Sector</w:t>
            </w:r>
          </w:p>
        </w:tc>
        <w:tc>
          <w:tcPr>
            <w:tcW w:w="72.0%" w:type="pct"/>
            <w:shd w:val="clear" w:color="auto" w:fill="auto"/>
          </w:tcPr>
          <w:p w14:paraId="5AD2F5AC" w14:textId="79D1F9E4" w:rsidR="00927B30" w:rsidRPr="00927B30" w:rsidRDefault="00927B30" w:rsidP="00927B30">
            <w:pPr>
              <w:pStyle w:val="SIText"/>
            </w:pPr>
            <w:r w:rsidRPr="005C797F">
              <w:t xml:space="preserve">Pharmaceutical </w:t>
            </w:r>
            <w:r w:rsidRPr="00927B30">
              <w:t>(PH</w:t>
            </w:r>
            <w:r w:rsidR="004C1CE4">
              <w:t>M</w:t>
            </w:r>
            <w:r w:rsidRPr="00927B30">
              <w:t>)</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DD565A">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DD565A">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D565A" w:rsidRPr="00963A46" w14:paraId="488D3012" w14:textId="77777777" w:rsidTr="00DD565A">
        <w:trPr>
          <w:cantSplit/>
        </w:trPr>
        <w:tc>
          <w:tcPr>
            <w:tcW w:w="27.0%" w:type="pct"/>
            <w:shd w:val="clear" w:color="auto" w:fill="auto"/>
          </w:tcPr>
          <w:p w14:paraId="629230BC" w14:textId="6D233C16" w:rsidR="00DD565A" w:rsidRPr="00DD565A" w:rsidRDefault="00DD565A" w:rsidP="00DD565A">
            <w:pPr>
              <w:pStyle w:val="SIText"/>
            </w:pPr>
            <w:r>
              <w:t xml:space="preserve">1. </w:t>
            </w:r>
            <w:r w:rsidRPr="00DD565A">
              <w:t>Prepare equipment and process for operation</w:t>
            </w:r>
          </w:p>
        </w:tc>
        <w:tc>
          <w:tcPr>
            <w:tcW w:w="72.0%" w:type="pct"/>
            <w:shd w:val="clear" w:color="auto" w:fill="auto"/>
          </w:tcPr>
          <w:p w14:paraId="51B439B4" w14:textId="77777777" w:rsidR="00DD565A" w:rsidRPr="00DD565A" w:rsidRDefault="00DD565A" w:rsidP="00DD565A">
            <w:pPr>
              <w:pStyle w:val="SIText"/>
            </w:pPr>
            <w:r>
              <w:t xml:space="preserve">1.1 </w:t>
            </w:r>
            <w:r w:rsidRPr="00DD565A">
              <w:t>Confirm and prepare items for sterilisation</w:t>
            </w:r>
          </w:p>
          <w:p w14:paraId="0A168AEE" w14:textId="18B901A6" w:rsidR="00DD565A" w:rsidRPr="00DD565A" w:rsidRDefault="00DD565A" w:rsidP="00DD565A">
            <w:pPr>
              <w:pStyle w:val="SIText"/>
            </w:pPr>
            <w:r>
              <w:t xml:space="preserve">1.2 </w:t>
            </w:r>
            <w:r w:rsidRPr="00DD565A">
              <w:t>Prepare autoclave for operation</w:t>
            </w:r>
          </w:p>
          <w:p w14:paraId="1DDC8C74" w14:textId="1373B248" w:rsidR="00DD565A" w:rsidRPr="00DD565A" w:rsidRDefault="00DD565A" w:rsidP="00DD565A">
            <w:pPr>
              <w:pStyle w:val="SIText"/>
            </w:pPr>
            <w:r>
              <w:t xml:space="preserve">1.3 </w:t>
            </w:r>
            <w:r w:rsidRPr="00DD565A">
              <w:t xml:space="preserve">Use correctly fitted and appropriate </w:t>
            </w:r>
            <w:r w:rsidRPr="004C1CE4">
              <w:rPr>
                <w:rStyle w:val="SIRangeEntry"/>
              </w:rPr>
              <w:t xml:space="preserve">personal protective </w:t>
            </w:r>
            <w:r w:rsidR="00E6594B" w:rsidRPr="004C1CE4">
              <w:rPr>
                <w:rStyle w:val="SIRangeEntry"/>
              </w:rPr>
              <w:t xml:space="preserve">clothing and </w:t>
            </w:r>
            <w:r w:rsidRPr="004C1CE4">
              <w:rPr>
                <w:rStyle w:val="SIRangeEntry"/>
              </w:rPr>
              <w:t>equipment</w:t>
            </w:r>
          </w:p>
          <w:p w14:paraId="3104F643" w14:textId="77777777" w:rsidR="00DD565A" w:rsidRPr="00DD565A" w:rsidRDefault="00DD565A" w:rsidP="00DD565A">
            <w:pPr>
              <w:pStyle w:val="SIText"/>
            </w:pPr>
            <w:r>
              <w:t xml:space="preserve">1.4 </w:t>
            </w:r>
            <w:r w:rsidRPr="00DD565A">
              <w:t>Select operating parameters, to meet safety and terminal sterilisation requirements</w:t>
            </w:r>
          </w:p>
          <w:p w14:paraId="2668440E" w14:textId="0C80E924" w:rsidR="00DD565A" w:rsidRPr="00DD565A" w:rsidRDefault="00DD565A" w:rsidP="00DD565A">
            <w:pPr>
              <w:pStyle w:val="SIText"/>
            </w:pPr>
            <w:r>
              <w:t xml:space="preserve">1.5 </w:t>
            </w:r>
            <w:r w:rsidRPr="00DD565A">
              <w:t xml:space="preserve">Conduct </w:t>
            </w:r>
            <w:r w:rsidRPr="004C1CE4">
              <w:rPr>
                <w:rStyle w:val="SIRangeEntry"/>
              </w:rPr>
              <w:t>pre-start checks</w:t>
            </w:r>
            <w:r w:rsidRPr="00DD565A">
              <w:t xml:space="preserve"> according to workplace requirements</w:t>
            </w:r>
          </w:p>
          <w:p w14:paraId="32BE45EC" w14:textId="09078D27" w:rsidR="00DD565A" w:rsidRPr="00DD565A" w:rsidRDefault="00DD565A" w:rsidP="00DD565A">
            <w:pPr>
              <w:pStyle w:val="SIText"/>
            </w:pPr>
            <w:r>
              <w:t xml:space="preserve">1.6 </w:t>
            </w:r>
            <w:r w:rsidRPr="00DD565A">
              <w:t>Load items according to with load pattern</w:t>
            </w:r>
          </w:p>
        </w:tc>
      </w:tr>
      <w:tr w:rsidR="00DD565A" w:rsidRPr="00963A46" w14:paraId="524B7678" w14:textId="77777777" w:rsidTr="00DD565A">
        <w:trPr>
          <w:cantSplit/>
        </w:trPr>
        <w:tc>
          <w:tcPr>
            <w:tcW w:w="27.0%" w:type="pct"/>
            <w:shd w:val="clear" w:color="auto" w:fill="auto"/>
          </w:tcPr>
          <w:p w14:paraId="6B7A0B5D" w14:textId="10484B92" w:rsidR="00DD565A" w:rsidRPr="00DD565A" w:rsidRDefault="00DD565A" w:rsidP="00DD565A">
            <w:pPr>
              <w:pStyle w:val="SIText"/>
            </w:pPr>
            <w:r>
              <w:t xml:space="preserve">2. </w:t>
            </w:r>
            <w:r w:rsidRPr="00DD565A">
              <w:t>Operate autoclave to terminally sterilise items</w:t>
            </w:r>
          </w:p>
        </w:tc>
        <w:tc>
          <w:tcPr>
            <w:tcW w:w="72.0%" w:type="pct"/>
            <w:shd w:val="clear" w:color="auto" w:fill="auto"/>
          </w:tcPr>
          <w:p w14:paraId="37BBA141" w14:textId="77777777" w:rsidR="00DD565A" w:rsidRPr="00DD565A" w:rsidRDefault="00DD565A" w:rsidP="00DD565A">
            <w:pPr>
              <w:pStyle w:val="SIText"/>
            </w:pPr>
            <w:r>
              <w:t xml:space="preserve">2.1 </w:t>
            </w:r>
            <w:r w:rsidRPr="00DD565A">
              <w:t>Start up and operate autoclave according to workplace procedures</w:t>
            </w:r>
          </w:p>
          <w:p w14:paraId="34261AE6" w14:textId="487CC785" w:rsidR="00DD565A" w:rsidRPr="00DD565A" w:rsidRDefault="00DD565A" w:rsidP="00DD565A">
            <w:pPr>
              <w:pStyle w:val="SIText"/>
            </w:pPr>
            <w:r>
              <w:t xml:space="preserve">2.2 </w:t>
            </w:r>
            <w:r w:rsidRPr="00DD565A">
              <w:t>Monitor time and temperature parameters to confirm fulfilment of specification requirements</w:t>
            </w:r>
          </w:p>
          <w:p w14:paraId="34E2ACB1" w14:textId="75FF110E" w:rsidR="00DD565A" w:rsidRPr="00DD565A" w:rsidRDefault="00DD565A" w:rsidP="00DD565A">
            <w:pPr>
              <w:pStyle w:val="SIText"/>
            </w:pPr>
            <w:r>
              <w:t xml:space="preserve">2.3 </w:t>
            </w:r>
            <w:r w:rsidRPr="00DD565A">
              <w:t>Identify variations in equipment operation</w:t>
            </w:r>
          </w:p>
          <w:p w14:paraId="7707D28C" w14:textId="77777777" w:rsidR="00DD565A" w:rsidRPr="00DD565A" w:rsidRDefault="00DD565A" w:rsidP="00DD565A">
            <w:pPr>
              <w:pStyle w:val="SIText"/>
            </w:pPr>
            <w:r>
              <w:t xml:space="preserve">2.4 </w:t>
            </w:r>
            <w:r w:rsidRPr="00DD565A">
              <w:t>Maintain workplace records according to workplace recording requirements</w:t>
            </w:r>
          </w:p>
          <w:p w14:paraId="605259CA" w14:textId="0225334F" w:rsidR="00DD565A" w:rsidRPr="00DD565A" w:rsidRDefault="00DD565A" w:rsidP="00DD565A">
            <w:pPr>
              <w:pStyle w:val="SIText"/>
            </w:pPr>
            <w:r>
              <w:t xml:space="preserve">2.5 </w:t>
            </w:r>
            <w:r w:rsidRPr="00DD565A">
              <w:t>Conduct work according to workplace environmental guidelines</w:t>
            </w:r>
          </w:p>
        </w:tc>
      </w:tr>
      <w:tr w:rsidR="00DD565A" w:rsidRPr="00963A46" w14:paraId="6A4A40F7" w14:textId="77777777" w:rsidTr="00DD565A">
        <w:trPr>
          <w:cantSplit/>
        </w:trPr>
        <w:tc>
          <w:tcPr>
            <w:tcW w:w="27.0%" w:type="pct"/>
            <w:shd w:val="clear" w:color="auto" w:fill="auto"/>
          </w:tcPr>
          <w:p w14:paraId="340CBC80" w14:textId="48DA4E18" w:rsidR="00DD565A" w:rsidRPr="00DD565A" w:rsidRDefault="00DD565A" w:rsidP="00DD565A">
            <w:pPr>
              <w:pStyle w:val="SIText"/>
            </w:pPr>
            <w:r>
              <w:t xml:space="preserve">3. </w:t>
            </w:r>
            <w:r w:rsidRPr="00DD565A">
              <w:t>Remove items and follow shut down procedures</w:t>
            </w:r>
          </w:p>
        </w:tc>
        <w:tc>
          <w:tcPr>
            <w:tcW w:w="72.0%" w:type="pct"/>
            <w:shd w:val="clear" w:color="auto" w:fill="auto"/>
          </w:tcPr>
          <w:p w14:paraId="70AED702" w14:textId="553E3AD3" w:rsidR="00DD565A" w:rsidRPr="00DD565A" w:rsidRDefault="00DD565A" w:rsidP="00DD565A">
            <w:pPr>
              <w:pStyle w:val="SIText"/>
            </w:pPr>
            <w:r>
              <w:t xml:space="preserve">3.1 </w:t>
            </w:r>
            <w:r w:rsidRPr="00DD565A">
              <w:t>Remove items from autoclave</w:t>
            </w:r>
          </w:p>
          <w:p w14:paraId="7E7B5F3C" w14:textId="77777777" w:rsidR="00DD565A" w:rsidRPr="00DD565A" w:rsidRDefault="00DD565A" w:rsidP="00DD565A">
            <w:pPr>
              <w:pStyle w:val="SIText"/>
            </w:pPr>
            <w:r>
              <w:t xml:space="preserve">3.2 </w:t>
            </w:r>
            <w:r w:rsidRPr="00DD565A">
              <w:t>Shut down process according to workplace procedures</w:t>
            </w:r>
          </w:p>
          <w:p w14:paraId="6E2A5D4D" w14:textId="5E017635" w:rsidR="00DD565A" w:rsidRPr="00DD565A" w:rsidRDefault="00DD565A" w:rsidP="00DD565A">
            <w:pPr>
              <w:pStyle w:val="SIText"/>
            </w:pPr>
            <w:r>
              <w:t xml:space="preserve">3.3 </w:t>
            </w:r>
            <w:r w:rsidRPr="00DD565A">
              <w:t>Identify and report maintenance requirements according to workplace reporting requirements</w:t>
            </w:r>
          </w:p>
        </w:tc>
      </w:tr>
    </w:tbl>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927B30">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565A" w:rsidRPr="00336FCA" w:rsidDel="00423CB2" w14:paraId="7E89E6AA" w14:textId="77777777" w:rsidTr="00927B30">
        <w:tc>
          <w:tcPr>
            <w:tcW w:w="27.0%" w:type="pct"/>
          </w:tcPr>
          <w:p w14:paraId="7F7FBEA7" w14:textId="4CCC74B8" w:rsidR="00DD565A" w:rsidRPr="00DD565A" w:rsidRDefault="00DD565A" w:rsidP="00DD565A">
            <w:pPr>
              <w:pStyle w:val="SIText"/>
            </w:pPr>
            <w:r w:rsidRPr="003B56C4">
              <w:t>Reading</w:t>
            </w:r>
          </w:p>
        </w:tc>
        <w:tc>
          <w:tcPr>
            <w:tcW w:w="73.0%" w:type="pct"/>
          </w:tcPr>
          <w:p w14:paraId="7A2F2ACD" w14:textId="3437B9E1" w:rsidR="00DD565A" w:rsidRPr="00DD565A" w:rsidRDefault="00DD565A" w:rsidP="00DD565A">
            <w:pPr>
              <w:pStyle w:val="SIBulletList1"/>
            </w:pPr>
            <w:r w:rsidRPr="00DD565A">
              <w:rPr>
                <w:rFonts w:eastAsia="Calibri"/>
              </w:rPr>
              <w:t xml:space="preserve">Read and interpret standard operating procedures for the </w:t>
            </w:r>
            <w:r w:rsidRPr="00DD565A">
              <w:t xml:space="preserve">terminal sterilisation </w:t>
            </w:r>
            <w:r w:rsidRPr="00DD565A">
              <w:rPr>
                <w:rFonts w:eastAsia="Calibri"/>
              </w:rPr>
              <w:t>process requirements</w:t>
            </w:r>
          </w:p>
        </w:tc>
      </w:tr>
      <w:tr w:rsidR="00DD565A" w:rsidRPr="00336FCA" w:rsidDel="00423CB2" w14:paraId="5B7B5B74" w14:textId="77777777" w:rsidTr="00927B30">
        <w:tc>
          <w:tcPr>
            <w:tcW w:w="27.0%" w:type="pct"/>
          </w:tcPr>
          <w:p w14:paraId="0B63130E" w14:textId="1C49ADE5" w:rsidR="00DD565A" w:rsidRPr="00DD565A" w:rsidRDefault="00DD565A" w:rsidP="00DD565A">
            <w:pPr>
              <w:pStyle w:val="SIText"/>
            </w:pPr>
            <w:r w:rsidRPr="003B56C4">
              <w:t>Writing</w:t>
            </w:r>
          </w:p>
        </w:tc>
        <w:tc>
          <w:tcPr>
            <w:tcW w:w="73.0%" w:type="pct"/>
          </w:tcPr>
          <w:p w14:paraId="62B882B6" w14:textId="0FDD4273" w:rsidR="00DD565A" w:rsidRPr="00DD565A" w:rsidRDefault="00DD565A" w:rsidP="00DD565A">
            <w:pPr>
              <w:pStyle w:val="SIBulletList1"/>
              <w:rPr>
                <w:rFonts w:eastAsia="Calibri"/>
              </w:rPr>
            </w:pPr>
            <w:r w:rsidRPr="00DD565A">
              <w:rPr>
                <w:rFonts w:eastAsia="Calibri"/>
              </w:rPr>
              <w:t>Complete records according to workplace guidelines using paper based and/or electronic media</w:t>
            </w:r>
          </w:p>
        </w:tc>
      </w:tr>
      <w:tr w:rsidR="00DD565A" w:rsidRPr="00336FCA" w:rsidDel="00423CB2" w14:paraId="26EB2619" w14:textId="77777777" w:rsidTr="00927B30">
        <w:tc>
          <w:tcPr>
            <w:tcW w:w="27.0%" w:type="pct"/>
          </w:tcPr>
          <w:p w14:paraId="26705B17" w14:textId="604AF76C" w:rsidR="00DD565A" w:rsidRPr="00DD565A" w:rsidRDefault="00DD565A" w:rsidP="00DD565A">
            <w:pPr>
              <w:pStyle w:val="SIText"/>
            </w:pPr>
            <w:r w:rsidRPr="003B56C4">
              <w:t>Numeracy</w:t>
            </w:r>
          </w:p>
        </w:tc>
        <w:tc>
          <w:tcPr>
            <w:tcW w:w="73.0%" w:type="pct"/>
          </w:tcPr>
          <w:p w14:paraId="60C2A970" w14:textId="72115DB9" w:rsidR="00DD565A" w:rsidRPr="00DD565A" w:rsidRDefault="00DD565A" w:rsidP="00DD565A">
            <w:pPr>
              <w:pStyle w:val="SIBulletList1"/>
              <w:rPr>
                <w:rFonts w:eastAsia="Calibri"/>
              </w:rPr>
            </w:pPr>
            <w:r w:rsidRPr="00DD565A">
              <w:rPr>
                <w:rFonts w:eastAsia="Calibri"/>
              </w:rPr>
              <w:t>Load items according to loading pattern</w:t>
            </w:r>
          </w:p>
        </w:tc>
      </w:tr>
      <w:tr w:rsidR="00DD565A" w:rsidRPr="00336FCA" w:rsidDel="00423CB2" w14:paraId="0CC163D8" w14:textId="77777777" w:rsidTr="00927B30">
        <w:tc>
          <w:tcPr>
            <w:tcW w:w="27.0%" w:type="pct"/>
          </w:tcPr>
          <w:p w14:paraId="34B33A37" w14:textId="590AEB4A" w:rsidR="00DD565A" w:rsidRPr="00DD565A" w:rsidRDefault="00DD565A" w:rsidP="00DD565A">
            <w:pPr>
              <w:pStyle w:val="SIText"/>
            </w:pPr>
            <w:r w:rsidRPr="003B56C4">
              <w:t>Navigate the world of work</w:t>
            </w:r>
          </w:p>
        </w:tc>
        <w:tc>
          <w:tcPr>
            <w:tcW w:w="73.0%" w:type="pct"/>
          </w:tcPr>
          <w:p w14:paraId="47AEB311" w14:textId="77777777" w:rsidR="00DD565A" w:rsidRPr="00DD565A" w:rsidRDefault="00DD565A" w:rsidP="00DD565A">
            <w:pPr>
              <w:pStyle w:val="SIBulletList1"/>
              <w:rPr>
                <w:rFonts w:eastAsia="Calibri"/>
              </w:rPr>
            </w:pPr>
            <w:r w:rsidRPr="00DD565A">
              <w:rPr>
                <w:rFonts w:eastAsia="Calibri"/>
              </w:rPr>
              <w:t>Apply workplace procedures to own role and responsibilities</w:t>
            </w:r>
          </w:p>
          <w:p w14:paraId="141879D5" w14:textId="77777777" w:rsidR="00DD565A" w:rsidRPr="00DD565A" w:rsidRDefault="00DD565A" w:rsidP="00DD565A">
            <w:pPr>
              <w:pStyle w:val="SIBulletList1"/>
              <w:rPr>
                <w:rFonts w:eastAsia="Calibri"/>
              </w:rPr>
            </w:pPr>
            <w:r w:rsidRPr="00DD565A">
              <w:rPr>
                <w:rFonts w:eastAsia="Calibri"/>
              </w:rPr>
              <w:lastRenderedPageBreak/>
              <w:t>Understand main tasks, responsibilities and boundaries of own role, including use of personal protective clothing and equipment, housekeeping standards and environmental care requirements</w:t>
            </w:r>
          </w:p>
          <w:p w14:paraId="5ACD3043" w14:textId="0A068E04" w:rsidR="00DD565A" w:rsidRPr="00DD565A" w:rsidRDefault="00DD565A" w:rsidP="00DD565A">
            <w:pPr>
              <w:pStyle w:val="SIBulletList1"/>
              <w:rPr>
                <w:rFonts w:eastAsia="Calibri"/>
              </w:rPr>
            </w:pPr>
            <w:r w:rsidRPr="00DD565A">
              <w:rPr>
                <w:rFonts w:eastAsia="Calibri"/>
              </w:rPr>
              <w:t>Maintain a clean and hazard free work area</w:t>
            </w:r>
          </w:p>
        </w:tc>
      </w:tr>
      <w:tr w:rsidR="00DD565A" w:rsidRPr="00336FCA" w:rsidDel="00423CB2" w14:paraId="0A6E53BF" w14:textId="77777777" w:rsidTr="00927B30">
        <w:tc>
          <w:tcPr>
            <w:tcW w:w="27.0%" w:type="pct"/>
          </w:tcPr>
          <w:p w14:paraId="7A90C3B6" w14:textId="660187CA" w:rsidR="00DD565A" w:rsidRPr="00DD565A" w:rsidRDefault="00DD565A" w:rsidP="00DD565A">
            <w:pPr>
              <w:pStyle w:val="SIText"/>
            </w:pPr>
            <w:r w:rsidRPr="003B56C4">
              <w:lastRenderedPageBreak/>
              <w:t>Interact with others</w:t>
            </w:r>
          </w:p>
        </w:tc>
        <w:tc>
          <w:tcPr>
            <w:tcW w:w="73.0%" w:type="pct"/>
          </w:tcPr>
          <w:p w14:paraId="1EB1148E" w14:textId="0E180F5B" w:rsidR="00DD565A" w:rsidRPr="00DD565A" w:rsidRDefault="00DD565A" w:rsidP="00DD565A">
            <w:pPr>
              <w:pStyle w:val="SIBulletList1"/>
              <w:rPr>
                <w:rFonts w:eastAsia="Calibri"/>
              </w:rPr>
            </w:pPr>
            <w:r w:rsidRPr="00DD565A">
              <w:rPr>
                <w:rFonts w:eastAsia="Calibri"/>
              </w:rPr>
              <w:t>Report operational and safety information to relevant personnel using required communication method</w:t>
            </w:r>
          </w:p>
        </w:tc>
      </w:tr>
      <w:tr w:rsidR="00DD565A" w:rsidRPr="00336FCA" w:rsidDel="00423CB2" w14:paraId="740F6EE0" w14:textId="77777777" w:rsidTr="00927B30">
        <w:tc>
          <w:tcPr>
            <w:tcW w:w="27.0%" w:type="pct"/>
          </w:tcPr>
          <w:p w14:paraId="458F76CA" w14:textId="5943A072" w:rsidR="00DD565A" w:rsidRPr="00DD565A" w:rsidRDefault="00DD565A" w:rsidP="00DD565A">
            <w:pPr>
              <w:pStyle w:val="SIText"/>
            </w:pPr>
            <w:r w:rsidRPr="003B56C4">
              <w:t>Get the work done</w:t>
            </w:r>
          </w:p>
        </w:tc>
        <w:tc>
          <w:tcPr>
            <w:tcW w:w="73.0%" w:type="pct"/>
          </w:tcPr>
          <w:p w14:paraId="2BCD0A43" w14:textId="610E82B5" w:rsidR="00DD565A" w:rsidRPr="00DD565A" w:rsidRDefault="00DD565A" w:rsidP="00DD565A">
            <w:pPr>
              <w:pStyle w:val="SIBulletList1"/>
              <w:rPr>
                <w:rFonts w:eastAsia="Calibri"/>
              </w:rPr>
            </w:pPr>
            <w:r w:rsidRPr="00DD565A">
              <w:rPr>
                <w:rFonts w:eastAsia="Calibri"/>
              </w:rPr>
              <w:t>Solve routine problems according to workplace guidelines and using experience of past solutions</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E6594B" w:rsidRPr="000754EC" w14:paraId="3AF3EFDA" w14:textId="77777777" w:rsidTr="0055155C">
        <w:trPr>
          <w:tblHeader/>
        </w:trPr>
        <w:tc>
          <w:tcPr>
            <w:tcW w:w="100.0%" w:type="pct"/>
            <w:gridSpan w:val="2"/>
          </w:tcPr>
          <w:p w14:paraId="1330CC48" w14:textId="77777777" w:rsidR="00E6594B" w:rsidRPr="004C1CE4" w:rsidRDefault="00E6594B">
            <w:pPr>
              <w:pStyle w:val="SIHeading2"/>
              <w:rPr>
                <w:rStyle w:val="SITemporaryText"/>
                <w:color w:val="auto"/>
                <w:sz w:val="24"/>
              </w:rPr>
            </w:pPr>
            <w:r w:rsidRPr="004C1CE4">
              <w:t>Range Of Conditions</w:t>
            </w:r>
          </w:p>
          <w:p w14:paraId="52199848" w14:textId="77777777" w:rsidR="00E6594B" w:rsidRPr="00E6594B" w:rsidRDefault="00E6594B" w:rsidP="00E6594B">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E6594B">
              <w:rPr>
                <w:rStyle w:val="SIText-Italic"/>
              </w:rPr>
              <w:t>situation, needs of the candidate, accessibility of the item, and local industry and regional contexts) are included.</w:t>
            </w:r>
          </w:p>
        </w:tc>
      </w:tr>
      <w:tr w:rsidR="00E6594B" w:rsidRPr="000754EC" w14:paraId="7DDB3B25" w14:textId="77777777" w:rsidTr="0055155C">
        <w:tc>
          <w:tcPr>
            <w:tcW w:w="27.0%" w:type="pct"/>
          </w:tcPr>
          <w:p w14:paraId="3B45550A" w14:textId="77777777" w:rsidR="00E6594B" w:rsidRPr="00E6594B" w:rsidRDefault="00E6594B" w:rsidP="00E6594B">
            <w:pPr>
              <w:pStyle w:val="SIText"/>
            </w:pPr>
            <w:r>
              <w:rPr>
                <w:rStyle w:val="SIRangeEntry"/>
              </w:rPr>
              <w:t xml:space="preserve">Personal protective clothing and equipment </w:t>
            </w:r>
            <w:r w:rsidRPr="00E6594B">
              <w:t>must include:</w:t>
            </w:r>
          </w:p>
        </w:tc>
        <w:tc>
          <w:tcPr>
            <w:tcW w:w="73.0%" w:type="pct"/>
          </w:tcPr>
          <w:p w14:paraId="6DDC281D" w14:textId="77777777" w:rsidR="00E6594B" w:rsidRPr="00E6594B" w:rsidRDefault="00E6594B" w:rsidP="00E6594B">
            <w:pPr>
              <w:pStyle w:val="SIBulletList1"/>
            </w:pPr>
            <w:r w:rsidRPr="00E6594B">
              <w:rPr>
                <w:rFonts w:eastAsia="Calibri"/>
              </w:rPr>
              <w:t>protective gown or scrubs</w:t>
            </w:r>
          </w:p>
          <w:p w14:paraId="31FBC551" w14:textId="77777777" w:rsidR="00E6594B" w:rsidRPr="00E6594B" w:rsidRDefault="00E6594B" w:rsidP="00E6594B">
            <w:pPr>
              <w:pStyle w:val="SIBulletList1"/>
            </w:pPr>
            <w:r w:rsidRPr="00E6594B">
              <w:rPr>
                <w:rFonts w:eastAsia="Calibri"/>
              </w:rPr>
              <w:t>surgical masks</w:t>
            </w:r>
          </w:p>
          <w:p w14:paraId="22CD73BE" w14:textId="77777777" w:rsidR="00E6594B" w:rsidRPr="0055155C" w:rsidRDefault="00E6594B" w:rsidP="0055155C">
            <w:pPr>
              <w:pStyle w:val="SIBulletList1"/>
            </w:pPr>
            <w:r w:rsidRPr="00E6594B">
              <w:rPr>
                <w:rFonts w:eastAsia="Calibri"/>
              </w:rPr>
              <w:t>surgical gloves</w:t>
            </w:r>
          </w:p>
          <w:p w14:paraId="3EDE0628" w14:textId="77777777" w:rsidR="00E6594B" w:rsidRPr="00E6594B" w:rsidRDefault="00E6594B" w:rsidP="00E6594B">
            <w:pPr>
              <w:pStyle w:val="SIBulletList1"/>
            </w:pPr>
            <w:r w:rsidRPr="00E6594B">
              <w:rPr>
                <w:rFonts w:eastAsia="Calibri"/>
              </w:rPr>
              <w:t>disposable overshoes</w:t>
            </w:r>
          </w:p>
          <w:p w14:paraId="669F06F8" w14:textId="77777777" w:rsidR="00E6594B" w:rsidRPr="00E6594B" w:rsidRDefault="00E6594B" w:rsidP="00E6594B">
            <w:pPr>
              <w:pStyle w:val="SIBulletList1"/>
            </w:pPr>
            <w:proofErr w:type="gramStart"/>
            <w:r w:rsidRPr="00E6594B">
              <w:rPr>
                <w:rFonts w:eastAsia="Calibri"/>
              </w:rPr>
              <w:t>hair</w:t>
            </w:r>
            <w:proofErr w:type="gramEnd"/>
            <w:r w:rsidRPr="00E6594B">
              <w:rPr>
                <w:rFonts w:eastAsia="Calibri"/>
              </w:rPr>
              <w:t xml:space="preserve"> net.</w:t>
            </w:r>
          </w:p>
        </w:tc>
      </w:tr>
      <w:tr w:rsidR="00E6594B" w:rsidRPr="000754EC" w14:paraId="07214D3A" w14:textId="77777777" w:rsidTr="0055155C">
        <w:tc>
          <w:tcPr>
            <w:tcW w:w="27.0%" w:type="pct"/>
          </w:tcPr>
          <w:p w14:paraId="5E78FF96" w14:textId="6C8AF3CA" w:rsidR="00E6594B" w:rsidRPr="00E6594B" w:rsidRDefault="00E6594B" w:rsidP="00E6594B">
            <w:pPr>
              <w:pStyle w:val="SIText"/>
            </w:pPr>
            <w:r>
              <w:rPr>
                <w:rStyle w:val="SIRangeEntry"/>
              </w:rPr>
              <w:t xml:space="preserve">Pre start checks </w:t>
            </w:r>
            <w:r w:rsidRPr="00E6594B">
              <w:t>must include:</w:t>
            </w:r>
          </w:p>
        </w:tc>
        <w:tc>
          <w:tcPr>
            <w:tcW w:w="73.0%" w:type="pct"/>
          </w:tcPr>
          <w:p w14:paraId="29B789E4" w14:textId="77777777" w:rsidR="00E6594B" w:rsidRDefault="00E6594B" w:rsidP="00E6594B">
            <w:pPr>
              <w:pStyle w:val="SIBulletList1"/>
              <w:rPr>
                <w:rFonts w:eastAsia="Calibri"/>
              </w:rPr>
            </w:pPr>
            <w:r w:rsidRPr="00E6594B">
              <w:rPr>
                <w:rFonts w:eastAsia="Calibri"/>
              </w:rPr>
              <w:t xml:space="preserve">inspecting equipment condition to </w:t>
            </w:r>
            <w:r>
              <w:rPr>
                <w:rFonts w:eastAsia="Calibri"/>
              </w:rPr>
              <w:t>confirm all water has drained</w:t>
            </w:r>
          </w:p>
          <w:p w14:paraId="6BC54D1F" w14:textId="77777777" w:rsidR="00E6594B" w:rsidRDefault="00E6594B" w:rsidP="00E6594B">
            <w:pPr>
              <w:pStyle w:val="SIBulletList1"/>
              <w:rPr>
                <w:rFonts w:eastAsia="Calibri"/>
              </w:rPr>
            </w:pPr>
            <w:r>
              <w:rPr>
                <w:rFonts w:eastAsia="Calibri"/>
              </w:rPr>
              <w:t>pulling a vacuum to remove air from autoclave</w:t>
            </w:r>
          </w:p>
          <w:p w14:paraId="45727EE6" w14:textId="77777777" w:rsidR="00E6594B" w:rsidRDefault="00E6594B" w:rsidP="00E6594B">
            <w:pPr>
              <w:pStyle w:val="SIBulletList1"/>
              <w:rPr>
                <w:rFonts w:eastAsia="Calibri"/>
              </w:rPr>
            </w:pPr>
            <w:r>
              <w:rPr>
                <w:rFonts w:eastAsia="Calibri"/>
              </w:rPr>
              <w:t>selecting appropriate settings to meet sterilisation requirements</w:t>
            </w:r>
          </w:p>
          <w:p w14:paraId="25829926" w14:textId="77777777" w:rsidR="00E6594B" w:rsidRDefault="00E6594B" w:rsidP="00E8165D">
            <w:pPr>
              <w:pStyle w:val="SIBulletList1"/>
              <w:rPr>
                <w:rFonts w:eastAsia="Calibri"/>
              </w:rPr>
            </w:pPr>
            <w:r w:rsidRPr="00E6594B">
              <w:rPr>
                <w:rFonts w:eastAsia="Calibri"/>
              </w:rPr>
              <w:t>cancelling isolation or lock outs</w:t>
            </w:r>
          </w:p>
          <w:p w14:paraId="7C225613" w14:textId="1835C9EF" w:rsidR="00E6594B" w:rsidRPr="00E6594B" w:rsidRDefault="00E6594B" w:rsidP="00E8165D">
            <w:pPr>
              <w:pStyle w:val="SIBulletList1"/>
              <w:rPr>
                <w:rFonts w:eastAsia="Calibri"/>
              </w:rPr>
            </w:pPr>
            <w:r w:rsidRPr="00E6594B">
              <w:rPr>
                <w:rFonts w:eastAsia="Calibri"/>
              </w:rPr>
              <w:t xml:space="preserve">confirming that equipment is clean and </w:t>
            </w:r>
            <w:r>
              <w:rPr>
                <w:rFonts w:eastAsia="Calibri"/>
              </w:rPr>
              <w:t>operational</w:t>
            </w:r>
          </w:p>
          <w:p w14:paraId="4C4D2018" w14:textId="77777777" w:rsidR="00E6594B" w:rsidRPr="00E6594B" w:rsidRDefault="00E6594B" w:rsidP="00E6594B">
            <w:pPr>
              <w:pStyle w:val="SIBulletList1"/>
              <w:rPr>
                <w:rFonts w:eastAsia="Calibri"/>
              </w:rPr>
            </w:pPr>
            <w:r w:rsidRPr="00E6594B">
              <w:rPr>
                <w:rFonts w:eastAsia="Calibri"/>
              </w:rPr>
              <w:t>positioning sensors and controls correctly</w:t>
            </w:r>
          </w:p>
          <w:p w14:paraId="5708C959" w14:textId="5E47D54E" w:rsidR="00E6594B" w:rsidRPr="00E6594B" w:rsidRDefault="00E6594B" w:rsidP="00E6594B">
            <w:pPr>
              <w:pStyle w:val="SIBulletList1"/>
              <w:rPr>
                <w:rFonts w:eastAsia="Calibri"/>
              </w:rPr>
            </w:pPr>
            <w:proofErr w:type="gramStart"/>
            <w:r w:rsidRPr="00E6594B">
              <w:rPr>
                <w:rFonts w:eastAsia="Calibri"/>
              </w:rPr>
              <w:t>ensuring</w:t>
            </w:r>
            <w:proofErr w:type="gramEnd"/>
            <w:r w:rsidRPr="00E6594B">
              <w:rPr>
                <w:rFonts w:eastAsia="Calibri"/>
              </w:rPr>
              <w:t xml:space="preserve"> </w:t>
            </w:r>
            <w:r>
              <w:rPr>
                <w:rFonts w:eastAsia="Calibri"/>
              </w:rPr>
              <w:t>all safety guards and signs are in place and operational</w:t>
            </w:r>
            <w:r w:rsidRPr="00E6594B">
              <w:rPr>
                <w:rFonts w:eastAsia="Calibri"/>
              </w:rPr>
              <w:t>.</w:t>
            </w:r>
          </w:p>
        </w:tc>
      </w:tr>
    </w:tbl>
    <w:p w14:paraId="672F56D6" w14:textId="547B0962" w:rsidR="00E6594B" w:rsidRDefault="00E6594B"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927B30">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68F33EC4" w:rsidR="00F1480E" w:rsidRPr="000754EC" w:rsidRDefault="00F1480E" w:rsidP="00AA0293">
            <w:pPr>
              <w:pStyle w:val="SIText-Bold"/>
            </w:pPr>
            <w:r w:rsidRPr="00923720">
              <w:t>Code and title previous</w:t>
            </w:r>
            <w:r w:rsidR="00AA0293">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DD565A" w14:paraId="0DAC76F2" w14:textId="77777777" w:rsidTr="00927B30">
        <w:tc>
          <w:tcPr>
            <w:tcW w:w="20.0%" w:type="pct"/>
          </w:tcPr>
          <w:p w14:paraId="133C2290" w14:textId="4F638A7E" w:rsidR="00DD565A" w:rsidRPr="00DD565A" w:rsidRDefault="00DD565A">
            <w:pPr>
              <w:pStyle w:val="SIText"/>
            </w:pPr>
            <w:r>
              <w:t>FDFPH</w:t>
            </w:r>
            <w:r w:rsidR="00DC5459">
              <w:t>M</w:t>
            </w:r>
            <w:r w:rsidR="00FD19A1">
              <w:t>3XXX</w:t>
            </w:r>
            <w:r w:rsidRPr="00DD565A">
              <w:t xml:space="preserve"> Operate a terminal sterilisation process</w:t>
            </w:r>
          </w:p>
        </w:tc>
        <w:tc>
          <w:tcPr>
            <w:tcW w:w="22.0%" w:type="pct"/>
          </w:tcPr>
          <w:p w14:paraId="050696DA" w14:textId="2CDAA4D8" w:rsidR="00DD565A" w:rsidRPr="00DD565A" w:rsidRDefault="00DD565A" w:rsidP="00DD565A">
            <w:pPr>
              <w:pStyle w:val="SIText"/>
            </w:pPr>
            <w:r w:rsidRPr="00EA6795">
              <w:t>FDFPH2014A Operate a terminal sterilisation process</w:t>
            </w:r>
          </w:p>
        </w:tc>
        <w:tc>
          <w:tcPr>
            <w:tcW w:w="25.0%" w:type="pct"/>
          </w:tcPr>
          <w:p w14:paraId="68D5E6EF" w14:textId="223CC722" w:rsidR="00DD565A" w:rsidRPr="00DD565A" w:rsidRDefault="00DD565A" w:rsidP="00DD565A">
            <w:pPr>
              <w:pStyle w:val="SIText"/>
            </w:pPr>
            <w:r w:rsidRPr="005A337B">
              <w:t xml:space="preserve">Updated to meet Standards </w:t>
            </w:r>
            <w:r w:rsidRPr="00DD565A">
              <w:t>for Training Packages</w:t>
            </w:r>
            <w:r w:rsidR="00DC5459" w:rsidRPr="00DC5459">
              <w:t>. Code changed to reflect AQF alignment.</w:t>
            </w:r>
          </w:p>
        </w:tc>
        <w:tc>
          <w:tcPr>
            <w:tcW w:w="33.0%" w:type="pct"/>
          </w:tcPr>
          <w:p w14:paraId="71095270" w14:textId="26519025" w:rsidR="00DD565A" w:rsidRPr="00DD565A" w:rsidRDefault="00DD565A" w:rsidP="00DD565A">
            <w:pPr>
              <w:pStyle w:val="SIText"/>
            </w:pPr>
            <w:r>
              <w:t>Equivalent unit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599024CC" w:rsidR="00F1480E" w:rsidRPr="000754EC" w:rsidRDefault="00AA0293" w:rsidP="00AA0293">
            <w:pPr>
              <w:pStyle w:val="SIText"/>
            </w:pPr>
            <w:r w:rsidRPr="00AA0293">
              <w:t xml:space="preserve">Companion Volumes, including Implementation Guides, are available at VETNet </w:t>
            </w:r>
            <w:hyperlink r:id="rId11" w:history="1">
              <w:r w:rsidRPr="00AA0293">
                <w:t>https://vetnet.education.gov.au/Pages/TrainingDocs.aspx?q=78b15323-cd38-483e-aad7-1159b570a5c4</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113678">
        <w:trPr>
          <w:tblHeader/>
        </w:trPr>
        <w:tc>
          <w:tcPr>
            <w:tcW w:w="29.0%"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70.0%" w:type="pct"/>
            <w:shd w:val="clear" w:color="auto" w:fill="auto"/>
          </w:tcPr>
          <w:p w14:paraId="0AA796AC" w14:textId="352B6010" w:rsidR="00556C4C" w:rsidRPr="000754EC" w:rsidRDefault="00927B30">
            <w:pPr>
              <w:pStyle w:val="SIUnittitle"/>
            </w:pPr>
            <w:r w:rsidRPr="00F56827">
              <w:t xml:space="preserve">Assessment requirements for </w:t>
            </w:r>
            <w:r w:rsidR="004C7AA5">
              <w:t>FDFPH</w:t>
            </w:r>
            <w:r w:rsidR="00DC5459">
              <w:t>M</w:t>
            </w:r>
            <w:r w:rsidR="00FD19A1">
              <w:t>3XXX</w:t>
            </w:r>
            <w:r w:rsidRPr="00927B30">
              <w:t xml:space="preserve"> </w:t>
            </w:r>
            <w:r w:rsidR="008E64D6" w:rsidRPr="008E64D6">
              <w:t xml:space="preserve">Operate a </w:t>
            </w:r>
            <w:r w:rsidR="00DD565A" w:rsidRPr="003B372A">
              <w:t>terminal sterilisation</w:t>
            </w:r>
            <w:r w:rsidR="00BE7245" w:rsidRPr="00E013CD">
              <w:t xml:space="preserve"> </w:t>
            </w:r>
            <w:r w:rsidR="008E64D6" w:rsidRPr="008E64D6">
              <w:t>process</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100.0%" w:type="pct"/>
            <w:gridSpan w:val="2"/>
            <w:shd w:val="clear" w:color="auto" w:fill="auto"/>
          </w:tcPr>
          <w:p w14:paraId="1B0D603E" w14:textId="77777777" w:rsidR="00614C7B" w:rsidRPr="00614C7B" w:rsidRDefault="00614C7B" w:rsidP="00614C7B">
            <w:pPr>
              <w:pStyle w:val="SIText"/>
              <w:rPr>
                <w:rFonts w:eastAsiaTheme="minorHAnsi"/>
              </w:rPr>
            </w:pPr>
            <w:r w:rsidRPr="00614C7B">
              <w:rPr>
                <w:rFonts w:eastAsiaTheme="minorHAnsi"/>
              </w:rPr>
              <w:t>An individual demonstrating competency in this unit must satisfy all the elements and performance criteria of this unit.</w:t>
            </w:r>
          </w:p>
          <w:p w14:paraId="795C6CB8" w14:textId="77777777" w:rsidR="00DD565A" w:rsidRPr="00DD565A" w:rsidRDefault="00DD565A" w:rsidP="00DD565A">
            <w:pPr>
              <w:pStyle w:val="SIText"/>
            </w:pPr>
            <w:r w:rsidRPr="00DD565A">
              <w:t>There must be evidence that, on at least one occasion, the individual has operated a terminal sterilisation process, including:</w:t>
            </w:r>
          </w:p>
          <w:p w14:paraId="69C3D5A3" w14:textId="5C111190" w:rsidR="00DD565A" w:rsidRPr="00DD565A" w:rsidRDefault="00DD565A" w:rsidP="00DD565A">
            <w:pPr>
              <w:pStyle w:val="SIBulletList1"/>
            </w:pPr>
            <w:r w:rsidRPr="00DD565A">
              <w:t>accessed workplace information to identify sterilisation requirements</w:t>
            </w:r>
          </w:p>
          <w:p w14:paraId="18E7C5BA" w14:textId="77777777" w:rsidR="00DD565A" w:rsidRPr="00DD565A" w:rsidRDefault="00DD565A" w:rsidP="00DD565A">
            <w:pPr>
              <w:pStyle w:val="SIBulletList1"/>
            </w:pPr>
            <w:r w:rsidRPr="00DD565A">
              <w:t>selected, fitted and used personal protective clothing and equipment</w:t>
            </w:r>
          </w:p>
          <w:p w14:paraId="0E993F8C" w14:textId="77777777" w:rsidR="00DD565A" w:rsidRPr="00DD565A" w:rsidRDefault="00DD565A" w:rsidP="00DD565A">
            <w:pPr>
              <w:pStyle w:val="SIBulletList1"/>
            </w:pPr>
            <w:r w:rsidRPr="00DD565A">
              <w:t>confirmed supply of necessary materials and services</w:t>
            </w:r>
          </w:p>
          <w:p w14:paraId="2827A292" w14:textId="77777777" w:rsidR="00DD565A" w:rsidRPr="00DD565A" w:rsidRDefault="00DD565A" w:rsidP="00DD565A">
            <w:pPr>
              <w:pStyle w:val="SIBulletList1"/>
            </w:pPr>
            <w:r w:rsidRPr="00DD565A">
              <w:t>prepared items by wrapping and marking with temperature-sensitive tape or material and ensured clothing is folded correctly</w:t>
            </w:r>
          </w:p>
          <w:p w14:paraId="1394842C" w14:textId="77777777" w:rsidR="00DD565A" w:rsidRPr="00DD565A" w:rsidRDefault="00DD565A" w:rsidP="00DD565A">
            <w:pPr>
              <w:pStyle w:val="SIBulletList1"/>
            </w:pPr>
            <w:r w:rsidRPr="00DD565A">
              <w:t>loaded items in accordance with loading pattern</w:t>
            </w:r>
          </w:p>
          <w:p w14:paraId="439F4A40" w14:textId="15DBB3A8" w:rsidR="00DD565A" w:rsidRPr="00DD565A" w:rsidRDefault="00DD565A" w:rsidP="00DD565A">
            <w:pPr>
              <w:pStyle w:val="SIBulletList1"/>
            </w:pPr>
            <w:r w:rsidRPr="00DD565A">
              <w:t>conducted all pre-start checks on the autoclave that are required for safe operation</w:t>
            </w:r>
          </w:p>
          <w:p w14:paraId="50F050EA" w14:textId="2887EE8D" w:rsidR="00DD565A" w:rsidRPr="00DD565A" w:rsidRDefault="00DD565A" w:rsidP="00DD565A">
            <w:pPr>
              <w:pStyle w:val="SIBulletList1"/>
            </w:pPr>
            <w:r w:rsidRPr="00DD565A">
              <w:t>started, operated and monitored the autoclave to confirm that required outcomes are achieved, including monitoring time, temperature and pressure gauges</w:t>
            </w:r>
          </w:p>
          <w:p w14:paraId="2E5D0EC7" w14:textId="77777777" w:rsidR="00DD565A" w:rsidRPr="00DD565A" w:rsidRDefault="00DD565A" w:rsidP="00DD565A">
            <w:pPr>
              <w:pStyle w:val="SIBulletList1"/>
            </w:pPr>
            <w:r w:rsidRPr="00DD565A">
              <w:t>identified out-of-specification results and taken appropriate corrective action within level of responsibility</w:t>
            </w:r>
          </w:p>
          <w:p w14:paraId="430CC61A" w14:textId="77777777" w:rsidR="00DD565A" w:rsidRPr="00DD565A" w:rsidRDefault="00DD565A" w:rsidP="00DD565A">
            <w:pPr>
              <w:pStyle w:val="SIBulletList1"/>
            </w:pPr>
            <w:r w:rsidRPr="00DD565A">
              <w:t>followed procedures to open autoclave and remove items from autoclave to maintain sterility and personal safety</w:t>
            </w:r>
          </w:p>
          <w:p w14:paraId="5C18BD2B" w14:textId="77777777" w:rsidR="00DD565A" w:rsidRPr="00DD565A" w:rsidRDefault="00DD565A" w:rsidP="00DD565A">
            <w:pPr>
              <w:pStyle w:val="SIBulletList1"/>
            </w:pPr>
            <w:r w:rsidRPr="00DD565A">
              <w:t>responded to and reported equipment failure in accordance with workplace procedures</w:t>
            </w:r>
          </w:p>
          <w:p w14:paraId="3C1DFFC6" w14:textId="77777777" w:rsidR="00DD565A" w:rsidRPr="00DD565A" w:rsidRDefault="00DD565A" w:rsidP="00DD565A">
            <w:pPr>
              <w:pStyle w:val="SIBulletList1"/>
            </w:pPr>
            <w:r w:rsidRPr="00DD565A">
              <w:t>located emergency stop functions on equipment</w:t>
            </w:r>
          </w:p>
          <w:p w14:paraId="65EA3102" w14:textId="01D76BBF" w:rsidR="00DD565A" w:rsidRPr="00DD565A" w:rsidRDefault="00DD565A" w:rsidP="00DD565A">
            <w:pPr>
              <w:pStyle w:val="SIBulletList1"/>
            </w:pPr>
            <w:r w:rsidRPr="00DD565A">
              <w:t>followed isolation, lock out and tag out procedures, to take the process off-line in preparation for cleaning or maintenance</w:t>
            </w:r>
          </w:p>
          <w:p w14:paraId="64671103" w14:textId="77777777" w:rsidR="00DD565A" w:rsidRPr="00DD565A" w:rsidRDefault="00DD565A" w:rsidP="00DD565A">
            <w:pPr>
              <w:pStyle w:val="SIBulletList1"/>
            </w:pPr>
            <w:r w:rsidRPr="00DD565A">
              <w:t>completed workplace records in required format</w:t>
            </w:r>
          </w:p>
          <w:p w14:paraId="61048085" w14:textId="404D2DAB" w:rsidR="00DD565A" w:rsidRPr="00DD565A" w:rsidRDefault="00DD565A" w:rsidP="00DD565A">
            <w:pPr>
              <w:pStyle w:val="SIBulletList1"/>
            </w:pPr>
            <w:r w:rsidRPr="00DD565A">
              <w:t>maintained work area in accordance with workplace housekeeping standards</w:t>
            </w:r>
          </w:p>
          <w:p w14:paraId="04C365C2" w14:textId="6BDDC433" w:rsidR="00DD565A" w:rsidRPr="00DD565A" w:rsidRDefault="00DD565A" w:rsidP="00DD565A">
            <w:pPr>
              <w:pStyle w:val="SIBulletList1"/>
            </w:pPr>
            <w:r w:rsidRPr="00DD565A">
              <w:t>used process control systems in accordance with workplace procedures</w:t>
            </w:r>
          </w:p>
          <w:p w14:paraId="5723651E" w14:textId="77777777" w:rsidR="00DD565A" w:rsidRPr="00DD565A" w:rsidRDefault="00DD565A" w:rsidP="00DD565A">
            <w:pPr>
              <w:pStyle w:val="SIBulletList1"/>
            </w:pPr>
            <w:r w:rsidRPr="00DD565A">
              <w:t>collected samples and conducted tests in accordance with workplace procedures</w:t>
            </w:r>
          </w:p>
          <w:p w14:paraId="03EB1F19" w14:textId="77777777" w:rsidR="00DD565A" w:rsidRPr="00DD565A" w:rsidRDefault="00DD565A" w:rsidP="00DD565A">
            <w:pPr>
              <w:pStyle w:val="SIBulletList1"/>
            </w:pPr>
            <w:r w:rsidRPr="00DD565A">
              <w:t>conducted routine maintenance in accordance with workplace procedures</w:t>
            </w:r>
          </w:p>
          <w:p w14:paraId="1ECE61F8" w14:textId="73339D41" w:rsidR="00556C4C" w:rsidRPr="000754EC" w:rsidRDefault="00DD565A" w:rsidP="00DD565A">
            <w:pPr>
              <w:pStyle w:val="SIBulletList1"/>
            </w:pPr>
            <w:proofErr w:type="gramStart"/>
            <w:r w:rsidRPr="00DD565A">
              <w:t>followed</w:t>
            </w:r>
            <w:proofErr w:type="gramEnd"/>
            <w:r w:rsidRPr="00DD565A">
              <w:t xml:space="preserve"> work health and safety procedures</w:t>
            </w:r>
            <w:r w:rsidR="00B203C9" w:rsidRPr="00B203C9">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5901349" w14:textId="77777777" w:rsidR="00DD565A" w:rsidRPr="00DD565A" w:rsidRDefault="00DD565A" w:rsidP="00DD565A">
            <w:pPr>
              <w:pStyle w:val="SIBulletList1"/>
            </w:pPr>
            <w:r w:rsidRPr="00DD565A">
              <w:t>purpose and basic principles of terminal sterilisation, including principles of heat transfer, properties of saturated steam, and the relationship between time, temperature and pressure as they affect the kill rate</w:t>
            </w:r>
          </w:p>
          <w:p w14:paraId="6340C211" w14:textId="77777777" w:rsidR="00DD565A" w:rsidRPr="00DD565A" w:rsidRDefault="00DD565A" w:rsidP="00DD565A">
            <w:pPr>
              <w:pStyle w:val="SIBulletList1"/>
            </w:pPr>
            <w:r w:rsidRPr="00DD565A">
              <w:t>the nature of items to be sterilised using an autoclave and related preparation requirements, including handling and preparation requirements for porous and non-porous loads</w:t>
            </w:r>
          </w:p>
          <w:p w14:paraId="4661EB41" w14:textId="77777777" w:rsidR="00DD565A" w:rsidRPr="00DD565A" w:rsidRDefault="00DD565A" w:rsidP="00DD565A">
            <w:pPr>
              <w:pStyle w:val="SIBulletList1"/>
            </w:pPr>
            <w:r w:rsidRPr="00DD565A">
              <w:t>the nature of wrapping materials suitable for use, methods used to wrap items, methods used to monitor whether time and temperature parameters are met (typically heat-sensitive tape or markers), and the significance of loading patterns in achieving effective sterilisation</w:t>
            </w:r>
          </w:p>
          <w:p w14:paraId="358AF7BA" w14:textId="77777777" w:rsidR="00DD565A" w:rsidRPr="00DD565A" w:rsidRDefault="00DD565A" w:rsidP="00DD565A">
            <w:pPr>
              <w:pStyle w:val="SIBulletList1"/>
            </w:pPr>
            <w:r w:rsidRPr="00DD565A">
              <w:t>basic operating principles of equipment including main equipment components, status and purpose of guards, equipment operating capacities and applications, the purpose and location of sensors and related feedback instrumentation, and where relevant, the calibration schedule and procedures to confirm that instruments are within calibration</w:t>
            </w:r>
          </w:p>
          <w:p w14:paraId="2F4E6F9E" w14:textId="77777777" w:rsidR="00DD565A" w:rsidRPr="00DD565A" w:rsidRDefault="00DD565A" w:rsidP="00DD565A">
            <w:pPr>
              <w:pStyle w:val="SIBulletList1"/>
            </w:pPr>
            <w:r w:rsidRPr="00DD565A">
              <w:t>services required and actions to take if they are unavailable</w:t>
            </w:r>
          </w:p>
          <w:p w14:paraId="6F1CBA17" w14:textId="77777777" w:rsidR="00DD565A" w:rsidRPr="00DD565A" w:rsidRDefault="00DD565A" w:rsidP="00DD565A">
            <w:pPr>
              <w:pStyle w:val="SIBulletList1"/>
            </w:pPr>
            <w:r w:rsidRPr="00DD565A">
              <w:t>time and temperature parameters required to achieve terminal sterilisation and corrective actions required where operation falls outside specified parameters</w:t>
            </w:r>
          </w:p>
          <w:p w14:paraId="3C1BFF50" w14:textId="77777777" w:rsidR="00DD565A" w:rsidRPr="00DD565A" w:rsidRDefault="00DD565A" w:rsidP="00DD565A">
            <w:pPr>
              <w:pStyle w:val="SIBulletList1"/>
            </w:pPr>
            <w:r w:rsidRPr="00DD565A">
              <w:t>typical equipment faults and related causes, including signs and symptoms of faulty equipment and early warning signs of potential problems</w:t>
            </w:r>
          </w:p>
          <w:p w14:paraId="191E7CC0" w14:textId="77777777" w:rsidR="00DD565A" w:rsidRPr="00DD565A" w:rsidRDefault="00DD565A" w:rsidP="00DD565A">
            <w:pPr>
              <w:pStyle w:val="SIBulletList1"/>
            </w:pPr>
            <w:r w:rsidRPr="00DD565A">
              <w:t>methods used to monitor the sterilisation process, including inspecting, measuring and testing</w:t>
            </w:r>
          </w:p>
          <w:p w14:paraId="41A49FAD" w14:textId="35BCC985" w:rsidR="00DD565A" w:rsidRPr="00DD565A" w:rsidRDefault="00DD565A" w:rsidP="00DD565A">
            <w:pPr>
              <w:pStyle w:val="SIBulletList1"/>
            </w:pPr>
            <w:r w:rsidRPr="00DD565A">
              <w:t>inspection or test points (control points) and related procedures and recording requirements</w:t>
            </w:r>
          </w:p>
          <w:p w14:paraId="638E8617" w14:textId="268BC9DC" w:rsidR="00DD565A" w:rsidRPr="00DD565A" w:rsidRDefault="00DD565A" w:rsidP="00DD565A">
            <w:pPr>
              <w:pStyle w:val="SIBulletList1"/>
            </w:pPr>
            <w:r w:rsidRPr="00DD565A">
              <w:t>possible causes of variation in outcomes and corrective actions</w:t>
            </w:r>
          </w:p>
          <w:p w14:paraId="6DBAFCD1" w14:textId="77777777" w:rsidR="00DD565A" w:rsidRPr="00DD565A" w:rsidRDefault="00DD565A" w:rsidP="00DD565A">
            <w:pPr>
              <w:pStyle w:val="SIBulletList1"/>
            </w:pPr>
            <w:r w:rsidRPr="00DD565A">
              <w:t>work health and safety hazards related to autoclave operation and associated control measures, including working with superheated steam and hot surfaces, manual handling and steam leaks</w:t>
            </w:r>
          </w:p>
          <w:p w14:paraId="3981BD4F" w14:textId="77777777" w:rsidR="00DD565A" w:rsidRPr="00DD565A" w:rsidRDefault="00DD565A" w:rsidP="00DD565A">
            <w:pPr>
              <w:pStyle w:val="SIBulletList1"/>
            </w:pPr>
            <w:r w:rsidRPr="00DD565A">
              <w:t>purpose and limitations of personal protective equipment</w:t>
            </w:r>
          </w:p>
          <w:p w14:paraId="41486261" w14:textId="77777777" w:rsidR="00DD565A" w:rsidRPr="00DD565A" w:rsidRDefault="00DD565A" w:rsidP="00DD565A">
            <w:pPr>
              <w:pStyle w:val="SIBulletList1"/>
            </w:pPr>
            <w:r w:rsidRPr="00DD565A">
              <w:lastRenderedPageBreak/>
              <w:t>emergency and routine shutdown procedures and procedures to follow in the event of a power outage</w:t>
            </w:r>
          </w:p>
          <w:p w14:paraId="10F3058C" w14:textId="77777777" w:rsidR="00DD565A" w:rsidRPr="00DD565A" w:rsidRDefault="00DD565A" w:rsidP="00DD565A">
            <w:pPr>
              <w:pStyle w:val="SIBulletList1"/>
            </w:pPr>
            <w:r w:rsidRPr="00DD565A">
              <w:t>isolation, lock out and tag out procedures and responsibilities</w:t>
            </w:r>
          </w:p>
          <w:p w14:paraId="56288B53" w14:textId="77777777" w:rsidR="00DD565A" w:rsidRPr="00DD565A" w:rsidRDefault="00DD565A" w:rsidP="00DD565A">
            <w:pPr>
              <w:pStyle w:val="SIBulletList1"/>
            </w:pPr>
            <w:r w:rsidRPr="00DD565A">
              <w:t>procedures and responsibilities for recording and reporting information on autoclave performance</w:t>
            </w:r>
          </w:p>
          <w:p w14:paraId="6C75C338" w14:textId="5BCBCEE4" w:rsidR="00DD565A" w:rsidRPr="00DD565A" w:rsidRDefault="00DD565A" w:rsidP="00DD565A">
            <w:pPr>
              <w:pStyle w:val="SIBulletList1"/>
            </w:pPr>
            <w:r w:rsidRPr="00DD565A">
              <w:t>environmental issues and controls including waste collection, rework collection and handling procedures</w:t>
            </w:r>
          </w:p>
          <w:p w14:paraId="7CCF33E6" w14:textId="34CCF618" w:rsidR="00DD565A" w:rsidRPr="00DD565A" w:rsidRDefault="00DD565A" w:rsidP="00DD565A">
            <w:pPr>
              <w:pStyle w:val="SIBulletList1"/>
            </w:pPr>
            <w:r w:rsidRPr="00DD565A">
              <w:t>basic operating principles of process control, including the relationship between control panels and systems and physical equipment</w:t>
            </w:r>
          </w:p>
          <w:p w14:paraId="5B02A910" w14:textId="340708CC" w:rsidR="00F1480E" w:rsidRPr="000754EC" w:rsidRDefault="00DD565A" w:rsidP="00DD565A">
            <w:pPr>
              <w:pStyle w:val="SIBulletList1"/>
            </w:pPr>
            <w:proofErr w:type="gramStart"/>
            <w:r w:rsidRPr="00DD565A">
              <w:t>cleaning</w:t>
            </w:r>
            <w:proofErr w:type="gramEnd"/>
            <w:r w:rsidRPr="00DD565A">
              <w:t xml:space="preserve"> and sanitation procedures</w:t>
            </w:r>
            <w:r w:rsidR="003B56C4" w:rsidRPr="003B56C4">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796492B2" w14:textId="7D97638B"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06AD1276" w14:textId="77777777" w:rsidR="00DD565A" w:rsidRPr="00DD565A" w:rsidRDefault="00DD565A" w:rsidP="00DD565A">
            <w:pPr>
              <w:pStyle w:val="SIBulletList1"/>
            </w:pPr>
            <w:r>
              <w:t>physical conditions:</w:t>
            </w:r>
          </w:p>
          <w:p w14:paraId="38A9E8F9" w14:textId="3609B476" w:rsidR="00DD565A" w:rsidRPr="00DD565A" w:rsidRDefault="00DD565A" w:rsidP="00DD565A">
            <w:pPr>
              <w:pStyle w:val="SIBulletList2"/>
            </w:pPr>
            <w:r w:rsidRPr="00DB40AA">
              <w:t>a workplace setting or an environment that accurately represents workplace conditions</w:t>
            </w:r>
          </w:p>
          <w:p w14:paraId="695B6375" w14:textId="77777777" w:rsidR="00DD565A" w:rsidRPr="00DD565A" w:rsidRDefault="00DD565A" w:rsidP="00DD565A">
            <w:pPr>
              <w:pStyle w:val="SIBulletList1"/>
            </w:pPr>
            <w:r>
              <w:t>resources, e</w:t>
            </w:r>
            <w:r w:rsidRPr="00DD565A">
              <w:t>quipment and materials:</w:t>
            </w:r>
          </w:p>
          <w:p w14:paraId="720378E3" w14:textId="77777777" w:rsidR="00DD565A" w:rsidRPr="00DD565A" w:rsidRDefault="00DD565A" w:rsidP="00DD565A">
            <w:pPr>
              <w:pStyle w:val="SIBulletList2"/>
            </w:pPr>
            <w:r w:rsidRPr="0019790F">
              <w:t xml:space="preserve">personal protective </w:t>
            </w:r>
            <w:r w:rsidRPr="00DD565A">
              <w:t>clothing and equipment</w:t>
            </w:r>
          </w:p>
          <w:p w14:paraId="0A418033" w14:textId="77777777" w:rsidR="00DD565A" w:rsidRPr="00DD565A" w:rsidRDefault="00DD565A" w:rsidP="00DD565A">
            <w:pPr>
              <w:pStyle w:val="SIBulletList2"/>
            </w:pPr>
            <w:r>
              <w:t>autoclave equipment and services</w:t>
            </w:r>
          </w:p>
          <w:p w14:paraId="0DDFCF04" w14:textId="2D5CE01F" w:rsidR="00DD565A" w:rsidRDefault="00DD565A" w:rsidP="00DD565A">
            <w:pPr>
              <w:pStyle w:val="SIBulletList2"/>
            </w:pPr>
            <w:r>
              <w:t>wrapping materials and tape/heat sensitive markers</w:t>
            </w:r>
          </w:p>
          <w:p w14:paraId="763CA793" w14:textId="0FF5AE56" w:rsidR="00E6594B" w:rsidRPr="00E6594B" w:rsidRDefault="00E6594B" w:rsidP="00E6594B">
            <w:pPr>
              <w:pStyle w:val="SIBulletList2"/>
            </w:pPr>
            <w:r>
              <w:t>materials handling equipment</w:t>
            </w:r>
          </w:p>
          <w:p w14:paraId="47FDFF6C" w14:textId="77777777" w:rsidR="00E6594B" w:rsidRDefault="00E6594B" w:rsidP="00DD565A">
            <w:pPr>
              <w:pStyle w:val="SIBulletList2"/>
            </w:pPr>
            <w:r>
              <w:t>test equipment</w:t>
            </w:r>
          </w:p>
          <w:p w14:paraId="5F2DDD80" w14:textId="2CAC6D73" w:rsidR="00E6594B" w:rsidRPr="00DD565A" w:rsidRDefault="00E6594B" w:rsidP="00DD565A">
            <w:pPr>
              <w:pStyle w:val="SIBulletList2"/>
            </w:pPr>
            <w:r>
              <w:t>cleaning materials and equipment</w:t>
            </w:r>
            <w:r w:rsidR="00442752">
              <w:t xml:space="preserve"> associated with terminal sterilisation process</w:t>
            </w:r>
          </w:p>
          <w:p w14:paraId="5E157F8D" w14:textId="77777777" w:rsidR="00DD565A" w:rsidRPr="00DD565A" w:rsidRDefault="00DD565A" w:rsidP="00DD565A">
            <w:pPr>
              <w:pStyle w:val="SIBulletList1"/>
              <w:rPr>
                <w:rFonts w:eastAsia="Calibri"/>
              </w:rPr>
            </w:pPr>
            <w:r w:rsidRPr="00DD565A">
              <w:rPr>
                <w:rFonts w:eastAsia="Calibri"/>
              </w:rPr>
              <w:t>specifications:</w:t>
            </w:r>
          </w:p>
          <w:p w14:paraId="79CB3FC7" w14:textId="5F0EC327" w:rsidR="00DD565A" w:rsidRPr="00DD565A" w:rsidRDefault="00DD565A" w:rsidP="00DD565A">
            <w:pPr>
              <w:pStyle w:val="SIBulletList2"/>
            </w:pPr>
            <w:r w:rsidRPr="00501968">
              <w:t>work procedures, including advice on safe work practices, GMP, quality and environmental requirements</w:t>
            </w:r>
          </w:p>
          <w:p w14:paraId="055AA34B" w14:textId="77777777" w:rsidR="00DD565A" w:rsidRPr="00DD565A" w:rsidRDefault="00DD565A" w:rsidP="00DD565A">
            <w:pPr>
              <w:pStyle w:val="SIBulletList2"/>
            </w:pPr>
            <w:r w:rsidRPr="00CE7B93">
              <w:t>information on equipment capacity and operating parameters</w:t>
            </w:r>
          </w:p>
          <w:p w14:paraId="01371A3D" w14:textId="77777777" w:rsidR="00DD565A" w:rsidRPr="00DD565A" w:rsidRDefault="00DD565A" w:rsidP="00DD565A">
            <w:pPr>
              <w:pStyle w:val="SIBulletList2"/>
            </w:pPr>
            <w:r>
              <w:t>sterilisation</w:t>
            </w:r>
            <w:r w:rsidRPr="00DD565A">
              <w:t xml:space="preserve"> schedule and instructions</w:t>
            </w:r>
          </w:p>
          <w:p w14:paraId="39F64D29" w14:textId="77777777" w:rsidR="00DD565A" w:rsidRPr="00DD565A" w:rsidRDefault="00DD565A" w:rsidP="00DD565A">
            <w:pPr>
              <w:pStyle w:val="SIBulletList2"/>
            </w:pPr>
            <w:r w:rsidRPr="00CE7B93">
              <w:t>specifications, control points and processing parameters</w:t>
            </w:r>
          </w:p>
          <w:p w14:paraId="0B1C312F" w14:textId="3D05A112" w:rsidR="00DD565A" w:rsidRPr="00DD565A" w:rsidRDefault="00DD565A" w:rsidP="00DD565A">
            <w:pPr>
              <w:pStyle w:val="SIBulletList2"/>
            </w:pPr>
            <w:r w:rsidRPr="00CE7B93">
              <w:t>sampling schedules and test procedures</w:t>
            </w:r>
          </w:p>
          <w:p w14:paraId="53978987" w14:textId="77777777" w:rsidR="00DD565A" w:rsidRPr="00DD565A" w:rsidRDefault="00DD565A" w:rsidP="00DD565A">
            <w:pPr>
              <w:pStyle w:val="SIBulletList2"/>
            </w:pPr>
            <w:r w:rsidRPr="00CE7B93">
              <w:t xml:space="preserve">documentation and recording requirements and </w:t>
            </w:r>
            <w:r w:rsidRPr="00DD565A">
              <w:t>procedures</w:t>
            </w:r>
          </w:p>
          <w:p w14:paraId="7783D562" w14:textId="0AA41BFA" w:rsidR="00DD565A" w:rsidRPr="00DD565A" w:rsidRDefault="00DD565A" w:rsidP="00DD565A">
            <w:pPr>
              <w:pStyle w:val="SIBulletList2"/>
            </w:pPr>
            <w:r w:rsidRPr="00CE7B93">
              <w:t>cleaning procedures</w:t>
            </w:r>
            <w:r w:rsidR="00442752">
              <w:t xml:space="preserve"> associated with terminal sterilisation process</w:t>
            </w:r>
          </w:p>
          <w:p w14:paraId="179E0C89" w14:textId="77777777" w:rsidR="00DD565A" w:rsidRPr="00DD565A" w:rsidRDefault="00DD565A" w:rsidP="00DD565A">
            <w:pPr>
              <w:pStyle w:val="SIBulletList1"/>
              <w:rPr>
                <w:rFonts w:eastAsia="Calibri"/>
              </w:rPr>
            </w:pPr>
            <w:r w:rsidRPr="00DD565A">
              <w:rPr>
                <w:rFonts w:eastAsia="Calibri"/>
              </w:rPr>
              <w:t>relationships:</w:t>
            </w:r>
          </w:p>
          <w:p w14:paraId="41D08C7F" w14:textId="2553A808" w:rsidR="00366805" w:rsidRPr="000754EC" w:rsidRDefault="00DD565A" w:rsidP="00DD565A">
            <w:pPr>
              <w:pStyle w:val="SIBulletList2"/>
            </w:pPr>
            <w:proofErr w:type="gramStart"/>
            <w:r w:rsidRPr="002636B3">
              <w:t>interactions</w:t>
            </w:r>
            <w:proofErr w:type="gramEnd"/>
            <w:r w:rsidRPr="002636B3">
              <w:t xml:space="preserve"> with </w:t>
            </w:r>
            <w:r w:rsidRPr="00DD565A">
              <w:t xml:space="preserve">team members and supervisors or realistic scenarios or </w:t>
            </w:r>
            <w:proofErr w:type="spellStart"/>
            <w:r w:rsidRPr="00DD565A">
              <w:t>roleplays</w:t>
            </w:r>
            <w:proofErr w:type="spellEnd"/>
            <w:r w:rsidR="003B56C4" w:rsidRPr="003B56C4">
              <w:t>.</w:t>
            </w:r>
          </w:p>
          <w:p w14:paraId="072F3319" w14:textId="77777777" w:rsidR="0021210E" w:rsidRDefault="0021210E" w:rsidP="000754EC">
            <w:pPr>
              <w:pStyle w:val="SIText"/>
            </w:pPr>
          </w:p>
          <w:p w14:paraId="05C42BBF" w14:textId="2DD3A66C" w:rsidR="00F1480E" w:rsidRPr="00C17D23" w:rsidRDefault="007134FE" w:rsidP="00C17D23">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76A9CCCD" w:rsidR="00F1480E" w:rsidRPr="000754EC" w:rsidRDefault="00AA0293" w:rsidP="00AA0293">
            <w:pPr>
              <w:pStyle w:val="SIText"/>
            </w:pPr>
            <w:r w:rsidRPr="00AA0293">
              <w:t xml:space="preserve">Companion Volumes, including Implementation Guides, are available at VETNet </w:t>
            </w:r>
            <w:hyperlink r:id="rId12" w:history="1">
              <w:r w:rsidRPr="00AA0293">
                <w:t>https://vetnet.education.gov.au/Pages/TrainingDocs.aspx?q=78b15323-cd38-483e-aad7-1159b570a5c4</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747D42ED" w14:textId="77777777" w:rsidR="00626329" w:rsidRDefault="00626329" w:rsidP="00BF3F0A">
      <w:r>
        <w:separator/>
      </w:r>
    </w:p>
    <w:p w14:paraId="047D6FEB" w14:textId="77777777" w:rsidR="00626329" w:rsidRDefault="00626329"/>
  </w:endnote>
  <w:endnote w:type="continuationSeparator" w:id="0">
    <w:p w14:paraId="0A420533" w14:textId="77777777" w:rsidR="00626329" w:rsidRDefault="00626329" w:rsidP="00BF3F0A">
      <w:r>
        <w:continuationSeparator/>
      </w:r>
    </w:p>
    <w:p w14:paraId="21CE1E11" w14:textId="77777777" w:rsidR="00626329" w:rsidRDefault="00626329"/>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02FF" w:usb1="4000ACFF" w:usb2="00000001" w:usb3="00000000" w:csb0="0000019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3E11743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C1CE4">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6B977360" w14:textId="77777777" w:rsidR="00626329" w:rsidRDefault="00626329" w:rsidP="00BF3F0A">
      <w:r>
        <w:separator/>
      </w:r>
    </w:p>
    <w:p w14:paraId="2C32189F" w14:textId="77777777" w:rsidR="00626329" w:rsidRDefault="00626329"/>
  </w:footnote>
  <w:footnote w:type="continuationSeparator" w:id="0">
    <w:p w14:paraId="7D23B9CA" w14:textId="77777777" w:rsidR="00626329" w:rsidRDefault="00626329" w:rsidP="00BF3F0A">
      <w:r>
        <w:continuationSeparator/>
      </w:r>
    </w:p>
    <w:p w14:paraId="5E9B8287" w14:textId="77777777" w:rsidR="00626329" w:rsidRDefault="00626329"/>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67989B13" w:rsidR="009C2650" w:rsidRPr="000754EC" w:rsidRDefault="000E506A" w:rsidP="00146EEC">
    <w:pPr>
      <w:pStyle w:val="SIText"/>
    </w:pPr>
    <w:r>
      <w:t>FDFPH</w:t>
    </w:r>
    <w:r w:rsidR="00DC5459">
      <w:t>M</w:t>
    </w:r>
    <w:r w:rsidR="00FD19A1">
      <w:t>3XXX</w:t>
    </w:r>
    <w:r>
      <w:t xml:space="preserve"> </w:t>
    </w:r>
    <w:r w:rsidR="008E64D6" w:rsidRPr="00FD40ED">
      <w:t xml:space="preserve">Operate a </w:t>
    </w:r>
    <w:r w:rsidR="00DD565A" w:rsidRPr="003B372A">
      <w:t xml:space="preserve">terminal sterilisation </w:t>
    </w:r>
    <w:r w:rsidR="008E64D6" w:rsidRPr="00FD40ED">
      <w:t>process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155F18C0"/>
    <w:multiLevelType w:val="hybridMultilevel"/>
    <w:tmpl w:val="896678D0"/>
    <w:lvl w:ilvl="0" w:tplc="0C090001">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start w:val="1"/>
      <w:numFmt w:val="bullet"/>
      <w:lvlText w:val=""/>
      <w:lvlJc w:val="start"/>
      <w:pPr>
        <w:ind w:start="90pt" w:hanging="18pt"/>
      </w:pPr>
      <w:rPr>
        <w:rFonts w:ascii="Wingdings" w:hAnsi="Wingdings" w:hint="default"/>
      </w:rPr>
    </w:lvl>
    <w:lvl w:ilvl="3" w:tplc="0C090001">
      <w:start w:val="1"/>
      <w:numFmt w:val="bullet"/>
      <w:lvlText w:val=""/>
      <w:lvlJc w:val="start"/>
      <w:pPr>
        <w:ind w:start="126pt" w:hanging="18pt"/>
      </w:pPr>
      <w:rPr>
        <w:rFonts w:ascii="Symbol" w:hAnsi="Symbol" w:hint="default"/>
      </w:rPr>
    </w:lvl>
    <w:lvl w:ilvl="4" w:tplc="0C090003">
      <w:start w:val="1"/>
      <w:numFmt w:val="bullet"/>
      <w:lvlText w:val="o"/>
      <w:lvlJc w:val="start"/>
      <w:pPr>
        <w:ind w:start="162pt" w:hanging="18pt"/>
      </w:pPr>
      <w:rPr>
        <w:rFonts w:ascii="Courier New" w:hAnsi="Courier New" w:cs="Courier New" w:hint="default"/>
      </w:rPr>
    </w:lvl>
    <w:lvl w:ilvl="5" w:tplc="0C090005">
      <w:start w:val="1"/>
      <w:numFmt w:val="bullet"/>
      <w:lvlText w:val=""/>
      <w:lvlJc w:val="start"/>
      <w:pPr>
        <w:ind w:start="198pt" w:hanging="18pt"/>
      </w:pPr>
      <w:rPr>
        <w:rFonts w:ascii="Wingdings" w:hAnsi="Wingdings" w:hint="default"/>
      </w:rPr>
    </w:lvl>
    <w:lvl w:ilvl="6" w:tplc="0C090001">
      <w:start w:val="1"/>
      <w:numFmt w:val="bullet"/>
      <w:lvlText w:val=""/>
      <w:lvlJc w:val="start"/>
      <w:pPr>
        <w:ind w:start="234pt" w:hanging="18pt"/>
      </w:pPr>
      <w:rPr>
        <w:rFonts w:ascii="Symbol" w:hAnsi="Symbol" w:hint="default"/>
      </w:rPr>
    </w:lvl>
    <w:lvl w:ilvl="7" w:tplc="0C090003">
      <w:start w:val="1"/>
      <w:numFmt w:val="bullet"/>
      <w:lvlText w:val="o"/>
      <w:lvlJc w:val="start"/>
      <w:pPr>
        <w:ind w:start="270pt" w:hanging="18pt"/>
      </w:pPr>
      <w:rPr>
        <w:rFonts w:ascii="Courier New" w:hAnsi="Courier New" w:cs="Courier New" w:hint="default"/>
      </w:rPr>
    </w:lvl>
    <w:lvl w:ilvl="8" w:tplc="0C090005">
      <w:start w:val="1"/>
      <w:numFmt w:val="bullet"/>
      <w:lvlText w:val=""/>
      <w:lvlJc w:val="start"/>
      <w:pPr>
        <w:ind w:start="306pt" w:hanging="18pt"/>
      </w:pPr>
      <w:rPr>
        <w:rFonts w:ascii="Wingdings" w:hAnsi="Wingdings" w:hint="default"/>
      </w:rPr>
    </w:lvl>
  </w:abstractNum>
  <w:abstractNum w:abstractNumId="8" w15:restartNumberingAfterBreak="0">
    <w:nsid w:val="25EF6B33"/>
    <w:multiLevelType w:val="hybridMultilevel"/>
    <w:tmpl w:val="9BF202FC"/>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10"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11"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2" w15:restartNumberingAfterBreak="0">
    <w:nsid w:val="49200B90"/>
    <w:multiLevelType w:val="hybridMultilevel"/>
    <w:tmpl w:val="9AD6801A"/>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tentative="1">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AD11D6D"/>
    <w:multiLevelType w:val="hybridMultilevel"/>
    <w:tmpl w:val="0C20AA00"/>
    <w:lvl w:ilvl="0" w:tplc="34EE0EB4">
      <w:start w:val="1"/>
      <w:numFmt w:val="bullet"/>
      <w:lvlText w:val="•"/>
      <w:lvlJc w:val="start"/>
      <w:pPr>
        <w:ind w:start="35.40pt" w:hanging="18pt"/>
      </w:pPr>
      <w:rPr>
        <w:rFonts w:ascii="Arial" w:hAnsi="Arial" w:hint="default"/>
        <w:b w:val="0"/>
        <w:i w:val="0"/>
        <w:color w:val="auto"/>
        <w:sz w:val="22"/>
        <w:szCs w:val="18"/>
      </w:rPr>
    </w:lvl>
    <w:lvl w:ilvl="1" w:tplc="0C090001">
      <w:start w:val="1"/>
      <w:numFmt w:val="bullet"/>
      <w:lvlText w:val=""/>
      <w:lvlJc w:val="start"/>
      <w:pPr>
        <w:ind w:start="71.40pt" w:hanging="18pt"/>
      </w:pPr>
      <w:rPr>
        <w:rFonts w:ascii="Symbol" w:hAnsi="Symbol" w:hint="default"/>
      </w:rPr>
    </w:lvl>
    <w:lvl w:ilvl="2" w:tplc="0C090005" w:tentative="1">
      <w:start w:val="1"/>
      <w:numFmt w:val="bullet"/>
      <w:lvlText w:val=""/>
      <w:lvlJc w:val="start"/>
      <w:pPr>
        <w:ind w:start="107.40pt" w:hanging="18pt"/>
      </w:pPr>
      <w:rPr>
        <w:rFonts w:ascii="Wingdings" w:hAnsi="Wingdings" w:hint="default"/>
      </w:rPr>
    </w:lvl>
    <w:lvl w:ilvl="3" w:tplc="0C090001" w:tentative="1">
      <w:start w:val="1"/>
      <w:numFmt w:val="bullet"/>
      <w:lvlText w:val=""/>
      <w:lvlJc w:val="start"/>
      <w:pPr>
        <w:ind w:start="143.40pt" w:hanging="18pt"/>
      </w:pPr>
      <w:rPr>
        <w:rFonts w:ascii="Symbol" w:hAnsi="Symbol" w:hint="default"/>
      </w:rPr>
    </w:lvl>
    <w:lvl w:ilvl="4" w:tplc="0C090003" w:tentative="1">
      <w:start w:val="1"/>
      <w:numFmt w:val="bullet"/>
      <w:lvlText w:val="o"/>
      <w:lvlJc w:val="start"/>
      <w:pPr>
        <w:ind w:start="179.40pt" w:hanging="18pt"/>
      </w:pPr>
      <w:rPr>
        <w:rFonts w:ascii="Courier New" w:hAnsi="Courier New" w:cs="Courier New" w:hint="default"/>
      </w:rPr>
    </w:lvl>
    <w:lvl w:ilvl="5" w:tplc="0C090005" w:tentative="1">
      <w:start w:val="1"/>
      <w:numFmt w:val="bullet"/>
      <w:lvlText w:val=""/>
      <w:lvlJc w:val="start"/>
      <w:pPr>
        <w:ind w:start="215.40pt" w:hanging="18pt"/>
      </w:pPr>
      <w:rPr>
        <w:rFonts w:ascii="Wingdings" w:hAnsi="Wingdings" w:hint="default"/>
      </w:rPr>
    </w:lvl>
    <w:lvl w:ilvl="6" w:tplc="0C090001" w:tentative="1">
      <w:start w:val="1"/>
      <w:numFmt w:val="bullet"/>
      <w:lvlText w:val=""/>
      <w:lvlJc w:val="start"/>
      <w:pPr>
        <w:ind w:start="251.40pt" w:hanging="18pt"/>
      </w:pPr>
      <w:rPr>
        <w:rFonts w:ascii="Symbol" w:hAnsi="Symbol" w:hint="default"/>
      </w:rPr>
    </w:lvl>
    <w:lvl w:ilvl="7" w:tplc="0C090003" w:tentative="1">
      <w:start w:val="1"/>
      <w:numFmt w:val="bullet"/>
      <w:lvlText w:val="o"/>
      <w:lvlJc w:val="start"/>
      <w:pPr>
        <w:ind w:start="287.40pt" w:hanging="18pt"/>
      </w:pPr>
      <w:rPr>
        <w:rFonts w:ascii="Courier New" w:hAnsi="Courier New" w:cs="Courier New" w:hint="default"/>
      </w:rPr>
    </w:lvl>
    <w:lvl w:ilvl="8" w:tplc="0C090005" w:tentative="1">
      <w:start w:val="1"/>
      <w:numFmt w:val="bullet"/>
      <w:lvlText w:val=""/>
      <w:lvlJc w:val="start"/>
      <w:pPr>
        <w:ind w:start="323.40pt" w:hanging="18pt"/>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abstractNum w:abstractNumId="20" w15:restartNumberingAfterBreak="0">
    <w:nsid w:val="77F830B7"/>
    <w:multiLevelType w:val="hybridMultilevel"/>
    <w:tmpl w:val="4590F970"/>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1" w15:restartNumberingAfterBreak="0">
    <w:nsid w:val="78E377A1"/>
    <w:multiLevelType w:val="hybridMultilevel"/>
    <w:tmpl w:val="527E1744"/>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2" w15:restartNumberingAfterBreak="0">
    <w:nsid w:val="7B372E5D"/>
    <w:multiLevelType w:val="hybridMultilevel"/>
    <w:tmpl w:val="AB6CCFA8"/>
    <w:lvl w:ilvl="0" w:tplc="4A86549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6"/>
  </w:num>
  <w:num w:numId="10">
    <w:abstractNumId w:val="11"/>
  </w:num>
  <w:num w:numId="11">
    <w:abstractNumId w:val="14"/>
  </w:num>
  <w:num w:numId="12">
    <w:abstractNumId w:val="13"/>
  </w:num>
  <w:num w:numId="13">
    <w:abstractNumId w:val="18"/>
  </w:num>
  <w:num w:numId="14">
    <w:abstractNumId w:val="4"/>
  </w:num>
  <w:num w:numId="15">
    <w:abstractNumId w:val="5"/>
  </w:num>
  <w:num w:numId="16">
    <w:abstractNumId w:val="19"/>
  </w:num>
  <w:num w:numId="17">
    <w:abstractNumId w:val="2"/>
  </w:num>
  <w:num w:numId="18">
    <w:abstractNumId w:val="7"/>
  </w:num>
  <w:num w:numId="19">
    <w:abstractNumId w:val="13"/>
  </w:num>
  <w:num w:numId="20">
    <w:abstractNumId w:val="20"/>
  </w:num>
  <w:num w:numId="21">
    <w:abstractNumId w:val="8"/>
  </w:num>
  <w:num w:numId="22">
    <w:abstractNumId w:val="12"/>
  </w:num>
  <w:num w:numId="23">
    <w:abstractNumId w:val="22"/>
  </w:num>
  <w:num w:numId="24">
    <w:abstractNumId w:val="21"/>
  </w:num>
  <w:num w:numId="25">
    <w:abstractNumId w:val="15"/>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trackRevisions/>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506A"/>
    <w:rsid w:val="000F29F2"/>
    <w:rsid w:val="00101659"/>
    <w:rsid w:val="001078BF"/>
    <w:rsid w:val="00133957"/>
    <w:rsid w:val="001372F6"/>
    <w:rsid w:val="00143A33"/>
    <w:rsid w:val="00144385"/>
    <w:rsid w:val="00146EEC"/>
    <w:rsid w:val="00151D55"/>
    <w:rsid w:val="00151D93"/>
    <w:rsid w:val="00156EF3"/>
    <w:rsid w:val="00176E4F"/>
    <w:rsid w:val="0018546B"/>
    <w:rsid w:val="001A63F7"/>
    <w:rsid w:val="001A6A3E"/>
    <w:rsid w:val="001A7B6D"/>
    <w:rsid w:val="001B34D5"/>
    <w:rsid w:val="001B513A"/>
    <w:rsid w:val="001C0A75"/>
    <w:rsid w:val="001C1306"/>
    <w:rsid w:val="001C35C2"/>
    <w:rsid w:val="001D5C1B"/>
    <w:rsid w:val="001D7F5B"/>
    <w:rsid w:val="001E16BC"/>
    <w:rsid w:val="001E16DF"/>
    <w:rsid w:val="001F2BA5"/>
    <w:rsid w:val="001F308D"/>
    <w:rsid w:val="00201A7C"/>
    <w:rsid w:val="0020736A"/>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14741"/>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B56C4"/>
    <w:rsid w:val="003C13AE"/>
    <w:rsid w:val="003D2E73"/>
    <w:rsid w:val="003E4ED8"/>
    <w:rsid w:val="003E72B6"/>
    <w:rsid w:val="003E7BBE"/>
    <w:rsid w:val="004127E3"/>
    <w:rsid w:val="0043212E"/>
    <w:rsid w:val="00434366"/>
    <w:rsid w:val="00434ECE"/>
    <w:rsid w:val="00442752"/>
    <w:rsid w:val="00444423"/>
    <w:rsid w:val="00451FC8"/>
    <w:rsid w:val="00452F3E"/>
    <w:rsid w:val="004640AE"/>
    <w:rsid w:val="004679E3"/>
    <w:rsid w:val="00475172"/>
    <w:rsid w:val="004758B0"/>
    <w:rsid w:val="00477998"/>
    <w:rsid w:val="004832D2"/>
    <w:rsid w:val="00485559"/>
    <w:rsid w:val="004A142B"/>
    <w:rsid w:val="004A3860"/>
    <w:rsid w:val="004A44E8"/>
    <w:rsid w:val="004A7706"/>
    <w:rsid w:val="004B29B7"/>
    <w:rsid w:val="004B7A28"/>
    <w:rsid w:val="004C1CE4"/>
    <w:rsid w:val="004C2244"/>
    <w:rsid w:val="004C79A1"/>
    <w:rsid w:val="004C7AA5"/>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29E6"/>
    <w:rsid w:val="005405B2"/>
    <w:rsid w:val="005427C8"/>
    <w:rsid w:val="005446D1"/>
    <w:rsid w:val="00556C4C"/>
    <w:rsid w:val="00557369"/>
    <w:rsid w:val="00564ADD"/>
    <w:rsid w:val="005708EB"/>
    <w:rsid w:val="00575BC6"/>
    <w:rsid w:val="00583902"/>
    <w:rsid w:val="005A1D70"/>
    <w:rsid w:val="005A3AA5"/>
    <w:rsid w:val="005A6C9C"/>
    <w:rsid w:val="005A74DC"/>
    <w:rsid w:val="005B3373"/>
    <w:rsid w:val="005B5146"/>
    <w:rsid w:val="005C07B5"/>
    <w:rsid w:val="005D1AFD"/>
    <w:rsid w:val="005E51E6"/>
    <w:rsid w:val="005F027A"/>
    <w:rsid w:val="005F33CC"/>
    <w:rsid w:val="005F771F"/>
    <w:rsid w:val="006121D4"/>
    <w:rsid w:val="0061298C"/>
    <w:rsid w:val="00613B49"/>
    <w:rsid w:val="00614C7B"/>
    <w:rsid w:val="00616845"/>
    <w:rsid w:val="006201E5"/>
    <w:rsid w:val="00620E8E"/>
    <w:rsid w:val="00626329"/>
    <w:rsid w:val="00633CFE"/>
    <w:rsid w:val="00634FCA"/>
    <w:rsid w:val="00643D1B"/>
    <w:rsid w:val="006452B8"/>
    <w:rsid w:val="00652E62"/>
    <w:rsid w:val="00686A49"/>
    <w:rsid w:val="00687B62"/>
    <w:rsid w:val="00690C44"/>
    <w:rsid w:val="006969D9"/>
    <w:rsid w:val="006A2B68"/>
    <w:rsid w:val="006B68E6"/>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722F"/>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E64D6"/>
    <w:rsid w:val="008F32F6"/>
    <w:rsid w:val="00916CD7"/>
    <w:rsid w:val="00920927"/>
    <w:rsid w:val="00921B38"/>
    <w:rsid w:val="00923720"/>
    <w:rsid w:val="009278C9"/>
    <w:rsid w:val="00927B30"/>
    <w:rsid w:val="00932CD7"/>
    <w:rsid w:val="00944C09"/>
    <w:rsid w:val="009527CB"/>
    <w:rsid w:val="00953835"/>
    <w:rsid w:val="00960F6C"/>
    <w:rsid w:val="00970747"/>
    <w:rsid w:val="009734AA"/>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0293"/>
    <w:rsid w:val="00AA5338"/>
    <w:rsid w:val="00AB1B8E"/>
    <w:rsid w:val="00AC0696"/>
    <w:rsid w:val="00AC4C98"/>
    <w:rsid w:val="00AC5F6B"/>
    <w:rsid w:val="00AD3896"/>
    <w:rsid w:val="00AD5B47"/>
    <w:rsid w:val="00AE1ED9"/>
    <w:rsid w:val="00AE32CB"/>
    <w:rsid w:val="00AF3957"/>
    <w:rsid w:val="00B12013"/>
    <w:rsid w:val="00B203C9"/>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E7245"/>
    <w:rsid w:val="00BF1D4C"/>
    <w:rsid w:val="00BF3F0A"/>
    <w:rsid w:val="00C143C3"/>
    <w:rsid w:val="00C1739B"/>
    <w:rsid w:val="00C17D23"/>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8CB"/>
    <w:rsid w:val="00CD4E9D"/>
    <w:rsid w:val="00CD4F4D"/>
    <w:rsid w:val="00CE7D19"/>
    <w:rsid w:val="00CF0CF5"/>
    <w:rsid w:val="00CF2B3E"/>
    <w:rsid w:val="00CF7C74"/>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459"/>
    <w:rsid w:val="00DC5A3A"/>
    <w:rsid w:val="00DD0726"/>
    <w:rsid w:val="00DD565A"/>
    <w:rsid w:val="00E22E24"/>
    <w:rsid w:val="00E238E6"/>
    <w:rsid w:val="00E35064"/>
    <w:rsid w:val="00E3681D"/>
    <w:rsid w:val="00E40225"/>
    <w:rsid w:val="00E501F0"/>
    <w:rsid w:val="00E6166D"/>
    <w:rsid w:val="00E6594B"/>
    <w:rsid w:val="00E91BFF"/>
    <w:rsid w:val="00E92933"/>
    <w:rsid w:val="00E94FAD"/>
    <w:rsid w:val="00EB0AA4"/>
    <w:rsid w:val="00EB4AFD"/>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D96"/>
    <w:rsid w:val="00F65EF0"/>
    <w:rsid w:val="00F71651"/>
    <w:rsid w:val="00F76191"/>
    <w:rsid w:val="00F76CC6"/>
    <w:rsid w:val="00F83D7C"/>
    <w:rsid w:val="00FB232E"/>
    <w:rsid w:val="00FD19A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B81CD897-DC4D-474F-9FA9-59C2F320376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136069946">
      <w:bodyDiv w:val="1"/>
      <w:marLeft w:val="0pt"/>
      <w:marRight w:val="0pt"/>
      <w:marTop w:val="0pt"/>
      <w:marBottom w:val="0pt"/>
      <w:divBdr>
        <w:top w:val="none" w:sz="0" w:space="0" w:color="auto"/>
        <w:left w:val="none" w:sz="0" w:space="0" w:color="auto"/>
        <w:bottom w:val="none" w:sz="0" w:space="0" w:color="auto"/>
        <w:right w:val="none" w:sz="0" w:space="0" w:color="auto"/>
      </w:divBdr>
    </w:div>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386488161">
      <w:bodyDiv w:val="1"/>
      <w:marLeft w:val="0pt"/>
      <w:marRight w:val="0pt"/>
      <w:marTop w:val="0pt"/>
      <w:marBottom w:val="0pt"/>
      <w:divBdr>
        <w:top w:val="none" w:sz="0" w:space="0" w:color="auto"/>
        <w:left w:val="none" w:sz="0" w:space="0" w:color="auto"/>
        <w:bottom w:val="none" w:sz="0" w:space="0" w:color="auto"/>
        <w:right w:val="none" w:sz="0" w:space="0" w:color="auto"/>
      </w:divBdr>
    </w:div>
    <w:div w:id="865557130">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251693723">
      <w:bodyDiv w:val="1"/>
      <w:marLeft w:val="0pt"/>
      <w:marRight w:val="0pt"/>
      <w:marTop w:val="0pt"/>
      <w:marBottom w:val="0pt"/>
      <w:divBdr>
        <w:top w:val="none" w:sz="0" w:space="0" w:color="auto"/>
        <w:left w:val="none" w:sz="0" w:space="0" w:color="auto"/>
        <w:bottom w:val="none" w:sz="0" w:space="0" w:color="auto"/>
        <w:right w:val="none" w:sz="0" w:space="0" w:color="auto"/>
      </w:divBdr>
    </w:div>
    <w:div w:id="1879581884">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 w:id="206748398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78b15323-cd38-483e-aad7-1159b570a5c4" TargetMode="External"/><Relationship Id="rId2" Type="http://purl.oclc.org/ooxml/officeDocument/relationships/customXml" Target="../customXml/item2.xml"/><Relationship Id="rId16" Type="http://purl.oclc.org/ooxml/officeDocument/relationships/theme" Target="theme/theme1.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78b15323-cd38-483e-aad7-1159b570a5c4"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4B1D875BB3474493B53E0E94AB991C" ma:contentTypeVersion="" ma:contentTypeDescription="Create a new document." ma:contentTypeScope="" ma:versionID="08e865dec228c83a9955580ddccd364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378E962C-EBAB-4A99-A2A4-27E8ED3F1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3.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purl.oclc.org/ooxml/officeDocument/customXml" ds:itemID="{1C78AD07-F6EB-427A-BC17-879AB9D97BE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7</TotalTime>
  <Pages>4</Pages>
  <Words>1554</Words>
  <Characters>8862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4</cp:revision>
  <cp:lastPrinted>2016-05-27T05:21:00Z</cp:lastPrinted>
  <dcterms:created xsi:type="dcterms:W3CDTF">2017-10-19T00:28:00Z</dcterms:created>
  <dcterms:modified xsi:type="dcterms:W3CDTF">2017-10-24T00:30:00Z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0x010100204B1D875BB3474493B53E0E94AB991C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